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C0438" w14:textId="5E5D0BB9" w:rsidR="00B2157D" w:rsidRDefault="00B2157D" w:rsidP="00B2157D">
      <w:pPr>
        <w:pStyle w:val="Titre"/>
      </w:pPr>
      <w:bookmarkStart w:id="0" w:name="_Toc282017971"/>
      <w:bookmarkStart w:id="1" w:name="_GoBack"/>
      <w:bookmarkEnd w:id="1"/>
      <w:r>
        <w:t>TP</w:t>
      </w:r>
      <w:r w:rsidR="00734258">
        <w:t>7</w:t>
      </w:r>
      <w:r>
        <w:t> : Communication Bus CAN</w:t>
      </w:r>
    </w:p>
    <w:p w14:paraId="57E6F403" w14:textId="3462BB75" w:rsidR="0090166D" w:rsidRDefault="00067351" w:rsidP="00067351">
      <w:pPr>
        <w:pStyle w:val="Titre1"/>
      </w:pPr>
      <w:r>
        <w:t>Travail à réaliser</w:t>
      </w:r>
    </w:p>
    <w:p w14:paraId="71077F5F" w14:textId="778C32B0" w:rsidR="00522C67" w:rsidRDefault="00C1005A" w:rsidP="00522C67">
      <w:pPr>
        <w:pStyle w:val="Titre2"/>
        <w:jc w:val="both"/>
      </w:pPr>
      <w:r>
        <w:t>Etude préliminaire</w:t>
      </w:r>
    </w:p>
    <w:p w14:paraId="311DE483" w14:textId="3FE1D728" w:rsidR="00522C67" w:rsidRPr="00522C67" w:rsidRDefault="00522C67" w:rsidP="00522C67">
      <w:r>
        <w:t>Consulter les diagrammes dossier d’analyse</w:t>
      </w:r>
      <w:r w:rsidR="00C1005A">
        <w:t xml:space="preserve"> SYSML</w:t>
      </w:r>
      <w:r>
        <w:t xml:space="preserve"> du combiné d’instruments d’une automobile</w:t>
      </w:r>
      <w:r w:rsidR="00360648">
        <w:t>.</w:t>
      </w:r>
    </w:p>
    <w:p w14:paraId="3B384FB4" w14:textId="65947566" w:rsidR="00522C67" w:rsidRDefault="00C1005A" w:rsidP="00A64680">
      <w:pPr>
        <w:pStyle w:val="Questions"/>
      </w:pPr>
      <w:r>
        <w:t> </w:t>
      </w:r>
      <w:r w:rsidR="00FD10B7">
        <w:t>Combiné d’instruments</w:t>
      </w:r>
    </w:p>
    <w:p w14:paraId="0FD3A202" w14:textId="5A65E3C5" w:rsidR="008F5DFB" w:rsidRPr="008F5DFB" w:rsidRDefault="008F5DFB" w:rsidP="008F5DFB">
      <w:pPr>
        <w:pStyle w:val="En-tte"/>
        <w:tabs>
          <w:tab w:val="clear" w:pos="4536"/>
          <w:tab w:val="clear" w:pos="9072"/>
        </w:tabs>
        <w:rPr>
          <w:rFonts w:cs="Arial"/>
          <w:color w:val="FF0000"/>
        </w:rPr>
      </w:pPr>
      <w:r w:rsidRPr="008F5DFB">
        <w:rPr>
          <w:color w:val="FF0000"/>
        </w:rPr>
        <w:t xml:space="preserve">Le combiné d’instruments sert à informer </w:t>
      </w:r>
      <w:r w:rsidRPr="008F5DFB">
        <w:rPr>
          <w:rFonts w:cs="Arial"/>
          <w:color w:val="FF0000"/>
        </w:rPr>
        <w:t>le conducteur sur l’exploitation du véhicule et Informer le mécanicien de l’état du véhicule.</w:t>
      </w:r>
      <w:r>
        <w:rPr>
          <w:rFonts w:cs="Arial"/>
          <w:color w:val="FF0000"/>
        </w:rPr>
        <w:t xml:space="preserve"> Il affiche la vitesse du véhicule, le régime moteur, les kms parcourus, le rapport engagé… et informe via des voyants de l’état des systèmes du véhicule. Ces informations sont acheminées via le calculateur habitacle par le réseau CAN.</w:t>
      </w:r>
    </w:p>
    <w:p w14:paraId="561B7997" w14:textId="77777777" w:rsidR="00DA75ED" w:rsidRDefault="00DA75ED" w:rsidP="00DA75ED">
      <w:pPr>
        <w:pStyle w:val="Questions"/>
      </w:pPr>
      <w:r>
        <w:t> Avantages du réseau CAN en automobile…</w:t>
      </w:r>
    </w:p>
    <w:p w14:paraId="77147922" w14:textId="77777777" w:rsidR="00DA75ED" w:rsidRDefault="00DA75ED" w:rsidP="00DA75ED">
      <w:pPr>
        <w:pStyle w:val="En-tte"/>
        <w:tabs>
          <w:tab w:val="clear" w:pos="4536"/>
          <w:tab w:val="clear" w:pos="9072"/>
        </w:tabs>
        <w:rPr>
          <w:rFonts w:cs="Arial"/>
          <w:color w:val="FF0000"/>
        </w:rPr>
      </w:pPr>
      <w:r w:rsidRPr="00093A4C">
        <w:rPr>
          <w:rFonts w:cs="Arial"/>
          <w:color w:val="FF0000"/>
        </w:rPr>
        <w:t xml:space="preserve">Un réseau permet aux différents calculateurs de partager les paramètres </w:t>
      </w:r>
      <w:r>
        <w:rPr>
          <w:rFonts w:cs="Arial"/>
          <w:color w:val="FF0000"/>
        </w:rPr>
        <w:t xml:space="preserve">mesurés </w:t>
      </w:r>
      <w:r w:rsidRPr="00093A4C">
        <w:rPr>
          <w:rFonts w:cs="Arial"/>
          <w:color w:val="FF0000"/>
        </w:rPr>
        <w:t>issus de capteurs et informations calculées sans redondance.</w:t>
      </w:r>
      <w:r>
        <w:rPr>
          <w:rFonts w:cs="Arial"/>
          <w:color w:val="FF0000"/>
        </w:rPr>
        <w:t xml:space="preserve"> </w:t>
      </w:r>
      <w:r w:rsidRPr="00FD10B7">
        <w:rPr>
          <w:rFonts w:cs="Arial"/>
          <w:b/>
          <w:color w:val="FF0000"/>
        </w:rPr>
        <w:t>CAN = Controller Area Network</w:t>
      </w:r>
      <w:r>
        <w:rPr>
          <w:rFonts w:cs="Arial"/>
          <w:color w:val="FF0000"/>
        </w:rPr>
        <w:t>. La simplicité et la robustesse des réseaux CAN en fait une solution idéale pour l’automobile. Le bus CAN comporte seulement 2 fils (High et Low) et persistance de l’information si un fil est coupé…</w:t>
      </w:r>
    </w:p>
    <w:p w14:paraId="01CCC7DC" w14:textId="77777777" w:rsidR="00DA75ED" w:rsidRDefault="00DA75ED" w:rsidP="00DA75ED">
      <w:pPr>
        <w:pStyle w:val="Questions"/>
      </w:pPr>
      <w:r>
        <w:t> Les différents réseaux CAN d’un véhicule</w:t>
      </w:r>
    </w:p>
    <w:p w14:paraId="281BF3A1" w14:textId="77777777" w:rsidR="00DA75ED" w:rsidRDefault="00DA75ED" w:rsidP="00DA75ED">
      <w:pPr>
        <w:pStyle w:val="En-tte"/>
        <w:tabs>
          <w:tab w:val="clear" w:pos="4536"/>
          <w:tab w:val="clear" w:pos="9072"/>
        </w:tabs>
        <w:rPr>
          <w:rFonts w:cs="Arial"/>
          <w:color w:val="FF0000"/>
        </w:rPr>
      </w:pPr>
      <w:r w:rsidRPr="00C979BD">
        <w:rPr>
          <w:rFonts w:cs="Arial"/>
          <w:color w:val="FF0000"/>
        </w:rPr>
        <w:t>Le</w:t>
      </w:r>
      <w:r>
        <w:rPr>
          <w:rFonts w:cs="Arial"/>
          <w:color w:val="FF0000"/>
        </w:rPr>
        <w:t xml:space="preserve"> BSI (</w:t>
      </w:r>
      <w:r w:rsidRPr="00C979BD">
        <w:rPr>
          <w:rFonts w:cs="Arial"/>
          <w:color w:val="FF0000"/>
        </w:rPr>
        <w:t>Boîtier de Servitude Intelligent</w:t>
      </w:r>
      <w:r>
        <w:rPr>
          <w:rFonts w:cs="Arial"/>
          <w:color w:val="FF0000"/>
        </w:rPr>
        <w:t>)</w:t>
      </w:r>
      <w:r w:rsidRPr="00C979BD">
        <w:rPr>
          <w:rFonts w:cs="Arial"/>
          <w:color w:val="FF0000"/>
        </w:rPr>
        <w:t xml:space="preserve"> est le cœur des réseaux</w:t>
      </w:r>
      <w:r>
        <w:rPr>
          <w:rFonts w:cs="Arial"/>
          <w:color w:val="FF0000"/>
        </w:rPr>
        <w:t xml:space="preserve"> </w:t>
      </w:r>
      <w:hyperlink r:id="rId10" w:tooltip="Controller area network" w:history="1">
        <w:r w:rsidRPr="00C979BD">
          <w:rPr>
            <w:rFonts w:cs="Arial"/>
            <w:color w:val="FF0000"/>
          </w:rPr>
          <w:t>CAN</w:t>
        </w:r>
      </w:hyperlink>
      <w:r>
        <w:rPr>
          <w:rFonts w:cs="Arial"/>
          <w:color w:val="FF0000"/>
        </w:rPr>
        <w:t xml:space="preserve"> </w:t>
      </w:r>
      <w:r w:rsidRPr="00C979BD">
        <w:rPr>
          <w:rFonts w:cs="Arial"/>
          <w:color w:val="FF0000"/>
        </w:rPr>
        <w:t>intégrés au</w:t>
      </w:r>
      <w:r>
        <w:rPr>
          <w:rFonts w:cs="Arial"/>
          <w:color w:val="FF0000"/>
        </w:rPr>
        <w:t xml:space="preserve"> véhicule</w:t>
      </w:r>
      <w:r w:rsidRPr="00C979BD">
        <w:rPr>
          <w:rFonts w:cs="Arial"/>
          <w:color w:val="FF0000"/>
        </w:rPr>
        <w:t>. Il joue les rôles de coordinateur et passerelle CAN, de système de sécurité, de diagnostic, d'aide à la conduite, etc.</w:t>
      </w:r>
    </w:p>
    <w:p w14:paraId="535E1D83" w14:textId="77777777" w:rsidR="00DA75ED" w:rsidRDefault="00DA75ED" w:rsidP="00DA75ED">
      <w:pPr>
        <w:pStyle w:val="En-tte"/>
        <w:tabs>
          <w:tab w:val="clear" w:pos="4536"/>
          <w:tab w:val="clear" w:pos="9072"/>
        </w:tabs>
        <w:rPr>
          <w:rFonts w:cs="Arial"/>
          <w:color w:val="FF0000"/>
        </w:rPr>
      </w:pPr>
      <w:r>
        <w:rPr>
          <w:rFonts w:cs="Arial"/>
          <w:color w:val="FF0000"/>
        </w:rPr>
        <w:t>On compte 4 réseaux CAN sur un véhicule :</w:t>
      </w:r>
    </w:p>
    <w:p w14:paraId="5C9F1A02" w14:textId="06999C06" w:rsidR="00DA75ED" w:rsidRDefault="00DA75ED" w:rsidP="00DA75ED">
      <w:pPr>
        <w:pStyle w:val="En-tte"/>
        <w:numPr>
          <w:ilvl w:val="0"/>
          <w:numId w:val="45"/>
        </w:numPr>
        <w:tabs>
          <w:tab w:val="clear" w:pos="4536"/>
          <w:tab w:val="clear" w:pos="9072"/>
        </w:tabs>
        <w:rPr>
          <w:rFonts w:cs="Arial"/>
          <w:color w:val="FF0000"/>
        </w:rPr>
      </w:pPr>
      <w:r>
        <w:rPr>
          <w:rFonts w:cs="Arial"/>
          <w:color w:val="FF0000"/>
        </w:rPr>
        <w:t xml:space="preserve">CAN High speed : la transmission d’informations entre le BSI et les calculateurs du moteur, de la </w:t>
      </w:r>
      <w:r w:rsidRPr="00C979BD">
        <w:rPr>
          <w:rFonts w:cs="Arial"/>
          <w:b/>
          <w:color w:val="FF0000"/>
        </w:rPr>
        <w:t>boîte de vitesse</w:t>
      </w:r>
      <w:r>
        <w:rPr>
          <w:rFonts w:cs="Arial"/>
          <w:color w:val="FF0000"/>
        </w:rPr>
        <w:t xml:space="preserve">, du circuit de freinage se fait à </w:t>
      </w:r>
      <w:r w:rsidR="00BC427D">
        <w:rPr>
          <w:rFonts w:cs="Arial"/>
          <w:color w:val="FF0000"/>
        </w:rPr>
        <w:t>1 M</w:t>
      </w:r>
      <w:r>
        <w:rPr>
          <w:rFonts w:cs="Arial"/>
          <w:color w:val="FF0000"/>
        </w:rPr>
        <w:t>bits/sec.</w:t>
      </w:r>
    </w:p>
    <w:p w14:paraId="5EB59C63" w14:textId="77777777" w:rsidR="00DA75ED" w:rsidRDefault="00DA75ED" w:rsidP="00DA75ED">
      <w:pPr>
        <w:pStyle w:val="En-tte"/>
        <w:numPr>
          <w:ilvl w:val="0"/>
          <w:numId w:val="45"/>
        </w:numPr>
        <w:tabs>
          <w:tab w:val="clear" w:pos="4536"/>
          <w:tab w:val="clear" w:pos="9072"/>
        </w:tabs>
        <w:rPr>
          <w:rFonts w:cs="Arial"/>
          <w:color w:val="FF0000"/>
        </w:rPr>
      </w:pPr>
      <w:r>
        <w:rPr>
          <w:rFonts w:cs="Arial"/>
          <w:color w:val="FF0000"/>
        </w:rPr>
        <w:t>CAN diagnostic : permet la communication directe avec le BSI lors des opérations de maintenance.</w:t>
      </w:r>
    </w:p>
    <w:p w14:paraId="783D5DC0" w14:textId="77777777" w:rsidR="00DA75ED" w:rsidRDefault="00DA75ED" w:rsidP="00DA75ED">
      <w:pPr>
        <w:pStyle w:val="En-tte"/>
        <w:numPr>
          <w:ilvl w:val="0"/>
          <w:numId w:val="45"/>
        </w:numPr>
        <w:tabs>
          <w:tab w:val="clear" w:pos="4536"/>
          <w:tab w:val="clear" w:pos="9072"/>
        </w:tabs>
        <w:rPr>
          <w:rFonts w:cs="Arial"/>
          <w:color w:val="FF0000"/>
        </w:rPr>
      </w:pPr>
      <w:r>
        <w:rPr>
          <w:rFonts w:cs="Arial"/>
          <w:color w:val="FF0000"/>
        </w:rPr>
        <w:t>CAN LS carrosserie : verrouillage, éclairage, essuie-glaces, remorque et autres servitudes…</w:t>
      </w:r>
    </w:p>
    <w:p w14:paraId="65427C25" w14:textId="0DA24CAE" w:rsidR="00DA75ED" w:rsidRDefault="00DA75ED" w:rsidP="00DA75ED">
      <w:pPr>
        <w:pStyle w:val="En-tte"/>
        <w:numPr>
          <w:ilvl w:val="0"/>
          <w:numId w:val="45"/>
        </w:numPr>
        <w:tabs>
          <w:tab w:val="clear" w:pos="4536"/>
          <w:tab w:val="clear" w:pos="9072"/>
        </w:tabs>
        <w:rPr>
          <w:rFonts w:cs="Arial"/>
          <w:color w:val="FF0000"/>
        </w:rPr>
      </w:pPr>
      <w:r>
        <w:rPr>
          <w:rFonts w:cs="Arial"/>
          <w:color w:val="FF0000"/>
        </w:rPr>
        <w:t>CAN LS habitacle (</w:t>
      </w:r>
      <w:r w:rsidR="00BC427D">
        <w:rPr>
          <w:rFonts w:cs="Arial"/>
          <w:color w:val="FF0000"/>
        </w:rPr>
        <w:t>125</w:t>
      </w:r>
      <w:r>
        <w:rPr>
          <w:rFonts w:cs="Arial"/>
          <w:color w:val="FF0000"/>
        </w:rPr>
        <w:t xml:space="preserve"> kbits/sec) : combiné d’instruments, chauffage-climatisation, éclairage intérieur et autres servitudes de confort…</w:t>
      </w:r>
    </w:p>
    <w:p w14:paraId="129F0D80" w14:textId="7AD590EF" w:rsidR="00BF7019" w:rsidRDefault="00BF7019">
      <w:pPr>
        <w:overflowPunct/>
        <w:autoSpaceDE/>
        <w:autoSpaceDN/>
        <w:adjustRightInd/>
        <w:spacing w:after="0"/>
        <w:jc w:val="left"/>
        <w:textAlignment w:val="auto"/>
      </w:pPr>
      <w:r>
        <w:br w:type="page"/>
      </w:r>
    </w:p>
    <w:p w14:paraId="256F2CE1" w14:textId="4094219D" w:rsidR="00275F0B" w:rsidRDefault="00BF7019" w:rsidP="00BF7019">
      <w:pPr>
        <w:pStyle w:val="Questions"/>
        <w:rPr>
          <w:noProof/>
        </w:rPr>
      </w:pPr>
      <w:r>
        <w:lastRenderedPageBreak/>
        <w:t> Entrées/Sorties du calculateur de BVR</w:t>
      </w:r>
    </w:p>
    <w:p w14:paraId="35A6B742" w14:textId="290FE454" w:rsidR="00BF7019" w:rsidRDefault="00BF7019" w:rsidP="00CD5E73">
      <w:pPr>
        <w:jc w:val="center"/>
      </w:pPr>
      <w:r>
        <w:rPr>
          <w:noProof/>
        </w:rPr>
        <w:drawing>
          <wp:inline distT="0" distB="0" distL="0" distR="0" wp14:anchorId="0D9409C7" wp14:editId="42F296DB">
            <wp:extent cx="4698356" cy="5699774"/>
            <wp:effectExtent l="0" t="5715" r="1905" b="1905"/>
            <wp:docPr id="7" name="Image 7" descr="..\..\..\Mes images\ex.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s images\ex.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4698356" cy="5699774"/>
                    </a:xfrm>
                    <a:prstGeom prst="rect">
                      <a:avLst/>
                    </a:prstGeom>
                    <a:noFill/>
                    <a:ln>
                      <a:noFill/>
                    </a:ln>
                  </pic:spPr>
                </pic:pic>
              </a:graphicData>
            </a:graphic>
          </wp:inline>
        </w:drawing>
      </w:r>
    </w:p>
    <w:p w14:paraId="266460AA" w14:textId="67D99293" w:rsidR="00BC427D" w:rsidRPr="00275F0B" w:rsidRDefault="00BC427D" w:rsidP="00BF7019">
      <w:pPr>
        <w:rPr>
          <w:color w:val="FF0000"/>
        </w:rPr>
      </w:pPr>
      <w:r w:rsidRPr="00275F0B">
        <w:rPr>
          <w:color w:val="FF0000"/>
        </w:rPr>
        <w:t>L’information de régime moteur est mesurée par un capteur certainement relié au calculateur du moteur (ne pas confondre avec la capteur de vitesse d’arbre primaire…)</w:t>
      </w:r>
      <w:r w:rsidR="00275F0B" w:rsidRPr="00275F0B">
        <w:rPr>
          <w:color w:val="FF0000"/>
        </w:rPr>
        <w:t xml:space="preserve"> </w:t>
      </w:r>
      <w:r w:rsidRPr="00275F0B">
        <w:rPr>
          <w:color w:val="FF0000"/>
        </w:rPr>
        <w:t xml:space="preserve">net transite sur </w:t>
      </w:r>
      <w:r w:rsidR="00275F0B" w:rsidRPr="00275F0B">
        <w:rPr>
          <w:color w:val="FF0000"/>
        </w:rPr>
        <w:t>le BUS High Speed jusqu’au BSI qui relaie l’information sur le bus CAN LS habitacle auquel est relié le combiné d’instruments.</w:t>
      </w:r>
    </w:p>
    <w:p w14:paraId="676A3F90" w14:textId="7A608782" w:rsidR="00275F0B" w:rsidRDefault="00275F0B" w:rsidP="00275F0B">
      <w:r w:rsidRPr="00275F0B">
        <w:rPr>
          <w:color w:val="FF0000"/>
        </w:rPr>
        <w:t>Sur le banc didactique il n’y a qu’un seul réseau CAN qui relie la carte de commande, le calculateur et le combiné. Le régime moteur n’est pas mesuré et l’information n’est pas disponible, bien que le message qui la porte soit émis par la care de commande.</w:t>
      </w:r>
    </w:p>
    <w:p w14:paraId="54EA6B64" w14:textId="72BC6A70" w:rsidR="00522C67" w:rsidRDefault="00522C67" w:rsidP="00DA75ED">
      <w:pPr>
        <w:pStyle w:val="Titre2"/>
        <w:jc w:val="both"/>
      </w:pPr>
      <w:r>
        <w:t>Lecture/Ecriture d’informations circulant sur le bus CAN</w:t>
      </w:r>
      <w:r w:rsidR="00D25BEF">
        <w:t xml:space="preserve"> (250 kbits/sec)</w:t>
      </w:r>
      <w:r>
        <w:t>.</w:t>
      </w:r>
    </w:p>
    <w:p w14:paraId="4026C880" w14:textId="516BFEC0" w:rsidR="00522C67" w:rsidRPr="00FF6D0E" w:rsidRDefault="00A64680" w:rsidP="00522C67">
      <w:r>
        <w:t>On utilise</w:t>
      </w:r>
      <w:r w:rsidR="00522C67">
        <w:t xml:space="preserve"> l’interface Peak et le logiciel PCANvi</w:t>
      </w:r>
      <w:r w:rsidR="00D25BEF">
        <w:t>ew pour réaliser ces opérations.</w:t>
      </w:r>
    </w:p>
    <w:p w14:paraId="2AE6A2EE" w14:textId="40B52932" w:rsidR="00522C67" w:rsidRDefault="00BF7019" w:rsidP="00A64680">
      <w:pPr>
        <w:pStyle w:val="Questions"/>
      </w:pPr>
      <w:r>
        <w:t> Messages circulant sur le bus :</w:t>
      </w:r>
    </w:p>
    <w:p w14:paraId="1968FF5F" w14:textId="6C19A651" w:rsidR="00CD5E73" w:rsidRDefault="00BF7019" w:rsidP="00CD5E73">
      <w:pPr>
        <w:jc w:val="center"/>
        <w:rPr>
          <w:szCs w:val="24"/>
        </w:rPr>
      </w:pPr>
      <w:r>
        <w:rPr>
          <w:noProof/>
        </w:rPr>
        <w:drawing>
          <wp:inline distT="0" distB="0" distL="0" distR="0" wp14:anchorId="7B366C63" wp14:editId="71E8FF82">
            <wp:extent cx="6408420" cy="1959964"/>
            <wp:effectExtent l="0" t="0" r="0" b="254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b="10101"/>
                    <a:stretch>
                      <a:fillRect/>
                    </a:stretch>
                  </pic:blipFill>
                  <pic:spPr bwMode="auto">
                    <a:xfrm>
                      <a:off x="0" y="0"/>
                      <a:ext cx="6408420" cy="1959964"/>
                    </a:xfrm>
                    <a:prstGeom prst="rect">
                      <a:avLst/>
                    </a:prstGeom>
                    <a:noFill/>
                    <a:ln>
                      <a:noFill/>
                    </a:ln>
                  </pic:spPr>
                </pic:pic>
              </a:graphicData>
            </a:graphic>
          </wp:inline>
        </w:drawing>
      </w:r>
      <w:r w:rsidR="00CD5E73">
        <w:br w:type="page"/>
      </w:r>
    </w:p>
    <w:p w14:paraId="6D05426D" w14:textId="245CDBCD" w:rsidR="00522C67" w:rsidRDefault="00BC427D" w:rsidP="00D25BEF">
      <w:pPr>
        <w:pStyle w:val="Questions"/>
      </w:pPr>
      <w:r>
        <w:t> M</w:t>
      </w:r>
      <w:r w:rsidR="00522C67">
        <w:t>essages</w:t>
      </w:r>
      <w:r>
        <w:t xml:space="preserve"> </w:t>
      </w:r>
      <w:r w:rsidR="000305FF">
        <w:t>0</w:t>
      </w:r>
      <w:r>
        <w:t>FA et 5CE :</w:t>
      </w:r>
    </w:p>
    <w:p w14:paraId="0D3E972A" w14:textId="12CED746" w:rsidR="00BC427D" w:rsidRDefault="000305FF" w:rsidP="00BC427D">
      <w:r>
        <w:rPr>
          <w:noProof/>
        </w:rPr>
        <w:drawing>
          <wp:inline distT="0" distB="0" distL="0" distR="0" wp14:anchorId="2425525A" wp14:editId="09AC14BE">
            <wp:extent cx="5972810" cy="86360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56962"/>
                    <a:stretch/>
                  </pic:blipFill>
                  <pic:spPr bwMode="auto">
                    <a:xfrm>
                      <a:off x="0" y="0"/>
                      <a:ext cx="5972810" cy="86360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Grilledutableau"/>
        <w:tblW w:w="0" w:type="auto"/>
        <w:tblLook w:val="04A0" w:firstRow="1" w:lastRow="0" w:firstColumn="1" w:lastColumn="0" w:noHBand="0" w:noVBand="1"/>
      </w:tblPr>
      <w:tblGrid>
        <w:gridCol w:w="1515"/>
        <w:gridCol w:w="1515"/>
        <w:gridCol w:w="1515"/>
        <w:gridCol w:w="1515"/>
        <w:gridCol w:w="1515"/>
        <w:gridCol w:w="1515"/>
        <w:gridCol w:w="1516"/>
      </w:tblGrid>
      <w:tr w:rsidR="001C7DAB" w14:paraId="66D01F0F" w14:textId="77777777" w:rsidTr="001C7DAB">
        <w:tc>
          <w:tcPr>
            <w:tcW w:w="1515" w:type="dxa"/>
            <w:vAlign w:val="center"/>
          </w:tcPr>
          <w:p w14:paraId="4EB735C1" w14:textId="594465E1" w:rsidR="001C7DAB" w:rsidRDefault="001C7DAB" w:rsidP="001C7DAB">
            <w:pPr>
              <w:spacing w:after="0"/>
              <w:jc w:val="center"/>
            </w:pPr>
            <w:r>
              <w:t>07</w:t>
            </w:r>
          </w:p>
        </w:tc>
        <w:tc>
          <w:tcPr>
            <w:tcW w:w="1515" w:type="dxa"/>
            <w:vAlign w:val="center"/>
          </w:tcPr>
          <w:p w14:paraId="6595FBC9" w14:textId="30054401" w:rsidR="001C7DAB" w:rsidRDefault="001C7DAB" w:rsidP="001C7DAB">
            <w:pPr>
              <w:spacing w:after="0"/>
              <w:jc w:val="center"/>
            </w:pPr>
            <w:r>
              <w:t>28</w:t>
            </w:r>
          </w:p>
        </w:tc>
        <w:tc>
          <w:tcPr>
            <w:tcW w:w="1515" w:type="dxa"/>
            <w:vAlign w:val="center"/>
          </w:tcPr>
          <w:p w14:paraId="45E94395" w14:textId="550E96FB" w:rsidR="001C7DAB" w:rsidRDefault="001C7DAB" w:rsidP="001C7DAB">
            <w:pPr>
              <w:spacing w:after="0"/>
              <w:jc w:val="center"/>
            </w:pPr>
            <w:r>
              <w:t>09</w:t>
            </w:r>
          </w:p>
        </w:tc>
        <w:tc>
          <w:tcPr>
            <w:tcW w:w="1515" w:type="dxa"/>
            <w:vAlign w:val="center"/>
          </w:tcPr>
          <w:p w14:paraId="20D284BF" w14:textId="2BC2F300" w:rsidR="001C7DAB" w:rsidRDefault="001C7DAB" w:rsidP="001C7DAB">
            <w:pPr>
              <w:spacing w:after="0"/>
              <w:jc w:val="center"/>
            </w:pPr>
            <w:r>
              <w:t>FF</w:t>
            </w:r>
          </w:p>
        </w:tc>
        <w:tc>
          <w:tcPr>
            <w:tcW w:w="1515" w:type="dxa"/>
            <w:vAlign w:val="center"/>
          </w:tcPr>
          <w:p w14:paraId="473B5027" w14:textId="70F11C57" w:rsidR="001C7DAB" w:rsidRDefault="001C7DAB" w:rsidP="001C7DAB">
            <w:pPr>
              <w:spacing w:after="0"/>
              <w:jc w:val="center"/>
            </w:pPr>
            <w:r>
              <w:t>00</w:t>
            </w:r>
          </w:p>
        </w:tc>
        <w:tc>
          <w:tcPr>
            <w:tcW w:w="1515" w:type="dxa"/>
            <w:vAlign w:val="center"/>
          </w:tcPr>
          <w:p w14:paraId="497ECDEC" w14:textId="6CD93189" w:rsidR="001C7DAB" w:rsidRDefault="001C7DAB" w:rsidP="001C7DAB">
            <w:pPr>
              <w:spacing w:after="0"/>
              <w:jc w:val="center"/>
            </w:pPr>
            <w:r>
              <w:t>FE</w:t>
            </w:r>
          </w:p>
        </w:tc>
        <w:tc>
          <w:tcPr>
            <w:tcW w:w="1516" w:type="dxa"/>
            <w:vAlign w:val="center"/>
          </w:tcPr>
          <w:p w14:paraId="20AEA3D6" w14:textId="634E3F3E" w:rsidR="001C7DAB" w:rsidRDefault="001C7DAB" w:rsidP="001C7DAB">
            <w:pPr>
              <w:spacing w:after="0"/>
              <w:jc w:val="center"/>
            </w:pPr>
            <w:r>
              <w:t>00</w:t>
            </w:r>
          </w:p>
        </w:tc>
      </w:tr>
      <w:tr w:rsidR="001C7DAB" w14:paraId="62D90AF7" w14:textId="77777777" w:rsidTr="001C7DAB">
        <w:tc>
          <w:tcPr>
            <w:tcW w:w="1515" w:type="dxa"/>
            <w:vAlign w:val="center"/>
          </w:tcPr>
          <w:p w14:paraId="75AFDA62" w14:textId="77777777" w:rsidR="001C7DAB" w:rsidRDefault="001C7DAB" w:rsidP="001C7DAB">
            <w:pPr>
              <w:spacing w:after="0"/>
              <w:jc w:val="center"/>
            </w:pPr>
            <w:r>
              <w:t>Rapport 1</w:t>
            </w:r>
          </w:p>
          <w:p w14:paraId="64057FF1" w14:textId="7659E313" w:rsidR="001C7DAB" w:rsidRDefault="001C7DAB" w:rsidP="001C7DAB">
            <w:pPr>
              <w:spacing w:after="0"/>
              <w:jc w:val="center"/>
            </w:pPr>
            <w:r>
              <w:t>engagé</w:t>
            </w:r>
          </w:p>
        </w:tc>
        <w:tc>
          <w:tcPr>
            <w:tcW w:w="1515" w:type="dxa"/>
            <w:vAlign w:val="center"/>
          </w:tcPr>
          <w:p w14:paraId="5B35C804" w14:textId="77777777" w:rsidR="001C7DAB" w:rsidRDefault="001C7DAB" w:rsidP="001C7DAB">
            <w:pPr>
              <w:spacing w:after="0"/>
              <w:jc w:val="center"/>
            </w:pPr>
            <w:r>
              <w:t>Picto BV</w:t>
            </w:r>
          </w:p>
          <w:p w14:paraId="420A312B" w14:textId="394720FD" w:rsidR="001C7DAB" w:rsidRDefault="001C7DAB" w:rsidP="001C7DAB">
            <w:pPr>
              <w:spacing w:after="0"/>
              <w:jc w:val="center"/>
            </w:pPr>
            <w:r>
              <w:t>affiché</w:t>
            </w:r>
          </w:p>
        </w:tc>
        <w:tc>
          <w:tcPr>
            <w:tcW w:w="1515" w:type="dxa"/>
            <w:vAlign w:val="center"/>
          </w:tcPr>
          <w:p w14:paraId="1C0D18B0" w14:textId="73197A75" w:rsidR="001C7DAB" w:rsidRDefault="00C1551B" w:rsidP="001C7DAB">
            <w:pPr>
              <w:spacing w:after="0"/>
              <w:jc w:val="center"/>
            </w:pPr>
            <w:r>
              <w:t>-</w:t>
            </w:r>
          </w:p>
        </w:tc>
        <w:tc>
          <w:tcPr>
            <w:tcW w:w="1515" w:type="dxa"/>
            <w:vAlign w:val="center"/>
          </w:tcPr>
          <w:p w14:paraId="3D78D827" w14:textId="337BDF5A" w:rsidR="001C7DAB" w:rsidRDefault="00C1551B" w:rsidP="001C7DAB">
            <w:pPr>
              <w:spacing w:after="0"/>
              <w:jc w:val="center"/>
            </w:pPr>
            <w:r>
              <w:t>NC</w:t>
            </w:r>
          </w:p>
        </w:tc>
        <w:tc>
          <w:tcPr>
            <w:tcW w:w="1515" w:type="dxa"/>
            <w:vAlign w:val="center"/>
          </w:tcPr>
          <w:p w14:paraId="60091D31" w14:textId="32345B7C" w:rsidR="001C7DAB" w:rsidRDefault="00C1551B" w:rsidP="001C7DAB">
            <w:pPr>
              <w:spacing w:after="0"/>
              <w:jc w:val="center"/>
            </w:pPr>
            <w:r>
              <w:t>NC</w:t>
            </w:r>
          </w:p>
        </w:tc>
        <w:tc>
          <w:tcPr>
            <w:tcW w:w="1515" w:type="dxa"/>
            <w:vAlign w:val="center"/>
          </w:tcPr>
          <w:p w14:paraId="58B1D683" w14:textId="1DA66B15" w:rsidR="001C7DAB" w:rsidRDefault="00C1551B" w:rsidP="001C7DAB">
            <w:pPr>
              <w:spacing w:after="0"/>
              <w:jc w:val="center"/>
            </w:pPr>
            <w:r>
              <w:t>-</w:t>
            </w:r>
          </w:p>
        </w:tc>
        <w:tc>
          <w:tcPr>
            <w:tcW w:w="1516" w:type="dxa"/>
            <w:vAlign w:val="center"/>
          </w:tcPr>
          <w:p w14:paraId="397F4724" w14:textId="1466BF9A" w:rsidR="001C7DAB" w:rsidRDefault="00C1551B" w:rsidP="001C7DAB">
            <w:pPr>
              <w:spacing w:after="0"/>
              <w:jc w:val="center"/>
            </w:pPr>
            <w:r>
              <w:t>NC</w:t>
            </w:r>
          </w:p>
        </w:tc>
      </w:tr>
    </w:tbl>
    <w:p w14:paraId="29A47F30" w14:textId="2101754D" w:rsidR="000305FF" w:rsidRDefault="000305FF" w:rsidP="00BC427D">
      <w:r>
        <w:rPr>
          <w:noProof/>
        </w:rPr>
        <w:drawing>
          <wp:inline distT="0" distB="0" distL="0" distR="0" wp14:anchorId="4FFDD05B" wp14:editId="7FC4301B">
            <wp:extent cx="5972810" cy="1066800"/>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46836"/>
                    <a:stretch/>
                  </pic:blipFill>
                  <pic:spPr bwMode="auto">
                    <a:xfrm>
                      <a:off x="0" y="0"/>
                      <a:ext cx="5972810" cy="106680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Grilledutableau"/>
        <w:tblW w:w="0" w:type="auto"/>
        <w:tblLook w:val="04A0" w:firstRow="1" w:lastRow="0" w:firstColumn="1" w:lastColumn="0" w:noHBand="0" w:noVBand="1"/>
      </w:tblPr>
      <w:tblGrid>
        <w:gridCol w:w="1515"/>
        <w:gridCol w:w="1515"/>
        <w:gridCol w:w="1515"/>
        <w:gridCol w:w="1515"/>
        <w:gridCol w:w="1515"/>
        <w:gridCol w:w="1515"/>
        <w:gridCol w:w="1516"/>
      </w:tblGrid>
      <w:tr w:rsidR="00C1551B" w14:paraId="65C96F65" w14:textId="77777777" w:rsidTr="00C1551B">
        <w:tc>
          <w:tcPr>
            <w:tcW w:w="1515" w:type="dxa"/>
            <w:vAlign w:val="center"/>
          </w:tcPr>
          <w:p w14:paraId="1CA5F6C9" w14:textId="7D0D8EDD" w:rsidR="00C1551B" w:rsidRDefault="00C1551B" w:rsidP="00847047">
            <w:pPr>
              <w:spacing w:after="0"/>
              <w:jc w:val="center"/>
            </w:pPr>
            <w:r>
              <w:t>00</w:t>
            </w:r>
          </w:p>
        </w:tc>
        <w:tc>
          <w:tcPr>
            <w:tcW w:w="1515" w:type="dxa"/>
            <w:vAlign w:val="center"/>
          </w:tcPr>
          <w:p w14:paraId="25F92DF3" w14:textId="74790C0E" w:rsidR="00C1551B" w:rsidRDefault="00C1551B" w:rsidP="00847047">
            <w:pPr>
              <w:spacing w:after="0"/>
              <w:jc w:val="center"/>
            </w:pPr>
            <w:r>
              <w:t>00</w:t>
            </w:r>
          </w:p>
        </w:tc>
        <w:tc>
          <w:tcPr>
            <w:tcW w:w="1515" w:type="dxa"/>
            <w:vAlign w:val="center"/>
          </w:tcPr>
          <w:p w14:paraId="63648E34" w14:textId="72A8A0E1" w:rsidR="00C1551B" w:rsidRDefault="00C1551B" w:rsidP="00847047">
            <w:pPr>
              <w:spacing w:after="0"/>
              <w:jc w:val="center"/>
            </w:pPr>
            <w:r>
              <w:t>D3</w:t>
            </w:r>
          </w:p>
        </w:tc>
        <w:tc>
          <w:tcPr>
            <w:tcW w:w="1515" w:type="dxa"/>
            <w:vAlign w:val="center"/>
          </w:tcPr>
          <w:p w14:paraId="23B0534F" w14:textId="77777777" w:rsidR="00C1551B" w:rsidRDefault="00C1551B" w:rsidP="00847047">
            <w:pPr>
              <w:spacing w:after="0"/>
              <w:jc w:val="center"/>
            </w:pPr>
            <w:r>
              <w:t>FF</w:t>
            </w:r>
          </w:p>
        </w:tc>
        <w:tc>
          <w:tcPr>
            <w:tcW w:w="1515" w:type="dxa"/>
            <w:vAlign w:val="center"/>
          </w:tcPr>
          <w:p w14:paraId="3E78BF30" w14:textId="4F09E806" w:rsidR="00C1551B" w:rsidRDefault="00C1551B" w:rsidP="00847047">
            <w:pPr>
              <w:spacing w:after="0"/>
              <w:jc w:val="center"/>
            </w:pPr>
            <w:r>
              <w:t>60</w:t>
            </w:r>
          </w:p>
        </w:tc>
        <w:tc>
          <w:tcPr>
            <w:tcW w:w="1515" w:type="dxa"/>
            <w:vAlign w:val="center"/>
          </w:tcPr>
          <w:p w14:paraId="394B64D6" w14:textId="718A0EC0" w:rsidR="00C1551B" w:rsidRDefault="00C1551B" w:rsidP="00847047">
            <w:pPr>
              <w:spacing w:after="0"/>
              <w:jc w:val="center"/>
            </w:pPr>
            <w:r>
              <w:t>00</w:t>
            </w:r>
          </w:p>
        </w:tc>
        <w:tc>
          <w:tcPr>
            <w:tcW w:w="1516" w:type="dxa"/>
            <w:vAlign w:val="center"/>
          </w:tcPr>
          <w:p w14:paraId="1C683BC3" w14:textId="77777777" w:rsidR="00C1551B" w:rsidRDefault="00C1551B" w:rsidP="00847047">
            <w:pPr>
              <w:spacing w:after="0"/>
              <w:jc w:val="center"/>
            </w:pPr>
            <w:r>
              <w:t>00</w:t>
            </w:r>
          </w:p>
        </w:tc>
      </w:tr>
      <w:tr w:rsidR="00C1551B" w14:paraId="31D07CA1" w14:textId="77777777" w:rsidTr="00D10EA5">
        <w:tc>
          <w:tcPr>
            <w:tcW w:w="3030" w:type="dxa"/>
            <w:gridSpan w:val="2"/>
            <w:vAlign w:val="center"/>
          </w:tcPr>
          <w:p w14:paraId="5879C996" w14:textId="6EBFDE31" w:rsidR="00C1551B" w:rsidRDefault="00C1551B" w:rsidP="00847047">
            <w:pPr>
              <w:spacing w:after="0"/>
              <w:jc w:val="center"/>
            </w:pPr>
            <w:r>
              <w:t>Régime 0 tr/min</w:t>
            </w:r>
          </w:p>
        </w:tc>
        <w:tc>
          <w:tcPr>
            <w:tcW w:w="1515" w:type="dxa"/>
            <w:vAlign w:val="center"/>
          </w:tcPr>
          <w:p w14:paraId="53376FCF" w14:textId="3317E907" w:rsidR="00C1551B" w:rsidRDefault="00C1551B" w:rsidP="00847047">
            <w:pPr>
              <w:spacing w:after="0"/>
              <w:jc w:val="center"/>
            </w:pPr>
            <w:r>
              <w:t>NC</w:t>
            </w:r>
          </w:p>
        </w:tc>
        <w:tc>
          <w:tcPr>
            <w:tcW w:w="1515" w:type="dxa"/>
            <w:vAlign w:val="center"/>
          </w:tcPr>
          <w:p w14:paraId="10C93CC2" w14:textId="77777777" w:rsidR="00C1551B" w:rsidRDefault="00C1551B" w:rsidP="00847047">
            <w:pPr>
              <w:spacing w:after="0"/>
              <w:jc w:val="center"/>
            </w:pPr>
            <w:r>
              <w:t>NC</w:t>
            </w:r>
          </w:p>
        </w:tc>
        <w:tc>
          <w:tcPr>
            <w:tcW w:w="1515" w:type="dxa"/>
            <w:vAlign w:val="center"/>
          </w:tcPr>
          <w:p w14:paraId="132C88D0" w14:textId="77777777" w:rsidR="00C1551B" w:rsidRDefault="00C1551B" w:rsidP="00847047">
            <w:pPr>
              <w:spacing w:after="0"/>
              <w:jc w:val="center"/>
            </w:pPr>
            <w:r>
              <w:t>NC</w:t>
            </w:r>
          </w:p>
        </w:tc>
        <w:tc>
          <w:tcPr>
            <w:tcW w:w="1515" w:type="dxa"/>
            <w:vAlign w:val="center"/>
          </w:tcPr>
          <w:p w14:paraId="2E895F17" w14:textId="1BC65863" w:rsidR="00C1551B" w:rsidRDefault="00C1551B" w:rsidP="00847047">
            <w:pPr>
              <w:spacing w:after="0"/>
              <w:jc w:val="center"/>
            </w:pPr>
            <w:r>
              <w:t>NC</w:t>
            </w:r>
          </w:p>
        </w:tc>
        <w:tc>
          <w:tcPr>
            <w:tcW w:w="1516" w:type="dxa"/>
            <w:vAlign w:val="center"/>
          </w:tcPr>
          <w:p w14:paraId="6711D2CA" w14:textId="77777777" w:rsidR="00C1551B" w:rsidRDefault="00C1551B" w:rsidP="00847047">
            <w:pPr>
              <w:spacing w:after="0"/>
              <w:jc w:val="center"/>
            </w:pPr>
            <w:r>
              <w:t>NC</w:t>
            </w:r>
          </w:p>
        </w:tc>
      </w:tr>
    </w:tbl>
    <w:p w14:paraId="44D1288C" w14:textId="77777777" w:rsidR="00C1551B" w:rsidRDefault="00C1551B" w:rsidP="00BC427D"/>
    <w:p w14:paraId="7DD231C0" w14:textId="77777777" w:rsidR="00522C67" w:rsidRDefault="00522C67" w:rsidP="00A64680">
      <w:pPr>
        <w:pStyle w:val="Questions"/>
      </w:pPr>
      <w:r>
        <w:t>Débrancher les cavaliers du bus CAN et envoyer deux messages au combiné permettant d’afficher un régime moteur de 2000 tr/min et d’afficher le rapport engagé (MAR) et le mode Auto.</w:t>
      </w:r>
    </w:p>
    <w:p w14:paraId="0162C7A9" w14:textId="77777777" w:rsidR="00605372" w:rsidRPr="00605372" w:rsidRDefault="00605372" w:rsidP="00605372">
      <w:r w:rsidRPr="00605372">
        <w:rPr>
          <w:b/>
        </w:rPr>
        <w:t>Message 5CE : 01 00</w:t>
      </w:r>
      <w:r>
        <w:t xml:space="preserve"> 09 FF 00 FE 00</w:t>
      </w:r>
    </w:p>
    <w:p w14:paraId="7F95605C" w14:textId="28E8BFAF" w:rsidR="00C1551B" w:rsidRDefault="00C1551B" w:rsidP="00C1551B">
      <w:r w:rsidRPr="00C1551B">
        <w:rPr>
          <w:b/>
        </w:rPr>
        <w:t>Message 0FA :</w:t>
      </w:r>
      <w:r>
        <w:t xml:space="preserve"> </w:t>
      </w:r>
      <w:r w:rsidRPr="00C1551B">
        <w:rPr>
          <w:b/>
        </w:rPr>
        <w:t>3D</w:t>
      </w:r>
      <w:r>
        <w:rPr>
          <w:b/>
        </w:rPr>
        <w:t xml:space="preserve"> </w:t>
      </w:r>
      <w:r w:rsidRPr="00C1551B">
        <w:rPr>
          <w:b/>
        </w:rPr>
        <w:t>09</w:t>
      </w:r>
      <w:r>
        <w:t xml:space="preserve"> </w:t>
      </w:r>
      <w:r w:rsidRPr="00C1551B">
        <w:t>D3</w:t>
      </w:r>
      <w:r>
        <w:t xml:space="preserve"> FF 60 00 </w:t>
      </w:r>
      <w:r w:rsidRPr="00C1551B">
        <w:t>00</w:t>
      </w:r>
    </w:p>
    <w:p w14:paraId="5864DEB9" w14:textId="5FCB7F02" w:rsidR="00C1551B" w:rsidRDefault="00C1551B" w:rsidP="00C1551B">
      <w:r>
        <w:rPr>
          <w:noProof/>
        </w:rPr>
        <w:drawing>
          <wp:inline distT="0" distB="0" distL="0" distR="0" wp14:anchorId="1CD45DA6" wp14:editId="163F2BF8">
            <wp:extent cx="6680200" cy="392744"/>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16637" cy="394886"/>
                    </a:xfrm>
                    <a:prstGeom prst="rect">
                      <a:avLst/>
                    </a:prstGeom>
                  </pic:spPr>
                </pic:pic>
              </a:graphicData>
            </a:graphic>
          </wp:inline>
        </w:drawing>
      </w:r>
    </w:p>
    <w:p w14:paraId="1086972C" w14:textId="3FFE7153" w:rsidR="00C1551B" w:rsidRDefault="00C1551B" w:rsidP="00C1551B">
      <w:r>
        <w:t>Le code à afficher sur les octets 1-2</w:t>
      </w:r>
      <w:r w:rsidR="00605372">
        <w:t xml:space="preserve"> pour afficher 2000 tr/min</w:t>
      </w:r>
      <w:r>
        <w:t xml:space="preserve"> est : 2000/0,128 = 15625 </w:t>
      </w:r>
      <w:r>
        <w:sym w:font="Symbol" w:char="F0AE"/>
      </w:r>
      <w:r>
        <w:t xml:space="preserve"> 3D09</w:t>
      </w:r>
    </w:p>
    <w:p w14:paraId="03CB9102" w14:textId="726B5E81" w:rsidR="00522C67" w:rsidRDefault="00522C67" w:rsidP="00522C67">
      <w:pPr>
        <w:pStyle w:val="Titre2"/>
        <w:jc w:val="both"/>
      </w:pPr>
      <w:r>
        <w:t>Capture et décodage d’une trame à l’aide d’un oscilloscope.</w:t>
      </w:r>
    </w:p>
    <w:p w14:paraId="3386AFC0" w14:textId="35D8310E" w:rsidR="00522C67" w:rsidRDefault="00522C67" w:rsidP="00522C67">
      <w:r>
        <w:t xml:space="preserve">On utilisera </w:t>
      </w:r>
      <w:r w:rsidR="00D25BEF">
        <w:t xml:space="preserve">un </w:t>
      </w:r>
      <w:r>
        <w:t xml:space="preserve">oscilloscope numérique </w:t>
      </w:r>
      <w:r w:rsidR="00D25BEF">
        <w:t xml:space="preserve">à </w:t>
      </w:r>
      <w:r>
        <w:t xml:space="preserve">2 voies </w:t>
      </w:r>
      <w:r w:rsidR="00D25BEF">
        <w:t>permettant l’exportation des signaux vers un PC.</w:t>
      </w:r>
    </w:p>
    <w:p w14:paraId="5111312A" w14:textId="4E121CC6" w:rsidR="00522C67" w:rsidRDefault="00605372" w:rsidP="00A64680">
      <w:pPr>
        <w:pStyle w:val="Questions"/>
      </w:pPr>
      <w:r>
        <w:t> T</w:t>
      </w:r>
      <w:r w:rsidR="00522C67">
        <w:t xml:space="preserve">rame </w:t>
      </w:r>
      <w:r>
        <w:t xml:space="preserve">enregistrée </w:t>
      </w:r>
      <w:r w:rsidR="00522C67">
        <w:t>à l’oscilloscope</w:t>
      </w:r>
      <w:r>
        <w:t> :</w:t>
      </w:r>
    </w:p>
    <w:p w14:paraId="3927EB23" w14:textId="0F6F27C6" w:rsidR="005F040C" w:rsidRDefault="005F040C" w:rsidP="00A64680">
      <w:pPr>
        <w:pStyle w:val="Questions"/>
      </w:pPr>
      <w:r>
        <w:t> Décodage</w:t>
      </w:r>
    </w:p>
    <w:p w14:paraId="6C30A8CD" w14:textId="735E42ED" w:rsidR="00605372" w:rsidRDefault="00605372" w:rsidP="00605372">
      <w:r>
        <w:rPr>
          <w:noProof/>
        </w:rPr>
        <mc:AlternateContent>
          <mc:Choice Requires="wpc">
            <w:drawing>
              <wp:inline distT="0" distB="0" distL="0" distR="0" wp14:anchorId="023A7C6E" wp14:editId="51062FDC">
                <wp:extent cx="6642100" cy="1500374"/>
                <wp:effectExtent l="0" t="0" r="6350" b="5080"/>
                <wp:docPr id="6" name="Zone de dessin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0" name="Image 10"/>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78033" cy="1257050"/>
                          </a:xfrm>
                          <a:prstGeom prst="rect">
                            <a:avLst/>
                          </a:prstGeom>
                          <a:noFill/>
                          <a:ln>
                            <a:noFill/>
                          </a:ln>
                        </pic:spPr>
                      </pic:pic>
                      <wps:wsp>
                        <wps:cNvPr id="13" name="Zone de texte 13"/>
                        <wps:cNvSpPr txBox="1"/>
                        <wps:spPr>
                          <a:xfrm>
                            <a:off x="857389" y="825668"/>
                            <a:ext cx="5249336" cy="1820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1D8FCC" w14:textId="72799D1D" w:rsidR="00605372" w:rsidRPr="008226B4" w:rsidRDefault="00605372" w:rsidP="00605372">
                              <w:pPr>
                                <w:spacing w:after="0"/>
                                <w:rPr>
                                  <w:rFonts w:ascii="Courier" w:hAnsi="Courier"/>
                                  <w:sz w:val="12"/>
                                  <w:szCs w:val="14"/>
                                </w:rPr>
                              </w:pPr>
                              <w:r w:rsidRPr="008226B4">
                                <w:rPr>
                                  <w:rFonts w:ascii="Courier" w:hAnsi="Courier"/>
                                  <w:sz w:val="12"/>
                                  <w:szCs w:val="14"/>
                                </w:rPr>
                                <w:t>000011111</w:t>
                              </w:r>
                              <w:r w:rsidR="008226B4" w:rsidRPr="008226B4">
                                <w:rPr>
                                  <w:rFonts w:ascii="Courier" w:hAnsi="Courier"/>
                                  <w:sz w:val="12"/>
                                  <w:szCs w:val="14"/>
                                </w:rPr>
                                <w:t>0010000</w:t>
                              </w:r>
                              <w:r w:rsidR="008226B4">
                                <w:rPr>
                                  <w:rFonts w:ascii="Courier" w:hAnsi="Courier"/>
                                  <w:sz w:val="12"/>
                                  <w:szCs w:val="14"/>
                                </w:rPr>
                                <w:t>01111000001000001000001011010011111011111001100000100000100000100000101111100000111100010</w:t>
                              </w:r>
                            </w:p>
                          </w:txbxContent>
                        </wps:txbx>
                        <wps:bodyPr rot="0" spcFirstLastPara="0" vertOverflow="overflow" horzOverflow="overflow" vert="horz" wrap="square" lIns="91440" tIns="0" rIns="0" bIns="0" numCol="1" spcCol="0" rtlCol="0" fromWordArt="0" anchor="t" anchorCtr="0" forceAA="0" compatLnSpc="1">
                          <a:prstTxWarp prst="textNoShape">
                            <a:avLst/>
                          </a:prstTxWarp>
                          <a:noAutofit/>
                        </wps:bodyPr>
                      </wps:wsp>
                      <wps:wsp>
                        <wps:cNvPr id="19" name="Rectangle 19"/>
                        <wps:cNvSpPr/>
                        <wps:spPr>
                          <a:xfrm>
                            <a:off x="1734193" y="597896"/>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15"/>
                        <wps:cNvCnPr/>
                        <wps:spPr>
                          <a:xfrm>
                            <a:off x="1134533" y="745017"/>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a:off x="1321646" y="746216"/>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a:off x="1546013" y="746216"/>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14:contentPart bwMode="auto" r:id="rId16">
                        <w14:nvContentPartPr>
                          <w14:cNvPr id="22" name="Encre 22"/>
                          <w14:cNvContentPartPr/>
                        </w14:nvContentPartPr>
                        <w14:xfrm>
                          <a:off x="976260" y="968607"/>
                          <a:ext cx="98280" cy="140040"/>
                        </w14:xfrm>
                      </w14:contentPart>
                      <w14:contentPart bwMode="auto" r:id="rId17">
                        <w14:nvContentPartPr>
                          <w14:cNvPr id="23" name="Encre 23"/>
                          <w14:cNvContentPartPr/>
                        </w14:nvContentPartPr>
                        <w14:xfrm>
                          <a:off x="1184700" y="967167"/>
                          <a:ext cx="105120" cy="154800"/>
                        </w14:xfrm>
                      </w14:contentPart>
                      <w14:contentPart bwMode="auto" r:id="rId18">
                        <w14:nvContentPartPr>
                          <w14:cNvPr id="24" name="Encre 24"/>
                          <w14:cNvContentPartPr/>
                        </w14:nvContentPartPr>
                        <w14:xfrm>
                          <a:off x="1210260" y="1046367"/>
                          <a:ext cx="86400" cy="8280"/>
                        </w14:xfrm>
                      </w14:contentPart>
                      <w14:contentPart bwMode="auto" r:id="rId19">
                        <w14:nvContentPartPr>
                          <w14:cNvPr id="25" name="Encre 25"/>
                          <w14:cNvContentPartPr/>
                        </w14:nvContentPartPr>
                        <w14:xfrm>
                          <a:off x="1392420" y="996327"/>
                          <a:ext cx="114840" cy="157320"/>
                        </w14:xfrm>
                      </w14:contentPart>
                      <w14:contentPart bwMode="auto" r:id="rId20">
                        <w14:nvContentPartPr>
                          <w14:cNvPr id="26" name="Encre 26"/>
                          <w14:cNvContentPartPr/>
                        </w14:nvContentPartPr>
                        <w14:xfrm>
                          <a:off x="1408620" y="1074807"/>
                          <a:ext cx="93960" cy="13320"/>
                        </w14:xfrm>
                      </w14:contentPart>
                      <wps:wsp>
                        <wps:cNvPr id="27" name="Connecteur droit 27"/>
                        <wps:cNvCnPr/>
                        <wps:spPr>
                          <a:xfrm>
                            <a:off x="1905846" y="745019"/>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Rectangle 28"/>
                        <wps:cNvSpPr/>
                        <wps:spPr>
                          <a:xfrm>
                            <a:off x="954748" y="611384"/>
                            <a:ext cx="36000" cy="36000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1546012" y="900928"/>
                            <a:ext cx="359833" cy="62721"/>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1368212" y="60936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2137391" y="611383"/>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14:contentPart bwMode="auto" r:id="rId21">
                        <w14:nvContentPartPr>
                          <w14:cNvPr id="33" name="Encre 33"/>
                          <w14:cNvContentPartPr/>
                        </w14:nvContentPartPr>
                        <w14:xfrm>
                          <a:off x="1623180" y="999965"/>
                          <a:ext cx="83160" cy="119160"/>
                        </w14:xfrm>
                      </w14:contentPart>
                      <w14:contentPart bwMode="auto" r:id="rId22">
                        <w14:nvContentPartPr>
                          <w14:cNvPr id="37" name="Encre 37"/>
                          <w14:cNvContentPartPr/>
                        </w14:nvContentPartPr>
                        <w14:xfrm>
                          <a:off x="1706340" y="1178127"/>
                          <a:ext cx="13320" cy="164880"/>
                        </w14:xfrm>
                      </w14:contentPart>
                      <wps:wsp>
                        <wps:cNvPr id="41" name="Zone de texte 41"/>
                        <wps:cNvSpPr txBox="1"/>
                        <wps:spPr>
                          <a:xfrm>
                            <a:off x="1460500" y="1341626"/>
                            <a:ext cx="1007533" cy="1231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E91C56" w14:textId="0D718983" w:rsidR="006560BB" w:rsidRPr="006560BB" w:rsidRDefault="005F040C" w:rsidP="006560BB">
                              <w:pPr>
                                <w:spacing w:after="0"/>
                                <w:rPr>
                                  <w:sz w:val="16"/>
                                </w:rPr>
                              </w:pPr>
                              <w:r>
                                <w:rPr>
                                  <w:sz w:val="16"/>
                                </w:rPr>
                                <w:t>7</w:t>
                              </w:r>
                              <w:r w:rsidR="006560BB">
                                <w:rPr>
                                  <w:sz w:val="16"/>
                                </w:rPr>
                                <w:t xml:space="preserve"> octets de données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2" name="Connecteur droit 42"/>
                        <wps:cNvCnPr/>
                        <wps:spPr>
                          <a:xfrm>
                            <a:off x="2105218" y="761621"/>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Rectangle 43"/>
                        <wps:cNvSpPr/>
                        <wps:spPr>
                          <a:xfrm>
                            <a:off x="2418891" y="611383"/>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2694058" y="603642"/>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Connecteur droit 45"/>
                        <wps:cNvCnPr/>
                        <wps:spPr>
                          <a:xfrm>
                            <a:off x="2325351" y="761621"/>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Connecteur droit 46"/>
                        <wps:cNvCnPr/>
                        <wps:spPr>
                          <a:xfrm>
                            <a:off x="2553951" y="760880"/>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Connecteur droit 47"/>
                        <wps:cNvCnPr/>
                        <wps:spPr>
                          <a:xfrm>
                            <a:off x="2782551" y="765565"/>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14:contentPart bwMode="auto" r:id="rId23">
                        <w14:nvContentPartPr>
                          <w14:cNvPr id="48" name="Encre 48"/>
                          <w14:cNvContentPartPr/>
                        </w14:nvContentPartPr>
                        <w14:xfrm>
                          <a:off x="1959780" y="995607"/>
                          <a:ext cx="92520" cy="173520"/>
                        </w14:xfrm>
                      </w14:contentPart>
                      <w14:contentPart bwMode="auto" r:id="rId24">
                        <w14:nvContentPartPr>
                          <w14:cNvPr id="49" name="Encre 49"/>
                          <w14:cNvContentPartPr/>
                        </w14:nvContentPartPr>
                        <w14:xfrm>
                          <a:off x="2170380" y="1016847"/>
                          <a:ext cx="106200" cy="125280"/>
                        </w14:xfrm>
                      </w14:contentPart>
                      <w14:contentPart bwMode="auto" r:id="rId25">
                        <w14:nvContentPartPr>
                          <w14:cNvPr id="50" name="Encre 50"/>
                          <w14:cNvContentPartPr/>
                        </w14:nvContentPartPr>
                        <w14:xfrm>
                          <a:off x="2383140" y="1006767"/>
                          <a:ext cx="105840" cy="132480"/>
                        </w14:xfrm>
                      </w14:contentPart>
                      <w14:contentPart bwMode="auto" r:id="rId26">
                        <w14:nvContentPartPr>
                          <w14:cNvPr id="51" name="Encre 51"/>
                          <w14:cNvContentPartPr/>
                        </w14:nvContentPartPr>
                        <w14:xfrm>
                          <a:off x="2619660" y="1028007"/>
                          <a:ext cx="109440" cy="124560"/>
                        </w14:xfrm>
                      </w14:contentPart>
                      <wps:wsp>
                        <wps:cNvPr id="52" name="Connecteur droit 52"/>
                        <wps:cNvCnPr/>
                        <wps:spPr>
                          <a:xfrm>
                            <a:off x="2964584" y="745022"/>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Connecteur droit 53"/>
                        <wps:cNvCnPr/>
                        <wps:spPr>
                          <a:xfrm>
                            <a:off x="3150851" y="748646"/>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Rectangle 54"/>
                        <wps:cNvSpPr/>
                        <wps:spPr>
                          <a:xfrm>
                            <a:off x="3976759" y="611379"/>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Connecteur droit 55"/>
                        <wps:cNvCnPr/>
                        <wps:spPr>
                          <a:xfrm>
                            <a:off x="3379451" y="748646"/>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Connecteur droit 56"/>
                        <wps:cNvCnPr/>
                        <wps:spPr>
                          <a:xfrm>
                            <a:off x="3561484" y="753150"/>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Rectangle 57"/>
                        <wps:cNvSpPr/>
                        <wps:spPr>
                          <a:xfrm>
                            <a:off x="4260391" y="59790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4527091" y="61053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4798024" y="59790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5115523" y="58521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Connecteur droit 61"/>
                        <wps:cNvCnPr/>
                        <wps:spPr>
                          <a:xfrm>
                            <a:off x="3790081" y="753150"/>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Connecteur droit 62"/>
                        <wps:cNvCnPr/>
                        <wps:spPr>
                          <a:xfrm>
                            <a:off x="3972114" y="761619"/>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Connecteur droit 63"/>
                        <wps:cNvCnPr/>
                        <wps:spPr>
                          <a:xfrm>
                            <a:off x="4200714" y="753152"/>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Connecteur droit 64"/>
                        <wps:cNvCnPr/>
                        <wps:spPr>
                          <a:xfrm>
                            <a:off x="4429314" y="761619"/>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Connecteur droit 65"/>
                        <wps:cNvCnPr/>
                        <wps:spPr>
                          <a:xfrm>
                            <a:off x="4653681" y="753152"/>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 name="Connecteur droit 66"/>
                        <wps:cNvCnPr/>
                        <wps:spPr>
                          <a:xfrm>
                            <a:off x="4886917" y="753152"/>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14:contentPart bwMode="auto" r:id="rId27">
                        <w14:nvContentPartPr>
                          <w14:cNvPr id="76" name="Encre 76"/>
                          <w14:cNvContentPartPr/>
                        </w14:nvContentPartPr>
                        <w14:xfrm>
                          <a:off x="2821620" y="998127"/>
                          <a:ext cx="108000" cy="124560"/>
                        </w14:xfrm>
                      </w14:contentPart>
                      <w14:contentPart bwMode="auto" r:id="rId28">
                        <w14:nvContentPartPr>
                          <w14:cNvPr id="77" name="Encre 77"/>
                          <w14:cNvContentPartPr/>
                        </w14:nvContentPartPr>
                        <w14:xfrm>
                          <a:off x="3018540" y="1016487"/>
                          <a:ext cx="105120" cy="171360"/>
                        </w14:xfrm>
                      </w14:contentPart>
                      <wps:wsp>
                        <wps:cNvPr id="78" name="Rectangle 78"/>
                        <wps:cNvSpPr/>
                        <wps:spPr>
                          <a:xfrm>
                            <a:off x="3295193" y="638120"/>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3565717" y="597911"/>
                            <a:ext cx="36000" cy="36000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14:contentPart bwMode="auto" r:id="rId29">
                        <w14:nvContentPartPr>
                          <w14:cNvPr id="80" name="Encre 80"/>
                          <w14:cNvContentPartPr/>
                        </w14:nvContentPartPr>
                        <w14:xfrm>
                          <a:off x="3213660" y="1034127"/>
                          <a:ext cx="121680" cy="160200"/>
                        </w14:xfrm>
                      </w14:contentPart>
                      <w14:contentPart bwMode="auto" r:id="rId30">
                        <w14:nvContentPartPr>
                          <w14:cNvPr id="81" name="Encre 81"/>
                          <w14:cNvContentPartPr/>
                        </w14:nvContentPartPr>
                        <w14:xfrm>
                          <a:off x="3250740" y="1129887"/>
                          <a:ext cx="79920" cy="5760"/>
                        </w14:xfrm>
                      </w14:contentPart>
                      <w14:contentPart bwMode="auto" r:id="rId31">
                        <w14:nvContentPartPr>
                          <w14:cNvPr id="82" name="Encre 82"/>
                          <w14:cNvContentPartPr/>
                        </w14:nvContentPartPr>
                        <w14:xfrm>
                          <a:off x="3448380" y="1025847"/>
                          <a:ext cx="84960" cy="153000"/>
                        </w14:xfrm>
                      </w14:contentPart>
                      <w14:contentPart bwMode="auto" r:id="rId32">
                        <w14:nvContentPartPr>
                          <w14:cNvPr id="83" name="Encre 83"/>
                          <w14:cNvContentPartPr/>
                        </w14:nvContentPartPr>
                        <w14:xfrm>
                          <a:off x="3472500" y="1097127"/>
                          <a:ext cx="56520" cy="7560"/>
                        </w14:xfrm>
                      </w14:contentPart>
                      <w14:contentPart bwMode="auto" r:id="rId33">
                        <w14:nvContentPartPr>
                          <w14:cNvPr id="84" name="Encre 84"/>
                          <w14:cNvContentPartPr/>
                        </w14:nvContentPartPr>
                        <w14:xfrm>
                          <a:off x="3638460" y="1014327"/>
                          <a:ext cx="79920" cy="136440"/>
                        </w14:xfrm>
                      </w14:contentPart>
                      <w14:contentPart bwMode="auto" r:id="rId34">
                        <w14:nvContentPartPr>
                          <w14:cNvPr id="85" name="Encre 85"/>
                          <w14:cNvContentPartPr/>
                        </w14:nvContentPartPr>
                        <w14:xfrm>
                          <a:off x="3838980" y="1033767"/>
                          <a:ext cx="74160" cy="124920"/>
                        </w14:xfrm>
                      </w14:contentPart>
                      <w14:contentPart bwMode="auto" r:id="rId35">
                        <w14:nvContentPartPr>
                          <w14:cNvPr id="86" name="Encre 86"/>
                          <w14:cNvContentPartPr/>
                        </w14:nvContentPartPr>
                        <w14:xfrm>
                          <a:off x="4051740" y="1022247"/>
                          <a:ext cx="64440" cy="137160"/>
                        </w14:xfrm>
                      </w14:contentPart>
                      <wps:wsp>
                        <wps:cNvPr id="89" name="Connecteur droit 89"/>
                        <wps:cNvCnPr/>
                        <wps:spPr>
                          <a:xfrm>
                            <a:off x="5670087" y="775281"/>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14:contentPart bwMode="auto" r:id="rId36">
                        <w14:nvContentPartPr>
                          <w14:cNvPr id="90" name="Encre 90"/>
                          <w14:cNvContentPartPr/>
                        </w14:nvContentPartPr>
                        <w14:xfrm>
                          <a:off x="4274580" y="1025127"/>
                          <a:ext cx="104400" cy="133560"/>
                        </w14:xfrm>
                      </w14:contentPart>
                      <w14:contentPart bwMode="auto" r:id="rId37">
                        <w14:nvContentPartPr>
                          <w14:cNvPr id="91" name="Encre 91"/>
                          <w14:cNvContentPartPr/>
                        </w14:nvContentPartPr>
                        <w14:xfrm>
                          <a:off x="4479060" y="1048527"/>
                          <a:ext cx="92880" cy="133920"/>
                        </w14:xfrm>
                      </w14:contentPart>
                      <w14:contentPart bwMode="auto" r:id="rId38">
                        <w14:nvContentPartPr>
                          <w14:cNvPr id="93" name="Encre 93"/>
                          <w14:cNvContentPartPr/>
                        </w14:nvContentPartPr>
                        <w14:xfrm>
                          <a:off x="4713060" y="1036287"/>
                          <a:ext cx="125280" cy="131760"/>
                        </w14:xfrm>
                      </w14:contentPart>
                      <wps:wsp>
                        <wps:cNvPr id="100" name="Rectangle 100"/>
                        <wps:cNvSpPr/>
                        <wps:spPr>
                          <a:xfrm>
                            <a:off x="5667100" y="897314"/>
                            <a:ext cx="90233" cy="57136"/>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4" name="Rectangle 104"/>
                        <wps:cNvSpPr/>
                        <wps:spPr>
                          <a:xfrm>
                            <a:off x="4886917" y="897217"/>
                            <a:ext cx="771717" cy="56981"/>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 name="Zone de texte 105"/>
                        <wps:cNvSpPr txBox="1"/>
                        <wps:spPr>
                          <a:xfrm>
                            <a:off x="4910307" y="1027796"/>
                            <a:ext cx="872063" cy="1402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5391B7" w14:textId="7CCA77F1" w:rsidR="005F040C" w:rsidRPr="006560BB" w:rsidRDefault="005F040C" w:rsidP="006560BB">
                              <w:pPr>
                                <w:spacing w:after="0"/>
                                <w:rPr>
                                  <w:sz w:val="16"/>
                                </w:rPr>
                              </w:pPr>
                              <w:r>
                                <w:rPr>
                                  <w:sz w:val="16"/>
                                </w:rPr>
                                <w:t>16 bits de contrôle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6" name="Zone de texte 106"/>
                        <wps:cNvSpPr txBox="1"/>
                        <wps:spPr>
                          <a:xfrm>
                            <a:off x="5629973" y="679305"/>
                            <a:ext cx="1012127" cy="1459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91219F" w14:textId="30498BA3" w:rsidR="005F040C" w:rsidRPr="006560BB" w:rsidRDefault="005F040C" w:rsidP="006560BB">
                              <w:pPr>
                                <w:spacing w:after="0"/>
                                <w:rPr>
                                  <w:sz w:val="16"/>
                                </w:rPr>
                              </w:pPr>
                              <w:r>
                                <w:rPr>
                                  <w:sz w:val="16"/>
                                </w:rPr>
                                <w:t>2 bits d’acquittement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14:contentPart bwMode="auto" r:id="rId39">
                        <w14:nvContentPartPr>
                          <w14:cNvPr id="107" name="Encre 107"/>
                          <w14:cNvContentPartPr/>
                        </w14:nvContentPartPr>
                        <w14:xfrm>
                          <a:off x="1764726" y="958065"/>
                          <a:ext cx="141120" cy="150120"/>
                        </w14:xfrm>
                      </w14:contentPart>
                      <w14:contentPart bwMode="auto" r:id="rId40">
                        <w14:nvContentPartPr>
                          <w14:cNvPr id="108" name="Encre 108"/>
                          <w14:cNvContentPartPr/>
                        </w14:nvContentPartPr>
                        <w14:xfrm>
                          <a:off x="1793820" y="1054654"/>
                          <a:ext cx="74160" cy="8280"/>
                        </w14:xfrm>
                      </w14:contentPart>
                      <w14:contentPart bwMode="auto" r:id="rId41">
                        <w14:nvContentPartPr>
                          <w14:cNvPr id="109" name="Encre 109"/>
                          <w14:cNvContentPartPr/>
                        </w14:nvContentPartPr>
                        <w14:xfrm>
                          <a:off x="1585740" y="1118760"/>
                          <a:ext cx="260640" cy="63000"/>
                        </w14:xfrm>
                      </w14:contentPart>
                    </wpc:wpc>
                  </a:graphicData>
                </a:graphic>
              </wp:inline>
            </w:drawing>
          </mc:Choice>
          <mc:Fallback>
            <w:pict>
              <v:group id="Zone de dessin 6" o:spid="_x0000_s1026" editas="canvas" style="width:523pt;height:118.15pt;mso-position-horizontal-relative:char;mso-position-vertical-relative:line" coordsize="66421,14998" o:gfxdata="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421;height:14998;visibility:visible;mso-wrap-style:square">
                  <v:fill o:detectmouseclick="t"/>
                  <v:path o:connecttype="none"/>
                </v:shape>
                <v:shape id="Image 10" o:spid="_x0000_s1028" type="#_x0000_t75" style="position:absolute;width:62780;height:12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ZBQjEAAAA2wAAAA8AAABkcnMvZG93bnJldi54bWxEj09vwjAMxe+T+A6RkXYbKRxg6gho4o/E&#10;ZUgrO3C0GtOUNU5pQum+/XyYtJut9/zez8v14BvVUxfrwAamkwwUcRlszZWBr9P+5RVUTMgWm8Bk&#10;4IcirFejpyXmNjz4k/oiVUpCOOZowKXU5lrH0pHHOAktsWiX0HlMsnaVth0+JNw3epZlc+2xZmlw&#10;2NLGUfld3L2B23m30N4dPtzRXfqhaK/b2flqzPN4eH8DlWhI/+a/64MVfKGXX2QAvfo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ZBQjEAAAA2wAAAA8AAAAAAAAAAAAAAAAA&#10;nwIAAGRycy9kb3ducmV2LnhtbFBLBQYAAAAABAAEAPcAAACQAwAAAAA=&#10;">
                  <v:imagedata r:id="rId44" o:title=""/>
                </v:shape>
                <v:shapetype id="_x0000_t202" coordsize="21600,21600" o:spt="202" path="m,l,21600r21600,l21600,xe">
                  <v:stroke joinstyle="miter"/>
                  <v:path gradientshapeok="t" o:connecttype="rect"/>
                </v:shapetype>
                <v:shape id="Zone de texte 13" o:spid="_x0000_s1029" type="#_x0000_t202" style="position:absolute;left:8573;top:8256;width:52494;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W2b8A&#10;AADbAAAADwAAAGRycy9kb3ducmV2LnhtbERPTWvDMAy9D/YfjAa7rfZaOkYWp5TAaK5rR88iVuPQ&#10;WA62k6b/fh4MdtPjfarcLW4QM4XYe9bwulIgiFtveu40fJ8+X95BxIRscPBMGu4UYVc9PpRYGH/j&#10;L5qPqRM5hGOBGmxKYyFlbC05jCs/Emfu4oPDlGHopAl4y+FukGul3qTDnnODxZFqS+31ODkN63a7&#10;aeqgDqabmnlSl/o82Frr56dl/wEi0ZL+xX/uxuT5G/j9JR8gq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XNbZvwAAANsAAAAPAAAAAAAAAAAAAAAAAJgCAABkcnMvZG93bnJl&#10;di54bWxQSwUGAAAAAAQABAD1AAAAhAMAAAAA&#10;" filled="f" stroked="f" strokeweight=".5pt">
                  <v:textbox inset=",0,0,0">
                    <w:txbxContent>
                      <w:p w14:paraId="3E1D8FCC" w14:textId="72799D1D" w:rsidR="00605372" w:rsidRPr="008226B4" w:rsidRDefault="00605372" w:rsidP="00605372">
                        <w:pPr>
                          <w:spacing w:after="0"/>
                          <w:rPr>
                            <w:rFonts w:ascii="Courier" w:hAnsi="Courier"/>
                            <w:sz w:val="12"/>
                            <w:szCs w:val="14"/>
                          </w:rPr>
                        </w:pPr>
                        <w:r w:rsidRPr="008226B4">
                          <w:rPr>
                            <w:rFonts w:ascii="Courier" w:hAnsi="Courier"/>
                            <w:sz w:val="12"/>
                            <w:szCs w:val="14"/>
                          </w:rPr>
                          <w:t>000011111</w:t>
                        </w:r>
                        <w:r w:rsidR="008226B4" w:rsidRPr="008226B4">
                          <w:rPr>
                            <w:rFonts w:ascii="Courier" w:hAnsi="Courier"/>
                            <w:sz w:val="12"/>
                            <w:szCs w:val="14"/>
                          </w:rPr>
                          <w:t>0010000</w:t>
                        </w:r>
                        <w:r w:rsidR="008226B4">
                          <w:rPr>
                            <w:rFonts w:ascii="Courier" w:hAnsi="Courier"/>
                            <w:sz w:val="12"/>
                            <w:szCs w:val="14"/>
                          </w:rPr>
                          <w:t>01111000001000001000001011010011111011111001100000100000100000100000101111100000111100010</w:t>
                        </w:r>
                      </w:p>
                    </w:txbxContent>
                  </v:textbox>
                </v:shape>
                <v:rect id="Rectangle 19" o:spid="_x0000_s1030" style="position:absolute;left:17341;top:5978;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7Ox8AA&#10;AADbAAAADwAAAGRycy9kb3ducmV2LnhtbERPTWsCMRC9F/wPYQRvNasHqatRVBTKUhCt9Dxsxs3i&#10;ZrImqa7/3hQK3ubxPme+7GwjbuRD7VjBaJiBIC6drrlScPrevX+ACBFZY+OYFDwowHLRe5tjrt2d&#10;D3Q7xkqkEA45KjAxtrmUoTRkMQxdS5y4s/MWY4K+ktrjPYXbRo6zbCIt1pwaDLa0MVRejr9WwXZ0&#10;2Oivylx9cbrsrj/7Yl+sUalBv1vNQETq4kv87/7Uaf4U/n5J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n7Ox8AAAADbAAAADwAAAAAAAAAAAAAAAACYAgAAZHJzL2Rvd25y&#10;ZXYueG1sUEsFBgAAAAAEAAQA9QAAAIUDAAAAAA==&#10;" fillcolor="yellow" stroked="f" strokeweight="2pt"/>
                <v:line id="Connecteur droit 15" o:spid="_x0000_s1031" style="position:absolute;visibility:visible;mso-wrap-style:square" from="11345,7450" to="11345,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moMIAAADbAAAADwAAAGRycy9kb3ducmV2LnhtbERPS2vCQBC+C/0PyxR6042CRlJXCYJg&#10;68lH6XXITpO02dmwu43RX+8Kgrf5+J6zWPWmER05X1tWMB4lIIgLq2suFZyOm+EchA/IGhvLpOBC&#10;HlbLl8ECM23PvKfuEEoRQ9hnqKAKoc2k9EVFBv3ItsSR+7HOYIjQlVI7PMdw08hJksykwZpjQ4Ut&#10;rSsq/g7/RsG8+Px1eZp/jKdfbXrtJrvZ5jtV6u21z99BBOrDU/xwb3WcP4X7L/E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wmoMIAAADbAAAADwAAAAAAAAAAAAAA&#10;AAChAgAAZHJzL2Rvd25yZXYueG1sUEsFBgAAAAAEAAQA+QAAAJADAAAAAA==&#10;" strokecolor="black [3213]"/>
                <v:line id="Connecteur droit 20" o:spid="_x0000_s1032" style="position:absolute;visibility:visible;mso-wrap-style:square" from="13216,7462" to="13216,11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dPhcEAAADbAAAADwAAAGRycy9kb3ducmV2LnhtbERPz2vCMBS+D/wfwhN2m6mFWalGKYKg&#10;7jQ38fponm21eSlJrHV//XIY7Pjx/V6uB9OKnpxvLCuYThIQxKXVDVcKvr+2b3MQPiBrbC2Tgid5&#10;WK9GL0vMtX3wJ/XHUIkYwj5HBXUIXS6lL2sy6Ce2I47cxTqDIUJXSe3wEcNNK9MkmUmDDceGGjva&#10;1FTejnejYF4erq7Iiv30/dRlP336MdueM6Vex0OxABFoCP/iP/dOK0jj+v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J0+FwQAAANsAAAAPAAAAAAAAAAAAAAAA&#10;AKECAABkcnMvZG93bnJldi54bWxQSwUGAAAAAAQABAD5AAAAjwMAAAAA&#10;" strokecolor="black [3213]"/>
                <v:line id="Connecteur droit 21" o:spid="_x0000_s1033" style="position:absolute;visibility:visible;mso-wrap-style:square" from="15460,7462" to="15460,11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vqHsUAAADbAAAADwAAAGRycy9kb3ducmV2LnhtbESPQWvCQBSE74X+h+UVvNVNAhpJXSUU&#10;hGpPakuvj+wzic2+DbvbGP31XaHQ4zAz3zDL9Wg6MZDzrWUF6TQBQVxZ3XKt4OO4eV6A8AFZY2eZ&#10;FFzJw3r1+LDEQtsL72k4hFpECPsCFTQh9IWUvmrIoJ/anjh6J+sMhihdLbXDS4SbTmZJMpcGW44L&#10;Dfb02lD1ffgxChbV7uzKvNyms88+vw3Z+3zzlSs1eRrLFxCBxvAf/mu/aQVZCvc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vqHsUAAADbAAAADwAAAAAAAAAA&#10;AAAAAAChAgAAZHJzL2Rvd25yZXYueG1sUEsFBgAAAAAEAAQA+QAAAJMDAAAAAA==&#10;" strokecolor="black [3213]"/>
                <v:shape id="Encre 22" o:spid="_x0000_s1034" type="#_x0000_t75" style="position:absolute;left:9687;top:9650;width:1148;height:1519;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">
                  <v:imagedata r:id="rId45" o:title=""/>
                </v:shape>
                <v:shape id="Encre 23" o:spid="_x0000_s1035" type="#_x0000_t75" style="position:absolute;left:11764;top:9574;width:1224;height:1717;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">
                  <v:imagedata r:id="rId46" o:title=""/>
                </v:shape>
                <v:shape id="Encre 24" o:spid="_x0000_s1036" type="#_x0000_t75" style="position:absolute;left:12023;top:10420;width:968;height:216;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">
                  <v:imagedata r:id="rId47" o:title=""/>
                </v:shape>
                <v:shape id="Encre 25" o:spid="_x0000_s1037" type="#_x0000_t75" style="position:absolute;left:13834;top:9873;width:1314;height:1760;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">
                  <v:imagedata r:id="rId48" o:title=""/>
                </v:shape>
                <v:shape id="Encre 26" o:spid="_x0000_s1038" type="#_x0000_t75" style="position:absolute;left:14014;top:10722;width:1037;height:245;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">
                  <v:imagedata r:id="rId49" o:title=""/>
                </v:shape>
                <v:line id="Connecteur droit 27" o:spid="_x0000_s1039" style="position:absolute;visibility:visible;mso-wrap-style:square" from="19058,7450" to="19058,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X8cUAAADbAAAADwAAAGRycy9kb3ducmV2LnhtbESPQWvCQBSE7wX/w/IEb7oxUBNSVwmC&#10;0NpTtaXXR/Y1Sc2+DbvbGP313YLQ4zAz3zDr7Wg6MZDzrWUFy0UCgriyuuVawftpP89B+ICssbNM&#10;Cq7kYbuZPKyx0PbCbzQcQy0ihH2BCpoQ+kJKXzVk0C9sTxy9L+sMhihdLbXDS4SbTqZJspIGW44L&#10;Dfa0a6g6H3+Mgrw6fLsyK1+Wjx99dhvS19X+M1NqNh3LJxCBxvAfvreftYI0g7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7X8cUAAADbAAAADwAAAAAAAAAA&#10;AAAAAAChAgAAZHJzL2Rvd25yZXYueG1sUEsFBgAAAAAEAAQA+QAAAJMDAAAAAA==&#10;" strokecolor="black [3213]"/>
                <v:rect id="Rectangle 28" o:spid="_x0000_s1040" style="position:absolute;left:9547;top:6113;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LX7wA&#10;AADbAAAADwAAAGRycy9kb3ducmV2LnhtbERPuwrCMBTdBf8hXMFNU4svqlFEEBRcrA66XZprW2xu&#10;ShO1/r0ZBMfDeS/XranEixpXWlYwGkYgiDOrS84VXM67wRyE88gaK8uk4EMO1qtuZ4mJtm8+0Sv1&#10;uQgh7BJUUHhfJ1K6rCCDbmhr4sDdbWPQB9jkUjf4DuGmknEUTaXBkkNDgTVtC8oe6dMomG0esbXH&#10;uR5jftin7K+3ib4q1e+1mwUIT63/i3/uvVYQh7HhS/gBcvU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6q0tfvAAAANsAAAAPAAAAAAAAAAAAAAAAAJgCAABkcnMvZG93bnJldi54&#10;bWxQSwUGAAAAAAQABAD1AAAAgQMAAAAA&#10;" fillcolor="#00b0f0" stroked="f" strokeweight="2pt"/>
                <v:rect id="Rectangle 29" o:spid="_x0000_s1041" style="position:absolute;left:15460;top:9009;width:3598;height: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B18IA&#10;AADbAAAADwAAAGRycy9kb3ducmV2LnhtbESPQWsCMRSE7wX/Q3hCbzWrB62rUcRa6M1WV9DbY/Pc&#10;XUxelk2q6b9vBMHjMDPfMPNltEZcqfONYwXDQQaCuHS64UpBsf98ewfhA7JG45gU/JGH5aL3Msdc&#10;uxv/0HUXKpEg7HNUUIfQ5lL6siaLfuBa4uSdXWcxJNlVUnd4S3Br5CjLxtJiw2mhxpbWNZWX3a9V&#10;8N1McHsy1Qfr7MBxM96YYyyUeu3H1QxEoBie4Uf7SysYTeH+Jf0A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gkHXwgAAANsAAAAPAAAAAAAAAAAAAAAAAJgCAABkcnMvZG93&#10;bnJldi54bWxQSwUGAAAAAAQABAD1AAAAhwMAAAAA&#10;" fillcolor="#92d050" stroked="f" strokeweight="2pt"/>
                <v:rect id="Rectangle 30" o:spid="_x0000_s1042" style="position:absolute;left:13682;top:6093;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E7OsAA&#10;AADbAAAADwAAAGRycy9kb3ducmV2LnhtbERPy4rCMBTdD/gP4QruxtQRhqEaRUVBiiA+cH1prk2x&#10;ualJRuvfm8XALA/nPZ13thEP8qF2rGA0zEAQl07XXCk4nzafPyBCRNbYOCYFLwown/U+pphr9+QD&#10;PY6xEimEQ44KTIxtLmUoDVkMQ9cSJ+7qvMWYoK+k9vhM4baRX1n2LS3WnBoMtrQyVN6Ov1bBenRY&#10;6V1l7r443zb3y77YF0tUatDvFhMQkbr4L/5zb7WCcVqfvq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PE7OsAAAADbAAAADwAAAAAAAAAAAAAAAACYAgAAZHJzL2Rvd25y&#10;ZXYueG1sUEsFBgAAAAAEAAQA9QAAAIUDAAAAAA==&#10;" fillcolor="yellow" stroked="f" strokeweight="2pt"/>
                <v:rect id="Rectangle 31" o:spid="_x0000_s1043" style="position:absolute;left:21373;top:6113;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2eocMA&#10;AADbAAAADwAAAGRycy9kb3ducmV2LnhtbESP3WoCMRSE7wXfIRyhd5pdC1K2RmlFoSyC+IPXh83p&#10;ZnFzsiapbt++EYReDjPzDTNf9rYVN/Khcawgn2QgiCunG64VnI6b8RuIEJE1to5JwS8FWC6GgzkW&#10;2t15T7dDrEWCcChQgYmxK6QMlSGLYeI64uR9O28xJulrqT3eE9y2cpplM2mx4bRgsKOVoepy+LEK&#10;1vl+pbe1ufrydNlcz7tyV36iUi+j/uMdRKQ+/oef7S+t4DWHx5f0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2eocMAAADbAAAADwAAAAAAAAAAAAAAAACYAgAAZHJzL2Rv&#10;d25yZXYueG1sUEsFBgAAAAAEAAQA9QAAAIgDAAAAAA==&#10;" fillcolor="yellow" stroked="f" strokeweight="2pt"/>
                <v:shape id="Encre 33" o:spid="_x0000_s1044" type="#_x0000_t75" style="position:absolute;left:16159;top:9963;width:990;height:1311;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">
                  <v:imagedata r:id="rId50" o:title=""/>
                </v:shape>
                <v:shape id="Encre 37" o:spid="_x0000_s1045" type="#_x0000_t75" style="position:absolute;left:16969;top:11723;width:299;height:1800;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">
                  <v:imagedata r:id="rId51" o:title=""/>
                </v:shape>
                <v:shape id="Zone de texte 41" o:spid="_x0000_s1046" type="#_x0000_t202" style="position:absolute;left:14605;top:13416;width:10075;height:12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zMYA&#10;AADbAAAADwAAAGRycy9kb3ducmV2LnhtbESPX0vDQBDE34V+h2MLfbOXSJE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dzMYAAADbAAAADwAAAAAAAAAAAAAAAACYAgAAZHJz&#10;L2Rvd25yZXYueG1sUEsFBgAAAAAEAAQA9QAAAIsDAAAAAA==&#10;" filled="f" stroked="f" strokeweight=".5pt">
                  <v:textbox inset="0,0,0,0">
                    <w:txbxContent>
                      <w:p w14:paraId="1AE91C56" w14:textId="0D718983" w:rsidR="006560BB" w:rsidRPr="006560BB" w:rsidRDefault="005F040C" w:rsidP="006560BB">
                        <w:pPr>
                          <w:spacing w:after="0"/>
                          <w:rPr>
                            <w:sz w:val="16"/>
                          </w:rPr>
                        </w:pPr>
                        <w:r>
                          <w:rPr>
                            <w:sz w:val="16"/>
                          </w:rPr>
                          <w:t>7</w:t>
                        </w:r>
                        <w:r w:rsidR="006560BB">
                          <w:rPr>
                            <w:sz w:val="16"/>
                          </w:rPr>
                          <w:t xml:space="preserve"> octets de données</w:t>
                        </w:r>
                      </w:p>
                    </w:txbxContent>
                  </v:textbox>
                </v:shape>
                <v:line id="Connecteur droit 42" o:spid="_x0000_s1047" style="position:absolute;visibility:visible;mso-wrap-style:square" from="21052,7616" to="21052,11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RycUAAADbAAAADwAAAGRycy9kb3ducmV2LnhtbESPQWvCQBSE7wX/w/KE3urG0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aRycUAAADbAAAADwAAAAAAAAAA&#10;AAAAAAChAgAAZHJzL2Rvd25yZXYueG1sUEsFBgAAAAAEAAQA+QAAAJMDAAAAAA==&#10;" strokecolor="black [3213]"/>
                <v:rect id="Rectangle 43" o:spid="_x0000_s1048" style="position:absolute;left:24188;top:6113;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XWMMQA&#10;AADbAAAADwAAAGRycy9kb3ducmV2LnhtbESPW2sCMRSE3wv+h3AE32rWC0W2RqmiUJaCeKHPh83p&#10;ZnFzsiZRt//eFAo+DjPzDTNfdrYRN/KhdqxgNMxAEJdO11wpOB23rzMQISJrbByTgl8KsFz0XuaY&#10;a3fnPd0OsRIJwiFHBSbGNpcylIYshqFriZP347zFmKSvpPZ4T3DbyHGWvUmLNacFgy2tDZXnw9Uq&#10;2Iz2a/1VmYsvTuft5XtX7IoVKjXodx/vICJ18Rn+b39qBdMJ/H1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l1jDEAAAA2wAAAA8AAAAAAAAAAAAAAAAAmAIAAGRycy9k&#10;b3ducmV2LnhtbFBLBQYAAAAABAAEAPUAAACJAwAAAAA=&#10;" fillcolor="yellow" stroked="f" strokeweight="2pt"/>
                <v:rect id="Rectangle 44" o:spid="_x0000_s1049" style="position:absolute;left:26940;top:6036;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ORMMA&#10;AADbAAAADwAAAGRycy9kb3ducmV2LnhtbESPQWsCMRSE7wX/Q3hCbzWrSClbo6golKUgrtLzY/Pc&#10;LG5e1iTq+u9NodDjMDPfMLNFb1txIx8axwrGowwEceV0w7WC42H79gEiRGSNrWNS8KAAi/ngZYa5&#10;dnfe062MtUgQDjkqMDF2uZShMmQxjFxHnLyT8xZjkr6W2uM9wW0rJ1n2Li02nBYMdrQ2VJ3Lq1Ww&#10;Ge/X+rs2F18cz9vLz67YFStU6nXYLz9BROrjf/iv/aUVTKfw+yX9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xORMMAAADbAAAADwAAAAAAAAAAAAAAAACYAgAAZHJzL2Rv&#10;d25yZXYueG1sUEsFBgAAAAAEAAQA9QAAAIgDAAAAAA==&#10;" fillcolor="yellow" stroked="f" strokeweight="2pt"/>
                <v:line id="Connecteur droit 45" o:spid="_x0000_s1050" style="position:absolute;visibility:visible;mso-wrap-style:square" from="23253,7616" to="23253,11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JvcUAAADbAAAADwAAAGRycy9kb3ducmV2LnhtbESPQWvCQBSE7wX/w/KE3upGU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8JvcUAAADbAAAADwAAAAAAAAAA&#10;AAAAAAChAgAAZHJzL2Rvd25yZXYueG1sUEsFBgAAAAAEAAQA+QAAAJMDAAAAAA==&#10;" strokecolor="black [3213]"/>
                <v:line id="Connecteur droit 46" o:spid="_x0000_s1051" style="position:absolute;visibility:visible;mso-wrap-style:square" from="25539,7608" to="25539,11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2XysUAAADbAAAADwAAAGRycy9kb3ducmV2LnhtbESPQWvCQBSE70L/w/IEb7pRbCKpq4SC&#10;oO1J29LrI/uapGbfht01xv76bkHocZiZb5j1djCt6Mn5xrKC+SwBQVxa3XCl4P1tN12B8AFZY2uZ&#10;FNzIw3bzMFpjru2Vj9SfQiUihH2OCuoQulxKX9Zk0M9sRxy9L+sMhihdJbXDa4SbVi6SJJUGG44L&#10;NXb0XFN5Pl2MglX58u2KrDjMHz+67KdfvKa7z0ypyXgonkAEGsJ/+N7eawXLFP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V2XysUAAADbAAAADwAAAAAAAAAA&#10;AAAAAAChAgAAZHJzL2Rvd25yZXYueG1sUEsFBgAAAAAEAAQA+QAAAJMDAAAAAA==&#10;" strokecolor="black [3213]"/>
                <v:line id="Connecteur droit 47" o:spid="_x0000_s1052" style="position:absolute;visibility:visible;mso-wrap-style:square" from="27825,7655" to="27825,11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EyUcQAAADbAAAADwAAAGRycy9kb3ducmV2LnhtbESPQWvCQBSE74L/YXmF3nSjtEaiqwRB&#10;qPWkbfH6yL4mabNvw+42Rn+9Kwg9DjPzDbNc96YRHTlfW1YwGScgiAuray4VfH5sR3MQPiBrbCyT&#10;ggt5WK+GgyVm2p75QN0xlCJC2GeooAqhzaT0RUUG/di2xNH7ts5giNKVUjs8R7hp5DRJZtJgzXGh&#10;wpY2FRW/xz+jYF68/7g8zXeT1682vXbT/Wx7SpV6furzBYhAffgPP9pvWsFLC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ETJRxAAAANsAAAAPAAAAAAAAAAAA&#10;AAAAAKECAABkcnMvZG93bnJldi54bWxQSwUGAAAAAAQABAD5AAAAkgMAAAAA&#10;" strokecolor="black [3213]"/>
                <v:shape id="Encre 48" o:spid="_x0000_s1053" type="#_x0000_t75" style="position:absolute;left:19525;top:9873;width:1084;height:1901;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">
                  <v:imagedata r:id="rId52" o:title=""/>
                </v:shape>
                <v:shape id="Encre 49" o:spid="_x0000_s1054" type="#_x0000_t75" style="position:absolute;left:21631;top:10125;width:1224;height:1382;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">
                  <v:imagedata r:id="rId53" o:title=""/>
                </v:shape>
                <v:shape id="Encre 50" o:spid="_x0000_s1055" type="#_x0000_t75" style="position:absolute;left:23748;top:10024;width:1231;height:1458;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">
                  <v:imagedata r:id="rId54" o:title=""/>
                </v:shape>
                <v:shape id="Encre 51" o:spid="_x0000_s1056" type="#_x0000_t75" style="position:absolute;left:26113;top:10233;width:1271;height:1382;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">
                  <v:imagedata r:id="rId55" o:title=""/>
                </v:shape>
                <v:line id="Connecteur droit 52" o:spid="_x0000_s1057" style="position:absolute;visibility:visible;mso-wrap-style:square" from="29645,7450" to="29645,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8HFMQAAADbAAAADwAAAGRycy9kb3ducmV2LnhtbESPQWvCQBSE7wX/w/KE3urGgEaiqwRB&#10;0Hqqben1kX0mabNvw+4ao7/eLRR6HGbmG2a1GUwrenK+saxgOklAEJdWN1wp+HjfvSxA+ICssbVM&#10;Cm7kYbMePa0w1/bKb9SfQiUihH2OCuoQulxKX9Zk0E9sRxy9s3UGQ5SuktrhNcJNK9MkmUuDDceF&#10;Gjva1lT+nC5GwaJ8/XZFVhyms88uu/fpcb77ypR6Hg/FEkSgIfyH/9p7rWCWwu+X+AP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vwcUxAAAANsAAAAPAAAAAAAAAAAA&#10;AAAAAKECAABkcnMvZG93bnJldi54bWxQSwUGAAAAAAQABAD5AAAAkgMAAAAA&#10;" strokecolor="black [3213]"/>
                <v:line id="Connecteur droit 53" o:spid="_x0000_s1058" style="position:absolute;visibility:visible;mso-wrap-style:square" from="31508,7486" to="31508,11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ij8UAAADbAAAADwAAAGRycy9kb3ducmV2LnhtbESPQWvCQBSE7wX/w/KE3upGRSPRVYIg&#10;2PZUW/H6yD6TtNm3YXeNqb/eLRQ8DjPzDbPa9KYRHTlfW1YwHiUgiAuray4VfH3uXhYgfEDW2Fgm&#10;Bb/kYbMePK0w0/bKH9QdQikihH2GCqoQ2kxKX1Rk0I9sSxy9s3UGQ5SulNrhNcJNIydJMpcGa44L&#10;Fba0raj4OVyMgkXx9u3yNH8dz45teusm7/PdKVXqedjnSxCB+vAI/7f3WsFsC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Oij8UAAADbAAAADwAAAAAAAAAA&#10;AAAAAAChAgAAZHJzL2Rvd25yZXYueG1sUEsFBgAAAAAEAAQA+QAAAJMDAAAAAA==&#10;" strokecolor="black [3213]"/>
                <v:rect id="Rectangle 54" o:spid="_x0000_s1059" style="position:absolute;left:39767;top:6113;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YmcQA&#10;AADbAAAADwAAAGRycy9kb3ducmV2LnhtbESP3WoCMRSE7wu+QziCdzWraJGtUaoolKUg/tDrw+Z0&#10;s7g5WZOo27c3hYKXw8x8w8yXnW3EjXyoHSsYDTMQxKXTNVcKTsft6wxEiMgaG8ek4JcCLBe9lznm&#10;2t15T7dDrESCcMhRgYmxzaUMpSGLYeha4uT9OG8xJukrqT3eE9w2cpxlb9JizWnBYEtrQ+X5cLUK&#10;NqP9Wn9V5uKL03l7+d4Vu2KFSg363cc7iEhdfIb/259awXQCf1/S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V2JnEAAAA2wAAAA8AAAAAAAAAAAAAAAAAmAIAAGRycy9k&#10;b3ducmV2LnhtbFBLBQYAAAAABAAEAPUAAACJAwAAAAA=&#10;" fillcolor="yellow" stroked="f" strokeweight="2pt"/>
                <v:line id="Connecteur droit 55" o:spid="_x0000_s1060" style="position:absolute;visibility:visible;mso-wrap-style:square" from="33794,7486" to="33794,11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afYMUAAADbAAAADwAAAGRycy9kb3ducmV2LnhtbESPT2vCQBTE7wW/w/IEb3WjECOpqwRB&#10;8M+ptuL1kX1N0mbfht01pv30bqHQ4zAzv2FWm8G0oifnG8sKZtMEBHFpdcOVgve33fMShA/IGlvL&#10;pOCbPGzWo6cV5tre+ZX6c6hEhLDPUUEdQpdL6cuaDPqp7Yij92GdwRClq6R2eI9w08p5kiykwYbj&#10;Qo0dbWsqv843o2BZHj9dkRWHWXrpsp9+flrsrplSk/FQvIAINIT/8F97rxWkKfx+iT9Ar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afYMUAAADbAAAADwAAAAAAAAAA&#10;AAAAAAChAgAAZHJzL2Rvd25yZXYueG1sUEsFBgAAAAAEAAQA+QAAAJMDAAAAAA==&#10;" strokecolor="black [3213]"/>
                <v:line id="Connecteur droit 56" o:spid="_x0000_s1061" style="position:absolute;visibility:visible;mso-wrap-style:square" from="35614,7531" to="35614,11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BF8QAAADbAAAADwAAAGRycy9kb3ducmV2LnhtbESPQWvCQBSE7wX/w/KE3upGwUSiqwRB&#10;sPWkben1kX0mabNvw+42Rn+9KxR6HGbmG2a1GUwrenK+saxgOklAEJdWN1wp+HjfvSxA+ICssbVM&#10;Cq7kYbMePa0w1/bCR+pPoRIRwj5HBXUIXS6lL2sy6Ce2I47e2TqDIUpXSe3wEuGmlbMkSaXBhuNC&#10;jR1tayp/Tr9GwaJ8+3ZFVrxO559ddutnh3T3lSn1PB6KJYhAQ/gP/7X3WsE8hceX+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hAEXxAAAANsAAAAPAAAAAAAAAAAA&#10;AAAAAKECAABkcnMvZG93bnJldi54bWxQSwUGAAAAAAQABAD5AAAAkgMAAAAA&#10;" strokecolor="black [3213]"/>
                <v:rect id="Rectangle 57" o:spid="_x0000_s1062" style="position:absolute;left:42603;top:5979;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dG7sQA&#10;AADbAAAADwAAAGRycy9kb3ducmV2LnhtbESP3WoCMRSE7wu+QziCdzWroJWtUaoolKUg/tDrw+Z0&#10;s7g5WZOo27c3hYKXw8x8w8yXnW3EjXyoHSsYDTMQxKXTNVcKTsft6wxEiMgaG8ek4JcCLBe9lznm&#10;2t15T7dDrESCcMhRgYmxzaUMpSGLYeha4uT9OG8xJukrqT3eE9w2cpxlU2mx5rRgsKW1ofJ8uFoF&#10;m9F+rb8qc/HF6by9fO+KXbFCpQb97uMdRKQuPsP/7U+tYPIGf1/S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HRu7EAAAA2wAAAA8AAAAAAAAAAAAAAAAAmAIAAGRycy9k&#10;b3ducmV2LnhtbFBLBQYAAAAABAAEAPUAAACJAwAAAAA=&#10;" fillcolor="yellow" stroked="f" strokeweight="2pt"/>
                <v:rect id="Rectangle 58" o:spid="_x0000_s1063" style="position:absolute;left:45270;top:6105;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jSnMAA&#10;AADbAAAADwAAAGRycy9kb3ducmV2LnhtbERPy4rCMBTdD/gP4QruxtQBh6EaRUVBiiA+cH1prk2x&#10;ualJRuvfm8XALA/nPZ13thEP8qF2rGA0zEAQl07XXCk4nzafPyBCRNbYOCYFLwown/U+pphr9+QD&#10;PY6xEimEQ44KTIxtLmUoDVkMQ9cSJ+7qvMWYoK+k9vhM4baRX1n2LS3WnBoMtrQyVN6Ov1bBenRY&#10;6V1l7r443zb3y77YF0tUatDvFhMQkbr4L/5zb7WCcRqbvq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1jSnMAAAADbAAAADwAAAAAAAAAAAAAAAACYAgAAZHJzL2Rvd25y&#10;ZXYueG1sUEsFBgAAAAAEAAQA9QAAAIUDAAAAAA==&#10;" fillcolor="yellow" stroked="f" strokeweight="2pt"/>
                <v:rect id="Rectangle 59" o:spid="_x0000_s1064" style="position:absolute;left:47980;top:5979;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R3B8QA&#10;AADbAAAADwAAAGRycy9kb3ducmV2LnhtbESP3WoCMRSE7wu+QziCdzWroNStUaoolKUg/tDrw+Z0&#10;s7g5WZOo27c3hYKXw8x8w8yXnW3EjXyoHSsYDTMQxKXTNVcKTsft6xuIEJE1No5JwS8FWC56L3PM&#10;tbvznm6HWIkE4ZCjAhNjm0sZSkMWw9C1xMn7cd5iTNJXUnu8J7ht5DjLptJizWnBYEtrQ+X5cLUK&#10;NqP9Wn9V5uKL03l7+d4Vu2KFSg363cc7iEhdfIb/259awWQGf1/S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UdwfEAAAA2wAAAA8AAAAAAAAAAAAAAAAAmAIAAGRycy9k&#10;b3ducmV2LnhtbFBLBQYAAAAABAAEAPUAAACJAwAAAAA=&#10;" fillcolor="yellow" stroked="f" strokeweight="2pt"/>
                <v:rect id="Rectangle 60" o:spid="_x0000_s1065" style="position:absolute;left:51155;top:5852;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IUJ78A&#10;AADbAAAADwAAAGRycy9kb3ducmV2LnhtbERPy4rCMBTdC/5DuII7TZ2FSDWKioKUAfGB60tzbYrN&#10;TU0y2vl7sxiY5eG8F6vONuJFPtSOFUzGGQji0umaKwXXy340AxEissbGMSn4pQCrZb+3wFy7N5/o&#10;dY6VSCEcclRgYmxzKUNpyGIYu5Y4cXfnLcYEfSW1x3cKt438yrKptFhzajDY0tZQ+Tj/WAW7yWmr&#10;vyvz9MX1sX/ejsWx2KBSw0G3noOI1MV/8Z/7oBVM0/r0Jf0Auf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QhQnvwAAANsAAAAPAAAAAAAAAAAAAAAAAJgCAABkcnMvZG93bnJl&#10;di54bWxQSwUGAAAAAAQABAD1AAAAhAMAAAAA&#10;" fillcolor="yellow" stroked="f" strokeweight="2pt"/>
                <v:line id="Connecteur droit 61" o:spid="_x0000_s1066" style="position:absolute;visibility:visible;mso-wrap-style:square" from="37900,7531" to="37900,11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FT3sUAAADbAAAADwAAAGRycy9kb3ducmV2LnhtbESPQWvCQBSE74X+h+UVvNVNBBNJXSUU&#10;hKqnakuvj+wzic2+DbvbGP31bqHQ4zAz3zDL9Wg6MZDzrWUF6TQBQVxZ3XKt4OO4eV6A8AFZY2eZ&#10;FFzJw3r1+LDEQtsLv9NwCLWIEPYFKmhC6AspfdWQQT+1PXH0TtYZDFG6WmqHlwg3nZwlSSYNthwX&#10;GuzptaHq+/BjFCyq3dmVeblN5599fhtm+2zzlSs1eRrLFxCBxvAf/mu/aQVZC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QFT3sUAAADbAAAADwAAAAAAAAAA&#10;AAAAAAChAgAAZHJzL2Rvd25yZXYueG1sUEsFBgAAAAAEAAQA+QAAAJMDAAAAAA==&#10;" strokecolor="black [3213]"/>
                <v:line id="Connecteur droit 62" o:spid="_x0000_s1067" style="position:absolute;visibility:visible;mso-wrap-style:square" from="39721,7616" to="39721,11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PNqcUAAADbAAAADwAAAGRycy9kb3ducmV2LnhtbESPQWvCQBSE74X+h+UVvNWNARNJXSUU&#10;hKqnakuvj+wzic2+DbvbGP31bqHQ4zAz3zDL9Wg6MZDzrWUFs2kCgriyuuVawcdx87wA4QOyxs4y&#10;KbiSh/Xq8WGJhbYXfqfhEGoRIewLVNCE0BdS+qohg35qe+LonawzGKJ0tdQOLxFuOpkmSSYNthwX&#10;GuzptaHq+/BjFCyq3dmVebmdzT/7/Dak+2zzlSs1eRrLFxCBxvAf/mu/aQVZC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dPNqcUAAADbAAAADwAAAAAAAAAA&#10;AAAAAAChAgAAZHJzL2Rvd25yZXYueG1sUEsFBgAAAAAEAAQA+QAAAJMDAAAAAA==&#10;" strokecolor="black [3213]"/>
                <v:line id="Connecteur droit 63" o:spid="_x0000_s1068" style="position:absolute;visibility:visible;mso-wrap-style:square" from="42007,7531" to="42007,11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9oMsUAAADbAAAADwAAAGRycy9kb3ducmV2LnhtbESPQWvCQBSE70L/w/IEb7pRaSKpq4SC&#10;oO1J29LrI/uapGbfht01xv76bkHocZiZb5j1djCt6Mn5xrKC+SwBQVxa3XCl4P1tN12B8AFZY2uZ&#10;FNzIw3bzMFpjru2Vj9SfQiUihH2OCuoQulxKX9Zk0M9sRxy9L+sMhihdJbXDa4SbVi6SJJUGG44L&#10;NXb0XFN5Pl2MglX58u2KrDjMHz+67KdfvKa7z0ypyXgonkAEGsJ/+N7eawXpEv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9oMsUAAADbAAAADwAAAAAAAAAA&#10;AAAAAAChAgAAZHJzL2Rvd25yZXYueG1sUEsFBgAAAAAEAAQA+QAAAJMDAAAAAA==&#10;" strokecolor="black [3213]"/>
                <v:line id="Connecteur droit 64" o:spid="_x0000_s1069" style="position:absolute;visibility:visible;mso-wrap-style:square" from="44293,7616" to="44293,11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bwRsUAAADbAAAADwAAAGRycy9kb3ducmV2LnhtbESPQWvCQBSE70L/w/IEb7pRbCKpq4SC&#10;oO1J29LrI/uapGbfht01xv76bkHocZiZb5j1djCt6Mn5xrKC+SwBQVxa3XCl4P1tN12B8AFZY2uZ&#10;FNzIw3bzMFpjru2Vj9SfQiUihH2OCuoQulxKX9Zk0M9sRxy9L+sMhihdJbXDa4SbVi6SJJUGG44L&#10;NXb0XFN5Pl2MglX58u2KrDjMHz+67KdfvKa7z0ypyXgonkAEGsJ/+N7eawXpEv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bwRsUAAADbAAAADwAAAAAAAAAA&#10;AAAAAAChAgAAZHJzL2Rvd25yZXYueG1sUEsFBgAAAAAEAAQA+QAAAJMDAAAAAA==&#10;" strokecolor="black [3213]"/>
                <v:line id="Connecteur droit 65" o:spid="_x0000_s1070" style="position:absolute;visibility:visible;mso-wrap-style:square" from="46536,7531" to="46536,11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pV3cQAAADbAAAADwAAAGRycy9kb3ducmV2LnhtbESPQWvCQBSE7wX/w/KE3upGwUSiqwRB&#10;sPWkben1kX0mabNvw+42Rn+9KxR6HGbmG2a1GUwrenK+saxgOklAEJdWN1wp+HjfvSxA+ICssbVM&#10;Cq7kYbMePa0w1/bCR+pPoRIRwj5HBXUIXS6lL2sy6Ce2I47e2TqDIUpXSe3wEuGmlbMkSaXBhuNC&#10;jR1tayp/Tr9GwaJ8+3ZFVrxO559ddutnh3T3lSn1PB6KJYhAQ/gP/7X3WkE6h8eX+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OlXdxAAAANsAAAAPAAAAAAAAAAAA&#10;AAAAAKECAABkcnMvZG93bnJldi54bWxQSwUGAAAAAAQABAD5AAAAkgMAAAAA&#10;" strokecolor="black [3213]"/>
                <v:line id="Connecteur droit 66" o:spid="_x0000_s1071" style="position:absolute;visibility:visible;mso-wrap-style:square" from="48869,7531" to="48869,11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jLqsQAAADbAAAADwAAAGRycy9kb3ducmV2LnhtbESPT2vCQBTE7wW/w/KE3upGwURSVwmC&#10;UOvJf/T6yL4mqdm3YXcb0356Vyj0OMzMb5jlejCt6Mn5xrKC6SQBQVxa3XCl4HzavixA+ICssbVM&#10;Cn7Iw3o1elpiru2ND9QfQyUihH2OCuoQulxKX9Zk0E9sRxy9T+sMhihdJbXDW4SbVs6SJJUGG44L&#10;NXa0qam8Hr+NgkX5/uWKrNhN55cu++1n+3T7kSn1PB6KVxCBhvAf/mu/aQVpCo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6MuqxAAAANsAAAAPAAAAAAAAAAAA&#10;AAAAAKECAABkcnMvZG93bnJldi54bWxQSwUGAAAAAAQABAD5AAAAkgMAAAAA&#10;" strokecolor="black [3213]"/>
                <v:shape id="Encre 76" o:spid="_x0000_s1072" type="#_x0000_t75" style="position:absolute;left:28176;top:9916;width:1203;height:1400;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">
                  <v:imagedata r:id="rId56" o:title=""/>
                </v:shape>
                <v:shape id="Encre 77" o:spid="_x0000_s1073" type="#_x0000_t75" style="position:absolute;left:30113;top:10085;width:1220;height:1901;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">
                  <v:imagedata r:id="rId57" o:title=""/>
                </v:shape>
                <v:rect id="Rectangle 78" o:spid="_x0000_s1074" style="position:absolute;left:32951;top:6381;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2O/MAA&#10;AADbAAAADwAAAGRycy9kb3ducmV2LnhtbERPy4rCMBTdD/gP4QruxtRZOEM1ioqCFEF84PrSXJti&#10;c1OTjNa/N4uBWR7OezrvbCMe5EPtWMFomIEgLp2uuVJwPm0+f0CEiKyxcUwKXhRgPut9TDHX7skH&#10;ehxjJVIIhxwVmBjbXMpQGrIYhq4lTtzVeYsxQV9J7fGZwm0jv7JsLC3WnBoMtrQyVN6Ov1bBenRY&#10;6V1l7r443zb3y77YF0tUatDvFhMQkbr4L/5zb7WC7zQ2fUk/QM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2O/MAAAADbAAAADwAAAAAAAAAAAAAAAACYAgAAZHJzL2Rvd25y&#10;ZXYueG1sUEsFBgAAAAAEAAQA9QAAAIUDAAAAAA==&#10;" fillcolor="yellow" stroked="f" strokeweight="2pt"/>
                <v:rect id="Rectangle 79" o:spid="_x0000_s1075" style="position:absolute;left:35657;top:5979;width:36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rZ8QA&#10;AADbAAAADwAAAGRycy9kb3ducmV2LnhtbESPT2sCMRTE7wW/Q3iCt5rVg9atUaoolKUg/qHnx+Z1&#10;s7h5WZOo229vCgWPw8z8hpkvO9uIG/lQO1YwGmYgiEuna64UnI7b1zcQISJrbByTgl8KsFz0XuaY&#10;a3fnPd0OsRIJwiFHBSbGNpcylIYshqFriZP347zFmKSvpPZ4T3DbyHGWTaTFmtOCwZbWhsrz4WoV&#10;bEb7tf6qzMUXp/P28r0rdsUKlRr0u493EJG6+Az/tz+1gukM/r6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hK2fEAAAA2wAAAA8AAAAAAAAAAAAAAAAAmAIAAGRycy9k&#10;b3ducmV2LnhtbFBLBQYAAAAABAAEAPUAAACJAwAAAAA=&#10;" fillcolor="yellow" stroked="f" strokeweight="2pt"/>
                <v:shape id="Encre 80" o:spid="_x0000_s1076" type="#_x0000_t75" style="position:absolute;left:32039;top:10298;width:1382;height:1735;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">
                  <v:imagedata r:id="rId58" o:title=""/>
                </v:shape>
                <v:shape id="Encre 81" o:spid="_x0000_s1077" type="#_x0000_t75" style="position:absolute;left:32417;top:11194;width:940;height:252;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">
                  <v:imagedata r:id="rId59" o:title=""/>
                </v:shape>
                <v:shape id="Encre 82" o:spid="_x0000_s1078" type="#_x0000_t75" style="position:absolute;left:34393;top:10175;width:1034;height:1685;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">
                  <v:imagedata r:id="rId60" o:title=""/>
                </v:shape>
                <v:shape id="Encre 83" o:spid="_x0000_s1079" type="#_x0000_t75" style="position:absolute;left:34624;top:10902;width:698;height:249;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">
                  <v:imagedata r:id="rId61" o:title=""/>
                </v:shape>
                <v:shape id="Encre 84" o:spid="_x0000_s1080" type="#_x0000_t75" style="position:absolute;left:36291;top:10082;width:1000;height:1530;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">
                  <v:imagedata r:id="rId62" o:title=""/>
                </v:shape>
                <v:shape id="Encre 85" o:spid="_x0000_s1081" type="#_x0000_t75" style="position:absolute;left:38292;top:10265;width:947;height:1429;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">
                  <v:imagedata r:id="rId63" o:title=""/>
                </v:shape>
                <v:shape id="Encre 86" o:spid="_x0000_s1082" type="#_x0000_t75" style="position:absolute;left:40427;top:10182;width:839;height:1516;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">
                  <v:imagedata r:id="rId64" o:title=""/>
                </v:shape>
                <v:line id="Connecteur droit 89" o:spid="_x0000_s1083" style="position:absolute;visibility:visible;mso-wrap-style:square" from="56700,7752" to="56700,1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u5IsQAAADbAAAADwAAAGRycy9kb3ducmV2LnhtbESPQWvCQBSE70L/w/IKvelGQaOpqwRB&#10;sPVUbfH6yL4mabNvw+4aU3+9KxQ8DjPfDLNc96YRHTlfW1YwHiUgiAuray4VfB63wzkIH5A1NpZJ&#10;wR95WK+eBkvMtL3wB3WHUIpYwj5DBVUIbSalLyoy6Ee2JY7et3UGQ5SulNrhJZabRk6SZCYN1hwX&#10;KmxpU1HxezgbBfPi/cflaf42nn616bWb7GfbU6rUy3Ofv4II1IdH+J/e6cgt4P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e7kixAAAANsAAAAPAAAAAAAAAAAA&#10;AAAAAKECAABkcnMvZG93bnJldi54bWxQSwUGAAAAAAQABAD5AAAAkgMAAAAA&#10;" strokecolor="black [3213]"/>
                <v:shape id="Encre 90" o:spid="_x0000_s1084" type="#_x0000_t75" style="position:absolute;left:42663;top:10215;width:1224;height:1465;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">
                  <v:imagedata r:id="rId65" o:title=""/>
                </v:shape>
                <v:shape id="Encre 91" o:spid="_x0000_s1085" type="#_x0000_t75" style="position:absolute;left:44711;top:10398;width:1098;height:1516;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">
                  <v:imagedata r:id="rId66" o:title=""/>
                </v:shape>
                <v:shape id="Encre 93" o:spid="_x0000_s1086" type="#_x0000_t75" style="position:absolute;left:47047;top:10312;width:1433;height:1462;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">
                  <v:imagedata r:id="rId67" o:title=""/>
                </v:shape>
                <v:rect id="Rectangle 100" o:spid="_x0000_s1087" style="position:absolute;left:56671;top:8973;width:902;height: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jKcQA&#10;AADcAAAADwAAAGRycy9kb3ducmV2LnhtbESPQUvDQBCF70L/wzKCN7sbCyKx21JKC4Ino209Dtkx&#10;Cc3Oht01if/eOQjeZnhv3vtmvZ19r0aKqQtsoVgaUMR1cB03Fj7ej/dPoFJGdtgHJgs/lGC7Wdys&#10;sXRh4jcaq9woCeFUooU256HUOtUteUzLMBCL9hWixyxrbLSLOEm47/WDMY/aY8fS0OJA+5bqa/Xt&#10;Lej+FF/Hy+r6WZjVsThMld+d99be3c67Z1CZ5vxv/rt+cYJvBF+ekQn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goynEAAAA3AAAAA8AAAAAAAAAAAAAAAAAmAIAAGRycy9k&#10;b3ducmV2LnhtbFBLBQYAAAAABAAEAPUAAACJAwAAAAA=&#10;" fillcolor="#ffc000" stroked="f" strokeweight="2pt"/>
                <v:rect id="Rectangle 104" o:spid="_x0000_s1088" style="position:absolute;left:48869;top:8972;width:7717;height:5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bN88EA&#10;AADcAAAADwAAAGRycy9kb3ducmV2LnhtbERPTWsCMRC9C/0PYQq9aVIpWlajlNZCb1W7gt6GzXR3&#10;aTJZNlHTf28Ewds83ufMl8lZcaI+tJ41PI8UCOLKm5ZrDeXP5/AVRIjIBq1n0vBPAZaLh8EcC+PP&#10;vKHTNtYih3AoUEMTY1dIGaqGHIaR74gz9+t7hzHDvpamx3MOd1aOlZpIhy3nhgY7em+o+tsenYZ1&#10;O8Xvg60/2Kgdp9VkZfep1PrpMb3NQERK8S6+ub9Mnq9e4PpMvkA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mzfPBAAAA3AAAAA8AAAAAAAAAAAAAAAAAmAIAAGRycy9kb3du&#10;cmV2LnhtbFBLBQYAAAAABAAEAPUAAACGAwAAAAA=&#10;" fillcolor="#92d050" stroked="f" strokeweight="2pt"/>
                <v:shape id="Zone de texte 105" o:spid="_x0000_s1089" type="#_x0000_t202" style="position:absolute;left:49103;top:10277;width:8720;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us8QA&#10;AADcAAAADwAAAGRycy9kb3ducmV2LnhtbERPS0sDMRC+C/0PYQrebFJBkbVpKa2FHnzUqqC3cTPu&#10;Lt1MlmS6Xf+9EQRv8/E9Z7YYfKt6iqkJbGE6MaCIy+Aariy8vmwubkAlQXbYBiYL35RgMR+dzbBw&#10;4cTP1O+lUjmEU4EWapGu0DqVNXlMk9ARZ+4rRI+SYay0i3jK4b7Vl8Zca48N54YaO1rVVB72R2+h&#10;fU/x/tPIR7+uHmT3pI9vd9NHa8/Hw/IWlNAg/+I/99bl+eYKfp/JF+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WbrPEAAAA3AAAAA8AAAAAAAAAAAAAAAAAmAIAAGRycy9k&#10;b3ducmV2LnhtbFBLBQYAAAAABAAEAPUAAACJAwAAAAA=&#10;" filled="f" stroked="f" strokeweight=".5pt">
                  <v:textbox inset="0,0,0,0">
                    <w:txbxContent>
                      <w:p w14:paraId="5C5391B7" w14:textId="7CCA77F1" w:rsidR="005F040C" w:rsidRPr="006560BB" w:rsidRDefault="005F040C" w:rsidP="006560BB">
                        <w:pPr>
                          <w:spacing w:after="0"/>
                          <w:rPr>
                            <w:sz w:val="16"/>
                          </w:rPr>
                        </w:pPr>
                        <w:r>
                          <w:rPr>
                            <w:sz w:val="16"/>
                          </w:rPr>
                          <w:t>16 bits de contrôle</w:t>
                        </w:r>
                      </w:p>
                    </w:txbxContent>
                  </v:textbox>
                </v:shape>
                <v:shape id="Zone de texte 106" o:spid="_x0000_s1090" type="#_x0000_t202" style="position:absolute;left:56299;top:6793;width:10122;height:1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TwxMMA&#10;AADcAAAADwAAAGRycy9kb3ducmV2LnhtbERPTUsDMRC9C/0PYQq92aQeiqxNi2iFHlq1VUFv42bc&#10;XbqZLMl0u/57Iwje5vE+Z7EafKt6iqkJbGE2NaCIy+Aariy8vjxcXoNKguywDUwWvinBajm6WGDh&#10;wpn31B+kUjmEU4EWapGu0DqVNXlM09ARZ+4rRI+SYay0i3jO4b7VV8bMtceGc0ONHd3VVB4PJ2+h&#10;fU9x+2nko7+vdvL8pE9v69mjtZPxcHsDSmiQf/Gfe+PyfDOH32fyB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TwxMMAAADcAAAADwAAAAAAAAAAAAAAAACYAgAAZHJzL2Rv&#10;d25yZXYueG1sUEsFBgAAAAAEAAQA9QAAAIgDAAAAAA==&#10;" filled="f" stroked="f" strokeweight=".5pt">
                  <v:textbox inset="0,0,0,0">
                    <w:txbxContent>
                      <w:p w14:paraId="2091219F" w14:textId="30498BA3" w:rsidR="005F040C" w:rsidRPr="006560BB" w:rsidRDefault="005F040C" w:rsidP="006560BB">
                        <w:pPr>
                          <w:spacing w:after="0"/>
                          <w:rPr>
                            <w:sz w:val="16"/>
                          </w:rPr>
                        </w:pPr>
                        <w:r>
                          <w:rPr>
                            <w:sz w:val="16"/>
                          </w:rPr>
                          <w:t>2 bits d’acquittement</w:t>
                        </w:r>
                      </w:p>
                    </w:txbxContent>
                  </v:textbox>
                </v:shape>
                <v:shape id="Encre 107" o:spid="_x0000_s1091" type="#_x0000_t75" style="position:absolute;left:17593;top:9512;width:1551;height:1649;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">
                  <v:imagedata r:id="rId68" o:title=""/>
                </v:shape>
                <v:shape id="Encre 108" o:spid="_x0000_s1092" type="#_x0000_t75" style="position:absolute;left:17862;top:10521;width:843;height:194;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">
                  <v:imagedata r:id="rId69" o:title=""/>
                </v:shape>
                <v:shape id="Encre 109" o:spid="_x0000_s1093" type="#_x0000_t75" style="position:absolute;left:15821;top:11151;width:2693;height:749;visibility:visible;mso-wrap-style:square" o:gfxdata="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">
                  <v:imagedata r:id="rId70" o:title=""/>
                </v:shape>
                <w10:anchorlock/>
              </v:group>
            </w:pict>
          </mc:Fallback>
        </mc:AlternateContent>
      </w:r>
    </w:p>
    <w:p w14:paraId="3BBBAD89" w14:textId="7634C9D8" w:rsidR="00605372" w:rsidRDefault="005F040C" w:rsidP="005F040C">
      <w:pPr>
        <w:rPr>
          <w:color w:val="FF0000"/>
        </w:rPr>
      </w:pPr>
      <w:r w:rsidRPr="005F040C">
        <w:rPr>
          <w:color w:val="FF0000"/>
        </w:rPr>
        <w:t>Afin de sécuriser la transmission des messages, la méthode du « bit-stuffing » est utilisée. Elle consiste, dans le cas où l’on a émis 5 bits de même polarité d'affilée, d'ajouter à la suite un bit de polarité contraire, pour casser des chaînes trop importantes de bits identiques</w:t>
      </w:r>
      <w:r w:rsidR="00601F14">
        <w:rPr>
          <w:color w:val="FF0000"/>
        </w:rPr>
        <w:t>…</w:t>
      </w:r>
    </w:p>
    <w:bookmarkEnd w:id="0"/>
    <w:p w14:paraId="627F8D79" w14:textId="77777777" w:rsidR="005F040C" w:rsidRPr="005F040C" w:rsidRDefault="005F040C" w:rsidP="005F040C"/>
    <w:sectPr w:rsidR="005F040C" w:rsidRPr="005F040C" w:rsidSect="00AD1766">
      <w:headerReference w:type="even" r:id="rId71"/>
      <w:headerReference w:type="default" r:id="rId72"/>
      <w:footerReference w:type="even" r:id="rId73"/>
      <w:footerReference w:type="default" r:id="rId74"/>
      <w:headerReference w:type="first" r:id="rId75"/>
      <w:footerReference w:type="first" r:id="rId76"/>
      <w:pgSz w:w="11906" w:h="16838"/>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90CE1" w14:textId="77777777" w:rsidR="00AA612E" w:rsidRDefault="00AA612E">
      <w:r>
        <w:separator/>
      </w:r>
    </w:p>
    <w:p w14:paraId="1C4FE4F7" w14:textId="77777777" w:rsidR="00AA612E" w:rsidRDefault="00AA612E"/>
  </w:endnote>
  <w:endnote w:type="continuationSeparator" w:id="0">
    <w:p w14:paraId="2EC6C8A7" w14:textId="77777777" w:rsidR="00AA612E" w:rsidRDefault="00AA612E">
      <w:r>
        <w:continuationSeparator/>
      </w:r>
    </w:p>
    <w:p w14:paraId="1B0C782D" w14:textId="77777777" w:rsidR="00AA612E" w:rsidRDefault="00AA6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071D5" w14:textId="77777777" w:rsidR="00734258" w:rsidRDefault="0073425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25FB0" w14:textId="361D7D4E" w:rsidR="00146E8E" w:rsidRDefault="00146E8E" w:rsidP="00AD1766">
    <w:pPr>
      <w:pStyle w:val="Pieddepage"/>
      <w:pBdr>
        <w:top w:val="single" w:sz="4" w:space="1" w:color="auto"/>
      </w:pBdr>
      <w:tabs>
        <w:tab w:val="clear" w:pos="4536"/>
        <w:tab w:val="clear" w:pos="9072"/>
        <w:tab w:val="center" w:pos="5245"/>
        <w:tab w:val="right" w:pos="10490"/>
      </w:tabs>
    </w:pPr>
    <w:r>
      <w:t>Module de robotisation</w:t>
    </w:r>
    <w:r>
      <w:tab/>
    </w:r>
    <w:r>
      <w:tab/>
      <w:t xml:space="preserve">Page </w:t>
    </w:r>
    <w:r>
      <w:rPr>
        <w:rStyle w:val="Numrodepage"/>
      </w:rPr>
      <w:fldChar w:fldCharType="begin"/>
    </w:r>
    <w:r>
      <w:rPr>
        <w:rStyle w:val="Numrodepage"/>
      </w:rPr>
      <w:instrText xml:space="preserve"> PAGE </w:instrText>
    </w:r>
    <w:r>
      <w:rPr>
        <w:rStyle w:val="Numrodepage"/>
      </w:rPr>
      <w:fldChar w:fldCharType="separate"/>
    </w:r>
    <w:r w:rsidR="00AA612E">
      <w:rPr>
        <w:rStyle w:val="Numrodepage"/>
        <w:noProof/>
      </w:rPr>
      <w:t>1</w:t>
    </w:r>
    <w:r>
      <w:rPr>
        <w:rStyle w:val="Numrodepage"/>
      </w:rPr>
      <w:fldChar w:fldCharType="end"/>
    </w:r>
    <w:r>
      <w:rPr>
        <w:rStyle w:val="Numrodepage"/>
      </w:rPr>
      <w:t xml:space="preserve"> sur </w:t>
    </w:r>
    <w:r w:rsidR="00CD5E73">
      <w:rPr>
        <w:rStyle w:val="Numrodepage"/>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5B0D0" w14:textId="77777777" w:rsidR="00734258" w:rsidRDefault="0073425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4B1E6" w14:textId="77777777" w:rsidR="00AA612E" w:rsidRDefault="00AA612E">
      <w:r>
        <w:separator/>
      </w:r>
    </w:p>
    <w:p w14:paraId="41F9A882" w14:textId="77777777" w:rsidR="00AA612E" w:rsidRDefault="00AA612E"/>
  </w:footnote>
  <w:footnote w:type="continuationSeparator" w:id="0">
    <w:p w14:paraId="3A3F526A" w14:textId="77777777" w:rsidR="00AA612E" w:rsidRDefault="00AA612E">
      <w:r>
        <w:continuationSeparator/>
      </w:r>
    </w:p>
    <w:p w14:paraId="2A4986F3" w14:textId="77777777" w:rsidR="00AA612E" w:rsidRDefault="00AA61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A6BF7" w14:textId="77777777" w:rsidR="00734258" w:rsidRDefault="0073425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3D8E2" w14:textId="5D1DC088" w:rsidR="00146E8E" w:rsidRPr="00AD1766" w:rsidRDefault="00AA612E" w:rsidP="00AD1766">
    <w:pPr>
      <w:pStyle w:val="En-tte"/>
      <w:pBdr>
        <w:bottom w:val="single" w:sz="4" w:space="1" w:color="auto"/>
      </w:pBdr>
      <w:tabs>
        <w:tab w:val="clear" w:pos="4536"/>
        <w:tab w:val="clear" w:pos="9072"/>
        <w:tab w:val="center" w:pos="5245"/>
        <w:tab w:val="right" w:pos="10490"/>
      </w:tabs>
    </w:pPr>
    <w:r>
      <w:fldChar w:fldCharType="begin"/>
    </w:r>
    <w:r>
      <w:instrText xml:space="preserve"> FILENAME   \* MERGEFORMAT </w:instrText>
    </w:r>
    <w:r>
      <w:fldChar w:fldCharType="separate"/>
    </w:r>
    <w:r w:rsidR="00532B00">
      <w:rPr>
        <w:noProof/>
      </w:rPr>
      <w:t>TP7.Com-BUS_CAN.Corrigé.docx</w:t>
    </w:r>
    <w:r>
      <w:rPr>
        <w:noProof/>
      </w:rPr>
      <w:fldChar w:fldCharType="end"/>
    </w:r>
    <w:r w:rsidR="00146E8E">
      <w:tab/>
    </w:r>
    <w:r w:rsidR="00146E8E">
      <w:tab/>
      <w:t>27/04/2016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1424C" w14:textId="215D1F35" w:rsidR="00146E8E" w:rsidRDefault="00146E8E" w:rsidP="00AD1766">
    <w:pPr>
      <w:pStyle w:val="En-tte"/>
      <w:tabs>
        <w:tab w:val="clear" w:pos="4536"/>
        <w:tab w:val="clear" w:pos="9072"/>
        <w:tab w:val="center" w:pos="4820"/>
        <w:tab w:val="left" w:pos="71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0C3D96"/>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7444F62A"/>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974259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FC2CECA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A1163E24"/>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56DEE47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488EDAF4"/>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5F64D94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9"/>
    <w:multiLevelType w:val="singleLevel"/>
    <w:tmpl w:val="C840B834"/>
    <w:lvl w:ilvl="0">
      <w:numFmt w:val="bullet"/>
      <w:pStyle w:val="Listepuces"/>
      <w:lvlText w:val="-"/>
      <w:lvlJc w:val="left"/>
      <w:pPr>
        <w:tabs>
          <w:tab w:val="num" w:pos="720"/>
        </w:tabs>
        <w:ind w:left="720" w:hanging="360"/>
      </w:pPr>
      <w:rPr>
        <w:rFonts w:ascii="Ravie" w:eastAsia="Ravie" w:hAnsi="Ravie" w:cs="Ravie" w:hint="default"/>
      </w:rPr>
    </w:lvl>
  </w:abstractNum>
  <w:abstractNum w:abstractNumId="9">
    <w:nsid w:val="066C7DAA"/>
    <w:multiLevelType w:val="hybridMultilevel"/>
    <w:tmpl w:val="E3C0C3EC"/>
    <w:lvl w:ilvl="0" w:tplc="DFDEED1E">
      <w:start w:val="1"/>
      <w:numFmt w:val="decimal"/>
      <w:pStyle w:val="Activits"/>
      <w:lvlText w:val="Activité %1 : "/>
      <w:lvlJc w:val="left"/>
      <w:pPr>
        <w:ind w:left="720" w:hanging="360"/>
      </w:pPr>
      <w:rPr>
        <w:rFonts w:ascii="Arial" w:hAnsi="Arial" w:hint="default"/>
        <w:b/>
        <w:i w:val="0"/>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CAD743A"/>
    <w:multiLevelType w:val="hybridMultilevel"/>
    <w:tmpl w:val="40C2E146"/>
    <w:lvl w:ilvl="0" w:tplc="3F20027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A1E61"/>
    <w:multiLevelType w:val="hybridMultilevel"/>
    <w:tmpl w:val="51B4B9FC"/>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A846BA6"/>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50D1704"/>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8B323E"/>
    <w:multiLevelType w:val="hybridMultilevel"/>
    <w:tmpl w:val="4FCCDA6E"/>
    <w:lvl w:ilvl="0" w:tplc="56546978">
      <w:start w:val="1"/>
      <w:numFmt w:val="decimal"/>
      <w:pStyle w:val="Style1"/>
      <w:lvlText w:val="Question %1 :"/>
      <w:lvlJc w:val="left"/>
      <w:pPr>
        <w:ind w:left="1400" w:hanging="360"/>
      </w:pPr>
      <w:rPr>
        <w:rFonts w:hint="default"/>
        <w:b/>
        <w:i w:val="0"/>
        <w:u w:val="single"/>
      </w:rPr>
    </w:lvl>
    <w:lvl w:ilvl="1" w:tplc="040C0019" w:tentative="1">
      <w:start w:val="1"/>
      <w:numFmt w:val="lowerLetter"/>
      <w:lvlText w:val="%2."/>
      <w:lvlJc w:val="left"/>
      <w:pPr>
        <w:ind w:left="2120" w:hanging="360"/>
      </w:pPr>
    </w:lvl>
    <w:lvl w:ilvl="2" w:tplc="040C001B" w:tentative="1">
      <w:start w:val="1"/>
      <w:numFmt w:val="lowerRoman"/>
      <w:lvlText w:val="%3."/>
      <w:lvlJc w:val="right"/>
      <w:pPr>
        <w:ind w:left="2840" w:hanging="180"/>
      </w:pPr>
    </w:lvl>
    <w:lvl w:ilvl="3" w:tplc="040C000F" w:tentative="1">
      <w:start w:val="1"/>
      <w:numFmt w:val="decimal"/>
      <w:lvlText w:val="%4."/>
      <w:lvlJc w:val="left"/>
      <w:pPr>
        <w:ind w:left="3560" w:hanging="360"/>
      </w:pPr>
    </w:lvl>
    <w:lvl w:ilvl="4" w:tplc="040C0019" w:tentative="1">
      <w:start w:val="1"/>
      <w:numFmt w:val="lowerLetter"/>
      <w:lvlText w:val="%5."/>
      <w:lvlJc w:val="left"/>
      <w:pPr>
        <w:ind w:left="4280" w:hanging="360"/>
      </w:pPr>
    </w:lvl>
    <w:lvl w:ilvl="5" w:tplc="040C001B" w:tentative="1">
      <w:start w:val="1"/>
      <w:numFmt w:val="lowerRoman"/>
      <w:lvlText w:val="%6."/>
      <w:lvlJc w:val="right"/>
      <w:pPr>
        <w:ind w:left="5000" w:hanging="180"/>
      </w:pPr>
    </w:lvl>
    <w:lvl w:ilvl="6" w:tplc="040C000F" w:tentative="1">
      <w:start w:val="1"/>
      <w:numFmt w:val="decimal"/>
      <w:lvlText w:val="%7."/>
      <w:lvlJc w:val="left"/>
      <w:pPr>
        <w:ind w:left="5720" w:hanging="360"/>
      </w:pPr>
    </w:lvl>
    <w:lvl w:ilvl="7" w:tplc="040C0019" w:tentative="1">
      <w:start w:val="1"/>
      <w:numFmt w:val="lowerLetter"/>
      <w:lvlText w:val="%8."/>
      <w:lvlJc w:val="left"/>
      <w:pPr>
        <w:ind w:left="6440" w:hanging="360"/>
      </w:pPr>
    </w:lvl>
    <w:lvl w:ilvl="8" w:tplc="040C001B" w:tentative="1">
      <w:start w:val="1"/>
      <w:numFmt w:val="lowerRoman"/>
      <w:lvlText w:val="%9."/>
      <w:lvlJc w:val="right"/>
      <w:pPr>
        <w:ind w:left="7160" w:hanging="180"/>
      </w:pPr>
    </w:lvl>
  </w:abstractNum>
  <w:abstractNum w:abstractNumId="15">
    <w:nsid w:val="2DFA18E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2FCC527A"/>
    <w:multiLevelType w:val="hybridMultilevel"/>
    <w:tmpl w:val="E3667FB6"/>
    <w:lvl w:ilvl="0" w:tplc="0A6E9568">
      <w:start w:val="1"/>
      <w:numFmt w:val="decimal"/>
      <w:pStyle w:val="Questions"/>
      <w:lvlText w:val="Question %1 : "/>
      <w:lvlJc w:val="left"/>
      <w:pPr>
        <w:ind w:left="720" w:hanging="360"/>
      </w:pPr>
      <w:rPr>
        <w:rFonts w:ascii="Arial" w:hAnsi="Arial" w:hint="default"/>
        <w:b/>
        <w:i w:val="0"/>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CAB3830"/>
    <w:multiLevelType w:val="hybridMultilevel"/>
    <w:tmpl w:val="B0B6A4FC"/>
    <w:lvl w:ilvl="0" w:tplc="FE48C04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56C0E5C"/>
    <w:multiLevelType w:val="hybridMultilevel"/>
    <w:tmpl w:val="081A1A08"/>
    <w:lvl w:ilvl="0" w:tplc="5538BF26">
      <w:start w:val="1"/>
      <w:numFmt w:val="decimal"/>
      <w:lvlText w:val="Question %1 : "/>
      <w:lvlJc w:val="left"/>
      <w:pPr>
        <w:ind w:left="720" w:hanging="360"/>
      </w:pPr>
      <w:rPr>
        <w:rFonts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7D45DBD"/>
    <w:multiLevelType w:val="hybridMultilevel"/>
    <w:tmpl w:val="563C93A0"/>
    <w:lvl w:ilvl="0" w:tplc="D82E1B5A">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AB00A2E"/>
    <w:multiLevelType w:val="hybridMultilevel"/>
    <w:tmpl w:val="631E083A"/>
    <w:lvl w:ilvl="0" w:tplc="FE48C04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6AA0B46"/>
    <w:multiLevelType w:val="multilevel"/>
    <w:tmpl w:val="98ECFE6A"/>
    <w:lvl w:ilvl="0">
      <w:start w:val="1"/>
      <w:numFmt w:val="decimal"/>
      <w:pStyle w:val="Titre1Cap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AC5714"/>
    <w:multiLevelType w:val="hybridMultilevel"/>
    <w:tmpl w:val="ADBC8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C960774"/>
    <w:multiLevelType w:val="hybridMultilevel"/>
    <w:tmpl w:val="1EAAD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F7656B0"/>
    <w:multiLevelType w:val="multilevel"/>
    <w:tmpl w:val="715070CE"/>
    <w:lvl w:ilvl="0">
      <w:start w:val="1"/>
      <w:numFmt w:val="decimal"/>
      <w:lvlText w:val="%1."/>
      <w:lvlJc w:val="left"/>
      <w:pPr>
        <w:tabs>
          <w:tab w:val="num" w:pos="567"/>
        </w:tabs>
        <w:ind w:left="0" w:firstLine="0"/>
      </w:pPr>
      <w:rPr>
        <w:rFonts w:hint="default"/>
      </w:rPr>
    </w:lvl>
    <w:lvl w:ilvl="1">
      <w:start w:val="1"/>
      <w:numFmt w:val="decimal"/>
      <w:pStyle w:val="Titre2"/>
      <w:lvlText w:val="%2"/>
      <w:lvlJc w:val="left"/>
      <w:pPr>
        <w:tabs>
          <w:tab w:val="num" w:pos="851"/>
        </w:tabs>
        <w:ind w:left="284" w:firstLine="0"/>
      </w:pPr>
      <w:rPr>
        <w:rFonts w:hint="default"/>
      </w:rPr>
    </w:lvl>
    <w:lvl w:ilvl="2">
      <w:start w:val="1"/>
      <w:numFmt w:val="decimal"/>
      <w:lvlText w:val="%3."/>
      <w:lvlJc w:val="left"/>
      <w:pPr>
        <w:tabs>
          <w:tab w:val="num" w:pos="1134"/>
        </w:tabs>
        <w:ind w:left="567" w:firstLine="0"/>
      </w:pPr>
      <w:rPr>
        <w:rFonts w:hint="default"/>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25">
    <w:nsid w:val="72673188"/>
    <w:multiLevelType w:val="hybridMultilevel"/>
    <w:tmpl w:val="BC629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2"/>
  </w:num>
  <w:num w:numId="4">
    <w:abstractNumId w:val="3"/>
  </w:num>
  <w:num w:numId="5">
    <w:abstractNumId w:val="2"/>
  </w:num>
  <w:num w:numId="6">
    <w:abstractNumId w:val="1"/>
  </w:num>
  <w:num w:numId="7">
    <w:abstractNumId w:val="0"/>
  </w:num>
  <w:num w:numId="8">
    <w:abstractNumId w:val="7"/>
  </w:num>
  <w:num w:numId="9">
    <w:abstractNumId w:val="6"/>
  </w:num>
  <w:num w:numId="10">
    <w:abstractNumId w:val="5"/>
  </w:num>
  <w:num w:numId="11">
    <w:abstractNumId w:val="4"/>
  </w:num>
  <w:num w:numId="12">
    <w:abstractNumId w:val="8"/>
  </w:num>
  <w:num w:numId="13">
    <w:abstractNumId w:val="24"/>
  </w:num>
  <w:num w:numId="14">
    <w:abstractNumId w:val="16"/>
  </w:num>
  <w:num w:numId="15">
    <w:abstractNumId w:val="19"/>
  </w:num>
  <w:num w:numId="16">
    <w:abstractNumId w:val="14"/>
  </w:num>
  <w:num w:numId="17">
    <w:abstractNumId w:val="11"/>
  </w:num>
  <w:num w:numId="18">
    <w:abstractNumId w:val="10"/>
  </w:num>
  <w:num w:numId="19">
    <w:abstractNumId w:val="21"/>
  </w:num>
  <w:num w:numId="20">
    <w:abstractNumId w:val="9"/>
  </w:num>
  <w:num w:numId="21">
    <w:abstractNumId w:val="20"/>
  </w:num>
  <w:num w:numId="22">
    <w:abstractNumId w:val="16"/>
  </w:num>
  <w:num w:numId="23">
    <w:abstractNumId w:val="25"/>
  </w:num>
  <w:num w:numId="24">
    <w:abstractNumId w:val="16"/>
  </w:num>
  <w:num w:numId="25">
    <w:abstractNumId w:val="16"/>
    <w:lvlOverride w:ilvl="0">
      <w:startOverride w:val="1"/>
    </w:lvlOverride>
  </w:num>
  <w:num w:numId="26">
    <w:abstractNumId w:val="16"/>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24"/>
  </w:num>
  <w:num w:numId="39">
    <w:abstractNumId w:val="24"/>
  </w:num>
  <w:num w:numId="40">
    <w:abstractNumId w:val="22"/>
  </w:num>
  <w:num w:numId="41">
    <w:abstractNumId w:val="23"/>
  </w:num>
  <w:num w:numId="42">
    <w:abstractNumId w:val="18"/>
  </w:num>
  <w:num w:numId="43">
    <w:abstractNumId w:val="16"/>
  </w:num>
  <w:num w:numId="44">
    <w:abstractNumId w:val="16"/>
  </w:num>
  <w:num w:numId="45">
    <w:abstractNumId w:val="17"/>
  </w:num>
  <w:num w:numId="46">
    <w:abstractNumId w:val="24"/>
  </w:num>
  <w:num w:numId="47">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ernierMetEn" w:val="aucun"/>
    <w:docVar w:name="VersionAMath" w:val="(18 janv 98)"/>
  </w:docVars>
  <w:rsids>
    <w:rsidRoot w:val="009E22B5"/>
    <w:rsid w:val="000112E1"/>
    <w:rsid w:val="00012B76"/>
    <w:rsid w:val="00023E47"/>
    <w:rsid w:val="00026ADC"/>
    <w:rsid w:val="000305FF"/>
    <w:rsid w:val="000312B8"/>
    <w:rsid w:val="00047222"/>
    <w:rsid w:val="00056440"/>
    <w:rsid w:val="00067351"/>
    <w:rsid w:val="0008109F"/>
    <w:rsid w:val="0008696C"/>
    <w:rsid w:val="00087E6C"/>
    <w:rsid w:val="00093A4C"/>
    <w:rsid w:val="00096734"/>
    <w:rsid w:val="000A3368"/>
    <w:rsid w:val="000D4D70"/>
    <w:rsid w:val="000E3116"/>
    <w:rsid w:val="000F2DA6"/>
    <w:rsid w:val="000F322A"/>
    <w:rsid w:val="000F3B06"/>
    <w:rsid w:val="000F65D6"/>
    <w:rsid w:val="001012BD"/>
    <w:rsid w:val="00101DCE"/>
    <w:rsid w:val="001048EF"/>
    <w:rsid w:val="00110DE8"/>
    <w:rsid w:val="0011128A"/>
    <w:rsid w:val="00111778"/>
    <w:rsid w:val="00127D7D"/>
    <w:rsid w:val="0013420B"/>
    <w:rsid w:val="00140C9B"/>
    <w:rsid w:val="001411B8"/>
    <w:rsid w:val="0014309A"/>
    <w:rsid w:val="00146E8E"/>
    <w:rsid w:val="001647E0"/>
    <w:rsid w:val="00171795"/>
    <w:rsid w:val="0017235F"/>
    <w:rsid w:val="0017503F"/>
    <w:rsid w:val="0017688A"/>
    <w:rsid w:val="001821F0"/>
    <w:rsid w:val="00184946"/>
    <w:rsid w:val="00185B76"/>
    <w:rsid w:val="001A3AAE"/>
    <w:rsid w:val="001A54A4"/>
    <w:rsid w:val="001B219E"/>
    <w:rsid w:val="001B4D62"/>
    <w:rsid w:val="001B6D83"/>
    <w:rsid w:val="001B735C"/>
    <w:rsid w:val="001C4914"/>
    <w:rsid w:val="001C65D3"/>
    <w:rsid w:val="001C7DAB"/>
    <w:rsid w:val="001E46CC"/>
    <w:rsid w:val="001E52AF"/>
    <w:rsid w:val="001F1750"/>
    <w:rsid w:val="00200DB8"/>
    <w:rsid w:val="0020450D"/>
    <w:rsid w:val="00206B09"/>
    <w:rsid w:val="00224832"/>
    <w:rsid w:val="002250AA"/>
    <w:rsid w:val="00225B24"/>
    <w:rsid w:val="00230EF8"/>
    <w:rsid w:val="002400F7"/>
    <w:rsid w:val="002411EE"/>
    <w:rsid w:val="00242EA5"/>
    <w:rsid w:val="00246B56"/>
    <w:rsid w:val="00253391"/>
    <w:rsid w:val="002609E2"/>
    <w:rsid w:val="00261EF3"/>
    <w:rsid w:val="002623F5"/>
    <w:rsid w:val="0026254A"/>
    <w:rsid w:val="002662BF"/>
    <w:rsid w:val="00272A6D"/>
    <w:rsid w:val="00275F0B"/>
    <w:rsid w:val="00277143"/>
    <w:rsid w:val="002966AC"/>
    <w:rsid w:val="00296CFD"/>
    <w:rsid w:val="002A48C6"/>
    <w:rsid w:val="002B0A99"/>
    <w:rsid w:val="002C64C5"/>
    <w:rsid w:val="002D1D33"/>
    <w:rsid w:val="002D1E79"/>
    <w:rsid w:val="002E56A7"/>
    <w:rsid w:val="003069FE"/>
    <w:rsid w:val="00313343"/>
    <w:rsid w:val="00320219"/>
    <w:rsid w:val="00326537"/>
    <w:rsid w:val="00327E8B"/>
    <w:rsid w:val="0033449B"/>
    <w:rsid w:val="00336ABB"/>
    <w:rsid w:val="003417C2"/>
    <w:rsid w:val="003503E0"/>
    <w:rsid w:val="00352797"/>
    <w:rsid w:val="003531AC"/>
    <w:rsid w:val="00360648"/>
    <w:rsid w:val="003614C6"/>
    <w:rsid w:val="00361B42"/>
    <w:rsid w:val="0037614E"/>
    <w:rsid w:val="00392404"/>
    <w:rsid w:val="00396A59"/>
    <w:rsid w:val="00397234"/>
    <w:rsid w:val="003A1A9D"/>
    <w:rsid w:val="003A4741"/>
    <w:rsid w:val="003A60A5"/>
    <w:rsid w:val="003B1730"/>
    <w:rsid w:val="003C185F"/>
    <w:rsid w:val="003C43CE"/>
    <w:rsid w:val="003C68F8"/>
    <w:rsid w:val="003D05EE"/>
    <w:rsid w:val="003E353D"/>
    <w:rsid w:val="003E4882"/>
    <w:rsid w:val="003F111C"/>
    <w:rsid w:val="003F71D5"/>
    <w:rsid w:val="003F78DB"/>
    <w:rsid w:val="00402C67"/>
    <w:rsid w:val="00405693"/>
    <w:rsid w:val="00411E23"/>
    <w:rsid w:val="004147A6"/>
    <w:rsid w:val="00420B6E"/>
    <w:rsid w:val="0042174D"/>
    <w:rsid w:val="004229F4"/>
    <w:rsid w:val="00451350"/>
    <w:rsid w:val="004516F3"/>
    <w:rsid w:val="00456239"/>
    <w:rsid w:val="00460BDE"/>
    <w:rsid w:val="004666DC"/>
    <w:rsid w:val="00483FC5"/>
    <w:rsid w:val="00485A93"/>
    <w:rsid w:val="00487838"/>
    <w:rsid w:val="004903F6"/>
    <w:rsid w:val="004939FC"/>
    <w:rsid w:val="00494D5F"/>
    <w:rsid w:val="0049700B"/>
    <w:rsid w:val="004A69C4"/>
    <w:rsid w:val="004B1D90"/>
    <w:rsid w:val="004B4A5D"/>
    <w:rsid w:val="004C0988"/>
    <w:rsid w:val="004D6066"/>
    <w:rsid w:val="004E0F60"/>
    <w:rsid w:val="004E344F"/>
    <w:rsid w:val="004E3C41"/>
    <w:rsid w:val="004F1957"/>
    <w:rsid w:val="004F392E"/>
    <w:rsid w:val="004F67C0"/>
    <w:rsid w:val="00503045"/>
    <w:rsid w:val="005054AB"/>
    <w:rsid w:val="005058A1"/>
    <w:rsid w:val="00507F51"/>
    <w:rsid w:val="00511251"/>
    <w:rsid w:val="00522C67"/>
    <w:rsid w:val="00531D8A"/>
    <w:rsid w:val="00531F96"/>
    <w:rsid w:val="00532B00"/>
    <w:rsid w:val="00533883"/>
    <w:rsid w:val="00541390"/>
    <w:rsid w:val="00541E92"/>
    <w:rsid w:val="0055080B"/>
    <w:rsid w:val="00553E53"/>
    <w:rsid w:val="0055421D"/>
    <w:rsid w:val="00564BF8"/>
    <w:rsid w:val="0057381B"/>
    <w:rsid w:val="00577CA0"/>
    <w:rsid w:val="0058158A"/>
    <w:rsid w:val="00590EDB"/>
    <w:rsid w:val="00592DCD"/>
    <w:rsid w:val="00595EF9"/>
    <w:rsid w:val="005B26BC"/>
    <w:rsid w:val="005B54E7"/>
    <w:rsid w:val="005B58ED"/>
    <w:rsid w:val="005C4FE3"/>
    <w:rsid w:val="005D077B"/>
    <w:rsid w:val="005D628A"/>
    <w:rsid w:val="005D6690"/>
    <w:rsid w:val="005E5321"/>
    <w:rsid w:val="005F040C"/>
    <w:rsid w:val="005F2104"/>
    <w:rsid w:val="00601F14"/>
    <w:rsid w:val="006022C6"/>
    <w:rsid w:val="00602BDB"/>
    <w:rsid w:val="00605372"/>
    <w:rsid w:val="00606B3B"/>
    <w:rsid w:val="00607679"/>
    <w:rsid w:val="006223E8"/>
    <w:rsid w:val="00632542"/>
    <w:rsid w:val="00636BC7"/>
    <w:rsid w:val="00641905"/>
    <w:rsid w:val="00641EF9"/>
    <w:rsid w:val="00646DF8"/>
    <w:rsid w:val="00652794"/>
    <w:rsid w:val="00654AC9"/>
    <w:rsid w:val="006560BB"/>
    <w:rsid w:val="006575B0"/>
    <w:rsid w:val="00663A50"/>
    <w:rsid w:val="00663EBA"/>
    <w:rsid w:val="00665A3C"/>
    <w:rsid w:val="006755F9"/>
    <w:rsid w:val="00687357"/>
    <w:rsid w:val="00687CE9"/>
    <w:rsid w:val="00696CC6"/>
    <w:rsid w:val="00697F66"/>
    <w:rsid w:val="006A71F1"/>
    <w:rsid w:val="006B7D76"/>
    <w:rsid w:val="006C4870"/>
    <w:rsid w:val="006D1F19"/>
    <w:rsid w:val="006D481A"/>
    <w:rsid w:val="006E4CF8"/>
    <w:rsid w:val="006F22ED"/>
    <w:rsid w:val="00700C50"/>
    <w:rsid w:val="007109BD"/>
    <w:rsid w:val="00720ECF"/>
    <w:rsid w:val="00723FC6"/>
    <w:rsid w:val="00724FE1"/>
    <w:rsid w:val="00731589"/>
    <w:rsid w:val="00734258"/>
    <w:rsid w:val="00740B68"/>
    <w:rsid w:val="007470A0"/>
    <w:rsid w:val="00753539"/>
    <w:rsid w:val="00756860"/>
    <w:rsid w:val="0076444F"/>
    <w:rsid w:val="007662A0"/>
    <w:rsid w:val="0076754E"/>
    <w:rsid w:val="00767F55"/>
    <w:rsid w:val="00772CE4"/>
    <w:rsid w:val="00786129"/>
    <w:rsid w:val="00787420"/>
    <w:rsid w:val="007A0500"/>
    <w:rsid w:val="007A0CB0"/>
    <w:rsid w:val="007A1FCE"/>
    <w:rsid w:val="007A2763"/>
    <w:rsid w:val="007B1199"/>
    <w:rsid w:val="007B2B1F"/>
    <w:rsid w:val="007B43DD"/>
    <w:rsid w:val="007B5DC3"/>
    <w:rsid w:val="007D4B32"/>
    <w:rsid w:val="007D5882"/>
    <w:rsid w:val="007E2B90"/>
    <w:rsid w:val="007F11DA"/>
    <w:rsid w:val="008115A6"/>
    <w:rsid w:val="00813D20"/>
    <w:rsid w:val="008226B4"/>
    <w:rsid w:val="00832380"/>
    <w:rsid w:val="008414E0"/>
    <w:rsid w:val="00842651"/>
    <w:rsid w:val="00851699"/>
    <w:rsid w:val="00851DA3"/>
    <w:rsid w:val="00853DBE"/>
    <w:rsid w:val="00855D1A"/>
    <w:rsid w:val="00863A6E"/>
    <w:rsid w:val="00864891"/>
    <w:rsid w:val="00875BD1"/>
    <w:rsid w:val="008A0B02"/>
    <w:rsid w:val="008A3D95"/>
    <w:rsid w:val="008A5839"/>
    <w:rsid w:val="008A7605"/>
    <w:rsid w:val="008B2890"/>
    <w:rsid w:val="008B6B65"/>
    <w:rsid w:val="008C2606"/>
    <w:rsid w:val="008C54EB"/>
    <w:rsid w:val="008D1E6B"/>
    <w:rsid w:val="008D646B"/>
    <w:rsid w:val="008E5FAC"/>
    <w:rsid w:val="008F5DFB"/>
    <w:rsid w:val="0090166D"/>
    <w:rsid w:val="00903E8F"/>
    <w:rsid w:val="009160CD"/>
    <w:rsid w:val="00924FB6"/>
    <w:rsid w:val="00925AB6"/>
    <w:rsid w:val="009404B2"/>
    <w:rsid w:val="00945249"/>
    <w:rsid w:val="00946E02"/>
    <w:rsid w:val="0095197D"/>
    <w:rsid w:val="009575FA"/>
    <w:rsid w:val="00966614"/>
    <w:rsid w:val="0097299F"/>
    <w:rsid w:val="00982FE3"/>
    <w:rsid w:val="009A134C"/>
    <w:rsid w:val="009A610A"/>
    <w:rsid w:val="009B0884"/>
    <w:rsid w:val="009B3DB1"/>
    <w:rsid w:val="009B616C"/>
    <w:rsid w:val="009C017F"/>
    <w:rsid w:val="009D08C1"/>
    <w:rsid w:val="009D3F4E"/>
    <w:rsid w:val="009E080C"/>
    <w:rsid w:val="009E22B5"/>
    <w:rsid w:val="009F57A6"/>
    <w:rsid w:val="00A02934"/>
    <w:rsid w:val="00A1257D"/>
    <w:rsid w:val="00A13C2F"/>
    <w:rsid w:val="00A16767"/>
    <w:rsid w:val="00A27FB2"/>
    <w:rsid w:val="00A31CCB"/>
    <w:rsid w:val="00A35890"/>
    <w:rsid w:val="00A41FAD"/>
    <w:rsid w:val="00A44BC3"/>
    <w:rsid w:val="00A47B4F"/>
    <w:rsid w:val="00A529A4"/>
    <w:rsid w:val="00A64680"/>
    <w:rsid w:val="00A66FED"/>
    <w:rsid w:val="00A67DE8"/>
    <w:rsid w:val="00A74928"/>
    <w:rsid w:val="00A80FEF"/>
    <w:rsid w:val="00A82A42"/>
    <w:rsid w:val="00A9307A"/>
    <w:rsid w:val="00A94B8C"/>
    <w:rsid w:val="00AA013C"/>
    <w:rsid w:val="00AA1AD1"/>
    <w:rsid w:val="00AA4073"/>
    <w:rsid w:val="00AA50F6"/>
    <w:rsid w:val="00AA612E"/>
    <w:rsid w:val="00AC60BD"/>
    <w:rsid w:val="00AD1766"/>
    <w:rsid w:val="00AD68E7"/>
    <w:rsid w:val="00AF2F67"/>
    <w:rsid w:val="00B10428"/>
    <w:rsid w:val="00B2157D"/>
    <w:rsid w:val="00B22FBE"/>
    <w:rsid w:val="00B231C6"/>
    <w:rsid w:val="00B2438D"/>
    <w:rsid w:val="00B30A9E"/>
    <w:rsid w:val="00B32EDF"/>
    <w:rsid w:val="00B34DDF"/>
    <w:rsid w:val="00B36248"/>
    <w:rsid w:val="00B37EDD"/>
    <w:rsid w:val="00B43959"/>
    <w:rsid w:val="00B60CD2"/>
    <w:rsid w:val="00B66AA6"/>
    <w:rsid w:val="00B73FF8"/>
    <w:rsid w:val="00B82325"/>
    <w:rsid w:val="00B83A2D"/>
    <w:rsid w:val="00B91E04"/>
    <w:rsid w:val="00B945D1"/>
    <w:rsid w:val="00BB0DC6"/>
    <w:rsid w:val="00BB2598"/>
    <w:rsid w:val="00BB2AF4"/>
    <w:rsid w:val="00BB4445"/>
    <w:rsid w:val="00BB5B1C"/>
    <w:rsid w:val="00BB5E19"/>
    <w:rsid w:val="00BC255B"/>
    <w:rsid w:val="00BC427D"/>
    <w:rsid w:val="00BD7A41"/>
    <w:rsid w:val="00BE2E6C"/>
    <w:rsid w:val="00BE7C1B"/>
    <w:rsid w:val="00BF677E"/>
    <w:rsid w:val="00BF7019"/>
    <w:rsid w:val="00C03779"/>
    <w:rsid w:val="00C07CB2"/>
    <w:rsid w:val="00C1005A"/>
    <w:rsid w:val="00C12B44"/>
    <w:rsid w:val="00C1551B"/>
    <w:rsid w:val="00C2115E"/>
    <w:rsid w:val="00C35D40"/>
    <w:rsid w:val="00C627D4"/>
    <w:rsid w:val="00C64C2D"/>
    <w:rsid w:val="00C6619D"/>
    <w:rsid w:val="00C667DB"/>
    <w:rsid w:val="00C905EA"/>
    <w:rsid w:val="00C96074"/>
    <w:rsid w:val="00C971D3"/>
    <w:rsid w:val="00C979BD"/>
    <w:rsid w:val="00CA2586"/>
    <w:rsid w:val="00CA54FC"/>
    <w:rsid w:val="00CB45ED"/>
    <w:rsid w:val="00CB4C40"/>
    <w:rsid w:val="00CB6EDE"/>
    <w:rsid w:val="00CC0EC0"/>
    <w:rsid w:val="00CC4373"/>
    <w:rsid w:val="00CC45B9"/>
    <w:rsid w:val="00CC7A1F"/>
    <w:rsid w:val="00CD5E73"/>
    <w:rsid w:val="00CE2E41"/>
    <w:rsid w:val="00CE3A70"/>
    <w:rsid w:val="00CE4064"/>
    <w:rsid w:val="00CE4AF7"/>
    <w:rsid w:val="00CE515E"/>
    <w:rsid w:val="00CF128A"/>
    <w:rsid w:val="00CF4D2D"/>
    <w:rsid w:val="00D016C9"/>
    <w:rsid w:val="00D06917"/>
    <w:rsid w:val="00D10517"/>
    <w:rsid w:val="00D1486D"/>
    <w:rsid w:val="00D151E9"/>
    <w:rsid w:val="00D229F9"/>
    <w:rsid w:val="00D22CB5"/>
    <w:rsid w:val="00D25BEF"/>
    <w:rsid w:val="00D524A0"/>
    <w:rsid w:val="00D54633"/>
    <w:rsid w:val="00D634FD"/>
    <w:rsid w:val="00D66978"/>
    <w:rsid w:val="00D671D5"/>
    <w:rsid w:val="00D72789"/>
    <w:rsid w:val="00D813C3"/>
    <w:rsid w:val="00D96CB3"/>
    <w:rsid w:val="00DA36C3"/>
    <w:rsid w:val="00DA75ED"/>
    <w:rsid w:val="00DA765B"/>
    <w:rsid w:val="00DA7A61"/>
    <w:rsid w:val="00DB122F"/>
    <w:rsid w:val="00DB708C"/>
    <w:rsid w:val="00DB7AFB"/>
    <w:rsid w:val="00DD2886"/>
    <w:rsid w:val="00DF5839"/>
    <w:rsid w:val="00E2353C"/>
    <w:rsid w:val="00E43423"/>
    <w:rsid w:val="00E5083C"/>
    <w:rsid w:val="00E52540"/>
    <w:rsid w:val="00E53B03"/>
    <w:rsid w:val="00E754A3"/>
    <w:rsid w:val="00E82F6D"/>
    <w:rsid w:val="00E90E1F"/>
    <w:rsid w:val="00E9509A"/>
    <w:rsid w:val="00EA0409"/>
    <w:rsid w:val="00EA578A"/>
    <w:rsid w:val="00EA7972"/>
    <w:rsid w:val="00EB1718"/>
    <w:rsid w:val="00EB48FB"/>
    <w:rsid w:val="00EC3AF8"/>
    <w:rsid w:val="00ED3B3F"/>
    <w:rsid w:val="00ED5B9F"/>
    <w:rsid w:val="00EE2085"/>
    <w:rsid w:val="00EE37B8"/>
    <w:rsid w:val="00F0001F"/>
    <w:rsid w:val="00F02245"/>
    <w:rsid w:val="00F03623"/>
    <w:rsid w:val="00F05947"/>
    <w:rsid w:val="00F10D60"/>
    <w:rsid w:val="00F11DAB"/>
    <w:rsid w:val="00F14927"/>
    <w:rsid w:val="00F259AC"/>
    <w:rsid w:val="00F30969"/>
    <w:rsid w:val="00F330EF"/>
    <w:rsid w:val="00F363A2"/>
    <w:rsid w:val="00F4021B"/>
    <w:rsid w:val="00F41A99"/>
    <w:rsid w:val="00F42B47"/>
    <w:rsid w:val="00F42E71"/>
    <w:rsid w:val="00F42F89"/>
    <w:rsid w:val="00F502E9"/>
    <w:rsid w:val="00F52C50"/>
    <w:rsid w:val="00F53E20"/>
    <w:rsid w:val="00F57A09"/>
    <w:rsid w:val="00F648DD"/>
    <w:rsid w:val="00F64AF4"/>
    <w:rsid w:val="00F71DC8"/>
    <w:rsid w:val="00F71EBE"/>
    <w:rsid w:val="00F72200"/>
    <w:rsid w:val="00F7702C"/>
    <w:rsid w:val="00FA2CAB"/>
    <w:rsid w:val="00FA62FD"/>
    <w:rsid w:val="00FB4140"/>
    <w:rsid w:val="00FB546D"/>
    <w:rsid w:val="00FB61D4"/>
    <w:rsid w:val="00FD10B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29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2" w:qFormat="1"/>
    <w:lsdException w:name="Title" w:qFormat="1"/>
    <w:lsdException w:name="Subtitle" w:qFormat="1"/>
    <w:lsdException w:name="Hyperlink" w:uiPriority="99"/>
    <w:lsdException w:name="Strong"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0D60"/>
    <w:pPr>
      <w:overflowPunct w:val="0"/>
      <w:autoSpaceDE w:val="0"/>
      <w:autoSpaceDN w:val="0"/>
      <w:adjustRightInd w:val="0"/>
      <w:spacing w:after="120"/>
      <w:jc w:val="both"/>
      <w:textAlignment w:val="baseline"/>
    </w:pPr>
    <w:rPr>
      <w:rFonts w:ascii="Arial" w:hAnsi="Arial"/>
      <w:sz w:val="24"/>
    </w:rPr>
  </w:style>
  <w:style w:type="paragraph" w:styleId="Titre1">
    <w:name w:val="heading 1"/>
    <w:basedOn w:val="Normal"/>
    <w:next w:val="Normal"/>
    <w:link w:val="Titre1Car"/>
    <w:qFormat/>
    <w:rsid w:val="00067351"/>
    <w:pPr>
      <w:keepNext/>
      <w:pBdr>
        <w:bottom w:val="single" w:sz="4" w:space="1" w:color="auto"/>
      </w:pBdr>
      <w:spacing w:before="240" w:after="60"/>
      <w:outlineLvl w:val="0"/>
    </w:pPr>
    <w:rPr>
      <w:b/>
      <w:bCs/>
      <w:kern w:val="32"/>
      <w:sz w:val="32"/>
      <w:szCs w:val="32"/>
    </w:rPr>
  </w:style>
  <w:style w:type="paragraph" w:styleId="Titre2">
    <w:name w:val="heading 2"/>
    <w:basedOn w:val="Normal"/>
    <w:next w:val="Normal"/>
    <w:qFormat/>
    <w:rsid w:val="00723FC6"/>
    <w:pPr>
      <w:keepNext/>
      <w:numPr>
        <w:ilvl w:val="1"/>
        <w:numId w:val="13"/>
      </w:numPr>
      <w:spacing w:before="240" w:after="60"/>
      <w:jc w:val="left"/>
      <w:outlineLvl w:val="1"/>
    </w:pPr>
    <w:rPr>
      <w:rFonts w:eastAsia="Calibri"/>
      <w:b/>
      <w:bCs/>
      <w:iCs/>
      <w:sz w:val="28"/>
      <w:szCs w:val="28"/>
    </w:rPr>
  </w:style>
  <w:style w:type="paragraph" w:styleId="Titre3">
    <w:name w:val="heading 3"/>
    <w:basedOn w:val="Normal"/>
    <w:next w:val="Normal"/>
    <w:link w:val="Titre3Car"/>
    <w:qFormat/>
    <w:rsid w:val="0011128A"/>
    <w:pPr>
      <w:keepNext/>
      <w:tabs>
        <w:tab w:val="left" w:pos="1134"/>
      </w:tabs>
      <w:spacing w:before="120" w:after="60"/>
      <w:outlineLvl w:val="2"/>
    </w:pPr>
    <w:rPr>
      <w:b/>
      <w:bCs/>
      <w:sz w:val="26"/>
      <w:szCs w:val="26"/>
    </w:rPr>
  </w:style>
  <w:style w:type="paragraph" w:styleId="Titre4">
    <w:name w:val="heading 4"/>
    <w:basedOn w:val="Normal"/>
    <w:next w:val="Normal"/>
    <w:qFormat/>
    <w:rsid w:val="009404B2"/>
    <w:pPr>
      <w:keepNext/>
      <w:numPr>
        <w:ilvl w:val="3"/>
        <w:numId w:val="13"/>
      </w:numPr>
      <w:spacing w:before="240" w:after="60"/>
      <w:outlineLvl w:val="3"/>
    </w:pPr>
    <w:rPr>
      <w:b/>
      <w:bCs/>
      <w:sz w:val="28"/>
      <w:szCs w:val="28"/>
    </w:rPr>
  </w:style>
  <w:style w:type="paragraph" w:styleId="Titre5">
    <w:name w:val="heading 5"/>
    <w:basedOn w:val="Normal"/>
    <w:next w:val="Normal"/>
    <w:qFormat/>
    <w:rsid w:val="009404B2"/>
    <w:pPr>
      <w:numPr>
        <w:ilvl w:val="4"/>
        <w:numId w:val="13"/>
      </w:numPr>
      <w:spacing w:before="240" w:after="60"/>
      <w:outlineLvl w:val="4"/>
    </w:pPr>
    <w:rPr>
      <w:b/>
      <w:bCs/>
      <w:i/>
      <w:iCs/>
      <w:sz w:val="26"/>
      <w:szCs w:val="26"/>
    </w:rPr>
  </w:style>
  <w:style w:type="paragraph" w:styleId="Titre6">
    <w:name w:val="heading 6"/>
    <w:basedOn w:val="Normal"/>
    <w:next w:val="Normal"/>
    <w:qFormat/>
    <w:rsid w:val="009404B2"/>
    <w:pPr>
      <w:numPr>
        <w:ilvl w:val="5"/>
        <w:numId w:val="13"/>
      </w:numPr>
      <w:spacing w:before="240" w:after="60"/>
      <w:outlineLvl w:val="5"/>
    </w:pPr>
    <w:rPr>
      <w:b/>
      <w:bCs/>
      <w:sz w:val="22"/>
      <w:szCs w:val="22"/>
    </w:rPr>
  </w:style>
  <w:style w:type="paragraph" w:styleId="Titre7">
    <w:name w:val="heading 7"/>
    <w:basedOn w:val="Normal"/>
    <w:next w:val="Normal"/>
    <w:qFormat/>
    <w:rsid w:val="009404B2"/>
    <w:pPr>
      <w:numPr>
        <w:ilvl w:val="6"/>
        <w:numId w:val="13"/>
      </w:numPr>
      <w:spacing w:before="240" w:after="60"/>
      <w:outlineLvl w:val="6"/>
    </w:pPr>
    <w:rPr>
      <w:szCs w:val="24"/>
    </w:rPr>
  </w:style>
  <w:style w:type="paragraph" w:styleId="Titre8">
    <w:name w:val="heading 8"/>
    <w:basedOn w:val="Normal"/>
    <w:next w:val="Normal"/>
    <w:qFormat/>
    <w:rsid w:val="009404B2"/>
    <w:pPr>
      <w:numPr>
        <w:ilvl w:val="7"/>
        <w:numId w:val="13"/>
      </w:numPr>
      <w:spacing w:before="240" w:after="60"/>
      <w:outlineLvl w:val="7"/>
    </w:pPr>
    <w:rPr>
      <w:i/>
      <w:iCs/>
      <w:szCs w:val="24"/>
    </w:rPr>
  </w:style>
  <w:style w:type="paragraph" w:styleId="Titre9">
    <w:name w:val="heading 9"/>
    <w:basedOn w:val="Normal"/>
    <w:next w:val="Normal"/>
    <w:qFormat/>
    <w:rsid w:val="009404B2"/>
    <w:pPr>
      <w:numPr>
        <w:ilvl w:val="8"/>
        <w:numId w:val="13"/>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rPr>
      <w:szCs w:val="24"/>
    </w:r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style>
  <w:style w:type="paragraph" w:styleId="Corpsdetexte2">
    <w:name w:val="Body Text 2"/>
    <w:basedOn w:val="Normal"/>
    <w:semiHidden/>
    <w:rsid w:val="009404B2"/>
    <w:pPr>
      <w:spacing w:line="480" w:lineRule="auto"/>
    </w:pPr>
  </w:style>
  <w:style w:type="paragraph" w:styleId="Corpsdetexte3">
    <w:name w:val="Body Text 3"/>
    <w:basedOn w:val="Normal"/>
    <w:semiHidden/>
    <w:rsid w:val="009404B2"/>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link w:val="En-tteCar"/>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qFormat/>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ind w:left="283"/>
    </w:pPr>
  </w:style>
  <w:style w:type="paragraph" w:styleId="Listecontinue2">
    <w:name w:val="List Continue 2"/>
    <w:basedOn w:val="Normal"/>
    <w:semiHidden/>
    <w:rsid w:val="009404B2"/>
    <w:pPr>
      <w:ind w:left="566"/>
    </w:pPr>
  </w:style>
  <w:style w:type="paragraph" w:styleId="Listecontinue3">
    <w:name w:val="List Continue 3"/>
    <w:basedOn w:val="Normal"/>
    <w:semiHidden/>
    <w:rsid w:val="009404B2"/>
    <w:pPr>
      <w:ind w:left="849"/>
    </w:pPr>
  </w:style>
  <w:style w:type="paragraph" w:styleId="Listecontinue4">
    <w:name w:val="List Continue 4"/>
    <w:basedOn w:val="Normal"/>
    <w:semiHidden/>
    <w:rsid w:val="009404B2"/>
    <w:pPr>
      <w:ind w:left="1132"/>
    </w:pPr>
  </w:style>
  <w:style w:type="paragraph" w:styleId="Listecontinue5">
    <w:name w:val="List Continue 5"/>
    <w:basedOn w:val="Normal"/>
    <w:semiHidden/>
    <w:rsid w:val="009404B2"/>
    <w:pPr>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rsid w:val="009404B2"/>
    <w:rPr>
      <w:szCs w:val="24"/>
    </w:rPr>
  </w:style>
  <w:style w:type="paragraph" w:styleId="Normalcentr">
    <w:name w:val="Block Text"/>
    <w:basedOn w:val="Normal"/>
    <w:semiHidden/>
    <w:rsid w:val="009404B2"/>
    <w:pPr>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ind w:left="283"/>
    </w:pPr>
  </w:style>
  <w:style w:type="paragraph" w:styleId="Retraitcorpsdetexte2">
    <w:name w:val="Body Text Indent 2"/>
    <w:basedOn w:val="Normal"/>
    <w:semiHidden/>
    <w:rsid w:val="009404B2"/>
    <w:pPr>
      <w:spacing w:line="480" w:lineRule="auto"/>
      <w:ind w:left="283"/>
    </w:pPr>
  </w:style>
  <w:style w:type="paragraph" w:styleId="Retraitcorpsdetexte3">
    <w:name w:val="Body Text Indent 3"/>
    <w:basedOn w:val="Normal"/>
    <w:semiHidden/>
    <w:rsid w:val="009404B2"/>
    <w:pPr>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F10D60"/>
    <w:pPr>
      <w:spacing w:after="60"/>
      <w:jc w:val="center"/>
      <w:outlineLvl w:val="1"/>
    </w:pPr>
    <w:rPr>
      <w:sz w:val="28"/>
      <w:szCs w:val="24"/>
    </w:r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qFormat/>
    <w:rsid w:val="009404B2"/>
    <w:pPr>
      <w:pBdr>
        <w:top w:val="single" w:sz="4" w:space="1" w:color="auto"/>
        <w:left w:val="single" w:sz="4" w:space="4" w:color="auto"/>
        <w:bottom w:val="single" w:sz="4" w:space="1" w:color="auto"/>
        <w:right w:val="single" w:sz="4" w:space="4" w:color="auto"/>
      </w:pBdr>
      <w:spacing w:before="240" w:after="60"/>
      <w:jc w:val="center"/>
      <w:outlineLvl w:val="0"/>
    </w:pPr>
    <w:rPr>
      <w:b/>
      <w:bCs/>
      <w:kern w:val="28"/>
      <w:sz w:val="40"/>
      <w:szCs w:val="40"/>
    </w:rPr>
  </w:style>
  <w:style w:type="paragraph" w:styleId="Listepuces">
    <w:name w:val="List Bullet"/>
    <w:basedOn w:val="Normal"/>
    <w:rsid w:val="004B1D90"/>
    <w:pPr>
      <w:numPr>
        <w:numId w:val="12"/>
      </w:numPr>
    </w:pPr>
  </w:style>
  <w:style w:type="paragraph" w:styleId="Textedebulles">
    <w:name w:val="Balloon Text"/>
    <w:basedOn w:val="Normal"/>
    <w:link w:val="TextedebullesCar"/>
    <w:rsid w:val="00F10D60"/>
    <w:pPr>
      <w:spacing w:after="0"/>
    </w:pPr>
    <w:rPr>
      <w:rFonts w:ascii="Tahoma" w:hAnsi="Tahoma" w:cs="Tahoma"/>
      <w:sz w:val="16"/>
      <w:szCs w:val="16"/>
    </w:rPr>
  </w:style>
  <w:style w:type="character" w:customStyle="1" w:styleId="TextedebullesCar">
    <w:name w:val="Texte de bulles Car"/>
    <w:link w:val="Textedebulles"/>
    <w:rsid w:val="00F10D60"/>
    <w:rPr>
      <w:rFonts w:ascii="Tahoma" w:hAnsi="Tahoma" w:cs="Tahoma"/>
      <w:sz w:val="16"/>
      <w:szCs w:val="16"/>
    </w:rPr>
  </w:style>
  <w:style w:type="paragraph" w:customStyle="1" w:styleId="Questions">
    <w:name w:val="Questions"/>
    <w:basedOn w:val="Normal"/>
    <w:link w:val="QuestionsCarCar"/>
    <w:qFormat/>
    <w:rsid w:val="00A64680"/>
    <w:pPr>
      <w:numPr>
        <w:numId w:val="14"/>
      </w:numPr>
      <w:tabs>
        <w:tab w:val="left" w:pos="1701"/>
      </w:tabs>
      <w:ind w:left="567" w:hanging="567"/>
    </w:pPr>
    <w:rPr>
      <w:szCs w:val="24"/>
    </w:rPr>
  </w:style>
  <w:style w:type="paragraph" w:styleId="Paragraphedeliste">
    <w:name w:val="List Paragraph"/>
    <w:basedOn w:val="Normal"/>
    <w:link w:val="ParagraphedelisteCar"/>
    <w:uiPriority w:val="34"/>
    <w:qFormat/>
    <w:rsid w:val="00336ABB"/>
    <w:pPr>
      <w:numPr>
        <w:numId w:val="15"/>
      </w:numPr>
      <w:spacing w:after="0"/>
      <w:jc w:val="left"/>
    </w:pPr>
  </w:style>
  <w:style w:type="paragraph" w:styleId="Sansinterligne">
    <w:name w:val="No Spacing"/>
    <w:link w:val="SansinterligneCar"/>
    <w:uiPriority w:val="1"/>
    <w:qFormat/>
    <w:rsid w:val="009E22B5"/>
    <w:rPr>
      <w:rFonts w:ascii="Calibri" w:hAnsi="Calibri"/>
      <w:sz w:val="22"/>
      <w:szCs w:val="22"/>
    </w:rPr>
  </w:style>
  <w:style w:type="character" w:customStyle="1" w:styleId="SansinterligneCar">
    <w:name w:val="Sans interligne Car"/>
    <w:link w:val="Sansinterligne"/>
    <w:uiPriority w:val="1"/>
    <w:rsid w:val="009E22B5"/>
    <w:rPr>
      <w:rFonts w:ascii="Calibri" w:hAnsi="Calibri"/>
      <w:sz w:val="22"/>
      <w:szCs w:val="22"/>
    </w:rPr>
  </w:style>
  <w:style w:type="character" w:customStyle="1" w:styleId="Titre1Car">
    <w:name w:val="Titre 1 Car"/>
    <w:basedOn w:val="Policepardfaut"/>
    <w:link w:val="Titre1"/>
    <w:rsid w:val="00067351"/>
    <w:rPr>
      <w:rFonts w:ascii="Arial" w:hAnsi="Arial"/>
      <w:b/>
      <w:bCs/>
      <w:kern w:val="32"/>
      <w:sz w:val="32"/>
      <w:szCs w:val="32"/>
    </w:rPr>
  </w:style>
  <w:style w:type="character" w:customStyle="1" w:styleId="ParagraphedelisteCar">
    <w:name w:val="Paragraphe de liste Car"/>
    <w:basedOn w:val="Policepardfaut"/>
    <w:link w:val="Paragraphedeliste"/>
    <w:uiPriority w:val="34"/>
    <w:rsid w:val="00336ABB"/>
    <w:rPr>
      <w:rFonts w:ascii="Arial" w:hAnsi="Arial"/>
      <w:sz w:val="24"/>
    </w:rPr>
  </w:style>
  <w:style w:type="paragraph" w:customStyle="1" w:styleId="Style1">
    <w:name w:val="Style1"/>
    <w:basedOn w:val="Paragraphedeliste"/>
    <w:link w:val="Style1Car"/>
    <w:rsid w:val="002E56A7"/>
    <w:pPr>
      <w:numPr>
        <w:numId w:val="16"/>
      </w:numPr>
      <w:spacing w:after="120"/>
      <w:ind w:hanging="1400"/>
      <w:contextualSpacing/>
      <w:jc w:val="both"/>
    </w:pPr>
  </w:style>
  <w:style w:type="character" w:customStyle="1" w:styleId="Style1Car">
    <w:name w:val="Style1 Car"/>
    <w:basedOn w:val="ParagraphedelisteCar"/>
    <w:link w:val="Style1"/>
    <w:rsid w:val="002E56A7"/>
    <w:rPr>
      <w:rFonts w:ascii="Arial" w:hAnsi="Arial"/>
      <w:sz w:val="24"/>
    </w:rPr>
  </w:style>
  <w:style w:type="paragraph" w:customStyle="1" w:styleId="Indications">
    <w:name w:val="Indications"/>
    <w:basedOn w:val="Normal"/>
    <w:qFormat/>
    <w:rsid w:val="008E5FAC"/>
    <w:pPr>
      <w:pBdr>
        <w:top w:val="single" w:sz="4" w:space="1" w:color="auto"/>
        <w:left w:val="single" w:sz="4" w:space="4" w:color="auto"/>
        <w:bottom w:val="single" w:sz="4" w:space="1" w:color="auto"/>
        <w:right w:val="single" w:sz="4" w:space="4" w:color="auto"/>
      </w:pBdr>
    </w:pPr>
    <w:rPr>
      <w:i/>
    </w:rPr>
  </w:style>
  <w:style w:type="character" w:customStyle="1" w:styleId="QuestionsCarCar">
    <w:name w:val="Questions Car Car"/>
    <w:basedOn w:val="Policepardfaut"/>
    <w:link w:val="Questions"/>
    <w:rsid w:val="00A64680"/>
    <w:rPr>
      <w:rFonts w:ascii="Arial" w:hAnsi="Arial"/>
      <w:sz w:val="24"/>
      <w:szCs w:val="24"/>
    </w:rPr>
  </w:style>
  <w:style w:type="paragraph" w:customStyle="1" w:styleId="Sansinterligne1">
    <w:name w:val="Sans interligne1"/>
    <w:uiPriority w:val="1"/>
    <w:rsid w:val="00853DBE"/>
    <w:rPr>
      <w:rFonts w:ascii="Calibri" w:hAnsi="Calibri"/>
      <w:sz w:val="22"/>
      <w:szCs w:val="22"/>
      <w:lang w:eastAsia="en-US"/>
    </w:rPr>
  </w:style>
  <w:style w:type="character" w:customStyle="1" w:styleId="En-tteCar">
    <w:name w:val="En-tête Car"/>
    <w:basedOn w:val="Policepardfaut"/>
    <w:link w:val="En-tte"/>
    <w:uiPriority w:val="99"/>
    <w:rsid w:val="00853DBE"/>
    <w:rPr>
      <w:rFonts w:ascii="Arial" w:hAnsi="Arial"/>
      <w:sz w:val="24"/>
    </w:rPr>
  </w:style>
  <w:style w:type="paragraph" w:customStyle="1" w:styleId="Titre1Capet">
    <w:name w:val="Titre 1 Capet"/>
    <w:basedOn w:val="Paragraphedeliste"/>
    <w:next w:val="Normal"/>
    <w:rsid w:val="0026254A"/>
    <w:pPr>
      <w:numPr>
        <w:numId w:val="19"/>
      </w:numPr>
      <w:overflowPunct/>
      <w:autoSpaceDE/>
      <w:autoSpaceDN/>
      <w:adjustRightInd/>
      <w:contextualSpacing/>
      <w:textAlignment w:val="auto"/>
    </w:pPr>
    <w:rPr>
      <w:rFonts w:eastAsiaTheme="minorHAnsi" w:cstheme="minorBidi"/>
      <w:b/>
      <w:szCs w:val="22"/>
      <w:lang w:eastAsia="en-US"/>
    </w:rPr>
  </w:style>
  <w:style w:type="character" w:styleId="Titredulivre">
    <w:name w:val="Book Title"/>
    <w:basedOn w:val="Policepardfaut"/>
    <w:uiPriority w:val="33"/>
    <w:rsid w:val="0026254A"/>
    <w:rPr>
      <w:b/>
      <w:bCs/>
      <w:smallCaps/>
      <w:spacing w:val="5"/>
    </w:rPr>
  </w:style>
  <w:style w:type="paragraph" w:customStyle="1" w:styleId="Activits">
    <w:name w:val="Activités"/>
    <w:basedOn w:val="Questions"/>
    <w:qFormat/>
    <w:rsid w:val="00CE4064"/>
    <w:pPr>
      <w:numPr>
        <w:numId w:val="20"/>
      </w:numPr>
      <w:ind w:left="567" w:hanging="567"/>
    </w:pPr>
    <w:rPr>
      <w:b/>
    </w:rPr>
  </w:style>
  <w:style w:type="character" w:customStyle="1" w:styleId="Titre3Car">
    <w:name w:val="Titre 3 Car"/>
    <w:basedOn w:val="Policepardfaut"/>
    <w:link w:val="Titre3"/>
    <w:rsid w:val="00BB2598"/>
    <w:rPr>
      <w:rFonts w:ascii="Arial" w:hAnsi="Arial"/>
      <w:b/>
      <w:bCs/>
      <w:sz w:val="26"/>
      <w:szCs w:val="26"/>
    </w:rPr>
  </w:style>
  <w:style w:type="character" w:customStyle="1" w:styleId="rvts10">
    <w:name w:val="rvts10"/>
    <w:basedOn w:val="Policepardfaut"/>
    <w:rsid w:val="00B2157D"/>
    <w:rPr>
      <w:rFonts w:ascii="Times New Roman" w:hAnsi="Times New Roman" w:cs="Times New Roman" w:hint="default"/>
      <w:sz w:val="28"/>
      <w:szCs w:val="28"/>
    </w:rPr>
  </w:style>
  <w:style w:type="character" w:customStyle="1" w:styleId="apple-converted-space">
    <w:name w:val="apple-converted-space"/>
    <w:basedOn w:val="Policepardfaut"/>
    <w:rsid w:val="00C97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2" w:qFormat="1"/>
    <w:lsdException w:name="Title" w:qFormat="1"/>
    <w:lsdException w:name="Subtitle" w:qFormat="1"/>
    <w:lsdException w:name="Hyperlink" w:uiPriority="99"/>
    <w:lsdException w:name="Strong"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0D60"/>
    <w:pPr>
      <w:overflowPunct w:val="0"/>
      <w:autoSpaceDE w:val="0"/>
      <w:autoSpaceDN w:val="0"/>
      <w:adjustRightInd w:val="0"/>
      <w:spacing w:after="120"/>
      <w:jc w:val="both"/>
      <w:textAlignment w:val="baseline"/>
    </w:pPr>
    <w:rPr>
      <w:rFonts w:ascii="Arial" w:hAnsi="Arial"/>
      <w:sz w:val="24"/>
    </w:rPr>
  </w:style>
  <w:style w:type="paragraph" w:styleId="Titre1">
    <w:name w:val="heading 1"/>
    <w:basedOn w:val="Normal"/>
    <w:next w:val="Normal"/>
    <w:link w:val="Titre1Car"/>
    <w:qFormat/>
    <w:rsid w:val="00067351"/>
    <w:pPr>
      <w:keepNext/>
      <w:pBdr>
        <w:bottom w:val="single" w:sz="4" w:space="1" w:color="auto"/>
      </w:pBdr>
      <w:spacing w:before="240" w:after="60"/>
      <w:outlineLvl w:val="0"/>
    </w:pPr>
    <w:rPr>
      <w:b/>
      <w:bCs/>
      <w:kern w:val="32"/>
      <w:sz w:val="32"/>
      <w:szCs w:val="32"/>
    </w:rPr>
  </w:style>
  <w:style w:type="paragraph" w:styleId="Titre2">
    <w:name w:val="heading 2"/>
    <w:basedOn w:val="Normal"/>
    <w:next w:val="Normal"/>
    <w:qFormat/>
    <w:rsid w:val="00723FC6"/>
    <w:pPr>
      <w:keepNext/>
      <w:numPr>
        <w:ilvl w:val="1"/>
        <w:numId w:val="13"/>
      </w:numPr>
      <w:spacing w:before="240" w:after="60"/>
      <w:jc w:val="left"/>
      <w:outlineLvl w:val="1"/>
    </w:pPr>
    <w:rPr>
      <w:rFonts w:eastAsia="Calibri"/>
      <w:b/>
      <w:bCs/>
      <w:iCs/>
      <w:sz w:val="28"/>
      <w:szCs w:val="28"/>
    </w:rPr>
  </w:style>
  <w:style w:type="paragraph" w:styleId="Titre3">
    <w:name w:val="heading 3"/>
    <w:basedOn w:val="Normal"/>
    <w:next w:val="Normal"/>
    <w:link w:val="Titre3Car"/>
    <w:qFormat/>
    <w:rsid w:val="0011128A"/>
    <w:pPr>
      <w:keepNext/>
      <w:tabs>
        <w:tab w:val="left" w:pos="1134"/>
      </w:tabs>
      <w:spacing w:before="120" w:after="60"/>
      <w:outlineLvl w:val="2"/>
    </w:pPr>
    <w:rPr>
      <w:b/>
      <w:bCs/>
      <w:sz w:val="26"/>
      <w:szCs w:val="26"/>
    </w:rPr>
  </w:style>
  <w:style w:type="paragraph" w:styleId="Titre4">
    <w:name w:val="heading 4"/>
    <w:basedOn w:val="Normal"/>
    <w:next w:val="Normal"/>
    <w:qFormat/>
    <w:rsid w:val="009404B2"/>
    <w:pPr>
      <w:keepNext/>
      <w:numPr>
        <w:ilvl w:val="3"/>
        <w:numId w:val="13"/>
      </w:numPr>
      <w:spacing w:before="240" w:after="60"/>
      <w:outlineLvl w:val="3"/>
    </w:pPr>
    <w:rPr>
      <w:b/>
      <w:bCs/>
      <w:sz w:val="28"/>
      <w:szCs w:val="28"/>
    </w:rPr>
  </w:style>
  <w:style w:type="paragraph" w:styleId="Titre5">
    <w:name w:val="heading 5"/>
    <w:basedOn w:val="Normal"/>
    <w:next w:val="Normal"/>
    <w:qFormat/>
    <w:rsid w:val="009404B2"/>
    <w:pPr>
      <w:numPr>
        <w:ilvl w:val="4"/>
        <w:numId w:val="13"/>
      </w:numPr>
      <w:spacing w:before="240" w:after="60"/>
      <w:outlineLvl w:val="4"/>
    </w:pPr>
    <w:rPr>
      <w:b/>
      <w:bCs/>
      <w:i/>
      <w:iCs/>
      <w:sz w:val="26"/>
      <w:szCs w:val="26"/>
    </w:rPr>
  </w:style>
  <w:style w:type="paragraph" w:styleId="Titre6">
    <w:name w:val="heading 6"/>
    <w:basedOn w:val="Normal"/>
    <w:next w:val="Normal"/>
    <w:qFormat/>
    <w:rsid w:val="009404B2"/>
    <w:pPr>
      <w:numPr>
        <w:ilvl w:val="5"/>
        <w:numId w:val="13"/>
      </w:numPr>
      <w:spacing w:before="240" w:after="60"/>
      <w:outlineLvl w:val="5"/>
    </w:pPr>
    <w:rPr>
      <w:b/>
      <w:bCs/>
      <w:sz w:val="22"/>
      <w:szCs w:val="22"/>
    </w:rPr>
  </w:style>
  <w:style w:type="paragraph" w:styleId="Titre7">
    <w:name w:val="heading 7"/>
    <w:basedOn w:val="Normal"/>
    <w:next w:val="Normal"/>
    <w:qFormat/>
    <w:rsid w:val="009404B2"/>
    <w:pPr>
      <w:numPr>
        <w:ilvl w:val="6"/>
        <w:numId w:val="13"/>
      </w:numPr>
      <w:spacing w:before="240" w:after="60"/>
      <w:outlineLvl w:val="6"/>
    </w:pPr>
    <w:rPr>
      <w:szCs w:val="24"/>
    </w:rPr>
  </w:style>
  <w:style w:type="paragraph" w:styleId="Titre8">
    <w:name w:val="heading 8"/>
    <w:basedOn w:val="Normal"/>
    <w:next w:val="Normal"/>
    <w:qFormat/>
    <w:rsid w:val="009404B2"/>
    <w:pPr>
      <w:numPr>
        <w:ilvl w:val="7"/>
        <w:numId w:val="13"/>
      </w:numPr>
      <w:spacing w:before="240" w:after="60"/>
      <w:outlineLvl w:val="7"/>
    </w:pPr>
    <w:rPr>
      <w:i/>
      <w:iCs/>
      <w:szCs w:val="24"/>
    </w:rPr>
  </w:style>
  <w:style w:type="paragraph" w:styleId="Titre9">
    <w:name w:val="heading 9"/>
    <w:basedOn w:val="Normal"/>
    <w:next w:val="Normal"/>
    <w:qFormat/>
    <w:rsid w:val="009404B2"/>
    <w:pPr>
      <w:numPr>
        <w:ilvl w:val="8"/>
        <w:numId w:val="13"/>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rPr>
      <w:szCs w:val="24"/>
    </w:r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style>
  <w:style w:type="paragraph" w:styleId="Corpsdetexte2">
    <w:name w:val="Body Text 2"/>
    <w:basedOn w:val="Normal"/>
    <w:semiHidden/>
    <w:rsid w:val="009404B2"/>
    <w:pPr>
      <w:spacing w:line="480" w:lineRule="auto"/>
    </w:pPr>
  </w:style>
  <w:style w:type="paragraph" w:styleId="Corpsdetexte3">
    <w:name w:val="Body Text 3"/>
    <w:basedOn w:val="Normal"/>
    <w:semiHidden/>
    <w:rsid w:val="009404B2"/>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link w:val="En-tteCar"/>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qFormat/>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ind w:left="283"/>
    </w:pPr>
  </w:style>
  <w:style w:type="paragraph" w:styleId="Listecontinue2">
    <w:name w:val="List Continue 2"/>
    <w:basedOn w:val="Normal"/>
    <w:semiHidden/>
    <w:rsid w:val="009404B2"/>
    <w:pPr>
      <w:ind w:left="566"/>
    </w:pPr>
  </w:style>
  <w:style w:type="paragraph" w:styleId="Listecontinue3">
    <w:name w:val="List Continue 3"/>
    <w:basedOn w:val="Normal"/>
    <w:semiHidden/>
    <w:rsid w:val="009404B2"/>
    <w:pPr>
      <w:ind w:left="849"/>
    </w:pPr>
  </w:style>
  <w:style w:type="paragraph" w:styleId="Listecontinue4">
    <w:name w:val="List Continue 4"/>
    <w:basedOn w:val="Normal"/>
    <w:semiHidden/>
    <w:rsid w:val="009404B2"/>
    <w:pPr>
      <w:ind w:left="1132"/>
    </w:pPr>
  </w:style>
  <w:style w:type="paragraph" w:styleId="Listecontinue5">
    <w:name w:val="List Continue 5"/>
    <w:basedOn w:val="Normal"/>
    <w:semiHidden/>
    <w:rsid w:val="009404B2"/>
    <w:pPr>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rsid w:val="009404B2"/>
    <w:rPr>
      <w:szCs w:val="24"/>
    </w:rPr>
  </w:style>
  <w:style w:type="paragraph" w:styleId="Normalcentr">
    <w:name w:val="Block Text"/>
    <w:basedOn w:val="Normal"/>
    <w:semiHidden/>
    <w:rsid w:val="009404B2"/>
    <w:pPr>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ind w:left="283"/>
    </w:pPr>
  </w:style>
  <w:style w:type="paragraph" w:styleId="Retraitcorpsdetexte2">
    <w:name w:val="Body Text Indent 2"/>
    <w:basedOn w:val="Normal"/>
    <w:semiHidden/>
    <w:rsid w:val="009404B2"/>
    <w:pPr>
      <w:spacing w:line="480" w:lineRule="auto"/>
      <w:ind w:left="283"/>
    </w:pPr>
  </w:style>
  <w:style w:type="paragraph" w:styleId="Retraitcorpsdetexte3">
    <w:name w:val="Body Text Indent 3"/>
    <w:basedOn w:val="Normal"/>
    <w:semiHidden/>
    <w:rsid w:val="009404B2"/>
    <w:pPr>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F10D60"/>
    <w:pPr>
      <w:spacing w:after="60"/>
      <w:jc w:val="center"/>
      <w:outlineLvl w:val="1"/>
    </w:pPr>
    <w:rPr>
      <w:sz w:val="28"/>
      <w:szCs w:val="24"/>
    </w:r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qFormat/>
    <w:rsid w:val="009404B2"/>
    <w:pPr>
      <w:pBdr>
        <w:top w:val="single" w:sz="4" w:space="1" w:color="auto"/>
        <w:left w:val="single" w:sz="4" w:space="4" w:color="auto"/>
        <w:bottom w:val="single" w:sz="4" w:space="1" w:color="auto"/>
        <w:right w:val="single" w:sz="4" w:space="4" w:color="auto"/>
      </w:pBdr>
      <w:spacing w:before="240" w:after="60"/>
      <w:jc w:val="center"/>
      <w:outlineLvl w:val="0"/>
    </w:pPr>
    <w:rPr>
      <w:b/>
      <w:bCs/>
      <w:kern w:val="28"/>
      <w:sz w:val="40"/>
      <w:szCs w:val="40"/>
    </w:rPr>
  </w:style>
  <w:style w:type="paragraph" w:styleId="Listepuces">
    <w:name w:val="List Bullet"/>
    <w:basedOn w:val="Normal"/>
    <w:rsid w:val="004B1D90"/>
    <w:pPr>
      <w:numPr>
        <w:numId w:val="12"/>
      </w:numPr>
    </w:pPr>
  </w:style>
  <w:style w:type="paragraph" w:styleId="Textedebulles">
    <w:name w:val="Balloon Text"/>
    <w:basedOn w:val="Normal"/>
    <w:link w:val="TextedebullesCar"/>
    <w:rsid w:val="00F10D60"/>
    <w:pPr>
      <w:spacing w:after="0"/>
    </w:pPr>
    <w:rPr>
      <w:rFonts w:ascii="Tahoma" w:hAnsi="Tahoma" w:cs="Tahoma"/>
      <w:sz w:val="16"/>
      <w:szCs w:val="16"/>
    </w:rPr>
  </w:style>
  <w:style w:type="character" w:customStyle="1" w:styleId="TextedebullesCar">
    <w:name w:val="Texte de bulles Car"/>
    <w:link w:val="Textedebulles"/>
    <w:rsid w:val="00F10D60"/>
    <w:rPr>
      <w:rFonts w:ascii="Tahoma" w:hAnsi="Tahoma" w:cs="Tahoma"/>
      <w:sz w:val="16"/>
      <w:szCs w:val="16"/>
    </w:rPr>
  </w:style>
  <w:style w:type="paragraph" w:customStyle="1" w:styleId="Questions">
    <w:name w:val="Questions"/>
    <w:basedOn w:val="Normal"/>
    <w:link w:val="QuestionsCarCar"/>
    <w:qFormat/>
    <w:rsid w:val="00A64680"/>
    <w:pPr>
      <w:numPr>
        <w:numId w:val="14"/>
      </w:numPr>
      <w:tabs>
        <w:tab w:val="left" w:pos="1701"/>
      </w:tabs>
      <w:ind w:left="567" w:hanging="567"/>
    </w:pPr>
    <w:rPr>
      <w:szCs w:val="24"/>
    </w:rPr>
  </w:style>
  <w:style w:type="paragraph" w:styleId="Paragraphedeliste">
    <w:name w:val="List Paragraph"/>
    <w:basedOn w:val="Normal"/>
    <w:link w:val="ParagraphedelisteCar"/>
    <w:uiPriority w:val="34"/>
    <w:qFormat/>
    <w:rsid w:val="00336ABB"/>
    <w:pPr>
      <w:numPr>
        <w:numId w:val="15"/>
      </w:numPr>
      <w:spacing w:after="0"/>
      <w:jc w:val="left"/>
    </w:pPr>
  </w:style>
  <w:style w:type="paragraph" w:styleId="Sansinterligne">
    <w:name w:val="No Spacing"/>
    <w:link w:val="SansinterligneCar"/>
    <w:uiPriority w:val="1"/>
    <w:qFormat/>
    <w:rsid w:val="009E22B5"/>
    <w:rPr>
      <w:rFonts w:ascii="Calibri" w:hAnsi="Calibri"/>
      <w:sz w:val="22"/>
      <w:szCs w:val="22"/>
    </w:rPr>
  </w:style>
  <w:style w:type="character" w:customStyle="1" w:styleId="SansinterligneCar">
    <w:name w:val="Sans interligne Car"/>
    <w:link w:val="Sansinterligne"/>
    <w:uiPriority w:val="1"/>
    <w:rsid w:val="009E22B5"/>
    <w:rPr>
      <w:rFonts w:ascii="Calibri" w:hAnsi="Calibri"/>
      <w:sz w:val="22"/>
      <w:szCs w:val="22"/>
    </w:rPr>
  </w:style>
  <w:style w:type="character" w:customStyle="1" w:styleId="Titre1Car">
    <w:name w:val="Titre 1 Car"/>
    <w:basedOn w:val="Policepardfaut"/>
    <w:link w:val="Titre1"/>
    <w:rsid w:val="00067351"/>
    <w:rPr>
      <w:rFonts w:ascii="Arial" w:hAnsi="Arial"/>
      <w:b/>
      <w:bCs/>
      <w:kern w:val="32"/>
      <w:sz w:val="32"/>
      <w:szCs w:val="32"/>
    </w:rPr>
  </w:style>
  <w:style w:type="character" w:customStyle="1" w:styleId="ParagraphedelisteCar">
    <w:name w:val="Paragraphe de liste Car"/>
    <w:basedOn w:val="Policepardfaut"/>
    <w:link w:val="Paragraphedeliste"/>
    <w:uiPriority w:val="34"/>
    <w:rsid w:val="00336ABB"/>
    <w:rPr>
      <w:rFonts w:ascii="Arial" w:hAnsi="Arial"/>
      <w:sz w:val="24"/>
    </w:rPr>
  </w:style>
  <w:style w:type="paragraph" w:customStyle="1" w:styleId="Style1">
    <w:name w:val="Style1"/>
    <w:basedOn w:val="Paragraphedeliste"/>
    <w:link w:val="Style1Car"/>
    <w:rsid w:val="002E56A7"/>
    <w:pPr>
      <w:numPr>
        <w:numId w:val="16"/>
      </w:numPr>
      <w:spacing w:after="120"/>
      <w:ind w:hanging="1400"/>
      <w:contextualSpacing/>
      <w:jc w:val="both"/>
    </w:pPr>
  </w:style>
  <w:style w:type="character" w:customStyle="1" w:styleId="Style1Car">
    <w:name w:val="Style1 Car"/>
    <w:basedOn w:val="ParagraphedelisteCar"/>
    <w:link w:val="Style1"/>
    <w:rsid w:val="002E56A7"/>
    <w:rPr>
      <w:rFonts w:ascii="Arial" w:hAnsi="Arial"/>
      <w:sz w:val="24"/>
    </w:rPr>
  </w:style>
  <w:style w:type="paragraph" w:customStyle="1" w:styleId="Indications">
    <w:name w:val="Indications"/>
    <w:basedOn w:val="Normal"/>
    <w:qFormat/>
    <w:rsid w:val="008E5FAC"/>
    <w:pPr>
      <w:pBdr>
        <w:top w:val="single" w:sz="4" w:space="1" w:color="auto"/>
        <w:left w:val="single" w:sz="4" w:space="4" w:color="auto"/>
        <w:bottom w:val="single" w:sz="4" w:space="1" w:color="auto"/>
        <w:right w:val="single" w:sz="4" w:space="4" w:color="auto"/>
      </w:pBdr>
    </w:pPr>
    <w:rPr>
      <w:i/>
    </w:rPr>
  </w:style>
  <w:style w:type="character" w:customStyle="1" w:styleId="QuestionsCarCar">
    <w:name w:val="Questions Car Car"/>
    <w:basedOn w:val="Policepardfaut"/>
    <w:link w:val="Questions"/>
    <w:rsid w:val="00A64680"/>
    <w:rPr>
      <w:rFonts w:ascii="Arial" w:hAnsi="Arial"/>
      <w:sz w:val="24"/>
      <w:szCs w:val="24"/>
    </w:rPr>
  </w:style>
  <w:style w:type="paragraph" w:customStyle="1" w:styleId="Sansinterligne1">
    <w:name w:val="Sans interligne1"/>
    <w:uiPriority w:val="1"/>
    <w:rsid w:val="00853DBE"/>
    <w:rPr>
      <w:rFonts w:ascii="Calibri" w:hAnsi="Calibri"/>
      <w:sz w:val="22"/>
      <w:szCs w:val="22"/>
      <w:lang w:eastAsia="en-US"/>
    </w:rPr>
  </w:style>
  <w:style w:type="character" w:customStyle="1" w:styleId="En-tteCar">
    <w:name w:val="En-tête Car"/>
    <w:basedOn w:val="Policepardfaut"/>
    <w:link w:val="En-tte"/>
    <w:uiPriority w:val="99"/>
    <w:rsid w:val="00853DBE"/>
    <w:rPr>
      <w:rFonts w:ascii="Arial" w:hAnsi="Arial"/>
      <w:sz w:val="24"/>
    </w:rPr>
  </w:style>
  <w:style w:type="paragraph" w:customStyle="1" w:styleId="Titre1Capet">
    <w:name w:val="Titre 1 Capet"/>
    <w:basedOn w:val="Paragraphedeliste"/>
    <w:next w:val="Normal"/>
    <w:rsid w:val="0026254A"/>
    <w:pPr>
      <w:numPr>
        <w:numId w:val="19"/>
      </w:numPr>
      <w:overflowPunct/>
      <w:autoSpaceDE/>
      <w:autoSpaceDN/>
      <w:adjustRightInd/>
      <w:contextualSpacing/>
      <w:textAlignment w:val="auto"/>
    </w:pPr>
    <w:rPr>
      <w:rFonts w:eastAsiaTheme="minorHAnsi" w:cstheme="minorBidi"/>
      <w:b/>
      <w:szCs w:val="22"/>
      <w:lang w:eastAsia="en-US"/>
    </w:rPr>
  </w:style>
  <w:style w:type="character" w:styleId="Titredulivre">
    <w:name w:val="Book Title"/>
    <w:basedOn w:val="Policepardfaut"/>
    <w:uiPriority w:val="33"/>
    <w:rsid w:val="0026254A"/>
    <w:rPr>
      <w:b/>
      <w:bCs/>
      <w:smallCaps/>
      <w:spacing w:val="5"/>
    </w:rPr>
  </w:style>
  <w:style w:type="paragraph" w:customStyle="1" w:styleId="Activits">
    <w:name w:val="Activités"/>
    <w:basedOn w:val="Questions"/>
    <w:qFormat/>
    <w:rsid w:val="00CE4064"/>
    <w:pPr>
      <w:numPr>
        <w:numId w:val="20"/>
      </w:numPr>
      <w:ind w:left="567" w:hanging="567"/>
    </w:pPr>
    <w:rPr>
      <w:b/>
    </w:rPr>
  </w:style>
  <w:style w:type="character" w:customStyle="1" w:styleId="Titre3Car">
    <w:name w:val="Titre 3 Car"/>
    <w:basedOn w:val="Policepardfaut"/>
    <w:link w:val="Titre3"/>
    <w:rsid w:val="00BB2598"/>
    <w:rPr>
      <w:rFonts w:ascii="Arial" w:hAnsi="Arial"/>
      <w:b/>
      <w:bCs/>
      <w:sz w:val="26"/>
      <w:szCs w:val="26"/>
    </w:rPr>
  </w:style>
  <w:style w:type="character" w:customStyle="1" w:styleId="rvts10">
    <w:name w:val="rvts10"/>
    <w:basedOn w:val="Policepardfaut"/>
    <w:rsid w:val="00B2157D"/>
    <w:rPr>
      <w:rFonts w:ascii="Times New Roman" w:hAnsi="Times New Roman" w:cs="Times New Roman" w:hint="default"/>
      <w:sz w:val="28"/>
      <w:szCs w:val="28"/>
    </w:rPr>
  </w:style>
  <w:style w:type="character" w:customStyle="1" w:styleId="apple-converted-space">
    <w:name w:val="apple-converted-space"/>
    <w:basedOn w:val="Policepardfaut"/>
    <w:rsid w:val="00C97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9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ustomXml" Target="ink/ink3.xml"/><Relationship Id="rId26" Type="http://schemas.openxmlformats.org/officeDocument/2006/relationships/customXml" Target="ink/ink11.xml"/><Relationship Id="rId39" Type="http://schemas.openxmlformats.org/officeDocument/2006/relationships/customXml" Target="ink/ink24.xml"/><Relationship Id="rId21" Type="http://schemas.openxmlformats.org/officeDocument/2006/relationships/customXml" Target="ink/ink6.xml"/><Relationship Id="rId34" Type="http://schemas.openxmlformats.org/officeDocument/2006/relationships/customXml" Target="ink/ink19.xml"/><Relationship Id="rId47" Type="http://schemas.openxmlformats.org/officeDocument/2006/relationships/image" Target="media/image11.emf"/><Relationship Id="rId50" Type="http://schemas.openxmlformats.org/officeDocument/2006/relationships/image" Target="media/image14.emf"/><Relationship Id="rId55" Type="http://schemas.openxmlformats.org/officeDocument/2006/relationships/image" Target="media/image19.emf"/><Relationship Id="rId63" Type="http://schemas.openxmlformats.org/officeDocument/2006/relationships/image" Target="media/image27.emf"/><Relationship Id="rId68" Type="http://schemas.openxmlformats.org/officeDocument/2006/relationships/image" Target="media/image32.emf"/><Relationship Id="rId76" Type="http://schemas.openxmlformats.org/officeDocument/2006/relationships/footer" Target="footer3.xml"/><Relationship Id="rId7" Type="http://schemas.openxmlformats.org/officeDocument/2006/relationships/webSettings" Target="webSetting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ink/ink1.xml"/><Relationship Id="rId29" Type="http://schemas.openxmlformats.org/officeDocument/2006/relationships/customXml" Target="ink/ink14.xml"/><Relationship Id="rId11" Type="http://schemas.openxmlformats.org/officeDocument/2006/relationships/image" Target="media/image1.png"/><Relationship Id="rId24" Type="http://schemas.openxmlformats.org/officeDocument/2006/relationships/customXml" Target="ink/ink9.xml"/><Relationship Id="rId32" Type="http://schemas.openxmlformats.org/officeDocument/2006/relationships/customXml" Target="ink/ink17.xml"/><Relationship Id="rId37" Type="http://schemas.openxmlformats.org/officeDocument/2006/relationships/customXml" Target="ink/ink22.xml"/><Relationship Id="rId40" Type="http://schemas.openxmlformats.org/officeDocument/2006/relationships/customXml" Target="ink/ink25.xml"/><Relationship Id="rId45" Type="http://schemas.openxmlformats.org/officeDocument/2006/relationships/image" Target="media/image9.emf"/><Relationship Id="rId53" Type="http://schemas.openxmlformats.org/officeDocument/2006/relationships/image" Target="media/image17.emf"/><Relationship Id="rId58" Type="http://schemas.openxmlformats.org/officeDocument/2006/relationships/image" Target="media/image22.emf"/><Relationship Id="rId66" Type="http://schemas.openxmlformats.org/officeDocument/2006/relationships/image" Target="media/image30.emf"/><Relationship Id="rId7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5.emf"/><Relationship Id="rId23" Type="http://schemas.openxmlformats.org/officeDocument/2006/relationships/customXml" Target="ink/ink8.xml"/><Relationship Id="rId28" Type="http://schemas.openxmlformats.org/officeDocument/2006/relationships/customXml" Target="ink/ink13.xml"/><Relationship Id="rId36" Type="http://schemas.openxmlformats.org/officeDocument/2006/relationships/customXml" Target="ink/ink21.xml"/><Relationship Id="rId49" Type="http://schemas.openxmlformats.org/officeDocument/2006/relationships/image" Target="media/image13.emf"/><Relationship Id="rId57" Type="http://schemas.openxmlformats.org/officeDocument/2006/relationships/image" Target="media/image21.emf"/><Relationship Id="rId61" Type="http://schemas.openxmlformats.org/officeDocument/2006/relationships/image" Target="media/image25.emf"/><Relationship Id="rId10" Type="http://schemas.openxmlformats.org/officeDocument/2006/relationships/hyperlink" Target="https://fr.wikipedia.org/wiki/Controller_area_network" TargetMode="External"/><Relationship Id="rId19" Type="http://schemas.openxmlformats.org/officeDocument/2006/relationships/customXml" Target="ink/ink4.xml"/><Relationship Id="rId31" Type="http://schemas.openxmlformats.org/officeDocument/2006/relationships/customXml" Target="ink/ink16.xml"/><Relationship Id="rId44" Type="http://schemas.openxmlformats.org/officeDocument/2006/relationships/image" Target="media/image8.emf"/><Relationship Id="rId52" Type="http://schemas.openxmlformats.org/officeDocument/2006/relationships/image" Target="media/image16.emf"/><Relationship Id="rId60" Type="http://schemas.openxmlformats.org/officeDocument/2006/relationships/image" Target="media/image24.emf"/><Relationship Id="rId65" Type="http://schemas.openxmlformats.org/officeDocument/2006/relationships/image" Target="media/image29.emf"/><Relationship Id="rId73" Type="http://schemas.openxmlformats.org/officeDocument/2006/relationships/footer" Target="footer1.xml"/><Relationship Id="rId78"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customXml" Target="ink/ink7.xml"/><Relationship Id="rId27" Type="http://schemas.openxmlformats.org/officeDocument/2006/relationships/customXml" Target="ink/ink12.xml"/><Relationship Id="rId30" Type="http://schemas.openxmlformats.org/officeDocument/2006/relationships/customXml" Target="ink/ink15.xml"/><Relationship Id="rId35" Type="http://schemas.openxmlformats.org/officeDocument/2006/relationships/customXml" Target="ink/ink20.xml"/><Relationship Id="rId48" Type="http://schemas.openxmlformats.org/officeDocument/2006/relationships/image" Target="media/image12.emf"/><Relationship Id="rId56" Type="http://schemas.openxmlformats.org/officeDocument/2006/relationships/image" Target="media/image20.emf"/><Relationship Id="rId64" Type="http://schemas.openxmlformats.org/officeDocument/2006/relationships/image" Target="media/image28.emf"/><Relationship Id="rId69" Type="http://schemas.openxmlformats.org/officeDocument/2006/relationships/image" Target="media/image33.emf"/><Relationship Id="rId7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image" Target="media/image15.emf"/><Relationship Id="rId72" Type="http://schemas.openxmlformats.org/officeDocument/2006/relationships/header" Target="header2.xml"/><Relationship Id="rId3"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customXml" Target="ink/ink2.xml"/><Relationship Id="rId25" Type="http://schemas.openxmlformats.org/officeDocument/2006/relationships/customXml" Target="ink/ink10.xml"/><Relationship Id="rId33" Type="http://schemas.openxmlformats.org/officeDocument/2006/relationships/customXml" Target="ink/ink18.xml"/><Relationship Id="rId38" Type="http://schemas.openxmlformats.org/officeDocument/2006/relationships/customXml" Target="ink/ink23.xml"/><Relationship Id="rId46" Type="http://schemas.openxmlformats.org/officeDocument/2006/relationships/image" Target="media/image10.emf"/><Relationship Id="rId59" Type="http://schemas.openxmlformats.org/officeDocument/2006/relationships/image" Target="media/image23.emf"/><Relationship Id="rId67" Type="http://schemas.openxmlformats.org/officeDocument/2006/relationships/image" Target="media/image31.emf"/><Relationship Id="rId20" Type="http://schemas.openxmlformats.org/officeDocument/2006/relationships/customXml" Target="ink/ink5.xml"/><Relationship Id="rId41" Type="http://schemas.openxmlformats.org/officeDocument/2006/relationships/customXml" Target="ink/ink26.xml"/><Relationship Id="rId54" Type="http://schemas.openxmlformats.org/officeDocument/2006/relationships/image" Target="media/image18.emf"/><Relationship Id="rId62" Type="http://schemas.openxmlformats.org/officeDocument/2006/relationships/image" Target="media/image26.emf"/><Relationship Id="rId70" Type="http://schemas.openxmlformats.org/officeDocument/2006/relationships/image" Target="media/image34.emf"/><Relationship Id="rId7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_2\AppData\Roaming\Microsoft\Templates\Modele-CAPET.dot" TargetMode="External"/></Relationships>
</file>

<file path=word/ink/ink1.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4:27.369"/>
    </inkml:context>
    <inkml:brush xml:id="br0">
      <inkml:brushProperty name="width" value="0.05833" units="cm"/>
      <inkml:brushProperty name="height" value="0.05833" units="cm"/>
      <inkml:brushProperty name="fitToCurve" value="1"/>
    </inkml:brush>
  </inkml:definitions>
  <inkml:trace contextRef="#ctx0" brushRef="#br0">99 0 26,'0'0'37,"-11"4"-5,11-4-3,0 0-4,-12 7-2,12-7-1,-8 5-2,8-5-3,-9 7-2,9-7-1,-10 8-3,10-8 0,-10 8-2,10-8-2,-11 13 1,11-13-2,-10 15 0,5-5-1,2 2-2,-1 1 0,1-1-2,2 3 1,1-1-2,1 2 2,0 0-2,1-1 1,1 1 1,2-1 0,-1 1 1,1-1-2,1-1 2,1 2-2,0-2 1,0 1 0,2-2 0,-2 0-1,1-2 1,0-1 0,2-1 1,-10-9 0,15 14-1,-15-14 0,15 6-1,-15-6 1,15 2 0,-15-2-1,14-4 0,-5 1 1,-9 3 0,15-6 0,-6 3 1,0-1-1,-1 1 1,-8 3-2,17-6 0,-17 6 0,14-9-1,-14 9 1,15-11 0,-15 11 1,10-17-1,-6 9 1,-1-3 0,1 0 1,-3 1-1,1-3 0,-2 2-1,1-2 0,-1 1-1,0-1 1,-1 1-2,0-1 2,0 0-2,-4-1 1,1-1-4,-2 0 3,0 0 4,-3 1-3,0 0 2,-2 1-2,-3 0 3,2 3-3,-3 1 6,1 2-5,-1 1-1,0 2 1,2 1-1,0 2 1,2 1 0,2 1-1,9-1 0,-14 3-3,14-3-5,0 0-9,0 0-12,0 0-23,0 0-49,0 0-2,0 0-6,8-10 109</inkml:trace>
</inkml:ink>
</file>

<file path=word/ink/ink10.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4:43.992"/>
    </inkml:context>
    <inkml:brush xml:id="br0">
      <inkml:brushProperty name="width" value="0.05833" units="cm"/>
      <inkml:brushProperty name="height" value="0.05833" units="cm"/>
      <inkml:brushProperty name="fitToCurve" value="1"/>
    </inkml:brush>
  </inkml:definitions>
  <inkml:trace contextRef="#ctx0" brushRef="#br0">146 1 22,'-13'-1'29,"13"1"0,-12 1-1,12-1-3,-13 3 0,13-3-4,-13 3-2,13-3-4,-13 6 0,13-6-3,-13 9 0,13-9-3,-13 10-1,13-10-1,-12 12-1,12-12 0,-12 14-1,12-14 1,-10 13-1,10-13 1,-9 15 0,6-6 0,3-9-1,-7 17 1,5-6-3,1 0 1,0 0-1,1 1 0,0 0 0,1 1 0,0-1-1,0 0 1,2-2 0,-1 1-1,0-2 0,1 1 1,-1-1-1,2 0 1,0 2 0,0-1 1,1 1-1,2 2 1,2-3 0,0 1-1,2-2 0,0 0-1,2-2 0,-1-1 0,3-4 0,0 0-1,0 0 1,0-2-1,0-1 1,0 0-1,-2-2 0,0 1 0,-2-2 1,0 0-1,-2 1 0,-1-2 0,-8 5 1,14-11-1,-14 11 1,11-17-1,-7 6 0,-1-3-1,-1-2 0,-2-2-2,-2-3 1,-1 1-2,-1 0 1,0 1-1,-2 1 2,-1 3-2,0 4 2,1 1 0,6 10 1,-14-12-1,14 12 2,-12-5-2,12 5 2,-12-3-1,12 3 0,-12-3-1,12 3 1,-9-5-1,9 5 0,0 0-1,-10-6-5,10 6-5,0 0-11,0 0-10,0 0-25,0 0-40,0 0-7,9-9 39</inkml:trace>
</inkml:ink>
</file>

<file path=word/ink/ink11.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4:45.578"/>
    </inkml:context>
    <inkml:brush xml:id="br0">
      <inkml:brushProperty name="width" value="0.05833" units="cm"/>
      <inkml:brushProperty name="height" value="0.05833" units="cm"/>
      <inkml:brushProperty name="fitToCurve" value="1"/>
    </inkml:brush>
  </inkml:definitions>
  <inkml:trace contextRef="#ctx0" brushRef="#br0">163-1 24,'0'0'28,"-11"-2"1,11 2-4,0 0-1,-11 4-4,11-4-2,-11 4-3,11-4-1,-13 7-4,4-3 0,1 0 0,-2 0-1,-1 1 2,0 0 2,0 2-1,0 0 1,1 0-2,0 1 0,3 1 0,0-1-3,3 1-1,0 1-2,1-2 0,3 1-2,0-9 0,-1 16 0,1-16 0,0 16-1,1-8 2,0 3-1,3 0 1,1 3-1,1 0 1,3 1 0,-1 1-1,3-2-1,-2 1 1,3-2-1,-1-1-1,-1-3 1,1-1 0,-2-1-1,2-2 2,-2 1-1,2-1 2,-1-1-2,0 0 1,0-1-1,0-1 1,-1-1-1,0-1-1,-1 0 1,-8 0-1,16-4 1,-16 4 0,15-8-1,-15 8 0,13-9 1,-13 9-1,12-12 0,-12 12 0,11-14 1,-11 14-1,9-17 0,-9 17 0,10-16 0,-7 5-1,1 0 0,-1-2 0,-1-1 0,-1-1-2,-1-2 1,-1 1-1,0-2 1,-1 2-1,0 2 1,0 2-1,0 3 1,2 9 0,-4-14 0,4 14 1,-6-10 1,6 10-1,0 0 1,-11-10-1,11 10 1,-10-6 0,10 6-1,-10-5 0,10 5 0,-10-3-1,10 3 1,0 0 0,-11-3-1,11 3 0,0 0-2,0 0-3,0 0-7,0 0-9,0 0-12,-6-9-21,6 9-48,0 0 2,-4-10 15</inkml:trace>
</inkml:ink>
</file>

<file path=word/ink/ink12.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7:54.964"/>
    </inkml:context>
    <inkml:brush xml:id="br0">
      <inkml:brushProperty name="width" value="0.05833" units="cm"/>
      <inkml:brushProperty name="height" value="0.05833" units="cm"/>
      <inkml:brushProperty name="fitToCurve" value="1"/>
    </inkml:brush>
  </inkml:definitions>
  <inkml:trace contextRef="#ctx0" brushRef="#br0">68 11 24,'0'0'28,"0"0"-7,-5-10-4,5 10 0,0 0-4,0 0-2,0 0-3,0 0 2,-4 13-5,3-4 1,1 2-5,-1 5 5,0 1-4,0 4 1,0 1 1,0 3-3,-1-1 2,1 1 1,-1-1 4,0 0-6,1-4 4,0-3 1,-1-2-2,0-5 1,0 0 0,2-10 0,-2 13-3,2-13 1,0 0-1,-1 9-3,1-9 1,0 0-1,0 0 0,0 0-1,4-14 2,-4 14-2,4-18 1,-2 7 0,-1-4 0,0 0-1,1-3 0,-1-1 0,1-2-1,-1-1 6,0 0-2,0-1 0,-1 2-1,-1 0 3,0 3-2,-2 3-1,0 1 3,0 3-6,-1 2 2,4 9-1,-11-13 1,11 13-1,-8-6 1,8 6 1,0 0-1,-10 0-1,10 0 2,0 0 1,-3 9-3,3-9 1,0 0 1,6 11-1,-6-11 1,10 8 1,-10-8-3,16 6 3,-7-3 2,2 1 1,0-1 1,2 1 2,-2-1-1,2 0 1,-1-2 2,0 0-1,0 0 0,0-1 0,0 1-3,0 1 2,-1 0-3,0 3 1,-1 2-5,1 1 4,-2 1-4,0 2 0,-1 1-1,0 1-3,-1 0 2,0 2-2,0-2 5,-2 2-6,0-2 7,-1 1-4,0-1 4,-2-2 0,-1 0 0,0-1-1,-3-1 0,-1 0 1,-2 0-1,0-1 0,-2 1-1,1 1 1,-3-1 0,0-1 3,1 0 0,-1-3-1,-2-1 1,0-1 0,-3-4 0,-2-1 0,-2-2-1,-2-1-2,-3 0 0,-2-1 0,1 0-1,2 2-1,2 2-8,4 1-16,16 1-66,-12 15-9,12-15-7,-5 19 5</inkml:trace>
</inkml:ink>
</file>

<file path=word/ink/ink13.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8:00.425"/>
    </inkml:context>
    <inkml:brush xml:id="br0">
      <inkml:brushProperty name="width" value="0.05833" units="cm"/>
      <inkml:brushProperty name="height" value="0.05833" units="cm"/>
      <inkml:brushProperty name="fitToCurve" value="1"/>
    </inkml:brush>
  </inkml:definitions>
  <inkml:trace contextRef="#ctx0" brushRef="#br0">30 57 43,'-9'-1'46,"9"1"-12,0 0-2,-12-9 1,12 9-8,0 0-2,-5-12-7,5 12-1,0-10-5,0 10 0,-3-9-2,3 9-2,1-9 1,-1 9 0,0 0 0,9-7-1,-9 7 0,15-1-1,-5 2-2,2 0 2,1 0-2,0 0 0,1 1-2,1-1 0,-2-1 0,-1 0-1,-1 0 2,-1 0-3,-2 0 0,-8 0 1,12 1 1,-12-1-1,0 0 1,9 8-1,-9-8 1,2 11 0,-1-3 1,-1 1-1,0 1 1,0 1 0,-1 0 1,-1 0 0,1 1 0,-3-3 1,1 1 0,3-10 0,-10 15 0,10-15 0,-12 10 0,12-10 0,-13 7 0,13-7-1,-11 3 0,11-3 0,0 0 0,-11 3-1,11-3 0,0 0-1,0 0 0,0 0 1,-8 2-2,8-2 2,0 0-1,0 0 0,0 0-1,0 0 0,0 0 0,0 0 0,0 0 0,0 0-2,0 0 2,0 0 0,0 0 0,8-5 0,-8 5 0,9-1 0,-9 1 0,11 0 1,-11 0-1,15 2 0,-15-2 1,15 3-2,-15-3 1,17 2 1,-9 0 0,2 0-1,-1 0 1,1 0 0,0 0 0,-1 1 0,1 0 0,0 1 0,-10-4 1,15 8-1,-15-8 1,11 12 0,-11-12 0,7 15 0,-5-5 1,-2 3 0,0 2 0,-1 1-1,0 1 2,-3 3 0,1 1 3,-4-1-1,1 1 1,-3-2-1,0 0 2,-4-2-1,0-2 0,-4-2-3,-1-3 0,-2-4-1,-1-1 0,-1-3-2,0 0 1,1-3 0,3 1-1,3-2 0,3 1-2,12 1-5,-9-8-8,9 8-15,10-16-26,4 5-51,0-3-6,3-2-4,0-2 18</inkml:trace>
</inkml:ink>
</file>

<file path=word/ink/ink14.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24.383"/>
    </inkml:context>
    <inkml:brush xml:id="br0">
      <inkml:brushProperty name="width" value="0.05833" units="cm"/>
      <inkml:brushProperty name="height" value="0.05833" units="cm"/>
      <inkml:brushProperty name="fitToCurve" value="1"/>
    </inkml:brush>
  </inkml:definitions>
  <inkml:trace contextRef="#ctx0" brushRef="#br0">102 425 1,'0'0'58,"-7"11"26,7-11-5,-8 5-44,8-5-3,0 0-2,-13 3-6,13-3-1,0 0-6,0 0-1,0 0-3,-8-9-2,8 9-1,-2-15 0,0 4-1,0-2-2,-1-4-1,0-2-2,-1-4 0,-1-2-2,0-2 0,-1 1-3,0-2 1,-1 3-2,3 3 1,-2 3-1,2 3 1,0 4-1,1 4 0,3 8 1,-2-13 0,2 13 0,0-9 0,0 9 0,3-10-1,-3 10 1,2-9 1,-2 9 0,2-8 1,-2 8-1,0 0 1,0 0-1,0 0 1,0-10 0,0 10-2,0 0 1,0 0-1,0 0 0,0 0 0,0 0 1,0 0 0,0 0 0,0 0 0,0 0 0,0 0 1,0 0 0,9-6 0,-9 6 0,0 0-1,0 0 0,9-2 1,-9 2 1,0 0-1,13-3 1,-13 3 0,8-2 0,-8 2 0,10-3 0,-10 3 1,11-5-1,-11 5-1,11-5 1,-11 5 0,13-5 0,-13 5 0,12-6-1,-12 6 1,14-3 0,-14 3 0,14-3 1,-14 3-1,15-2 1,-6 1 0,1 1 0,-1-1 0,2 1 0,0 0 0,0 1-1,2 0 0,-1 0 1,2-1-1,-2 1-1,2-1 1,-2 0 0,0-1-1,-2-1-3,1 0-5,-11 2-8,15-5-18,-15 5-24,9-9-53,-9 9-2,0 0-6,2-9 38</inkml:trace>
</inkml:ink>
</file>

<file path=word/ink/ink15.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24.915"/>
    </inkml:context>
    <inkml:brush xml:id="br0">
      <inkml:brushProperty name="width" value="0.05833" units="cm"/>
      <inkml:brushProperty name="height" value="0.05833" units="cm"/>
      <inkml:brushProperty name="fitToCurve" value="1"/>
    </inkml:brush>
  </inkml:definitions>
  <inkml:trace contextRef="#ctx0" brushRef="#br0">15 1 1,'0'0'80,"-5"10"10,5-10 0,0 0-54,-11 5-11,11-5 0,0 0 2,0 0-3,0 0-2,2-11-3,-2 11-1,14-3-2,-3 2-3,1 0-3,1 2-2,2-1-3,1 2-2,0-2 0,1 1-1,-1 0-2,-2-2-4,3 3-6,-3-4-11,1 4-15,-5-3-32,2 2-37,-4 0-3,-8-1-4</inkml:trace>
</inkml:ink>
</file>

<file path=word/ink/ink16.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26.475"/>
    </inkml:context>
    <inkml:brush xml:id="br0">
      <inkml:brushProperty name="width" value="0.05833" units="cm"/>
      <inkml:brushProperty name="height" value="0.05833" units="cm"/>
      <inkml:brushProperty name="fitToCurve" value="1"/>
    </inkml:brush>
  </inkml:definitions>
  <inkml:trace contextRef="#ctx0" brushRef="#br0">52 406 1,'3'9'76,"-3"-9"7,0 0-1,-8 10-65,8-10-2,0 0 0,-12-5 2,12 5-1,-6-10-1,6 10-1,-5-16 0,3 5 2,2-1-3,-2-4-1,1-3-3,0-3-2,0-2-4,0-4-1,-1-1-4,1 1 1,0 0-2,0 0 1,1 5-1,-1 3 2,1 2-2,0 5 1,1 1 0,-1 3 1,0 9 0,-1-16 1,1 16-1,-3-14 0,3 14 1,-2-11 0,2 11 0,0 0-1,-5-9 1,5 9 1,0 0-1,0 0 0,0 0 0,0 0 0,0 0 1,-8 4 0,8-4 0,0 0 0,0 0 0,0 0 1,0 0 1,0 0 0,0 0 0,0 0 2,11 9 0,-11-9 0,9 0 1,-9 0-1,10 0 0,-10 0 0,14-1 0,-14 1-1,14-1 1,-5 0-1,1 1 1,-1-1 0,2 1 0,-1-1-1,2 1 1,-1-1-2,0 0 0,0 0 0,-1-1-1,2 1 0,-2 1-1,1-1 0,0 1 0,-2 0 0,0 0 1,-9 0-2,14 1-4,-14-1-7,0 0-13,9-3-26,-9 3-55,0 0-9,-11-4 3,11 4 14</inkml:trace>
</inkml:ink>
</file>

<file path=word/ink/ink17.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26.963"/>
    </inkml:context>
    <inkml:brush xml:id="br0">
      <inkml:brushProperty name="width" value="0.05833" units="cm"/>
      <inkml:brushProperty name="height" value="0.05833" units="cm"/>
      <inkml:brushProperty name="fitToCurve" value="1"/>
    </inkml:brush>
  </inkml:definitions>
  <inkml:trace contextRef="#ctx0" brushRef="#br0">17-2 1,'0'0'82,"-9"7"7,9-7-6,0 0-47,-10 2-1,10-2-3,0 0-4,0 0-4,0 0-2,0 0-5,0 0-2,0 0-2,10 3-1,-10-3-1,14 3-2,-5-1-2,1 0-2,1-1-1,0 0-4,1 0-6,2 0-11,-1-4-17,3 3-53,-3-3-21,0 1-6,-1 0-3</inkml:trace>
</inkml:ink>
</file>

<file path=word/ink/ink18.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45.023"/>
    </inkml:context>
    <inkml:brush xml:id="br0">
      <inkml:brushProperty name="width" value="0.05833" units="cm"/>
      <inkml:brushProperty name="height" value="0.05833" units="cm"/>
      <inkml:brushProperty name="fitToCurve" value="1"/>
    </inkml:brush>
  </inkml:definitions>
  <inkml:trace contextRef="#ctx0" brushRef="#br0">132 0 47,'-9'-6'46,"9"6"-3,0 0-8,0 0-6,0 0-6,-11 8-3,11-8-7,0 0 3,-9 7-8,9-7 6,0 0-6,-13 8 6,13-8-6,-10 6 3,10-6-2,-11 8-1,11-8-1,-13 8-1,13-8 1,-13 10-1,13-10-1,-13 12 1,13-12 0,-11 10-2,11-10 2,-9 13-2,9-13 0,-6 13-1,6-13 2,-3 14-3,3-14 1,-1 15-1,1-15 1,1 16-1,0-6 2,0 1-1,1 0 0,0 2 0,1 0 1,0 1-1,0 0 1,0 0-1,0 0 1,-1-1-1,1 1 0,0-1 0,0 0 0,0-3 0,1 1-1,-1-2 0,-3-9 0,6 13 0,-6-13 0,0 0-2,13 11 1,-13-11 0,9 5 0,-9-5 0,11 5 0,-11-5 0,13 4 1,-13-4 0,13 2 0,-13-2 0,15-1 0,-15 1 0,13-3 0,-13 3 0,14-4-1,-14 4 0,13-5 0,-13 5 1,12-3-2,-12 3 1,11-4 0,-11 4 0,10-6 0,-10 6 0,8-8 0,-8 8 0,6-10 0,-6 10-1,6-10 1,-6 10-1,3-10 0,-3 10 0,0 0 0,2-11 0,-2 11-1,0-10 2,0 10-2,-1-10 1,1 10 0,-3-11 0,3 11 0,-6-9 0,6 9 0,0 0 1,-9-10-2,9 10 1,0 0-1,0 0 2,-6-9-2,6 9 1,0 0-1,0 0 0,0 0 1,-8-10-1,8 10 1,0 0-1,-7-9 0,7 9 0,0 0 0,0 0 1,-10-9 0,10 9 0,0 0 0,-14-4 0,14 4 0,-12-2 0,12 2 1,-17 1-1,9 0 1,-2 0-1,0 0 1,1 1-1,-1 1 2,2 0-1,-1 0 0,0 0 0,9-3 0,-13 8 0,13-8-1,-10 6-1,10-6-5,0 0-7,0 0-14,-3 9-21,3-9-55,0 0-6,11-14-4,-6 3 8</inkml:trace>
</inkml:ink>
</file>

<file path=word/ink/ink19.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46.791"/>
    </inkml:context>
    <inkml:brush xml:id="br0">
      <inkml:brushProperty name="width" value="0.05833" units="cm"/>
      <inkml:brushProperty name="height" value="0.05833" units="cm"/>
      <inkml:brushProperty name="fitToCurve" value="1"/>
    </inkml:brush>
  </inkml:definitions>
  <inkml:trace contextRef="#ctx0" brushRef="#br0">123 2 30,'0'0'36,"0"0"-2,-8-2 0,8 2-3,0 0 0,0 0-3,-13-1-1,13 1-6,0 0-3,-11 2-1,11-2-1,-11 3-3,11-3 0,-11 4-2,11-4-1,-13 6-1,13-6 0,-13 9-1,13-9 0,-14 11-1,14-11 0,-12 14 0,6-5 0,1-1-2,2 2 0,1-1 0,1 2-1,3 0 0,-1 1-2,2 0 0,1 0 0,0 2 1,1-1-1,-2 2 1,2 0-1,-1 0 2,1 1-1,-1 0 1,1-1 0,-1-2 0,1 0 0,1-1 0,1-1-1,-1-3 0,-6-8-1,13 13 0,-13-13-2,12 8 1,-12-8-1,10 4 2,-10-4-1,9 2 1,-9-2 1,0 0-1,10 0 1,-10 0-1,0 0 1,12-8-2,-12 8 1,10-11-2,-7 2 0,2-1 1,-1-3-1,0-1-1,1-2 1,-1 2-1,0-1 1,1 1-1,-1 1 1,1 1-1,-1 2 1,-4 10-1,5-15 1,-5 15 1,4-14-1,-4 14 0,0-13 1,0 13-1,-4-11 1,4 11-1,-6-11 1,6 11-2,-8-10 1,8 10 0,-10-9-1,10 9 1,-10-12-1,10 12 1,-12-12-1,12 12 1,-13-13 0,13 13-1,-15-11 1,7 6-1,8 5 1,-16-7-1,16 7 1,-12-4-1,12 4 1,-10-3 0,10 3-1,0 0 0,0 0-3,0 0 0,0 0-2,0 0-1,0 0-3,0 0-3,0 0-3,0 0-5,0 0-7,0 0-7,0 0-18,3-8-40,-3 8-7,0 0 3,0 0 65</inkml:trace>
</inkml:ink>
</file>

<file path=word/ink/ink2.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4:30.077"/>
    </inkml:context>
    <inkml:brush xml:id="br0">
      <inkml:brushProperty name="width" value="0.05833" units="cm"/>
      <inkml:brushProperty name="height" value="0.05833" units="cm"/>
      <inkml:brushProperty name="fitToCurve" value="1"/>
    </inkml:brush>
  </inkml:definitions>
  <inkml:trace contextRef="#ctx0" brushRef="#br0">8 102 54,'0'0'39,"0"0"-7,0 0-4,0 0-7,-1 9-1,1-9-8,3 15-4,-2-4 0,4 0-4,-3 2 1,3 3 5,-3 0-6,4 4 1,-2 0-2,1 2 1,-1 2-1,-1 0 1,-1 1 0,1-2 1,-1-1-1,-1-2 1,0-5 0,0-3 0,-1-3-3,0-9 0,0 0 0,0 0-1,0 0 0,0 0-1,-2-18-1,1 4 0,-1-2 0,0-1 0,0-2 0,0 0 0,-1 1 0,-1 0-1,0 0 2,0 2-2,0 2 3,0 0-2,1 3 2,-1 0-2,1 1 1,0 2 0,3 8 0,-4-15 0,4 15-1,-3-16-4,3 16 5,-3-16-4,2 6 5,1 0 1,-1 1-2,1-1 3,0 0-2,0 10 5,0-14-6,0 14 9,0-9-5,0 9 2,0 0 1,0 0 1,0 0 0,0 0 0,0 0 0,0 0-1,0 0-1,0 0-2,6-9 0,-6 9 2,9-7-1,-9 7 1,10-9 0,-10 9-1,15-9 0,-5 4 0,-10 5-1,18-10 0,-9 6 0,3 1-1,0 0 1,1 0 1,0 0-1,1 1 0,-1 0 1,2 2-1,-3 0 1,0 1-2,0 0 0,1 1 0,-2 1-2,1 1 1,-1 0-1,-1-1-1,1 1-1,-3-1-5,-8-3-8,12 4-12,-12-4-32,0 0-55,0 0-2,0 0-7</inkml:trace>
</inkml:ink>
</file>

<file path=word/ink/ink20.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9:48.514"/>
    </inkml:context>
    <inkml:brush xml:id="br0">
      <inkml:brushProperty name="width" value="0.05833" units="cm"/>
      <inkml:brushProperty name="height" value="0.05833" units="cm"/>
      <inkml:brushProperty name="fitToCurve" value="1"/>
    </inkml:brush>
  </inkml:definitions>
  <inkml:trace contextRef="#ctx0" brushRef="#br0">130 0 35,'0'0'24,"0"0"0,-10 4 1,10-4 2,0 0-3,-11 2-2,11-2-2,-9 3-1,9-3-3,-10 5 1,10-5-2,-11 6-2,11-6-2,-12 9 1,12-9 0,-13 8 0,13-8-1,-15 10-1,15-10-1,-14 12-1,14-12-1,-12 13-1,12-13 0,-8 15-2,5-7 0,1 1-1,2 2 1,0 0-2,1 1 2,0 1-1,1 1 1,0 1 1,1 0 1,-1 2 0,0-1 1,0 0-1,2 1 0,-2-4 0,1 3 0,-1-5-1,0 1 0,0-3-1,1 0 1,-3-9-1,4 13 0,-4-13-1,7 12-2,-7-12 0,9 10 0,-9-10 1,11 8-1,-11-8 1,15 5-1,-6-4 2,-1-1-2,3-3 2,-1-1-2,1-2 1,-1-3-2,-2-1 1,1-1-1,-3-3 0,0 0 0,-2-1 0,-2 1-1,1-1 1,-2-1-1,-1 1 1,0 1-1,-1 2 0,-1 0 0,1 1 1,-1 0-1,0 2 1,0 0-1,0 0 0,2 9 0,-3-15 1,3 15-1,-4-13 0,4 13 0,-4-10 0,4 10 1,0 0-1,-3-11 1,3 11 0,0 0-1,-5-10 1,5 10-1,0 0 1,-8-13-2,8 13 2,-9-10-1,9 10 0,-8-8 1,8 8 0,-10-7 0,10 7 0,-11-6 0,11 6 0,-11-4 0,11 4 0,-10-2 1,10 2-1,-9-1 0,9 1 0,0 0-2,0 0-4,-8-1-6,8 1-10,0 0-10,0 0-18,0 0-49,0 0-9,0 0 2,0 0 52</inkml:trace>
</inkml:ink>
</file>

<file path=word/ink/ink21.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0:47.855"/>
    </inkml:context>
    <inkml:brush xml:id="br0">
      <inkml:brushProperty name="width" value="0.05833" units="cm"/>
      <inkml:brushProperty name="height" value="0.05833" units="cm"/>
      <inkml:brushProperty name="fitToCurve" value="1"/>
    </inkml:brush>
  </inkml:definitions>
  <inkml:trace contextRef="#ctx0" brushRef="#br0">141-1 31,'-11'1'32,"11"-1"-3,-8 3 1,8-3-3,-11 5 0,11-5-4,-11 7 0,11-7-5,-14 11-2,14-11-4,-13 10-1,13-10-2,-17 13 0,17-13-1,-16 13-2,16-13 1,-16 17-1,11-8 0,-3 2-2,4-1 1,0 1-2,2 1 1,1-2 0,1 2-1,0-1 0,2 0 0,1 0-1,-1-1 0,2 2 0,0-2 1,0 3-1,1-1 2,2 2-2,0 0 1,2 0 0,0 1 0,1-2 0,-1 1-1,1-5 0,0 1 0,-10-10-1,14 12 2,-14-12 0,10 5 0,-10-5 1,0 0 0,11 5 2,-11-5 0,9 2 0,-9-2 1,12-1-2,-12 1-1,17-6 0,-8 2-2,1-1 1,0-1-2,0-2 0,1-1-1,-2-2 0,1-1 0,-2-3 0,-1 1 0,-1-3 1,0-1-1,-1 1 0,0 0-1,-1 1 2,-1 2-2,1 1 2,-1 2-1,-2-1 2,-1 1-2,-3 1 2,-2-1-1,-1 1 1,-3-1-1,-3 1 0,-1 0-1,-2 1 1,2 3-1,-1 4 0,0 0-1,3 4-5,0-1-6,11-1-14,-12 5-13,12-5-27,0 0-33,0 0-6,11-1 4</inkml:trace>
</inkml:ink>
</file>

<file path=word/ink/ink22.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0:56.982"/>
    </inkml:context>
    <inkml:brush xml:id="br0">
      <inkml:brushProperty name="width" value="0.05833" units="cm"/>
      <inkml:brushProperty name="height" value="0.05833" units="cm"/>
      <inkml:brushProperty name="fitToCurve" value="1"/>
    </inkml:brush>
  </inkml:definitions>
  <inkml:trace contextRef="#ctx0" brushRef="#br0">158 8 27,'-9'-1'26,"9"1"-3,0 0-3,-11-2-1,11 2-1,-9-2-1,9 2 1,-9 1-2,9-1 0,-10 2-2,10-2 0,-13 5-1,13-5-1,-13 7-1,13-7-1,-15 7-1,15-7-1,-15 8-1,15-8-1,-14 10 0,14-10-2,-11 12 1,11-12-1,-11 14-1,11-14 1,-6 16-1,2-8-1,1 2 1,0 2-2,1-1 3,2 2-2,1-1 1,-1 3 0,2-3-1,1 0 1,-1-1 0,2 1-1,-3-2 0,1 0-1,-1 0 1,1-2 0,0 3 1,0-2-1,3 2 1,-2-1 0,3-1 0,-2 1-1,2-1 1,0 0-2,-6-9 1,13 14-1,-13-14 0,14 11 0,-14-11 0,16 9 0,-6-5 1,-1-2 0,2-1-1,0 0 0,-1-2-1,2-1 1,-2-2-1,2-2 0,-2-1-2,0 0 2,1-3-1,-1 1 1,-1 0 0,0-2 1,-3 1-1,-1-2 2,-1-1-1,-1-1 0,-3-2-1,-2-3 1,-1 0-2,-3-1 1,0-2-2,-2 0 0,0 1 0,-2 0 0,1 3 0,-2 2 1,0 1-1,0 3 1,1 1 0,-3 4 1,1 0-1,-2 2 1,2 2 0,-2 2 0,2 1 0,-1 1 0,2 0-2,2 3-4,9-4-8,-11 5-14,11-5-22,0 0-41,0 0 1,9 0-7</inkml:trace>
</inkml:ink>
</file>

<file path=word/ink/ink23.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1:10.954"/>
    </inkml:context>
    <inkml:brush xml:id="br0">
      <inkml:brushProperty name="width" value="0.05833" units="cm"/>
      <inkml:brushProperty name="height" value="0.05833" units="cm"/>
      <inkml:brushProperty name="fitToCurve" value="1"/>
    </inkml:brush>
  </inkml:definitions>
  <inkml:trace contextRef="#ctx0" brushRef="#br0">117 1 62,'0'0'34,"-11"-3"-3,11 3-1,-10 3-5,10-3-2,-13 3-3,13-3-2,-14 6-3,14-6-2,-13 6-2,13-6-2,-12 6 0,12-6-2,-11 4 0,11-4-2,-11 6 2,11-6-1,-9 11 0,9-11 0,-8 13 0,5-3 0,2 0-1,0 0-1,1 2-1,1 0 0,1 1 0,0 1-1,1 0 0,-1-1 0,2 0 1,-1 0-1,-1 0 1,1 0-1,1-1 0,0 0 1,1 1 0,1-2-1,-1 2 2,2-1-2,1 0 2,0-3-2,1 2 1,0-3-1,1 0 0,1-1-1,0-1 1,3-1 1,0-2 0,2 0 1,0 0 0,2-2 0,0-1 0,-1-1-1,0-2-1,-2 0 0,0 0-1,-2-2 0,-2-1-1,0-1 1,-3 0-1,-8 7 2,14-16-1,-9 7 0,-1-2 0,-2-3 0,-2 0-1,-1-2 1,-1-2-1,-1 0 1,-1-2-3,-1 0 2,0 1-1,-1 1 0,0 1 0,-2 0 1,-1 4-2,1 0 2,-3 2-1,1 2 2,-5 2-2,1 0 1,-4 2-1,2 2 1,0 1-1,0 1 2,2 0-2,1 2 1,4 0 0,9-1-1,-12 5-3,12-5-5,0 0-9,-2 9-9,2-9-7,0 0-18,0 0-22,7-15-26,-7 15 4,5-19 60</inkml:trace>
</inkml:ink>
</file>

<file path=word/ink/ink24.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7:23.714"/>
    </inkml:context>
    <inkml:brush xml:id="br0">
      <inkml:brushProperty name="width" value="0.05833" units="cm"/>
      <inkml:brushProperty name="height" value="0.05833" units="cm"/>
      <inkml:brushProperty name="fitToCurve" value="1"/>
    </inkml:brush>
  </inkml:definitions>
  <inkml:trace contextRef="#ctx0" brushRef="#br0">0-4 65,'0'0'40,"0"0"0,0 0-1,11 0-4,-11 0-7,0 0 1,12 6-8,-12-6 0,15 10-7,-7-3-6,1 1 0,1 1-4,2-1 3,0 1-7,0-1 4,2-1-6,1-1 4,1 2 0,0-4 0,0 0-1,-2 0 1,3-1 0,-3-1-1,1 0 0,-2 0 0,0 0 1,0-1-1,0 1 0,0 0 0,-1 0-1,0-1 0,0 1 0,-1 0 1,-1-1-2,-2 1 2,-8-2-1,14 4 0,-14-4 0,9 3 0,-9-3 1,0 0-1,0 0 0,0 0 0,0 0 0,-10 9 0,10-9 0,-14 4 0,14-4 0,-16 6 0,16-6 0,-14 6 0,14-6 0,-16 6 1,16-6-1,-14 4 0,14-4 0,-14 1 0,14-1 0,-14 4-1,14-4 2,-14 5-2,14-5 1,-16 9 0,16-9 0,-14 13 1,14-13-1,-13 18 1,7-10-1,1 4 1,-1-1 0,3 3 0,-1-1-1,2 3 0,-2 0 1,3-1-1,1 1 1,-1-2-1,1 1 1,0-4-1,0 1 1,0-12-1,-1 13 1,1-13-1,-1 10-1,1-10-1,0 0-2,0 0-2,0 0-4,2 9-5,-2-9-7,0 0-10,0 0-16,5-14-23,-5 14-30,4-18 22,-1 7 79</inkml:trace>
</inkml:ink>
</file>

<file path=word/ink/ink25.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7:24.211"/>
    </inkml:context>
    <inkml:brush xml:id="br0">
      <inkml:brushProperty name="width" value="0.05833" units="cm"/>
      <inkml:brushProperty name="height" value="0.05833" units="cm"/>
      <inkml:brushProperty name="fitToCurve" value="1"/>
    </inkml:brush>
  </inkml:definitions>
  <inkml:trace contextRef="#ctx0" brushRef="#br0">0 16 12,'0'0'38,"0"0"-1,0 0-3,0 0 1,0 0-3,0 0 1,0 0-1,0 0-1,0 0-6,13 3-4,-3-1-3,2-2-6,3 1-2,2-1-3,2-1-4,2 1-9,-1-3-13,3 2-34,-2-4-52,-3-2-5,-2 2 24</inkml:trace>
</inkml:ink>
</file>

<file path=word/ink/ink26.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57:59.701"/>
    </inkml:context>
    <inkml:brush xml:id="br0">
      <inkml:brushProperty name="width" value="0.05833" units="cm"/>
      <inkml:brushProperty name="height" value="0.05833" units="cm"/>
      <inkml:brushProperty name="fitToCurve" value="1"/>
    </inkml:brush>
  </inkml:definitions>
  <inkml:trace contextRef="#ctx0" brushRef="#br0">0 0 29,'0'0'29,"8"12"-2,-8-12-4,5 9-2,-5-9-3,7 12-2,-7-12-2,10 11-1,-10-11-2,13 12 1,-13-12-1,14 11-1,-5-6 0,-1 0 0,2 0-1,0 1-2,0 0-1,3 0 0,-1 0-3,1-1 1,1 0-1,1-1 0,0-1-2,1-1 1,1-1-1,-2-1 0,0 0 0,2 0 0,-3 0-1,2 1 0,-4 0 0,1 1 1,-2 1 0,1-1 1,-2 0 1,0 1 1,-1-1-1,0 0 0,0 0 1,-1 1-1,1-2-1,0 1-1,-9-2 0,16 3 0,-7-2 0,-1 1 0,2 0 0,-1-2-1,0 2 1,0-1 1,0 1-1,-1 0 1,-8-2 0,15 3 0,-15-3 0,11 3 1,-11-3-1,11 1 0,-11-1 0,10 0 0,-10 0 0,12-2 0,-12 2-1,12-1 1,-12 1 0,11-3 0,-11 3-1,13-4 0,-13 4 0,14-5 0,-14 5 0,14-7-1,-5 3 1,0-1-1,-1 1 1,-8 4-1,17-8 1,-17 8-1,14-9 0,-14 9 0,13-9 0,-13 9-3,12-10-8,-8 0-18,3 1-59,-4-1-18,-2-3-6,-1 13 86</inkml:trace>
</inkml:ink>
</file>

<file path=word/ink/ink3.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4:30.720"/>
    </inkml:context>
    <inkml:brush xml:id="br0">
      <inkml:brushProperty name="width" value="0.05833" units="cm"/>
      <inkml:brushProperty name="height" value="0.05833" units="cm"/>
      <inkml:brushProperty name="fitToCurve" value="1"/>
    </inkml:brush>
  </inkml:definitions>
  <inkml:trace contextRef="#ctx0" brushRef="#br0">-4-1 63,'-6'10'37,"6"-10"-5,0 0 0,0 0-3,0 0 2,0 0-1,0 0-1,0 0-1,0 0 0,13 6-3,-13-6-4,20 4-5,-7-3-6,4 1-4,0-2-2,2-1-1,3 0-6,-2-2-6,3 1-13,-4-3-18,2 1-66,-4 3 1,-1 2-9,-4 4 90</inkml:trace>
</inkml:ink>
</file>

<file path=word/ink/ink4.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4:32.296"/>
    </inkml:context>
    <inkml:brush xml:id="br0">
      <inkml:brushProperty name="width" value="0.05833" units="cm"/>
      <inkml:brushProperty name="height" value="0.05833" units="cm"/>
      <inkml:brushProperty name="fitToCurve" value="1"/>
    </inkml:brush>
  </inkml:definitions>
  <inkml:trace contextRef="#ctx0" brushRef="#br0">39 349 1,'0'0'80,"-5"13"-40,5-13-2,0 0-5,0 0-5,0 0-7,0 0-3,0 0-1,0 0-3,0 0 0,0 0 1,0 0-1,-8 1-2,8-1-1,-2-12-2,0 3-1,-1-1-1,1-3-1,-1-3 0,1 0-3,-1-4 1,1 1-2,0-1 0,0 1-2,1-2 2,0 3-3,1 0 2,0 2-3,0 1 2,0 1-2,0 1 2,0 1-2,2 1 1,0 1-2,1 1 2,1 0 4,-4 9-3,12-11 4,-12 11-4,16-8 3,-6 5-2,-1 1 5,2 0-6,-1 0-1,1 0 1,-1 0 0,-1-1 0,0 0-1,0 1 1,-9 2-1,15-4 2,-15 4-1,14 0 0,-14 0 1,16 8 0,-16-8-4,14 12 4,-6-3-3,1 1 4,0 1-4,-1 0 3,0 0-3,-2 0 4,3 0 0,-4 0 0,1 0 0,0 1 0,0 1 1,-1 2-1,0 0 1,-2 2-1,2 1 1,-2 2-1,0 0 2,0 3-2,-1 0 1,0-1-1,0 0 2,-1-2-3,0-1 2,1-3-2,-2 0 1,2-5-1,-1-1 0,-1-10-1,4 13 0,-4-13-5,0 0-5,0 0-11,0 0-12,9-2-24,-9 2-51,-4-18-4,0 5 4</inkml:trace>
</inkml:ink>
</file>

<file path=word/ink/ink5.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4:32.742"/>
    </inkml:context>
    <inkml:brush xml:id="br0">
      <inkml:brushProperty name="width" value="0.05833" units="cm"/>
      <inkml:brushProperty name="height" value="0.05833" units="cm"/>
      <inkml:brushProperty name="fitToCurve" value="1"/>
    </inkml:brush>
  </inkml:definitions>
  <inkml:trace contextRef="#ctx0" brushRef="#br0">9 36 54,'0'0'46,"0"0"-7,-10-5-5,10 5-5,0 0-1,0 0-4,0 0 0,0 0-1,9-2-3,-9 2 1,15 0-1,-5 2-3,1-3-4,2 3-2,2-2-3,1 1-2,4 0-3,-1-1-3,3 1-7,-2-4-12,4 3-22,-5-6-63,1-1-7,-3-1-3,-6-3 91</inkml:trace>
</inkml:ink>
</file>

<file path=word/ink/ink6.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9:15.655"/>
    </inkml:context>
    <inkml:brush xml:id="br0">
      <inkml:brushProperty name="width" value="0.05833" units="cm"/>
      <inkml:brushProperty name="height" value="0.05833" units="cm"/>
      <inkml:brushProperty name="fitToCurve" value="1"/>
    </inkml:brush>
  </inkml:definitions>
  <inkml:trace contextRef="#ctx0" brushRef="#br0">62-1 34,'-10'2'30,"10"-2"-5,0 0-2,-8 11-3,8-11-1,0 0-5,-11 10-3,11-10-2,0 0-4,-7 10-1,7-10 1,0 0-1,-7 10-1,7-10 1,-3 12 1,3-12 0,-2 15 0,2-6 0,-1 0-1,1 2 1,-1 0 1,-1 1-2,0 0 2,0 2-1,0-2 1,0 2-1,2-1 2,-2 0 0,1-1-2,3-1 3,-1 0-3,1-2 1,0 0-2,-2-9 1,8 16-3,-8-16 1,11 17-2,-11-17 1,13 14 0,-13-14 0,14 12 0,-14-12 1,15 10 0,-15-10 1,13 6 0,-13-6 0,13 3 0,-13-3 0,11 1 0,-11-1-1,13-2 0,-13 2 0,11-3-2,-11 3 0,13-5 1,-13 5-1,12-6 0,-12 6-1,14-8 2,-14 8-1,14-13 1,-14 13-1,14-17 1,-8 7 0,0-1 1,-2-1-2,1 0 2,-2-1-2,-1 1 0,1 0 0,-2 1 0,1 0-1,-1 0 1,0 1-1,-1 0 1,0 0-1,-2-1 1,-2 0-1,-1 0 0,-1 0 0,-2 1 0,0 0-1,-3 0 1,-1 2-1,-2 0 2,0 2-1,-2 2 0,0 1 1,-2 1-1,1 1 1,2 1-1,1 2 1,1 2-1,4-1 1,9-3-1,-15 9-1,15-9-3,-6 9-4,6-9-6,0 0-8,6 9-11,-6-9-8,11 2-19,-11-2-11,15-2-32,-6 3 57</inkml:trace>
</inkml:ink>
</file>

<file path=word/ink/ink7.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39:33.269"/>
    </inkml:context>
    <inkml:brush xml:id="br0">
      <inkml:brushProperty name="width" value="0.05833" units="cm"/>
      <inkml:brushProperty name="height" value="0.05833" units="cm"/>
      <inkml:brushProperty name="fitToCurve" value="1"/>
    </inkml:brush>
  </inkml:definitions>
  <inkml:trace contextRef="#ctx0" brushRef="#br0">39 0 20,'0'0'20,"0"0"2,0 0 4,0 0 2,0 0 0,0 0 1,0 0 0,0 12 0,0-12-2,-1 9 0,1-9-3,-5 15-3,0-7-2,2 3-2,-2 2-2,2 3-7,-1-1 4,1 5-5,0-2 3,2 4-7,-1-2 4,2 2-6,-1-2 3,2 0 0,-1 1-2,0-1 0,0 0-1,-1 1 1,0 0-2,0 0 1,1-1 0,-1-1 0,1-2-1,0-1 1,1-5-1,0-2 0,-1-9-2,0 0-3,0 0-8,0 0-10,9-3-10,-10-8-16,1 11-27,3-16-29,-3 16-1,0-14 71</inkml:trace>
</inkml:ink>
</file>

<file path=word/ink/ink8.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4:41.113"/>
    </inkml:context>
    <inkml:brush xml:id="br0">
      <inkml:brushProperty name="width" value="0.05833" units="cm"/>
      <inkml:brushProperty name="height" value="0.05833" units="cm"/>
      <inkml:brushProperty name="fitToCurve" value="1"/>
    </inkml:brush>
  </inkml:definitions>
  <inkml:trace contextRef="#ctx0" brushRef="#br0">104 34 31,'0'0'39,"-10"1"-7,10-1-3,-9 2-5,9-2-1,-11 2-4,11-2-1,-9 4-4,9-4-3,-10 8-2,10-8-2,-12 12 0,8-4-3,4-8 1,-11 18-2,4-8 1,1 3 0,0 0-2,2 2 2,0 2-3,3 1 3,1 2-1,1 1 1,2 3-1,2-2 1,0 1-1,1-1 0,2 0 0,1-1 1,-3-1-2,4 0 2,-1-3-2,1-1 2,-1-2-1,1-1 2,-1-2-2,0-3 0,0-2 0,0-2 0,1-2 1,-2-2 0,2-2 1,0-1 1,-1-3-1,2 0 1,-2-4-1,2-1-1,0-1-1,-2-4-3,0-5 0,-1-2-2,-3-4 0,-1-1-2,0-1 2,-3-1-1,-3-1 1,0 3-3,-4 1 4,0 2-3,-3 2 2,-3 0-1,-1 1 2,-1 2 3,-4 1-2,-1 4 3,0 4-3,0 2 4,-2 5-6,4 5 3,4 4-12,-3-2-18,16-3-16,-12 12-54,12-12-6,0 0 23</inkml:trace>
</inkml:ink>
</file>

<file path=word/ink/ink9.xml><?xml version="1.0" encoding="utf-8"?>
<inkml:ink xmlns:inkml="http://www.w3.org/2003/InkML">
  <inkml:definitions>
    <inkml:context xml:id="ctx0">
      <inkml:inkSource xml:id="inkSrc0">
        <inkml:traceFormat>
          <inkml:channel name="X" type="integer" max="23472" units="cm"/>
          <inkml:channel name="Y" type="integer" max="13203" units="cm"/>
          <inkml:channel name="F" type="integer" max="1023" units="dev"/>
        </inkml:traceFormat>
        <inkml:channelProperties>
          <inkml:channelProperty channel="X" name="resolution" value="1000.08521" units="1/cm"/>
          <inkml:channelProperty channel="Y" name="resolution" value="1000.22729" units="1/cm"/>
          <inkml:channelProperty channel="F" name="resolution" value="0" units="1/dev"/>
        </inkml:channelProperties>
      </inkml:inkSource>
      <inkml:timestamp xml:id="ts0" timeString="2017-03-19T19:44:42.570"/>
    </inkml:context>
    <inkml:brush xml:id="br0">
      <inkml:brushProperty name="width" value="0.05833" units="cm"/>
      <inkml:brushProperty name="height" value="0.05833" units="cm"/>
      <inkml:brushProperty name="fitToCurve" value="1"/>
    </inkml:brush>
  </inkml:definitions>
  <inkml:trace contextRef="#ctx0" brushRef="#br0">95-1 6,'0'0'26,"0"0"-2,-11-2-1,11 2-2,0 0-1,-10 5-2,10-5 0,-9 4-2,9-4 0,-10 8-2,10-8 0,-13 8-2,13-8-2,-11 9-1,11-9 0,-11 11-4,11-11-1,-8 11 1,8-11-2,-7 12 1,7-12-2,-4 12 1,4-12 0,-2 14 0,2-14 0,1 16-1,0-6 0,1 0 0,0 1 0,0 1 1,1-1 0,-1 2 1,0 0 1,1 1 1,0-1-1,0 0 2,0-1-2,1 0 2,1-1-3,-2-1 1,2 0-2,1-2-1,-6-8 0,11 14-1,-11-14 1,11 12-1,-11-12 1,13 10 1,-13-10-1,14 7 0,-14-7 0,15 8 0,-6-6 0,-9-2-1,16 4 0,-16-4 0,16 0-1,-16 0 1,15-2 0,-15 2 0,13-6 0,-13 6 0,13-6 0,-13 6-1,17-7 1,-17 7-1,15-8 1,-5 3-1,-2 0 1,1 0-1,-9 5 1,15-17-1,-8 8 1,-1-2-1,-1-2 1,-3-1-1,1 1 0,-1-2 1,-2 1 0,0 1-1,-1 0 0,-1-1-1,0 2 1,-2-1-1,-2 2 1,-2-1-2,0 1 1,-4 0 0,0 2 1,-3 0-1,1 1 0,-2 2 0,1 2 1,-1 1 0,3 1-1,2 0 0,1 2 0,10 0-4,-13 1-5,13-1-4,0 0-11,0 0-12,0 0-35,10-5-27,-10 5-6,14-7 89</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Cette épreuve n’est pas une épreuve écrite, il n’est donc pas demandé de rédiger un compte-rendu. Toutefois, il est demandé d’élaborer avec soin les dessins, les schémas, les graphes et les documents décrivant les méthodes qui seront utilisées comme illustrations lors de vos prestations orales. Pour préparer les réponses aux questions posées, il est impératif d’utiliser les feuilles remises comme brouillon en début d’épreuve. Á la fin de l’épreuve le matériel sera rangé sur les tables. L’ordinateur reste allumé.</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D7593E-B43F-4230-8460-9ADA9639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Modele-CAPET.dot</Template>
  <TotalTime>102</TotalTime>
  <Pages>1</Pages>
  <Words>559</Words>
  <Characters>3077</Characters>
  <Application>Microsoft Office Word</Application>
  <DocSecurity>0</DocSecurity>
  <Lines>25</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BOITE DE VITESSE ROBOTISEE</vt:lpstr>
      <vt:lpstr>TP7 : Communication Bus CAN</vt:lpstr>
      <vt:lpstr>Travail à réaliser</vt:lpstr>
      <vt:lpstr>    Etude préliminaire</vt:lpstr>
      <vt:lpstr>    Lecture/Ecriture d’informations circulant sur le bus CAN (250 kbits/sec).</vt:lpstr>
      <vt:lpstr>    Capture et décodage d’une trame à l’aide d’un oscilloscope.</vt:lpstr>
    </vt:vector>
  </TitlesOfParts>
  <Company>epreuves d’admission capet 2015</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BOITE DE VITESSE ROBOTISEE</dc:title>
  <dc:subject>Sujet n°2 : relatif au programme de S-SI</dc:subject>
  <dc:creator>Bruno</dc:creator>
  <cp:lastModifiedBy>Bruno</cp:lastModifiedBy>
  <cp:revision>14</cp:revision>
  <cp:lastPrinted>2017-09-25T20:01:00Z</cp:lastPrinted>
  <dcterms:created xsi:type="dcterms:W3CDTF">2017-03-19T18:12:00Z</dcterms:created>
  <dcterms:modified xsi:type="dcterms:W3CDTF">2017-09-25T20:01:00Z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