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875B3" w14:textId="46E452F7" w:rsidR="008A70AF" w:rsidRDefault="008A70AF" w:rsidP="008A70AF">
      <w:pPr>
        <w:pStyle w:val="Titre"/>
      </w:pPr>
      <w:bookmarkStart w:id="0" w:name="_Toc282017971"/>
      <w:bookmarkStart w:id="1" w:name="_GoBack"/>
      <w:bookmarkEnd w:id="1"/>
      <w:r>
        <w:t>TP</w:t>
      </w:r>
      <w:r w:rsidR="00552E5A">
        <w:t>6</w:t>
      </w:r>
      <w:r>
        <w:t> : Commande électrohydraulique</w:t>
      </w:r>
    </w:p>
    <w:tbl>
      <w:tblPr>
        <w:tblStyle w:val="Grilledutableau"/>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7"/>
        <w:gridCol w:w="4961"/>
      </w:tblGrid>
      <w:tr w:rsidR="008A70AF" w14:paraId="2E0F9F2C" w14:textId="77777777" w:rsidTr="00B31746">
        <w:tc>
          <w:tcPr>
            <w:tcW w:w="5637" w:type="dxa"/>
          </w:tcPr>
          <w:p w14:paraId="688FA07E" w14:textId="77777777" w:rsidR="008A70AF" w:rsidRPr="00FC357E" w:rsidRDefault="008A70AF" w:rsidP="00B31746">
            <w:pPr>
              <w:pStyle w:val="Titre1"/>
              <w:outlineLvl w:val="0"/>
            </w:pPr>
            <w:r w:rsidRPr="00067351">
              <w:t>Introduction</w:t>
            </w:r>
            <w:r>
              <w:t> :</w:t>
            </w:r>
          </w:p>
        </w:tc>
        <w:tc>
          <w:tcPr>
            <w:tcW w:w="4961" w:type="dxa"/>
            <w:vMerge w:val="restart"/>
            <w:vAlign w:val="bottom"/>
          </w:tcPr>
          <w:p w14:paraId="690CE08E" w14:textId="77777777" w:rsidR="008A70AF" w:rsidRDefault="008A70AF" w:rsidP="00B31746">
            <w:pPr>
              <w:jc w:val="center"/>
              <w:rPr>
                <w:noProof/>
              </w:rPr>
            </w:pPr>
            <w:r>
              <w:rPr>
                <w:noProof/>
              </w:rPr>
              <w:drawing>
                <wp:inline distT="0" distB="0" distL="0" distR="0" wp14:anchorId="62D457A2" wp14:editId="0732DF0F">
                  <wp:extent cx="3095464" cy="34913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097047" cy="3493131"/>
                          </a:xfrm>
                          <a:prstGeom prst="rect">
                            <a:avLst/>
                          </a:prstGeom>
                        </pic:spPr>
                      </pic:pic>
                    </a:graphicData>
                  </a:graphic>
                </wp:inline>
              </w:drawing>
            </w:r>
          </w:p>
        </w:tc>
      </w:tr>
      <w:tr w:rsidR="008A70AF" w14:paraId="74F47FB6" w14:textId="77777777" w:rsidTr="00B31746">
        <w:tc>
          <w:tcPr>
            <w:tcW w:w="5637" w:type="dxa"/>
          </w:tcPr>
          <w:p w14:paraId="285A30EE" w14:textId="77777777" w:rsidR="008A70AF" w:rsidRDefault="008A70AF" w:rsidP="00B31746">
            <w:r>
              <w:t>Le module de robotisation doit s’adapter à la situation de conduite en agissant sur le temps de synchronisation lors d’un changement de rapport.</w:t>
            </w:r>
          </w:p>
          <w:p w14:paraId="2713DB0D" w14:textId="77777777" w:rsidR="008A70AF" w:rsidRDefault="008A70AF" w:rsidP="00B31746">
            <w:r>
              <w:t>Le temps de synchronisation dépend de la pression qui s’exerce sur le piston du vérin d’engagement. C’est pourquoi il est alimenté par deux électrovannes rétro-pilotées par la pression.</w:t>
            </w:r>
          </w:p>
          <w:p w14:paraId="3FC74B3A" w14:textId="77777777" w:rsidR="008A70AF" w:rsidRDefault="008A70AF" w:rsidP="00B31746">
            <w:pPr>
              <w:pStyle w:val="Titre1"/>
              <w:outlineLvl w:val="0"/>
            </w:pPr>
            <w:r>
              <w:t>Objectifs :</w:t>
            </w:r>
          </w:p>
          <w:p w14:paraId="5B9DD12D" w14:textId="77777777" w:rsidR="008A70AF" w:rsidRDefault="008A70AF" w:rsidP="00B31746">
            <w:r>
              <w:t>Analyser le fonctionnement des électrovannes d’engagement.</w:t>
            </w:r>
          </w:p>
          <w:p w14:paraId="506E94C5" w14:textId="77777777" w:rsidR="008A70AF" w:rsidRDefault="008A70AF" w:rsidP="00B31746">
            <w:r>
              <w:t>Etablir la relation entre courant d’alimentation de l’électrovanne et pression dans la chambre du vérin d’engagement.</w:t>
            </w:r>
          </w:p>
          <w:p w14:paraId="3D4E3936" w14:textId="77777777" w:rsidR="008A70AF" w:rsidRPr="00E71357" w:rsidRDefault="008A70AF" w:rsidP="00B31746">
            <w:r>
              <w:t>Modéliser la chaîne d’action de l’engagement et simuler son fonctionnement</w:t>
            </w:r>
          </w:p>
        </w:tc>
        <w:tc>
          <w:tcPr>
            <w:tcW w:w="4961" w:type="dxa"/>
            <w:vMerge/>
          </w:tcPr>
          <w:p w14:paraId="7CF598D1" w14:textId="77777777" w:rsidR="008A70AF" w:rsidRDefault="008A70AF" w:rsidP="00B31746"/>
        </w:tc>
      </w:tr>
    </w:tbl>
    <w:p w14:paraId="5B18FC30" w14:textId="77777777" w:rsidR="008A70AF" w:rsidRDefault="008A70AF" w:rsidP="008A70AF"/>
    <w:p w14:paraId="57E6F403" w14:textId="6D6119A8" w:rsidR="0090166D" w:rsidRDefault="00067351" w:rsidP="00F95C4E">
      <w:pPr>
        <w:pStyle w:val="Titre1"/>
        <w:spacing w:before="0"/>
      </w:pPr>
      <w:r>
        <w:t>Travail à réaliser</w:t>
      </w:r>
    </w:p>
    <w:bookmarkEnd w:id="0"/>
    <w:p w14:paraId="239FCF26" w14:textId="77777777" w:rsidR="00C75858" w:rsidRDefault="00C75858" w:rsidP="00D704BC">
      <w:pPr>
        <w:pStyle w:val="Titre2"/>
      </w:pPr>
      <w:r>
        <w:t xml:space="preserve">Fonctionnement de </w:t>
      </w:r>
      <w:r w:rsidRPr="00D704BC">
        <w:t>l’électrovanne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331"/>
      </w:tblGrid>
      <w:tr w:rsidR="00C75858" w14:paraId="37C35A10" w14:textId="77777777" w:rsidTr="00C273F9">
        <w:tc>
          <w:tcPr>
            <w:tcW w:w="5637" w:type="dxa"/>
          </w:tcPr>
          <w:p w14:paraId="44DAB07B" w14:textId="77777777" w:rsidR="00C75858" w:rsidRDefault="00C75858" w:rsidP="00C273F9">
            <w:r>
              <w:t>Le schéma hydraulique ci-contre montre le pilotage de l’électrovanne EV1 :</w:t>
            </w:r>
          </w:p>
          <w:p w14:paraId="14B14A0F" w14:textId="77777777" w:rsidR="00C75858" w:rsidRDefault="00C75858" w:rsidP="00C273F9">
            <w:r>
              <w:t xml:space="preserve">Repérer </w:t>
            </w:r>
            <w:r w:rsidRPr="00F11DAB">
              <w:t>sur</w:t>
            </w:r>
            <w:r>
              <w:t xml:space="preserve"> le schéma technologique du document « </w:t>
            </w:r>
            <w:r w:rsidRPr="00DB4727">
              <w:rPr>
                <w:i/>
              </w:rPr>
              <w:t>5</w:t>
            </w:r>
            <w:r>
              <w:rPr>
                <w:i/>
              </w:rPr>
              <w:t> :</w:t>
            </w:r>
            <w:r w:rsidRPr="00DB4727">
              <w:rPr>
                <w:i/>
              </w:rPr>
              <w:t xml:space="preserve"> Pilotage </w:t>
            </w:r>
            <w:r>
              <w:rPr>
                <w:i/>
              </w:rPr>
              <w:t xml:space="preserve">du </w:t>
            </w:r>
            <w:r w:rsidRPr="00DB4727">
              <w:rPr>
                <w:i/>
              </w:rPr>
              <w:t>vérin d’engagement</w:t>
            </w:r>
            <w:r>
              <w:t> », les différents pilotages de l’électrovanne :</w:t>
            </w:r>
          </w:p>
          <w:p w14:paraId="7072E016" w14:textId="77777777" w:rsidR="00C75858" w:rsidRDefault="00C75858" w:rsidP="00C273F9">
            <w:pPr>
              <w:numPr>
                <w:ilvl w:val="0"/>
                <w:numId w:val="17"/>
              </w:numPr>
              <w:tabs>
                <w:tab w:val="left" w:pos="3969"/>
              </w:tabs>
              <w:overflowPunct/>
              <w:autoSpaceDE/>
              <w:autoSpaceDN/>
              <w:adjustRightInd/>
              <w:spacing w:after="0"/>
              <w:jc w:val="left"/>
              <w:textAlignment w:val="auto"/>
            </w:pPr>
            <w:r>
              <w:t>le solénoïde de l’électrovanne</w:t>
            </w:r>
            <w:r>
              <w:tab/>
              <w:t xml:space="preserve">(force </w:t>
            </w:r>
            <w:r w:rsidRPr="00CC45B9">
              <w:rPr>
                <w:b/>
                <w:i/>
              </w:rPr>
              <w:t>F</w:t>
            </w:r>
            <w:r w:rsidRPr="00CC45B9">
              <w:rPr>
                <w:b/>
                <w:i/>
                <w:vertAlign w:val="subscript"/>
              </w:rPr>
              <w:t>N</w:t>
            </w:r>
            <w:r>
              <w:t>)</w:t>
            </w:r>
          </w:p>
          <w:p w14:paraId="020BA681" w14:textId="77777777" w:rsidR="00C75858" w:rsidRDefault="00C75858" w:rsidP="00C273F9">
            <w:pPr>
              <w:numPr>
                <w:ilvl w:val="0"/>
                <w:numId w:val="17"/>
              </w:numPr>
              <w:tabs>
                <w:tab w:val="left" w:pos="3969"/>
              </w:tabs>
              <w:overflowPunct/>
              <w:autoSpaceDE/>
              <w:autoSpaceDN/>
              <w:adjustRightInd/>
              <w:spacing w:after="0"/>
              <w:jc w:val="left"/>
              <w:textAlignment w:val="auto"/>
            </w:pPr>
            <w:r>
              <w:t>le pilotage par la pression</w:t>
            </w:r>
            <w:r>
              <w:tab/>
              <w:t xml:space="preserve">(force </w:t>
            </w:r>
            <w:r w:rsidRPr="00CC45B9">
              <w:rPr>
                <w:b/>
                <w:i/>
              </w:rPr>
              <w:t>F</w:t>
            </w:r>
            <w:r w:rsidRPr="00CC45B9">
              <w:rPr>
                <w:b/>
                <w:i/>
                <w:vertAlign w:val="subscript"/>
              </w:rPr>
              <w:t>P</w:t>
            </w:r>
            <w:r>
              <w:t>)</w:t>
            </w:r>
          </w:p>
          <w:p w14:paraId="13FF55BE" w14:textId="77777777" w:rsidR="00C75858" w:rsidRDefault="00C75858" w:rsidP="00C273F9">
            <w:pPr>
              <w:numPr>
                <w:ilvl w:val="0"/>
                <w:numId w:val="17"/>
              </w:numPr>
              <w:tabs>
                <w:tab w:val="left" w:pos="3969"/>
              </w:tabs>
              <w:overflowPunct/>
              <w:autoSpaceDE/>
              <w:autoSpaceDN/>
              <w:adjustRightInd/>
              <w:jc w:val="left"/>
              <w:textAlignment w:val="auto"/>
            </w:pPr>
            <w:r>
              <w:t>le ressort de rappel</w:t>
            </w:r>
            <w:r>
              <w:tab/>
              <w:t xml:space="preserve">(force </w:t>
            </w:r>
            <w:r w:rsidRPr="00CC45B9">
              <w:rPr>
                <w:b/>
                <w:i/>
              </w:rPr>
              <w:t>F</w:t>
            </w:r>
            <w:r w:rsidRPr="00CC45B9">
              <w:rPr>
                <w:b/>
                <w:i/>
                <w:vertAlign w:val="subscript"/>
              </w:rPr>
              <w:t>R</w:t>
            </w:r>
            <w:r>
              <w:t>)</w:t>
            </w:r>
          </w:p>
        </w:tc>
        <w:tc>
          <w:tcPr>
            <w:tcW w:w="4331" w:type="dxa"/>
          </w:tcPr>
          <w:p w14:paraId="45891A50" w14:textId="77777777" w:rsidR="00C75858" w:rsidRDefault="00C75858" w:rsidP="00C273F9">
            <w:r>
              <w:rPr>
                <w:noProof/>
              </w:rPr>
              <mc:AlternateContent>
                <mc:Choice Requires="wpc">
                  <w:drawing>
                    <wp:inline distT="0" distB="0" distL="0" distR="0" wp14:anchorId="793D9C07" wp14:editId="4B979EF8">
                      <wp:extent cx="2604655" cy="1420091"/>
                      <wp:effectExtent l="0" t="0" r="0" b="8890"/>
                      <wp:docPr id="8" name="Zone de dessin 9"/>
                      <wp:cNvGraphicFramePr>
                        <a:graphicFrameLocks xmlns:a="http://schemas.openxmlformats.org/drawingml/2006/main"/>
                      </wp:cNvGraphicFramePr>
                      <a:graphic xmlns:a="http://schemas.openxmlformats.org/drawingml/2006/main">
                        <a:graphicData uri="http://schemas.microsoft.com/office/word/2010/wordprocessingCanvas">
                          <wpc:wpc>
                            <wpc:bg/>
                            <wpc:whole/>
                            <pic:pic xmlns:pic="http://schemas.openxmlformats.org/drawingml/2006/picture">
                              <pic:nvPicPr>
                                <pic:cNvPr id="12" name="Image 12"/>
                                <pic:cNvPicPr>
                                  <a:picLocks noChangeAspect="1"/>
                                </pic:cNvPicPr>
                              </pic:nvPicPr>
                              <pic:blipFill>
                                <a:blip r:embed="rId11"/>
                                <a:stretch>
                                  <a:fillRect/>
                                </a:stretch>
                              </pic:blipFill>
                              <pic:spPr>
                                <a:xfrm>
                                  <a:off x="86051" y="1"/>
                                  <a:ext cx="2236676" cy="1394553"/>
                                </a:xfrm>
                                <a:prstGeom prst="rect">
                                  <a:avLst/>
                                </a:prstGeom>
                              </pic:spPr>
                            </pic:pic>
                            <pic:pic xmlns:pic="http://schemas.openxmlformats.org/drawingml/2006/picture">
                              <pic:nvPicPr>
                                <pic:cNvPr id="16" name="Image 16"/>
                                <pic:cNvPicPr>
                                  <a:picLocks noChangeAspect="1"/>
                                </pic:cNvPicPr>
                              </pic:nvPicPr>
                              <pic:blipFill>
                                <a:blip r:embed="rId12"/>
                                <a:stretch>
                                  <a:fillRect/>
                                </a:stretch>
                              </pic:blipFill>
                              <pic:spPr>
                                <a:xfrm>
                                  <a:off x="35999" y="554699"/>
                                  <a:ext cx="781489" cy="653487"/>
                                </a:xfrm>
                                <a:prstGeom prst="rect">
                                  <a:avLst/>
                                </a:prstGeom>
                              </pic:spPr>
                            </pic:pic>
                            <pic:pic xmlns:pic="http://schemas.openxmlformats.org/drawingml/2006/picture">
                              <pic:nvPicPr>
                                <pic:cNvPr id="17" name="Image 17"/>
                                <pic:cNvPicPr>
                                  <a:picLocks noChangeAspect="1"/>
                                </pic:cNvPicPr>
                              </pic:nvPicPr>
                              <pic:blipFill>
                                <a:blip r:embed="rId13"/>
                                <a:stretch>
                                  <a:fillRect/>
                                </a:stretch>
                              </pic:blipFill>
                              <pic:spPr>
                                <a:xfrm>
                                  <a:off x="1552969" y="127329"/>
                                  <a:ext cx="1050968" cy="707382"/>
                                </a:xfrm>
                                <a:prstGeom prst="rect">
                                  <a:avLst/>
                                </a:prstGeom>
                              </pic:spPr>
                            </pic:pic>
                            <pic:pic xmlns:pic="http://schemas.openxmlformats.org/drawingml/2006/picture">
                              <pic:nvPicPr>
                                <pic:cNvPr id="18" name="Image 18"/>
                                <pic:cNvPicPr>
                                  <a:picLocks noChangeAspect="1"/>
                                </pic:cNvPicPr>
                              </pic:nvPicPr>
                              <pic:blipFill>
                                <a:blip r:embed="rId14"/>
                                <a:stretch>
                                  <a:fillRect/>
                                </a:stretch>
                              </pic:blipFill>
                              <pic:spPr>
                                <a:xfrm>
                                  <a:off x="1676175" y="759170"/>
                                  <a:ext cx="902755" cy="626538"/>
                                </a:xfrm>
                                <a:prstGeom prst="rect">
                                  <a:avLst/>
                                </a:prstGeom>
                              </pic:spPr>
                            </pic:pic>
                          </wpc:wpc>
                        </a:graphicData>
                      </a:graphic>
                    </wp:inline>
                  </w:drawing>
                </mc:Choice>
                <mc:Fallback>
                  <w:pict>
                    <v:group id="Zone de dessin 9" o:spid="_x0000_s1026" editas="canvas" style="width:205.1pt;height:111.8pt;mso-position-horizontal-relative:char;mso-position-vertical-relative:line" coordsize="26041,141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041;height:14198;visibility:visible;mso-wrap-style:square">
                        <v:fill o:detectmouseclick="t"/>
                        <v:path o:connecttype="none"/>
                      </v:shape>
                      <v:shape id="Image 12" o:spid="_x0000_s1028" type="#_x0000_t75" style="position:absolute;left:860;width:22367;height:139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Q0RjBAAAA2wAAAA8AAABkcnMvZG93bnJldi54bWxET01rwkAQvRf8D8sI3urGICVEVxGhJYde&#10;Govgbdgds8HsbMhuNfrr3UKht3m8z1lvR9eJKw2h9axgMc9AEGtvWm4UfB/eXwsQISIb7DyTgjsF&#10;2G4mL2ssjb/xF13r2IgUwqFEBTbGvpQyaEsOw9z3xIk7+8FhTHBopBnwlsJdJ/Mse5MOW04NFnva&#10;W9KX+scpOBUPXVUnvbDF5/J+xo82Px5qpWbTcbcCEWmM/+I/d2XS/Bx+f0kHyM0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TQ0RjBAAAA2wAAAA8AAAAAAAAAAAAAAAAAnwIA&#10;AGRycy9kb3ducmV2LnhtbFBLBQYAAAAABAAEAPcAAACNAwAAAAA=&#10;">
                        <v:imagedata r:id="rId15" o:title=""/>
                        <v:path arrowok="t"/>
                      </v:shape>
                      <v:shape id="Image 16" o:spid="_x0000_s1029" type="#_x0000_t75" style="position:absolute;left:359;top:5546;width:7815;height:65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XOLM3CAAAA2wAAAA8AAABkcnMvZG93bnJldi54bWxET0trwkAQvhf8D8sI3upGD1Kiq0gkICql&#10;9QE9TrNjEszOxuwa4793CwVv8/E9Z7boTCVaalxpWcFoGIEgzqwuOVdwPKTvHyCcR9ZYWSYFD3Kw&#10;mPfeZhhre+dvavc+FyGEXYwKCu/rWEqXFWTQDW1NHLizbQz6AJtc6gbvIdxUchxFE2mw5NBQYE1J&#10;QdllfzMKarn7lD9J2+nrb5Ymq83pa7RNlRr0u+UUhKfOv8T/7rUO8yfw90s4QM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VzizNwgAAANsAAAAPAAAAAAAAAAAAAAAAAJ8C&#10;AABkcnMvZG93bnJldi54bWxQSwUGAAAAAAQABAD3AAAAjgMAAAAA&#10;">
                        <v:imagedata r:id="rId16" o:title=""/>
                        <v:path arrowok="t"/>
                      </v:shape>
                      <v:shape id="Image 17" o:spid="_x0000_s1030" type="#_x0000_t75" style="position:absolute;left:15529;top:1273;width:10510;height:70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5G2fCAAAA2wAAAA8AAABkcnMvZG93bnJldi54bWxET01rwkAQvRf8D8sIXorZ1EMt0VVEEbWH&#10;glrvY3aSLGZn0+xq0n/fLRR6m8f7nPmyt7V4UOuNYwUvSQqCOHfacKng87wdv4HwAVlj7ZgUfJOH&#10;5WLwNMdMu46P9DiFUsQQ9hkqqEJoMil9XpFFn7iGOHKFay2GCNtS6ha7GG5rOUnTV2nRcGyosKF1&#10;RfntdLcKzLnbFZv3+nk9verDV7q59B9mq9Ro2K9mIAL14V/8597rOH8Kv7/EA+Ti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k+RtnwgAAANsAAAAPAAAAAAAAAAAAAAAAAJ8C&#10;AABkcnMvZG93bnJldi54bWxQSwUGAAAAAAQABAD3AAAAjgMAAAAA&#10;">
                        <v:imagedata r:id="rId17" o:title=""/>
                        <v:path arrowok="t"/>
                      </v:shape>
                      <v:shape id="Image 18" o:spid="_x0000_s1031" type="#_x0000_t75" style="position:absolute;left:16761;top:7591;width:9028;height:62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5bGSrEAAAA2wAAAA8AAABkcnMvZG93bnJldi54bWxEj0FrwkAQhe8F/8MyQm91Y6FSoquIIDQg&#10;gmmpehuyYxLMzqbZrcZ/7xwEbzO8N+99M1v0rlEX6kLt2cB4lIAiLrytuTTw871++wQVIrLFxjMZ&#10;uFGAxXzwMsPU+ivv6JLHUkkIhxQNVDG2qdahqMhhGPmWWLST7xxGWbtS2w6vEu4a/Z4kE+2wZmmo&#10;sKVVRcU5/3cGTrss34/D7+qQHf42R9xkGLYfxrwO++UUVKQ+Ps2P6y8r+AIrv8gAen4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5bGSrEAAAA2wAAAA8AAAAAAAAAAAAAAAAA&#10;nwIAAGRycy9kb3ducmV2LnhtbFBLBQYAAAAABAAEAPcAAACQAwAAAAA=&#10;">
                        <v:imagedata r:id="rId18" o:title=""/>
                        <v:path arrowok="t"/>
                      </v:shape>
                      <w10:anchorlock/>
                    </v:group>
                  </w:pict>
                </mc:Fallback>
              </mc:AlternateContent>
            </w:r>
          </w:p>
        </w:tc>
      </w:tr>
    </w:tbl>
    <w:p w14:paraId="5C62D9F9" w14:textId="77777777" w:rsidR="00C75858" w:rsidRDefault="00C75858" w:rsidP="00C75858">
      <w:pPr>
        <w:pBdr>
          <w:top w:val="single" w:sz="4" w:space="1" w:color="auto"/>
          <w:left w:val="single" w:sz="4" w:space="4" w:color="auto"/>
          <w:bottom w:val="single" w:sz="4" w:space="1" w:color="auto"/>
          <w:right w:val="single" w:sz="4" w:space="4" w:color="auto"/>
        </w:pBdr>
        <w:rPr>
          <w:rFonts w:cs="Arial"/>
          <w:i/>
          <w:szCs w:val="24"/>
        </w:rPr>
      </w:pPr>
      <w:r>
        <w:rPr>
          <w:i/>
        </w:rPr>
        <w:t>On suppose que l</w:t>
      </w:r>
      <w:r w:rsidRPr="00CC7A1F">
        <w:rPr>
          <w:i/>
        </w:rPr>
        <w:t>a résultante des forces électromagnétiques de la bobine sur l</w:t>
      </w:r>
      <w:r>
        <w:rPr>
          <w:i/>
        </w:rPr>
        <w:t xml:space="preserve">e noyau plongeur est proportionnelle à </w:t>
      </w:r>
      <w:r>
        <w:rPr>
          <w:rFonts w:cs="Arial"/>
          <w:i/>
          <w:szCs w:val="24"/>
        </w:rPr>
        <w:t>l’intensité du courant traversant la bobine </w:t>
      </w:r>
      <w:r>
        <w:rPr>
          <w:i/>
        </w:rPr>
        <w:t>:</w:t>
      </w:r>
      <w:r w:rsidRPr="00CC7A1F">
        <w:rPr>
          <w:i/>
        </w:rPr>
        <w:t xml:space="preserve"> </w:t>
      </w:r>
      <w:r w:rsidRPr="00CC7A1F">
        <w:rPr>
          <w:b/>
          <w:i/>
        </w:rPr>
        <w:t>F</w:t>
      </w:r>
      <w:r>
        <w:rPr>
          <w:b/>
          <w:i/>
          <w:vertAlign w:val="subscript"/>
        </w:rPr>
        <w:t>N</w:t>
      </w:r>
      <w:r w:rsidRPr="00CC7A1F">
        <w:rPr>
          <w:b/>
          <w:i/>
        </w:rPr>
        <w:t xml:space="preserve"> = </w:t>
      </w:r>
      <w:r>
        <w:rPr>
          <w:rFonts w:cs="Arial"/>
          <w:b/>
          <w:i/>
          <w:szCs w:val="24"/>
        </w:rPr>
        <w:t>K</w:t>
      </w:r>
      <w:r w:rsidRPr="009A610A">
        <w:rPr>
          <w:rFonts w:cs="Arial"/>
          <w:b/>
          <w:i/>
          <w:szCs w:val="24"/>
          <w:vertAlign w:val="subscript"/>
        </w:rPr>
        <w:t>N</w:t>
      </w:r>
      <w:r>
        <w:rPr>
          <w:rFonts w:cs="Arial"/>
          <w:b/>
          <w:i/>
          <w:szCs w:val="24"/>
        </w:rPr>
        <w:t>.I</w:t>
      </w:r>
      <w:r w:rsidRPr="00CC7A1F">
        <w:rPr>
          <w:rFonts w:cs="Arial"/>
          <w:i/>
          <w:szCs w:val="24"/>
        </w:rPr>
        <w:t>.</w:t>
      </w:r>
    </w:p>
    <w:p w14:paraId="57510E35" w14:textId="77777777" w:rsidR="00C75858" w:rsidRPr="00CC7A1F" w:rsidRDefault="00C75858" w:rsidP="00C75858">
      <w:pPr>
        <w:pBdr>
          <w:top w:val="single" w:sz="4" w:space="1" w:color="auto"/>
          <w:left w:val="single" w:sz="4" w:space="4" w:color="auto"/>
          <w:bottom w:val="single" w:sz="4" w:space="1" w:color="auto"/>
          <w:right w:val="single" w:sz="4" w:space="4" w:color="auto"/>
        </w:pBdr>
        <w:rPr>
          <w:rFonts w:cs="Arial"/>
          <w:i/>
          <w:szCs w:val="24"/>
        </w:rPr>
      </w:pPr>
      <w:r>
        <w:rPr>
          <w:rFonts w:cs="Arial"/>
          <w:i/>
          <w:szCs w:val="24"/>
        </w:rPr>
        <w:t xml:space="preserve">Le ressort de rappel a une longueur au repos </w:t>
      </w:r>
      <w:r w:rsidRPr="009A610A">
        <w:rPr>
          <w:rFonts w:cs="Arial"/>
          <w:b/>
          <w:i/>
          <w:szCs w:val="24"/>
        </w:rPr>
        <w:t>L</w:t>
      </w:r>
      <w:r w:rsidRPr="009A610A">
        <w:rPr>
          <w:rFonts w:cs="Arial"/>
          <w:b/>
          <w:i/>
          <w:szCs w:val="24"/>
          <w:vertAlign w:val="subscript"/>
        </w:rPr>
        <w:t>0</w:t>
      </w:r>
      <w:r>
        <w:rPr>
          <w:rFonts w:cs="Arial"/>
          <w:i/>
          <w:szCs w:val="24"/>
        </w:rPr>
        <w:t xml:space="preserve"> et une raideur </w:t>
      </w:r>
      <w:r w:rsidRPr="009A610A">
        <w:rPr>
          <w:rFonts w:cs="Arial"/>
          <w:b/>
          <w:i/>
          <w:szCs w:val="24"/>
        </w:rPr>
        <w:t>K</w:t>
      </w:r>
      <w:r w:rsidRPr="009A610A">
        <w:rPr>
          <w:rFonts w:cs="Arial"/>
          <w:b/>
          <w:i/>
          <w:szCs w:val="24"/>
          <w:vertAlign w:val="subscript"/>
        </w:rPr>
        <w:t>R</w:t>
      </w:r>
      <w:r>
        <w:rPr>
          <w:rFonts w:cs="Arial"/>
          <w:i/>
          <w:szCs w:val="24"/>
        </w:rPr>
        <w:t>.</w:t>
      </w:r>
    </w:p>
    <w:p w14:paraId="5B9ADE8B" w14:textId="77777777" w:rsidR="00C75858" w:rsidRDefault="00C75858" w:rsidP="00C75858">
      <w:r>
        <w:t>En s’appuyant sur le schéma du document « </w:t>
      </w:r>
      <w:r w:rsidRPr="00DB4727">
        <w:rPr>
          <w:i/>
        </w:rPr>
        <w:t>5 : Engagement.docx</w:t>
      </w:r>
      <w:r>
        <w:t> », et l’animation 2D :</w:t>
      </w:r>
    </w:p>
    <w:p w14:paraId="5F586BC9" w14:textId="77777777" w:rsidR="00C75858" w:rsidRDefault="00C75858" w:rsidP="00D704BC">
      <w:pPr>
        <w:pStyle w:val="Questions"/>
        <w:spacing w:after="240"/>
      </w:pPr>
      <w:r w:rsidRPr="000E7E35">
        <w:rPr>
          <w:b/>
        </w:rPr>
        <w:t xml:space="preserve">Décrire le comportement de l’électrovanne </w:t>
      </w:r>
      <w:r>
        <w:t>lors d’une variation de courant dans la bobine (à la hausse et à la baisse) partant de la position centrale d’équilibre (vanne fermée). Préciser l’influence qu’une telle variation aura sur la pression dans le vérin.</w:t>
      </w:r>
    </w:p>
    <w:p w14:paraId="375F6455" w14:textId="6198F4AF" w:rsidR="008A70AF" w:rsidRDefault="00C75858" w:rsidP="008A70AF">
      <w:pPr>
        <w:pBdr>
          <w:top w:val="single" w:sz="4" w:space="1" w:color="auto"/>
          <w:left w:val="single" w:sz="4" w:space="4" w:color="auto"/>
          <w:bottom w:val="single" w:sz="4" w:space="1" w:color="auto"/>
          <w:right w:val="single" w:sz="4" w:space="4" w:color="auto"/>
        </w:pBdr>
      </w:pPr>
      <w:r w:rsidRPr="00C75858">
        <w:rPr>
          <w:b/>
          <w:i/>
        </w:rPr>
        <w:t>Réaliser un enregistrement à l’oscilloscope</w:t>
      </w:r>
      <w:r w:rsidRPr="00C75858">
        <w:rPr>
          <w:i/>
        </w:rPr>
        <w:t xml:space="preserve"> de la pression </w:t>
      </w:r>
      <w:r w:rsidRPr="00C75858">
        <w:rPr>
          <w:b/>
          <w:i/>
        </w:rPr>
        <w:t>p</w:t>
      </w:r>
      <w:r w:rsidRPr="00C75858">
        <w:rPr>
          <w:i/>
        </w:rPr>
        <w:t xml:space="preserve"> dans le vérin et du courant </w:t>
      </w:r>
      <w:r w:rsidRPr="00C75858">
        <w:rPr>
          <w:b/>
          <w:i/>
        </w:rPr>
        <w:t>I</w:t>
      </w:r>
      <w:r w:rsidRPr="00C75858">
        <w:rPr>
          <w:i/>
        </w:rPr>
        <w:t xml:space="preserve"> traversant la bobine (passage </w:t>
      </w:r>
      <w:r w:rsidRPr="00C75858">
        <w:rPr>
          <w:b/>
          <w:i/>
        </w:rPr>
        <w:t>N – 1</w:t>
      </w:r>
      <w:r w:rsidRPr="00C75858">
        <w:rPr>
          <w:i/>
        </w:rPr>
        <w:t> ; voie 1 : pression dans le vérin, voie 4 : courant dans la bobine, déclenchement sur front montant voie 4) et Utiliser le logiciel « SXMetro » pour exporter vos mesures dans « EXCEL ».</w:t>
      </w:r>
      <w:r w:rsidR="008A70AF">
        <w:br w:type="page"/>
      </w:r>
    </w:p>
    <w:p w14:paraId="56B3BA2C" w14:textId="2CF1127F" w:rsidR="00C75858" w:rsidRPr="002D1E79" w:rsidRDefault="00C75858" w:rsidP="00F95C4E">
      <w:r w:rsidRPr="002D1E79">
        <w:lastRenderedPageBreak/>
        <w:t>La loi du capteur de pression est fournie dans le fic</w:t>
      </w:r>
      <w:r>
        <w:t xml:space="preserve">hier </w:t>
      </w:r>
      <w:r w:rsidRPr="00131281">
        <w:rPr>
          <w:i/>
        </w:rPr>
        <w:t>« Loi_capteur_pression.xls »</w:t>
      </w:r>
    </w:p>
    <w:p w14:paraId="450BFAB1" w14:textId="43EFB551" w:rsidR="00D704BC" w:rsidRPr="00D704BC" w:rsidRDefault="00C75858" w:rsidP="00D704BC">
      <w:pPr>
        <w:pStyle w:val="Questions"/>
      </w:pPr>
      <w:r w:rsidRPr="00D704BC">
        <w:rPr>
          <w:b/>
        </w:rPr>
        <w:t xml:space="preserve">Tracer les courbes </w:t>
      </w:r>
      <w:r>
        <w:t xml:space="preserve">de </w:t>
      </w:r>
      <w:r w:rsidRPr="00F95C4E">
        <w:t>courant</w:t>
      </w:r>
      <w:r>
        <w:t xml:space="preserve"> </w:t>
      </w:r>
      <w:r w:rsidRPr="00D704BC">
        <w:rPr>
          <w:b/>
          <w:i/>
        </w:rPr>
        <w:t>I</w:t>
      </w:r>
      <w:r w:rsidR="00F95C4E" w:rsidRPr="00D704BC">
        <w:rPr>
          <w:b/>
          <w:i/>
        </w:rPr>
        <w:t xml:space="preserve"> (A)</w:t>
      </w:r>
      <w:r>
        <w:t xml:space="preserve"> et </w:t>
      </w:r>
      <w:r w:rsidR="00F95C4E">
        <w:t>la</w:t>
      </w:r>
      <w:r>
        <w:t xml:space="preserve"> pression </w:t>
      </w:r>
      <w:r w:rsidRPr="00D704BC">
        <w:rPr>
          <w:b/>
          <w:i/>
        </w:rPr>
        <w:t>p</w:t>
      </w:r>
      <w:r w:rsidR="00F95C4E" w:rsidRPr="00D704BC">
        <w:rPr>
          <w:b/>
          <w:i/>
        </w:rPr>
        <w:t xml:space="preserve"> (bar)</w:t>
      </w:r>
      <w:r>
        <w:t xml:space="preserve"> en fonction du temps et constater la relation entre les variations de courant dans la bobine et les variations de pression dans le vérin d’engagement</w:t>
      </w:r>
      <w:r w:rsidR="00F95C4E">
        <w:t xml:space="preserve">. Calculer le rapport </w:t>
      </w:r>
      <w:r w:rsidR="00F95C4E" w:rsidRPr="00D704BC">
        <w:rPr>
          <w:b/>
          <w:i/>
        </w:rPr>
        <w:t>p/I</w:t>
      </w:r>
      <w:r w:rsidR="00F95C4E" w:rsidRPr="00D704BC">
        <w:rPr>
          <w:b/>
          <w:i/>
          <w:vertAlign w:val="subscript"/>
        </w:rPr>
        <w:t>moy</w:t>
      </w:r>
      <w:r w:rsidR="00F95C4E">
        <w:t xml:space="preserve"> lorsque le vérin arrive en butée</w:t>
      </w:r>
      <w:r>
        <w:t>.</w:t>
      </w:r>
    </w:p>
    <w:p w14:paraId="5F56CA16" w14:textId="141FC1BA" w:rsidR="00F95C4E" w:rsidRDefault="00F95C4E" w:rsidP="00D704BC">
      <w:pPr>
        <w:pStyle w:val="Titre2"/>
      </w:pPr>
      <w:r>
        <w:t xml:space="preserve"> Modélisation de la commande </w:t>
      </w:r>
      <w:r w:rsidRPr="00D704BC">
        <w:t>l’électrovanne</w:t>
      </w:r>
    </w:p>
    <w:p w14:paraId="2D8CFE57" w14:textId="77777777" w:rsidR="00C75858" w:rsidRDefault="00C75858" w:rsidP="00C75858">
      <w:r>
        <w:t>Afin de moduler le courant dans la bobine de l’électrovanne (donc l’effort de synchronisation), celle-ci est alimentée par un hacheur série selon le schéma ci-dessous.</w:t>
      </w:r>
    </w:p>
    <w:p w14:paraId="150614FE" w14:textId="0E80A3A5" w:rsidR="00C75858" w:rsidRDefault="00C75858" w:rsidP="00C75858">
      <w:pPr>
        <w:jc w:val="center"/>
        <w:rPr>
          <w:b/>
          <w:szCs w:val="24"/>
        </w:rPr>
      </w:pPr>
      <w:r>
        <w:rPr>
          <w:noProof/>
        </w:rPr>
        <mc:AlternateContent>
          <mc:Choice Requires="wpc">
            <w:drawing>
              <wp:inline distT="0" distB="0" distL="0" distR="0" wp14:anchorId="12BA75A0" wp14:editId="627D23E8">
                <wp:extent cx="5368636" cy="2514634"/>
                <wp:effectExtent l="0" t="0" r="0" b="0"/>
                <wp:docPr id="5" name="Zone de dessin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6" name="Image 6"/>
                          <pic:cNvPicPr>
                            <a:picLocks noChangeAspect="1"/>
                          </pic:cNvPicPr>
                        </pic:nvPicPr>
                        <pic:blipFill rotWithShape="1">
                          <a:blip r:embed="rId19"/>
                          <a:srcRect l="6022" r="12832"/>
                          <a:stretch/>
                        </pic:blipFill>
                        <pic:spPr>
                          <a:xfrm>
                            <a:off x="824339" y="609511"/>
                            <a:ext cx="2708563" cy="1501270"/>
                          </a:xfrm>
                          <a:prstGeom prst="rect">
                            <a:avLst/>
                          </a:prstGeom>
                        </pic:spPr>
                      </pic:pic>
                      <wps:wsp>
                        <wps:cNvPr id="7" name="Rectangle 7"/>
                        <wps:cNvSpPr/>
                        <wps:spPr>
                          <a:xfrm>
                            <a:off x="3297375" y="1267711"/>
                            <a:ext cx="235527" cy="59574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392285" y="540348"/>
                            <a:ext cx="1558636" cy="1849366"/>
                          </a:xfrm>
                          <a:prstGeom prst="rect">
                            <a:avLst/>
                          </a:prstGeom>
                          <a:solidFill>
                            <a:srgbClr val="D9D9D9">
                              <a:alpha val="30196"/>
                            </a:srgb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A23A00" w14:textId="77777777" w:rsidR="00C75858" w:rsidRPr="00F258C3" w:rsidRDefault="00C75858" w:rsidP="00C75858">
                              <w:pPr>
                                <w:spacing w:after="0"/>
                                <w:jc w:val="center"/>
                                <w:rPr>
                                  <w:color w:val="000000" w:themeColor="text1"/>
                                </w:rPr>
                              </w:pPr>
                              <w:r>
                                <w:rPr>
                                  <w:color w:val="000000" w:themeColor="text1"/>
                                </w:rPr>
                                <w:t>Hacheur série</w:t>
                              </w:r>
                            </w:p>
                          </w:txbxContent>
                        </wps:txbx>
                        <wps:bodyPr rot="0" spcFirstLastPara="0" vertOverflow="overflow" horzOverflow="overflow" vert="horz" wrap="square" lIns="36000" tIns="36000" rIns="36000" bIns="36000" numCol="1" spcCol="0" rtlCol="0" fromWordArt="0" anchor="b" anchorCtr="0" forceAA="0" compatLnSpc="1">
                          <a:prstTxWarp prst="textNoShape">
                            <a:avLst/>
                          </a:prstTxWarp>
                          <a:noAutofit/>
                        </wps:bodyPr>
                      </wps:wsp>
                      <wps:wsp>
                        <wps:cNvPr id="15" name="Zone de texte 15"/>
                        <wps:cNvSpPr txBox="1"/>
                        <wps:spPr>
                          <a:xfrm>
                            <a:off x="3581392" y="1420114"/>
                            <a:ext cx="1302327" cy="24245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CCFA4D6" w14:textId="77777777" w:rsidR="00C75858" w:rsidRDefault="00C75858" w:rsidP="00C75858">
                              <w:r>
                                <w:t>Bobine + noyau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Zone de texte 29"/>
                        <wps:cNvSpPr txBox="1"/>
                        <wps:spPr>
                          <a:xfrm>
                            <a:off x="0" y="1205366"/>
                            <a:ext cx="865908" cy="7758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E9D2CC" w14:textId="77777777" w:rsidR="00C75858" w:rsidRDefault="00C75858" w:rsidP="00C75858">
                              <w:pPr>
                                <w:spacing w:after="0"/>
                              </w:pPr>
                              <w:r>
                                <w:t>Batterie</w:t>
                              </w:r>
                            </w:p>
                            <w:p w14:paraId="4C48CB27" w14:textId="77777777" w:rsidR="00C75858" w:rsidRDefault="00C75858" w:rsidP="00C75858">
                              <w:pPr>
                                <w:spacing w:after="0"/>
                              </w:pPr>
                              <w:r>
                                <w:t>U</w:t>
                              </w:r>
                              <w:r w:rsidRPr="00F258C3">
                                <w:rPr>
                                  <w:vertAlign w:val="subscript"/>
                                </w:rPr>
                                <w:t>0</w:t>
                              </w:r>
                              <w:r>
                                <w:t xml:space="preserve"> = 12V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Connecteur droit avec flèche 20"/>
                        <wps:cNvCnPr/>
                        <wps:spPr>
                          <a:xfrm>
                            <a:off x="3401284" y="955984"/>
                            <a:ext cx="6927" cy="187039"/>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s:wsp>
                        <wps:cNvPr id="30" name="Connecteur droit avec flèche 30"/>
                        <wps:cNvCnPr/>
                        <wps:spPr>
                          <a:xfrm flipV="1">
                            <a:off x="3186536" y="1011402"/>
                            <a:ext cx="0" cy="1004456"/>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s:wsp>
                        <wps:cNvPr id="31" name="Zone de texte 31"/>
                        <wps:cNvSpPr txBox="1"/>
                        <wps:spPr>
                          <a:xfrm>
                            <a:off x="3415138" y="907496"/>
                            <a:ext cx="318655" cy="297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63DEB9" w14:textId="77777777" w:rsidR="00C75858" w:rsidRDefault="00C75858" w:rsidP="00C75858">
                              <w: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Zone de texte 32"/>
                        <wps:cNvSpPr txBox="1"/>
                        <wps:spPr>
                          <a:xfrm>
                            <a:off x="2916375" y="1364698"/>
                            <a:ext cx="318655" cy="297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3B482" w14:textId="77777777" w:rsidR="00C75858" w:rsidRDefault="00C75858" w:rsidP="00C75858">
                              <w:r>
                                <w: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Connecteur droit avec flèche 33"/>
                        <wps:cNvCnPr>
                          <a:endCxn id="10" idx="0"/>
                        </wps:cNvCnPr>
                        <wps:spPr>
                          <a:xfrm>
                            <a:off x="2171463" y="62378"/>
                            <a:ext cx="140" cy="47797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 name="Zone de texte 34"/>
                        <wps:cNvSpPr txBox="1"/>
                        <wps:spPr>
                          <a:xfrm>
                            <a:off x="2012129" y="21"/>
                            <a:ext cx="353325" cy="24245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1A8C3" w14:textId="77777777" w:rsidR="00C75858" w:rsidRDefault="00C75858" w:rsidP="00C75858">
                              <w:r>
                                <w:rPr>
                                  <w:rFonts w:cs="Arial"/>
                                </w:rPr>
                                <w:t>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Zone de dessin 5" o:spid="_x0000_s1026" editas="canvas" style="width:422.75pt;height:198pt;mso-position-horizontal-relative:char;mso-position-vertical-relative:line" coordsize="53682,251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682;height:25146;visibility:visible;mso-wrap-style:square">
                  <v:fill o:detectmouseclick="t"/>
                  <v:path o:connecttype="none"/>
                </v:shape>
                <v:shape id="Image 6" o:spid="_x0000_s1028" type="#_x0000_t75" style="position:absolute;left:8243;top:6095;width:27086;height:150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W5KOXEAAAA2gAAAA8AAABkcnMvZG93bnJldi54bWxEj81qwzAQhO+BvIPYQi8hkZ2WENzIJhRq&#10;91JC83NfrK1taq0cS3Hst68KhR6HmfmG2WWjacVAvWssK4hXEQji0uqGKwXn09tyC8J5ZI2tZVIw&#10;kYMsnc92mGh7508ajr4SAcIuQQW1910ipStrMuhWtiMO3pftDfog+0rqHu8Bblq5jqKNNNhwWKix&#10;o9eayu/jzSjYyvzwfH0aLkMef0xX2xX+sCiUenwY9y8gPI3+P/zXftcKNvB7JdwAmf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W5KOXEAAAA2gAAAA8AAAAAAAAAAAAAAAAA&#10;nwIAAGRycy9kb3ducmV2LnhtbFBLBQYAAAAABAAEAPcAAACQAwAAAAA=&#10;">
                  <v:imagedata r:id="rId20" o:title="" cropleft="3947f" cropright="8410f"/>
                  <v:path arrowok="t"/>
                </v:shape>
                <v:rect id="Rectangle 7" o:spid="_x0000_s1029" style="position:absolute;left:32973;top:12677;width:2356;height:5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0bQsIA&#10;AADaAAAADwAAAGRycy9kb3ducmV2LnhtbESPzW7CMBCE70i8g7VIvYFDDlAFTFRa9Qdu0MJ5FS9J&#10;1Ow6il1I+/QYqRLH0cx8o1nmPTfqTJ2vnRiYThJQJIWztZQGvj5fx4+gfECx2DghA7/kIV8NB0vM&#10;rLvIjs77UKoIEZ+hgSqENtPaFxUx+olrSaJ3ch1jiLIrte3wEuHc6DRJZpqxlrhQYUvPFRXf+x82&#10;wFtZt4f3BDmdbf48F2/zl/pozMOof1qACtSHe/i//WENzOF2Jd4Av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CwgAAANoAAAAPAAAAAAAAAAAAAAAAAJgCAABkcnMvZG93&#10;bnJldi54bWxQSwUGAAAAAAQABAD1AAAAhwMAAAAA&#10;" fillcolor="white [3212]" strokecolor="black [3213]" strokeweight="1pt"/>
                <v:rect id="Rectangle 10" o:spid="_x0000_s1030" style="position:absolute;left:13922;top:5403;width:15587;height:1849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6q/sMA&#10;AADbAAAADwAAAGRycy9kb3ducmV2LnhtbESPT2sCMRDF7wW/QxjBS6nZ9iBla5Si1Hqp4B88D5tx&#10;N3QzWZLort++cxB6m+G9ee838+XgW3WjmFxgA6/TAhRxFazj2sDp+PXyDiplZIttYDJwpwTLxehp&#10;jqUNPe/pdsi1khBOJRpocu5KrVPVkMc0DR2xaJcQPWZZY61txF7CfavfimKmPTqWhgY7WjVU/R6u&#10;3kDdny8xVuuf6zPGzffdu80uOGMm4+HzA1SmIf+bH9dbK/hCL7/IAH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6q/sMAAADbAAAADwAAAAAAAAAAAAAAAACYAgAAZHJzL2Rv&#10;d25yZXYueG1sUEsFBgAAAAAEAAQA9QAAAIgDAAAAAA==&#10;" fillcolor="#d9d9d9" strokecolor="black [3213]" strokeweight="1pt">
                  <v:fill opacity="19789f"/>
                  <v:textbox inset="1mm,1mm,1mm,1mm">
                    <w:txbxContent>
                      <w:p w14:paraId="2EA23A00" w14:textId="77777777" w:rsidR="00C75858" w:rsidRPr="00F258C3" w:rsidRDefault="00C75858" w:rsidP="00C75858">
                        <w:pPr>
                          <w:spacing w:after="0"/>
                          <w:jc w:val="center"/>
                          <w:rPr>
                            <w:color w:val="000000" w:themeColor="text1"/>
                          </w:rPr>
                        </w:pPr>
                        <w:r>
                          <w:rPr>
                            <w:color w:val="000000" w:themeColor="text1"/>
                          </w:rPr>
                          <w:t>Hacheur série</w:t>
                        </w:r>
                      </w:p>
                    </w:txbxContent>
                  </v:textbox>
                </v:rect>
                <v:shapetype id="_x0000_t202" coordsize="21600,21600" o:spt="202" path="m,l,21600r21600,l21600,xe">
                  <v:stroke joinstyle="miter"/>
                  <v:path gradientshapeok="t" o:connecttype="rect"/>
                </v:shapetype>
                <v:shape id="Zone de texte 15" o:spid="_x0000_s1031" type="#_x0000_t202" style="position:absolute;left:35813;top:14201;width:13024;height:2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TkQMMA&#10;AADbAAAADwAAAGRycy9kb3ducmV2LnhtbERPS2vCQBC+F/wPywi9SN1YUUt0FRH7wJtJq3gbsmMS&#10;zM6G7DZJ/323IPQ2H99zVpveVKKlxpWWFUzGEQjizOqScwWf6evTCwjnkTVWlknBDznYrAcPK4y1&#10;7fhIbeJzEULYxaig8L6OpXRZQQbd2NbEgbvaxqAPsMmlbrAL4aaSz1E0lwZLDg0F1rQrKLsl30bB&#10;ZZSfD65/++qms2m9f2/TxUmnSj0O++0ShKfe/4vv7g8d5s/g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TkQMMAAADbAAAADwAAAAAAAAAAAAAAAACYAgAAZHJzL2Rv&#10;d25yZXYueG1sUEsFBgAAAAAEAAQA9QAAAIgDAAAAAA==&#10;" fillcolor="white [3201]" stroked="f" strokeweight=".5pt">
                  <v:textbox>
                    <w:txbxContent>
                      <w:p w14:paraId="7CCFA4D6" w14:textId="77777777" w:rsidR="00C75858" w:rsidRDefault="00C75858" w:rsidP="00C75858">
                        <w:r>
                          <w:t>Bobine + noyau</w:t>
                        </w:r>
                      </w:p>
                    </w:txbxContent>
                  </v:textbox>
                </v:shape>
                <v:shape id="Zone de texte 29" o:spid="_x0000_s1032" type="#_x0000_t202" style="position:absolute;top:12053;width:8659;height:7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14:paraId="53E9D2CC" w14:textId="77777777" w:rsidR="00C75858" w:rsidRDefault="00C75858" w:rsidP="00C75858">
                        <w:pPr>
                          <w:spacing w:after="0"/>
                        </w:pPr>
                        <w:r>
                          <w:t>Batterie</w:t>
                        </w:r>
                      </w:p>
                      <w:p w14:paraId="4C48CB27" w14:textId="77777777" w:rsidR="00C75858" w:rsidRDefault="00C75858" w:rsidP="00C75858">
                        <w:pPr>
                          <w:spacing w:after="0"/>
                        </w:pPr>
                        <w:r>
                          <w:t>U</w:t>
                        </w:r>
                        <w:r w:rsidRPr="00F258C3">
                          <w:rPr>
                            <w:vertAlign w:val="subscript"/>
                          </w:rPr>
                          <w:t>0</w:t>
                        </w:r>
                        <w:r>
                          <w:t xml:space="preserve"> = 12V</w:t>
                        </w:r>
                      </w:p>
                    </w:txbxContent>
                  </v:textbox>
                </v:shape>
                <v:shapetype id="_x0000_t32" coordsize="21600,21600" o:spt="32" o:oned="t" path="m,l21600,21600e" filled="f">
                  <v:path arrowok="t" fillok="f" o:connecttype="none"/>
                  <o:lock v:ext="edit" shapetype="t"/>
                </v:shapetype>
                <v:shape id="Connecteur droit avec flèche 20" o:spid="_x0000_s1033" type="#_x0000_t32" style="position:absolute;left:34012;top:9559;width:70;height:18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PgnsQAAADbAAAADwAAAGRycy9kb3ducmV2LnhtbERPTWvCQBC9F/wPywheitnUSmmjq5RG&#10;ix5KaOzB45gdk9DsbMiuGv317qHQ4+N9z5e9acSZOldbVvAUxSCIC6trLhX87NbjVxDOI2tsLJOC&#10;KzlYLgYPc0y0vfA3nXNfihDCLkEFlfdtIqUrKjLoItsSB+5oO4M+wK6UusNLCDeNnMTxizRYc2io&#10;sKWPiorf/GQUrDZ7yt622TTP+sfnz8Mt/WrSVKnRsH+fgfDU+3/xn3ujFUzC+vAl/AC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I+CexAAAANsAAAAPAAAAAAAAAAAA&#10;AAAAAKECAABkcnMvZG93bnJldi54bWxQSwUGAAAAAAQABAD5AAAAkgMAAAAA&#10;" strokecolor="black [3040]" strokeweight="1pt">
                  <v:stroke endarrow="open"/>
                </v:shape>
                <v:shape id="Connecteur droit avec flèche 30" o:spid="_x0000_s1034" type="#_x0000_t32" style="position:absolute;left:31865;top:10114;width:0;height:100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Csl8AAAADbAAAADwAAAGRycy9kb3ducmV2LnhtbERPy2oCMRTdF/yHcAV3NWMtRaZGKUJh&#10;wE1rxW4vyZ0HndzMJHEef98sCl0eznt/nGwrBvKhcaxgs85AEGtnGq4UXL/eH3cgQkQ22DomBTMF&#10;OB4WD3vMjRv5k4ZLrEQK4ZCjgjrGLpcy6JoshrXriBNXOm8xJugraTyOKdy28inLXqTFhlNDjR2d&#10;atI/l7tV8Hwry6qXH20/h7O+FrdvPXpWarWc3l5BRJriv/jPXRgF27Q+fUk/QB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5QrJfAAAAA2wAAAA8AAAAAAAAAAAAAAAAA&#10;oQIAAGRycy9kb3ducmV2LnhtbFBLBQYAAAAABAAEAPkAAACOAwAAAAA=&#10;" strokecolor="black [3040]" strokeweight="1pt">
                  <v:stroke endarrow="open"/>
                </v:shape>
                <v:shape id="Zone de texte 31" o:spid="_x0000_s1035" type="#_x0000_t202" style="position:absolute;left:34151;top:9074;width:3186;height:2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14:paraId="5063DEB9" w14:textId="77777777" w:rsidR="00C75858" w:rsidRDefault="00C75858" w:rsidP="00C75858">
                        <w:r>
                          <w:t>i</w:t>
                        </w:r>
                      </w:p>
                    </w:txbxContent>
                  </v:textbox>
                </v:shape>
                <v:shape id="Zone de texte 32" o:spid="_x0000_s1036" type="#_x0000_t202" style="position:absolute;left:29163;top:13646;width:3187;height:2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9A8UA&#10;AADbAAAADwAAAGRycy9kb3ducmV2LnhtbESPT4vCMBTE7wv7HcJb8LamVhT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PH0DxQAAANsAAAAPAAAAAAAAAAAAAAAAAJgCAABkcnMv&#10;ZG93bnJldi54bWxQSwUGAAAAAAQABAD1AAAAigMAAAAA&#10;" filled="f" stroked="f" strokeweight=".5pt">
                  <v:textbox>
                    <w:txbxContent>
                      <w:p w14:paraId="7C93B482" w14:textId="77777777" w:rsidR="00C75858" w:rsidRDefault="00C75858" w:rsidP="00C75858">
                        <w:r>
                          <w:t>U</w:t>
                        </w:r>
                      </w:p>
                    </w:txbxContent>
                  </v:textbox>
                </v:shape>
                <v:shape id="Connecteur droit avec flèche 33" o:spid="_x0000_s1037" type="#_x0000_t32" style="position:absolute;left:21714;top:623;width:2;height:47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ab3MYAAADbAAAADwAAAGRycy9kb3ducmV2LnhtbESP3WoCMRSE74W+QzgFb6RmVZB2axRb&#10;/LuwFLUPcNicbhY3J8smq6tPbwTBy2FmvmEms9aW4kS1LxwrGPQTEMSZ0wXnCv4Oy7d3ED4gaywd&#10;k4ILeZhNXzoTTLU7845O+5CLCGGfogITQpVK6TNDFn3fVcTR+3e1xRBlnUtd4znCbSmHSTKWFguO&#10;CwYr+jaUHfeNVRDW19Xuq+m182tx3PwezMdiO/hRqvvazj9BBGrDM/xob7SC0QjuX+IPkN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Gm9zGAAAA2wAAAA8AAAAAAAAA&#10;AAAAAAAAoQIAAGRycy9kb3ducmV2LnhtbFBLBQYAAAAABAAEAPkAAACUAwAAAAA=&#10;" strokecolor="black [3213]" strokeweight="1pt">
                  <v:stroke endarrow="open"/>
                </v:shape>
                <v:shape id="Zone de texte 34" o:spid="_x0000_s1038" type="#_x0000_t202" style="position:absolute;left:20121;width:3533;height:24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du8YA&#10;AADbAAAADwAAAGRycy9kb3ducmV2LnhtbESPQWvCQBSE7wX/w/IKXopu2lQtqauUYlW8adTS2yP7&#10;mgSzb0N2m8R/7xYKPQ4z8w0zX/amEi01rrSs4HEcgSDOrC45V3BMP0YvIJxH1lhZJgVXcrBcDO7m&#10;mGjb8Z7ag89FgLBLUEHhfZ1I6bKCDLqxrYmD920bgz7IJpe6wS7ATSWfomgqDZYcFgqs6b2g7HL4&#10;MQq+HvLPnevXpy6exPVq06azs06VGt73b68gPPX+P/zX3moF8TP8fg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0du8YAAADbAAAADwAAAAAAAAAAAAAAAACYAgAAZHJz&#10;L2Rvd25yZXYueG1sUEsFBgAAAAAEAAQA9QAAAIsDAAAAAA==&#10;" fillcolor="white [3201]" stroked="f" strokeweight=".5pt">
                  <v:textbox>
                    <w:txbxContent>
                      <w:p w14:paraId="6DF1A8C3" w14:textId="77777777" w:rsidR="00C75858" w:rsidRDefault="00C75858" w:rsidP="00C75858">
                        <w:r>
                          <w:rPr>
                            <w:rFonts w:cs="Arial"/>
                          </w:rPr>
                          <w:t>α</w:t>
                        </w:r>
                      </w:p>
                    </w:txbxContent>
                  </v:textbox>
                </v:shape>
                <w10:anchorlock/>
              </v:group>
            </w:pict>
          </mc:Fallback>
        </mc:AlternateContent>
      </w:r>
    </w:p>
    <w:p w14:paraId="713B553A" w14:textId="77777777" w:rsidR="00C75858" w:rsidRDefault="00C75858" w:rsidP="00C75858">
      <w:r>
        <w:t>En l’absence de mouvement du tiroir, l’équation électrique de la bobine s’écrit :</w:t>
      </w:r>
    </w:p>
    <w:p w14:paraId="0C41937A" w14:textId="77777777" w:rsidR="00C75858" w:rsidRDefault="00C75858" w:rsidP="00C75858">
      <w:pPr>
        <w:jc w:val="center"/>
      </w:pPr>
      <w:r w:rsidRPr="00AA0CEA">
        <w:rPr>
          <w:b/>
        </w:rPr>
        <w:t>u(t) = r</w:t>
      </w:r>
      <w:r>
        <w:rPr>
          <w:b/>
        </w:rPr>
        <w:sym w:font="Symbol" w:char="F0D7"/>
      </w:r>
      <w:r w:rsidRPr="00AA0CEA">
        <w:rPr>
          <w:b/>
        </w:rPr>
        <w:t>i(t) + L</w:t>
      </w:r>
      <w:r>
        <w:rPr>
          <w:b/>
        </w:rPr>
        <w:sym w:font="Symbol" w:char="F0D7"/>
      </w:r>
      <w:r w:rsidRPr="00AA0CEA">
        <w:rPr>
          <w:b/>
        </w:rPr>
        <w:fldChar w:fldCharType="begin"/>
      </w:r>
      <w:r w:rsidRPr="00AA0CEA">
        <w:rPr>
          <w:b/>
        </w:rPr>
        <w:instrText xml:space="preserve"> eq \s\do1(\f(di;dt))</w:instrText>
      </w:r>
      <w:r w:rsidRPr="00AA0CEA">
        <w:rPr>
          <w:b/>
        </w:rPr>
        <w:fldChar w:fldCharType="end"/>
      </w:r>
    </w:p>
    <w:p w14:paraId="4AC3571B" w14:textId="77777777" w:rsidR="00C75858" w:rsidRDefault="00C75858" w:rsidP="00D704BC">
      <w:pPr>
        <w:pStyle w:val="Questions"/>
        <w:spacing w:after="240"/>
      </w:pPr>
      <w:r w:rsidRPr="00AA0CEA">
        <w:rPr>
          <w:b/>
        </w:rPr>
        <w:t xml:space="preserve">Tracer le schéma électrique </w:t>
      </w:r>
      <w:r>
        <w:t>correspondant et justifier chaque terme de l’équation.</w:t>
      </w:r>
    </w:p>
    <w:p w14:paraId="42F191F5" w14:textId="638376D2" w:rsidR="00C75858" w:rsidRPr="00D704BC" w:rsidRDefault="00C75858" w:rsidP="00C75858">
      <w:pPr>
        <w:rPr>
          <w:i/>
        </w:rPr>
      </w:pPr>
      <w:r w:rsidRPr="00D704BC">
        <w:rPr>
          <w:b/>
          <w:i/>
        </w:rPr>
        <w:t xml:space="preserve">Réaliser un enregistrement à l’oscilloscope </w:t>
      </w:r>
      <w:r w:rsidRPr="00D704BC">
        <w:rPr>
          <w:i/>
        </w:rPr>
        <w:t xml:space="preserve">de la tension </w:t>
      </w:r>
      <w:r w:rsidRPr="00D704BC">
        <w:rPr>
          <w:b/>
          <w:i/>
        </w:rPr>
        <w:t xml:space="preserve">U </w:t>
      </w:r>
      <w:r w:rsidRPr="00D704BC">
        <w:rPr>
          <w:i/>
        </w:rPr>
        <w:t xml:space="preserve">aux bornes de la bobine et du courant </w:t>
      </w:r>
      <w:r w:rsidRPr="00D704BC">
        <w:rPr>
          <w:b/>
          <w:i/>
        </w:rPr>
        <w:t>i</w:t>
      </w:r>
      <w:r w:rsidRPr="00D704BC">
        <w:rPr>
          <w:i/>
        </w:rPr>
        <w:t xml:space="preserve"> traversant la bobine. (passage </w:t>
      </w:r>
      <w:r w:rsidRPr="00D704BC">
        <w:rPr>
          <w:b/>
          <w:i/>
        </w:rPr>
        <w:t>N – 1</w:t>
      </w:r>
      <w:r w:rsidRPr="00D704BC">
        <w:rPr>
          <w:i/>
        </w:rPr>
        <w:t xml:space="preserve"> ; voie 1 : tension, voie </w:t>
      </w:r>
      <w:r w:rsidR="00F95C4E" w:rsidRPr="00D704BC">
        <w:rPr>
          <w:i/>
        </w:rPr>
        <w:t>2</w:t>
      </w:r>
      <w:r w:rsidRPr="00D704BC">
        <w:rPr>
          <w:i/>
        </w:rPr>
        <w:t xml:space="preserve"> : courant dans la bobine, déclenchement sur front montant voie </w:t>
      </w:r>
      <w:r w:rsidR="00F95C4E" w:rsidRPr="00D704BC">
        <w:rPr>
          <w:i/>
        </w:rPr>
        <w:t>2</w:t>
      </w:r>
      <w:r w:rsidRPr="00D704BC">
        <w:rPr>
          <w:i/>
        </w:rPr>
        <w:t>).</w:t>
      </w:r>
    </w:p>
    <w:p w14:paraId="4879341A" w14:textId="7DFFBF52" w:rsidR="00C75858" w:rsidRDefault="00C75858" w:rsidP="00D704BC">
      <w:pPr>
        <w:pStyle w:val="Questions"/>
        <w:spacing w:after="240"/>
      </w:pPr>
      <w:r>
        <w:t>Proposer un réglage de l’oscilloscope adapté</w:t>
      </w:r>
      <w:r w:rsidRPr="00032540">
        <w:t xml:space="preserve"> </w:t>
      </w:r>
      <w:r>
        <w:t xml:space="preserve">permettant de visualiser la courbe de charge et décharge de la bobine, </w:t>
      </w:r>
      <w:r w:rsidRPr="00DB708C">
        <w:t xml:space="preserve">exporter </w:t>
      </w:r>
      <w:r>
        <w:t>ces</w:t>
      </w:r>
      <w:r w:rsidRPr="00DB708C">
        <w:t xml:space="preserve"> enregistrements </w:t>
      </w:r>
      <w:r w:rsidR="00F95C4E">
        <w:t xml:space="preserve">vers le PC </w:t>
      </w:r>
      <w:r>
        <w:t xml:space="preserve">et tracer les courbes </w:t>
      </w:r>
      <w:r w:rsidRPr="00EF3116">
        <w:rPr>
          <w:b/>
          <w:i/>
        </w:rPr>
        <w:t>u(t)</w:t>
      </w:r>
      <w:r>
        <w:t xml:space="preserve"> et </w:t>
      </w:r>
      <w:r w:rsidRPr="00EF3116">
        <w:rPr>
          <w:b/>
          <w:i/>
        </w:rPr>
        <w:t>i(t</w:t>
      </w:r>
      <w:r>
        <w:rPr>
          <w:b/>
          <w:i/>
        </w:rPr>
        <w:t>)</w:t>
      </w:r>
      <w:r>
        <w:t>.</w:t>
      </w:r>
    </w:p>
    <w:p w14:paraId="6CD0A9F3" w14:textId="77777777" w:rsidR="00C75858" w:rsidRPr="00D704BC" w:rsidRDefault="00C75858" w:rsidP="00C75858">
      <w:pPr>
        <w:rPr>
          <w:i/>
        </w:rPr>
      </w:pPr>
      <w:r w:rsidRPr="00D704BC">
        <w:rPr>
          <w:i/>
        </w:rPr>
        <w:t xml:space="preserve">On note </w:t>
      </w:r>
      <w:r w:rsidRPr="00D704BC">
        <w:rPr>
          <w:b/>
          <w:i/>
        </w:rPr>
        <w:t>T</w:t>
      </w:r>
      <w:r w:rsidRPr="00D704BC">
        <w:rPr>
          <w:b/>
          <w:i/>
          <w:vertAlign w:val="subscript"/>
        </w:rPr>
        <w:t>H</w:t>
      </w:r>
      <w:r w:rsidRPr="00D704BC">
        <w:rPr>
          <w:i/>
        </w:rPr>
        <w:t xml:space="preserve"> la période de découpage du hacheur et </w:t>
      </w:r>
      <w:r w:rsidRPr="00D704BC">
        <w:rPr>
          <w:rFonts w:cs="Arial"/>
          <w:b/>
          <w:i/>
        </w:rPr>
        <w:t>α</w:t>
      </w:r>
      <w:r w:rsidRPr="00D704BC">
        <w:rPr>
          <w:i/>
        </w:rPr>
        <w:t xml:space="preserve"> le rapport cyclique du signal de tension. A partir de l’enregistrement :</w:t>
      </w:r>
    </w:p>
    <w:p w14:paraId="383B310B" w14:textId="77777777" w:rsidR="00D704BC" w:rsidRDefault="00C75858" w:rsidP="00C75858">
      <w:pPr>
        <w:pStyle w:val="Questions"/>
      </w:pPr>
      <w:r w:rsidRPr="00D704BC">
        <w:rPr>
          <w:b/>
        </w:rPr>
        <w:t xml:space="preserve">Déterminer la période de découpage </w:t>
      </w:r>
      <w:r>
        <w:t xml:space="preserve">du signal de tension </w:t>
      </w:r>
      <w:r w:rsidRPr="00D704BC">
        <w:rPr>
          <w:b/>
          <w:i/>
        </w:rPr>
        <w:t>T</w:t>
      </w:r>
      <w:r w:rsidRPr="00D704BC">
        <w:rPr>
          <w:b/>
          <w:i/>
          <w:vertAlign w:val="subscript"/>
        </w:rPr>
        <w:t>H</w:t>
      </w:r>
      <w:r>
        <w:t xml:space="preserve"> et le rapport cyclique </w:t>
      </w:r>
      <w:r w:rsidRPr="00D704BC">
        <w:rPr>
          <w:rFonts w:cs="Arial"/>
          <w:b/>
          <w:i/>
        </w:rPr>
        <w:t>α</w:t>
      </w:r>
      <w:r>
        <w:t>.</w:t>
      </w:r>
    </w:p>
    <w:p w14:paraId="65237688" w14:textId="51D543D8" w:rsidR="00C75858" w:rsidRDefault="00C75858" w:rsidP="00C75858">
      <w:pPr>
        <w:pStyle w:val="Questions"/>
      </w:pPr>
      <w:r w:rsidRPr="00D704BC">
        <w:rPr>
          <w:b/>
        </w:rPr>
        <w:t>Calculer</w:t>
      </w:r>
      <w:r>
        <w:t xml:space="preserve"> les valeurs moyennes </w:t>
      </w:r>
      <w:r w:rsidRPr="00D704BC">
        <w:rPr>
          <w:b/>
        </w:rPr>
        <w:t>&lt;u(t)&gt;</w:t>
      </w:r>
      <w:r w:rsidRPr="00933DB8">
        <w:t xml:space="preserve"> et</w:t>
      </w:r>
      <w:r w:rsidRPr="00D704BC">
        <w:rPr>
          <w:b/>
        </w:rPr>
        <w:t xml:space="preserve"> &lt;i(t)&gt;</w:t>
      </w:r>
      <w:r w:rsidRPr="000E46CE">
        <w:t>.</w:t>
      </w:r>
      <w:r>
        <w:t xml:space="preserve"> </w:t>
      </w:r>
      <w:r w:rsidRPr="00D704BC">
        <w:rPr>
          <w:b/>
        </w:rPr>
        <w:t>En déduire une estimation</w:t>
      </w:r>
      <w:r>
        <w:t xml:space="preserve"> de la résistance </w:t>
      </w:r>
      <w:r w:rsidRPr="00D704BC">
        <w:rPr>
          <w:b/>
          <w:i/>
        </w:rPr>
        <w:t xml:space="preserve">r </w:t>
      </w:r>
      <w:r>
        <w:t xml:space="preserve">de la bobine et le gain du système </w:t>
      </w:r>
      <w:r w:rsidRPr="00D704BC">
        <w:rPr>
          <w:b/>
          <w:i/>
        </w:rPr>
        <w:t xml:space="preserve">K = </w:t>
      </w:r>
      <w:r w:rsidRPr="007900DE">
        <w:fldChar w:fldCharType="begin"/>
      </w:r>
      <w:r w:rsidRPr="007900DE">
        <w:instrText xml:space="preserve"> eq \s\do1(\f(</w:instrText>
      </w:r>
      <w:r w:rsidRPr="00D704BC">
        <w:rPr>
          <w:b/>
          <w:i/>
        </w:rPr>
        <w:instrText>1;r</w:instrText>
      </w:r>
      <w:r w:rsidRPr="007900DE">
        <w:instrText>))</w:instrText>
      </w:r>
      <w:r w:rsidRPr="007900DE">
        <w:fldChar w:fldCharType="end"/>
      </w:r>
      <w:r>
        <w:t>.</w:t>
      </w:r>
    </w:p>
    <w:p w14:paraId="60B03C04" w14:textId="77777777" w:rsidR="00D704BC" w:rsidRPr="00D704BC" w:rsidRDefault="00C75858" w:rsidP="00C75858">
      <w:pPr>
        <w:rPr>
          <w:i/>
        </w:rPr>
      </w:pPr>
      <w:r w:rsidRPr="00D704BC">
        <w:rPr>
          <w:i/>
        </w:rPr>
        <w:t xml:space="preserve">On fait l’approximation sur l’intervalle </w:t>
      </w:r>
      <w:r w:rsidRPr="00D704BC">
        <w:rPr>
          <w:b/>
          <w:i/>
        </w:rPr>
        <w:t xml:space="preserve">[0 ; </w:t>
      </w:r>
      <w:r w:rsidRPr="00D704BC">
        <w:rPr>
          <w:rFonts w:cs="Arial"/>
          <w:b/>
          <w:i/>
        </w:rPr>
        <w:t>α</w:t>
      </w:r>
      <w:r w:rsidRPr="00D704BC">
        <w:rPr>
          <w:b/>
          <w:i/>
        </w:rPr>
        <w:sym w:font="Symbol" w:char="F0D7"/>
      </w:r>
      <w:r w:rsidRPr="00D704BC">
        <w:rPr>
          <w:b/>
          <w:i/>
        </w:rPr>
        <w:t>T</w:t>
      </w:r>
      <w:r w:rsidRPr="00D704BC">
        <w:rPr>
          <w:b/>
          <w:i/>
          <w:vertAlign w:val="subscript"/>
        </w:rPr>
        <w:t>H</w:t>
      </w:r>
      <w:r w:rsidRPr="00D704BC">
        <w:rPr>
          <w:b/>
          <w:i/>
        </w:rPr>
        <w:t>]</w:t>
      </w:r>
      <w:r w:rsidRPr="00D704BC">
        <w:rPr>
          <w:i/>
        </w:rPr>
        <w:t xml:space="preserve"> : </w:t>
      </w:r>
      <w:r w:rsidRPr="00D704BC">
        <w:rPr>
          <w:b/>
          <w:i/>
        </w:rPr>
        <w:fldChar w:fldCharType="begin"/>
      </w:r>
      <w:r w:rsidRPr="00D704BC">
        <w:rPr>
          <w:b/>
          <w:i/>
        </w:rPr>
        <w:instrText xml:space="preserve"> eq \s\do1(\f(di;dt))</w:instrText>
      </w:r>
      <w:r w:rsidRPr="00D704BC">
        <w:rPr>
          <w:b/>
          <w:i/>
        </w:rPr>
        <w:fldChar w:fldCharType="end"/>
      </w:r>
      <w:r w:rsidRPr="00D704BC">
        <w:rPr>
          <w:b/>
          <w:i/>
        </w:rPr>
        <w:t xml:space="preserve"> = </w:t>
      </w:r>
      <w:r w:rsidRPr="00D704BC">
        <w:rPr>
          <w:b/>
          <w:i/>
        </w:rPr>
        <w:fldChar w:fldCharType="begin"/>
      </w:r>
      <w:r w:rsidRPr="00D704BC">
        <w:rPr>
          <w:b/>
          <w:i/>
        </w:rPr>
        <w:instrText xml:space="preserve"> eq \s\do1(\f(</w:instrText>
      </w:r>
      <w:r w:rsidRPr="00D704BC">
        <w:rPr>
          <w:b/>
          <w:i/>
        </w:rPr>
        <w:sym w:font="Symbol" w:char="F044"/>
      </w:r>
      <w:r w:rsidRPr="00D704BC">
        <w:rPr>
          <w:b/>
          <w:i/>
        </w:rPr>
        <w:instrText>i;</w:instrText>
      </w:r>
      <w:r w:rsidRPr="00D704BC">
        <w:rPr>
          <w:rFonts w:cs="Arial"/>
          <w:b/>
          <w:i/>
        </w:rPr>
        <w:instrText>α</w:instrText>
      </w:r>
      <w:r w:rsidRPr="00D704BC">
        <w:rPr>
          <w:b/>
          <w:i/>
        </w:rPr>
        <w:sym w:font="Symbol" w:char="F0D7"/>
      </w:r>
      <w:r w:rsidRPr="00D704BC">
        <w:rPr>
          <w:b/>
          <w:i/>
        </w:rPr>
        <w:instrText>T</w:instrText>
      </w:r>
      <w:r w:rsidRPr="00D704BC">
        <w:rPr>
          <w:b/>
          <w:i/>
          <w:vertAlign w:val="subscript"/>
        </w:rPr>
        <w:instrText>H</w:instrText>
      </w:r>
      <w:r w:rsidRPr="00D704BC">
        <w:rPr>
          <w:b/>
          <w:i/>
        </w:rPr>
        <w:instrText>))</w:instrText>
      </w:r>
      <w:r w:rsidRPr="00D704BC">
        <w:rPr>
          <w:b/>
          <w:i/>
        </w:rPr>
        <w:fldChar w:fldCharType="end"/>
      </w:r>
      <w:r w:rsidRPr="00D704BC">
        <w:rPr>
          <w:i/>
        </w:rPr>
        <w:t>.</w:t>
      </w:r>
    </w:p>
    <w:p w14:paraId="0A5DCF7E" w14:textId="4B942236" w:rsidR="00D704BC" w:rsidRPr="008A70AF" w:rsidRDefault="00D704BC" w:rsidP="008A70AF">
      <w:pPr>
        <w:pStyle w:val="Questions"/>
        <w:rPr>
          <w:rFonts w:eastAsia="Calibri"/>
          <w:b/>
          <w:bCs/>
          <w:iCs/>
          <w:sz w:val="28"/>
          <w:szCs w:val="28"/>
        </w:rPr>
      </w:pPr>
      <w:r w:rsidRPr="008A70AF">
        <w:rPr>
          <w:b/>
        </w:rPr>
        <w:t> Donner</w:t>
      </w:r>
      <w:r w:rsidR="00C75858" w:rsidRPr="008A70AF">
        <w:rPr>
          <w:b/>
        </w:rPr>
        <w:t xml:space="preserve"> une estimation</w:t>
      </w:r>
      <w:r w:rsidR="00C75858">
        <w:t xml:space="preserve"> de l’inductance </w:t>
      </w:r>
      <w:r w:rsidR="00C75858" w:rsidRPr="008A70AF">
        <w:rPr>
          <w:b/>
          <w:i/>
        </w:rPr>
        <w:t xml:space="preserve">L </w:t>
      </w:r>
      <w:r w:rsidR="00C75858">
        <w:t xml:space="preserve">de la bobine et de la constante de temps </w:t>
      </w:r>
      <w:r w:rsidR="00C75858" w:rsidRPr="00A66FED">
        <w:rPr>
          <w:b/>
          <w:i/>
        </w:rPr>
        <w:sym w:font="Symbol" w:char="F074"/>
      </w:r>
      <w:r w:rsidR="00C75858" w:rsidRPr="008A70AF">
        <w:rPr>
          <w:b/>
          <w:i/>
        </w:rPr>
        <w:t xml:space="preserve"> = </w:t>
      </w:r>
      <w:r w:rsidR="00C75858" w:rsidRPr="008A70AF">
        <w:rPr>
          <w:b/>
          <w:i/>
          <w:color w:val="000000" w:themeColor="text1"/>
        </w:rPr>
        <w:fldChar w:fldCharType="begin"/>
      </w:r>
      <w:r w:rsidR="00C75858" w:rsidRPr="008A70AF">
        <w:rPr>
          <w:b/>
          <w:i/>
          <w:color w:val="000000" w:themeColor="text1"/>
        </w:rPr>
        <w:instrText xml:space="preserve"> eq \s\do1(\f(</w:instrText>
      </w:r>
      <w:r w:rsidR="00C75858" w:rsidRPr="008A70AF">
        <w:rPr>
          <w:b/>
          <w:i/>
        </w:rPr>
        <w:instrText>L;r</w:instrText>
      </w:r>
      <w:r w:rsidR="00C75858" w:rsidRPr="008A70AF">
        <w:rPr>
          <w:b/>
          <w:i/>
          <w:color w:val="000000" w:themeColor="text1"/>
        </w:rPr>
        <w:instrText>))</w:instrText>
      </w:r>
      <w:r w:rsidR="00C75858" w:rsidRPr="008A70AF">
        <w:rPr>
          <w:b/>
          <w:i/>
          <w:color w:val="000000" w:themeColor="text1"/>
        </w:rPr>
        <w:fldChar w:fldCharType="end"/>
      </w:r>
      <w:r w:rsidR="00C75858">
        <w:t>.</w:t>
      </w:r>
      <w:r>
        <w:t xml:space="preserve"> </w:t>
      </w:r>
      <w:r w:rsidR="00C75858" w:rsidRPr="008A70AF">
        <w:rPr>
          <w:b/>
        </w:rPr>
        <w:t>Etablir la relation</w:t>
      </w:r>
      <w:r w:rsidR="00C75858">
        <w:t xml:space="preserve"> entre la période de découpage </w:t>
      </w:r>
      <w:r w:rsidR="00C75858" w:rsidRPr="008A70AF">
        <w:rPr>
          <w:b/>
          <w:i/>
        </w:rPr>
        <w:t>T</w:t>
      </w:r>
      <w:r w:rsidR="00C75858" w:rsidRPr="008A70AF">
        <w:rPr>
          <w:b/>
          <w:i/>
          <w:vertAlign w:val="subscript"/>
        </w:rPr>
        <w:t>H</w:t>
      </w:r>
      <w:r w:rsidR="00C75858">
        <w:t xml:space="preserve"> et l’amplitude des oscillations de courant </w:t>
      </w:r>
      <w:r w:rsidR="00C75858">
        <w:rPr>
          <w:b/>
        </w:rPr>
        <w:sym w:font="Symbol" w:char="F044"/>
      </w:r>
      <w:r w:rsidR="00C75858" w:rsidRPr="008A70AF">
        <w:rPr>
          <w:b/>
        </w:rPr>
        <w:t>i</w:t>
      </w:r>
      <w:r w:rsidR="00C75858" w:rsidRPr="00546638">
        <w:t>,</w:t>
      </w:r>
      <w:r w:rsidR="00C75858">
        <w:t xml:space="preserve"> comparer les valeurs de </w:t>
      </w:r>
      <w:r w:rsidR="00C75858" w:rsidRPr="008A70AF">
        <w:rPr>
          <w:b/>
          <w:i/>
        </w:rPr>
        <w:t>T</w:t>
      </w:r>
      <w:r w:rsidR="00C75858" w:rsidRPr="008A70AF">
        <w:rPr>
          <w:b/>
          <w:i/>
          <w:vertAlign w:val="subscript"/>
        </w:rPr>
        <w:t>H</w:t>
      </w:r>
      <w:r w:rsidR="00C75858">
        <w:t xml:space="preserve"> et </w:t>
      </w:r>
      <w:r w:rsidR="00C75858" w:rsidRPr="00A66FED">
        <w:rPr>
          <w:b/>
          <w:i/>
        </w:rPr>
        <w:sym w:font="Symbol" w:char="F074"/>
      </w:r>
      <w:r w:rsidR="00C75858">
        <w:t xml:space="preserve"> et justifier le choix de la fréquence de hachage.</w:t>
      </w:r>
      <w:r>
        <w:br w:type="page"/>
      </w:r>
    </w:p>
    <w:p w14:paraId="22A2EF7E" w14:textId="6728269A" w:rsidR="00C75858" w:rsidRDefault="00C75858" w:rsidP="00D704BC">
      <w:pPr>
        <w:pStyle w:val="Titre2"/>
      </w:pPr>
      <w:r>
        <w:t> Simulation de la commande d’engagement (Matlab)</w:t>
      </w:r>
    </w:p>
    <w:p w14:paraId="5FCA7A75" w14:textId="77777777" w:rsidR="00C75858" w:rsidRDefault="00C75858" w:rsidP="00D704BC">
      <w:pPr>
        <w:pStyle w:val="Questions"/>
        <w:spacing w:after="240"/>
      </w:pPr>
      <w:r w:rsidRPr="00406398">
        <w:rPr>
          <w:b/>
        </w:rPr>
        <w:t xml:space="preserve">Elaborer l’algorithme </w:t>
      </w:r>
      <w:r>
        <w:t xml:space="preserve">(algorigramme, pseudo-code ou langage programmé) d’une fonction permettant de calculer la tension en sortie d’un hacheur en fonction du temps, du rapport cyclique </w:t>
      </w:r>
      <w:r w:rsidRPr="00A01AEA">
        <w:rPr>
          <w:rFonts w:cs="Arial"/>
          <w:b/>
          <w:i/>
        </w:rPr>
        <w:t>α</w:t>
      </w:r>
      <w:r>
        <w:t xml:space="preserve"> et de la tension d’alimentation </w:t>
      </w:r>
      <w:r w:rsidRPr="00A01AEA">
        <w:rPr>
          <w:b/>
          <w:i/>
        </w:rPr>
        <w:t>U</w:t>
      </w:r>
      <w:r w:rsidRPr="00A01AEA">
        <w:rPr>
          <w:b/>
          <w:i/>
          <w:vertAlign w:val="subscript"/>
        </w:rPr>
        <w:t>0</w:t>
      </w:r>
      <w:r>
        <w:t>.</w:t>
      </w:r>
    </w:p>
    <w:p w14:paraId="2F4E2A8E" w14:textId="4134417E" w:rsidR="00C75858" w:rsidRPr="00D704BC" w:rsidRDefault="00C75858" w:rsidP="00C75858">
      <w:pPr>
        <w:rPr>
          <w:i/>
        </w:rPr>
      </w:pPr>
      <w:r w:rsidRPr="00D704BC">
        <w:rPr>
          <w:i/>
        </w:rPr>
        <w:t>Charger le fichier simulink</w:t>
      </w:r>
      <w:r w:rsidRPr="00D704BC">
        <w:rPr>
          <w:b/>
          <w:i/>
        </w:rPr>
        <w:t xml:space="preserve"> </w:t>
      </w:r>
      <w:r w:rsidRPr="00D704BC">
        <w:rPr>
          <w:i/>
        </w:rPr>
        <w:t>« Modele_hacheur.mdl » du hacheur série sous Matlab. Il comporte deux modèles du hacheur.</w:t>
      </w:r>
      <w:r w:rsidR="00D704BC">
        <w:rPr>
          <w:i/>
        </w:rPr>
        <w:t xml:space="preserve"> </w:t>
      </w:r>
      <w:r w:rsidRPr="00D704BC">
        <w:rPr>
          <w:b/>
          <w:i/>
        </w:rPr>
        <w:t>Importer les courbes</w:t>
      </w:r>
      <w:r w:rsidRPr="00D704BC">
        <w:rPr>
          <w:i/>
        </w:rPr>
        <w:t xml:space="preserve"> de tension </w:t>
      </w:r>
      <w:r w:rsidRPr="00D704BC">
        <w:rPr>
          <w:b/>
          <w:i/>
        </w:rPr>
        <w:t>u</w:t>
      </w:r>
      <w:r w:rsidRPr="00D704BC">
        <w:rPr>
          <w:i/>
        </w:rPr>
        <w:t xml:space="preserve">, intensité du courant </w:t>
      </w:r>
      <w:r w:rsidRPr="00D704BC">
        <w:rPr>
          <w:b/>
          <w:i/>
        </w:rPr>
        <w:t>i</w:t>
      </w:r>
      <w:r w:rsidRPr="00D704BC">
        <w:rPr>
          <w:i/>
        </w:rPr>
        <w:t xml:space="preserve">, et pression </w:t>
      </w:r>
      <w:r w:rsidRPr="00D704BC">
        <w:rPr>
          <w:b/>
          <w:i/>
        </w:rPr>
        <w:t>p</w:t>
      </w:r>
      <w:r w:rsidRPr="00D704BC">
        <w:rPr>
          <w:i/>
        </w:rPr>
        <w:t xml:space="preserve"> dans matlab à partir du fichier « Enregistrements U-i-p.xls » et </w:t>
      </w:r>
      <w:r w:rsidRPr="00D704BC">
        <w:rPr>
          <w:b/>
          <w:i/>
        </w:rPr>
        <w:t>lancer la simulation</w:t>
      </w:r>
      <w:r w:rsidRPr="00D704BC">
        <w:rPr>
          <w:i/>
        </w:rPr>
        <w:t>.</w:t>
      </w:r>
    </w:p>
    <w:p w14:paraId="64C3661F" w14:textId="77777777" w:rsidR="00C75858" w:rsidRDefault="00C75858" w:rsidP="00D704BC">
      <w:pPr>
        <w:pStyle w:val="Questions"/>
        <w:spacing w:after="240"/>
      </w:pPr>
      <w:r w:rsidRPr="008E6E9E">
        <w:rPr>
          <w:b/>
        </w:rPr>
        <w:t>Commenter ces modèles</w:t>
      </w:r>
      <w:r>
        <w:t xml:space="preserve"> et comparer les courbes simulées et pratiques de tension et de courant. Préciser l’intérêt du modèle simplifié du hacheur pour la simulation.</w:t>
      </w:r>
    </w:p>
    <w:p w14:paraId="3731999D" w14:textId="77777777" w:rsidR="00C75858" w:rsidRPr="00D704BC" w:rsidRDefault="00C75858" w:rsidP="00C75858">
      <w:pPr>
        <w:rPr>
          <w:i/>
        </w:rPr>
      </w:pPr>
      <w:r w:rsidRPr="00D704BC">
        <w:rPr>
          <w:i/>
        </w:rPr>
        <w:t>Charger le modèle simulink « Electrovanne_hydraulique.mdl » de la commande d’engagement sous Matlab.</w:t>
      </w:r>
    </w:p>
    <w:p w14:paraId="04DEFA86" w14:textId="77777777" w:rsidR="00C75858" w:rsidRPr="00A27FB2" w:rsidRDefault="00C75858" w:rsidP="00D704BC">
      <w:pPr>
        <w:pStyle w:val="Questions"/>
      </w:pPr>
      <w:r w:rsidRPr="008E6E9E">
        <w:rPr>
          <w:b/>
        </w:rPr>
        <w:t>Comparer les courbes</w:t>
      </w:r>
      <w:r>
        <w:t xml:space="preserve"> simulées et pratiques de l’intensité et de la pression, commenter les écarts et conclure quant à la validité du modèle ainsi élaboré.</w:t>
      </w:r>
    </w:p>
    <w:p w14:paraId="59A0D96A" w14:textId="77777777" w:rsidR="003E4882" w:rsidRPr="003E4882" w:rsidRDefault="003E4882" w:rsidP="003E4882"/>
    <w:sectPr w:rsidR="003E4882" w:rsidRPr="003E4882" w:rsidSect="00AD1766">
      <w:headerReference w:type="default" r:id="rId21"/>
      <w:footerReference w:type="default" r:id="rId22"/>
      <w:headerReference w:type="first" r:id="rId23"/>
      <w:pgSz w:w="11906" w:h="16838"/>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AB07C" w14:textId="77777777" w:rsidR="0032176D" w:rsidRDefault="0032176D">
      <w:r>
        <w:separator/>
      </w:r>
    </w:p>
    <w:p w14:paraId="5FE15EE2" w14:textId="77777777" w:rsidR="0032176D" w:rsidRDefault="0032176D"/>
  </w:endnote>
  <w:endnote w:type="continuationSeparator" w:id="0">
    <w:p w14:paraId="3B32A41B" w14:textId="77777777" w:rsidR="0032176D" w:rsidRDefault="0032176D">
      <w:r>
        <w:continuationSeparator/>
      </w:r>
    </w:p>
    <w:p w14:paraId="20CE6E09" w14:textId="77777777" w:rsidR="0032176D" w:rsidRDefault="003217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25FB0" w14:textId="48FCD020" w:rsidR="00F259AC" w:rsidRDefault="00F259AC" w:rsidP="00AD1766">
    <w:pPr>
      <w:pStyle w:val="Pieddepage"/>
      <w:pBdr>
        <w:top w:val="single" w:sz="4" w:space="1" w:color="auto"/>
      </w:pBdr>
      <w:tabs>
        <w:tab w:val="clear" w:pos="4536"/>
        <w:tab w:val="clear" w:pos="9072"/>
        <w:tab w:val="center" w:pos="5245"/>
        <w:tab w:val="right" w:pos="10490"/>
      </w:tabs>
    </w:pPr>
    <w:r>
      <w:t>Module de ro</w:t>
    </w:r>
    <w:r w:rsidR="00AD1766">
      <w:t>botisation</w:t>
    </w:r>
    <w:r>
      <w:tab/>
    </w:r>
    <w:r>
      <w:tab/>
      <w:t xml:space="preserve">Page </w:t>
    </w:r>
    <w:r>
      <w:rPr>
        <w:rStyle w:val="Numrodepage"/>
      </w:rPr>
      <w:fldChar w:fldCharType="begin"/>
    </w:r>
    <w:r>
      <w:rPr>
        <w:rStyle w:val="Numrodepage"/>
      </w:rPr>
      <w:instrText xml:space="preserve"> PAGE </w:instrText>
    </w:r>
    <w:r>
      <w:rPr>
        <w:rStyle w:val="Numrodepage"/>
      </w:rPr>
      <w:fldChar w:fldCharType="separate"/>
    </w:r>
    <w:r w:rsidR="0032176D">
      <w:rPr>
        <w:rStyle w:val="Numrodepage"/>
        <w:noProof/>
      </w:rPr>
      <w:t>1</w:t>
    </w:r>
    <w:r>
      <w:rPr>
        <w:rStyle w:val="Numrodepage"/>
      </w:rPr>
      <w:fldChar w:fldCharType="end"/>
    </w:r>
    <w:r>
      <w:rPr>
        <w:rStyle w:val="Numrodepage"/>
      </w:rPr>
      <w:t xml:space="preserve"> sur </w:t>
    </w:r>
    <w:r w:rsidR="00D704BC">
      <w:rPr>
        <w:rStyle w:val="Numrodepage"/>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0A0CEE" w14:textId="77777777" w:rsidR="0032176D" w:rsidRDefault="0032176D">
      <w:r>
        <w:separator/>
      </w:r>
    </w:p>
    <w:p w14:paraId="1F9EEF5D" w14:textId="77777777" w:rsidR="0032176D" w:rsidRDefault="0032176D"/>
  </w:footnote>
  <w:footnote w:type="continuationSeparator" w:id="0">
    <w:p w14:paraId="64E7A65A" w14:textId="77777777" w:rsidR="0032176D" w:rsidRDefault="0032176D">
      <w:r>
        <w:continuationSeparator/>
      </w:r>
    </w:p>
    <w:p w14:paraId="25E5BDDD" w14:textId="77777777" w:rsidR="0032176D" w:rsidRDefault="003217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3D8E2" w14:textId="5D1DC088" w:rsidR="00F259AC" w:rsidRPr="00AD1766" w:rsidRDefault="0032176D" w:rsidP="00AD1766">
    <w:pPr>
      <w:pStyle w:val="En-tte"/>
      <w:pBdr>
        <w:bottom w:val="single" w:sz="4" w:space="1" w:color="auto"/>
      </w:pBdr>
      <w:tabs>
        <w:tab w:val="clear" w:pos="4536"/>
        <w:tab w:val="clear" w:pos="9072"/>
        <w:tab w:val="center" w:pos="5245"/>
        <w:tab w:val="right" w:pos="10490"/>
      </w:tabs>
    </w:pPr>
    <w:r>
      <w:fldChar w:fldCharType="begin"/>
    </w:r>
    <w:r>
      <w:instrText xml:space="preserve"> FILENAME   \* MERGEFORMAT </w:instrText>
    </w:r>
    <w:r>
      <w:fldChar w:fldCharType="separate"/>
    </w:r>
    <w:r w:rsidR="00AE49F8">
      <w:rPr>
        <w:noProof/>
      </w:rPr>
      <w:t>TP6.Commande.Sujet.docx</w:t>
    </w:r>
    <w:r>
      <w:rPr>
        <w:noProof/>
      </w:rPr>
      <w:fldChar w:fldCharType="end"/>
    </w:r>
    <w:r w:rsidR="00140C9B">
      <w:tab/>
    </w:r>
    <w:r w:rsidR="00140C9B">
      <w:tab/>
      <w:t>27/04/2016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1424C" w14:textId="215D1F35" w:rsidR="00F259AC" w:rsidRDefault="00F259AC" w:rsidP="00AD1766">
    <w:pPr>
      <w:pStyle w:val="En-tte"/>
      <w:tabs>
        <w:tab w:val="clear" w:pos="4536"/>
        <w:tab w:val="clear" w:pos="9072"/>
        <w:tab w:val="center" w:pos="4820"/>
        <w:tab w:val="left" w:pos="714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90C3D96"/>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7444F62A"/>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974259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FC2CECA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A1163E24"/>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56DEE47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488EDAF4"/>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5F64D944"/>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9"/>
    <w:multiLevelType w:val="singleLevel"/>
    <w:tmpl w:val="C840B834"/>
    <w:lvl w:ilvl="0">
      <w:numFmt w:val="bullet"/>
      <w:pStyle w:val="Listepuces"/>
      <w:lvlText w:val="-"/>
      <w:lvlJc w:val="left"/>
      <w:pPr>
        <w:tabs>
          <w:tab w:val="num" w:pos="720"/>
        </w:tabs>
        <w:ind w:left="720" w:hanging="360"/>
      </w:pPr>
      <w:rPr>
        <w:rFonts w:ascii="Ravie" w:eastAsia="Ravie" w:hAnsi="Ravie" w:cs="Ravie" w:hint="default"/>
      </w:rPr>
    </w:lvl>
  </w:abstractNum>
  <w:abstractNum w:abstractNumId="9">
    <w:nsid w:val="066C7DAA"/>
    <w:multiLevelType w:val="hybridMultilevel"/>
    <w:tmpl w:val="E3C0C3EC"/>
    <w:lvl w:ilvl="0" w:tplc="DFDEED1E">
      <w:start w:val="1"/>
      <w:numFmt w:val="decimal"/>
      <w:pStyle w:val="Activits"/>
      <w:lvlText w:val="Activité %1 : "/>
      <w:lvlJc w:val="left"/>
      <w:pPr>
        <w:ind w:left="720" w:hanging="360"/>
      </w:pPr>
      <w:rPr>
        <w:rFonts w:ascii="Arial" w:hAnsi="Arial" w:hint="default"/>
        <w:b/>
        <w:i w:val="0"/>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0CAD743A"/>
    <w:multiLevelType w:val="hybridMultilevel"/>
    <w:tmpl w:val="40C2E146"/>
    <w:lvl w:ilvl="0" w:tplc="3F20027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2A1E61"/>
    <w:multiLevelType w:val="hybridMultilevel"/>
    <w:tmpl w:val="51B4B9FC"/>
    <w:lvl w:ilvl="0" w:tplc="040C000F">
      <w:start w:val="1"/>
      <w:numFmt w:val="decimal"/>
      <w:lvlText w:val="%1."/>
      <w:lvlJc w:val="left"/>
      <w:pPr>
        <w:tabs>
          <w:tab w:val="num" w:pos="720"/>
        </w:tabs>
        <w:ind w:left="72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A846BA6"/>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50D1704"/>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B8B323E"/>
    <w:multiLevelType w:val="hybridMultilevel"/>
    <w:tmpl w:val="4FCCDA6E"/>
    <w:lvl w:ilvl="0" w:tplc="56546978">
      <w:start w:val="1"/>
      <w:numFmt w:val="decimal"/>
      <w:pStyle w:val="Style1"/>
      <w:lvlText w:val="Question %1 :"/>
      <w:lvlJc w:val="left"/>
      <w:pPr>
        <w:ind w:left="1400" w:hanging="360"/>
      </w:pPr>
      <w:rPr>
        <w:rFonts w:hint="default"/>
        <w:b/>
        <w:i w:val="0"/>
        <w:u w:val="single"/>
      </w:rPr>
    </w:lvl>
    <w:lvl w:ilvl="1" w:tplc="040C0019" w:tentative="1">
      <w:start w:val="1"/>
      <w:numFmt w:val="lowerLetter"/>
      <w:lvlText w:val="%2."/>
      <w:lvlJc w:val="left"/>
      <w:pPr>
        <w:ind w:left="2120" w:hanging="360"/>
      </w:pPr>
    </w:lvl>
    <w:lvl w:ilvl="2" w:tplc="040C001B" w:tentative="1">
      <w:start w:val="1"/>
      <w:numFmt w:val="lowerRoman"/>
      <w:lvlText w:val="%3."/>
      <w:lvlJc w:val="right"/>
      <w:pPr>
        <w:ind w:left="2840" w:hanging="180"/>
      </w:pPr>
    </w:lvl>
    <w:lvl w:ilvl="3" w:tplc="040C000F" w:tentative="1">
      <w:start w:val="1"/>
      <w:numFmt w:val="decimal"/>
      <w:lvlText w:val="%4."/>
      <w:lvlJc w:val="left"/>
      <w:pPr>
        <w:ind w:left="3560" w:hanging="360"/>
      </w:pPr>
    </w:lvl>
    <w:lvl w:ilvl="4" w:tplc="040C0019" w:tentative="1">
      <w:start w:val="1"/>
      <w:numFmt w:val="lowerLetter"/>
      <w:lvlText w:val="%5."/>
      <w:lvlJc w:val="left"/>
      <w:pPr>
        <w:ind w:left="4280" w:hanging="360"/>
      </w:pPr>
    </w:lvl>
    <w:lvl w:ilvl="5" w:tplc="040C001B" w:tentative="1">
      <w:start w:val="1"/>
      <w:numFmt w:val="lowerRoman"/>
      <w:lvlText w:val="%6."/>
      <w:lvlJc w:val="right"/>
      <w:pPr>
        <w:ind w:left="5000" w:hanging="180"/>
      </w:pPr>
    </w:lvl>
    <w:lvl w:ilvl="6" w:tplc="040C000F" w:tentative="1">
      <w:start w:val="1"/>
      <w:numFmt w:val="decimal"/>
      <w:lvlText w:val="%7."/>
      <w:lvlJc w:val="left"/>
      <w:pPr>
        <w:ind w:left="5720" w:hanging="360"/>
      </w:pPr>
    </w:lvl>
    <w:lvl w:ilvl="7" w:tplc="040C0019" w:tentative="1">
      <w:start w:val="1"/>
      <w:numFmt w:val="lowerLetter"/>
      <w:lvlText w:val="%8."/>
      <w:lvlJc w:val="left"/>
      <w:pPr>
        <w:ind w:left="6440" w:hanging="360"/>
      </w:pPr>
    </w:lvl>
    <w:lvl w:ilvl="8" w:tplc="040C001B" w:tentative="1">
      <w:start w:val="1"/>
      <w:numFmt w:val="lowerRoman"/>
      <w:lvlText w:val="%9."/>
      <w:lvlJc w:val="right"/>
      <w:pPr>
        <w:ind w:left="7160" w:hanging="180"/>
      </w:pPr>
    </w:lvl>
  </w:abstractNum>
  <w:abstractNum w:abstractNumId="15">
    <w:nsid w:val="2DFA18EB"/>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2FCC527A"/>
    <w:multiLevelType w:val="hybridMultilevel"/>
    <w:tmpl w:val="9E361D30"/>
    <w:lvl w:ilvl="0" w:tplc="3620EEC6">
      <w:start w:val="1"/>
      <w:numFmt w:val="decimal"/>
      <w:pStyle w:val="Questions"/>
      <w:lvlText w:val="Question %1 : "/>
      <w:lvlJc w:val="left"/>
      <w:pPr>
        <w:ind w:left="720" w:hanging="360"/>
      </w:pPr>
      <w:rPr>
        <w:rFonts w:ascii="Arial" w:hAnsi="Arial" w:hint="default"/>
        <w:b/>
        <w:i w:val="0"/>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7D45DBD"/>
    <w:multiLevelType w:val="hybridMultilevel"/>
    <w:tmpl w:val="563C93A0"/>
    <w:lvl w:ilvl="0" w:tplc="D82E1B5A">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AB00A2E"/>
    <w:multiLevelType w:val="hybridMultilevel"/>
    <w:tmpl w:val="631E083A"/>
    <w:lvl w:ilvl="0" w:tplc="FE48C040">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6AA0B46"/>
    <w:multiLevelType w:val="multilevel"/>
    <w:tmpl w:val="98ECFE6A"/>
    <w:lvl w:ilvl="0">
      <w:start w:val="1"/>
      <w:numFmt w:val="decimal"/>
      <w:pStyle w:val="Titre1Cape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F7656B0"/>
    <w:multiLevelType w:val="multilevel"/>
    <w:tmpl w:val="715070CE"/>
    <w:lvl w:ilvl="0">
      <w:start w:val="1"/>
      <w:numFmt w:val="decimal"/>
      <w:lvlText w:val="%1."/>
      <w:lvlJc w:val="left"/>
      <w:pPr>
        <w:tabs>
          <w:tab w:val="num" w:pos="567"/>
        </w:tabs>
        <w:ind w:left="0" w:firstLine="0"/>
      </w:pPr>
      <w:rPr>
        <w:rFonts w:hint="default"/>
      </w:rPr>
    </w:lvl>
    <w:lvl w:ilvl="1">
      <w:start w:val="1"/>
      <w:numFmt w:val="decimal"/>
      <w:pStyle w:val="Titre2"/>
      <w:lvlText w:val="%2"/>
      <w:lvlJc w:val="left"/>
      <w:pPr>
        <w:tabs>
          <w:tab w:val="num" w:pos="851"/>
        </w:tabs>
        <w:ind w:left="284" w:firstLine="0"/>
      </w:pPr>
      <w:rPr>
        <w:rFonts w:hint="default"/>
      </w:rPr>
    </w:lvl>
    <w:lvl w:ilvl="2">
      <w:start w:val="1"/>
      <w:numFmt w:val="decimal"/>
      <w:lvlText w:val="%3."/>
      <w:lvlJc w:val="left"/>
      <w:pPr>
        <w:tabs>
          <w:tab w:val="num" w:pos="1134"/>
        </w:tabs>
        <w:ind w:left="567" w:firstLine="0"/>
      </w:pPr>
      <w:rPr>
        <w:rFonts w:hint="default"/>
      </w:rPr>
    </w:lvl>
    <w:lvl w:ilvl="3">
      <w:start w:val="1"/>
      <w:numFmt w:val="lowerLetter"/>
      <w:pStyle w:val="Titre4"/>
      <w:lvlText w:val="%4)"/>
      <w:lvlJc w:val="left"/>
      <w:pPr>
        <w:tabs>
          <w:tab w:val="num" w:pos="2520"/>
        </w:tabs>
        <w:ind w:left="2160" w:firstLine="0"/>
      </w:pPr>
      <w:rPr>
        <w:rFonts w:hint="default"/>
      </w:rPr>
    </w:lvl>
    <w:lvl w:ilvl="4">
      <w:start w:val="1"/>
      <w:numFmt w:val="decimal"/>
      <w:pStyle w:val="Titre5"/>
      <w:lvlText w:val="(%5)"/>
      <w:lvlJc w:val="left"/>
      <w:pPr>
        <w:tabs>
          <w:tab w:val="num" w:pos="324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21">
    <w:nsid w:val="72673188"/>
    <w:multiLevelType w:val="hybridMultilevel"/>
    <w:tmpl w:val="BC6295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2"/>
  </w:num>
  <w:num w:numId="4">
    <w:abstractNumId w:val="3"/>
  </w:num>
  <w:num w:numId="5">
    <w:abstractNumId w:val="2"/>
  </w:num>
  <w:num w:numId="6">
    <w:abstractNumId w:val="1"/>
  </w:num>
  <w:num w:numId="7">
    <w:abstractNumId w:val="0"/>
  </w:num>
  <w:num w:numId="8">
    <w:abstractNumId w:val="7"/>
  </w:num>
  <w:num w:numId="9">
    <w:abstractNumId w:val="6"/>
  </w:num>
  <w:num w:numId="10">
    <w:abstractNumId w:val="5"/>
  </w:num>
  <w:num w:numId="11">
    <w:abstractNumId w:val="4"/>
  </w:num>
  <w:num w:numId="12">
    <w:abstractNumId w:val="8"/>
  </w:num>
  <w:num w:numId="13">
    <w:abstractNumId w:val="20"/>
  </w:num>
  <w:num w:numId="14">
    <w:abstractNumId w:val="16"/>
  </w:num>
  <w:num w:numId="15">
    <w:abstractNumId w:val="17"/>
  </w:num>
  <w:num w:numId="16">
    <w:abstractNumId w:val="14"/>
  </w:num>
  <w:num w:numId="17">
    <w:abstractNumId w:val="11"/>
  </w:num>
  <w:num w:numId="18">
    <w:abstractNumId w:val="10"/>
  </w:num>
  <w:num w:numId="19">
    <w:abstractNumId w:val="19"/>
  </w:num>
  <w:num w:numId="20">
    <w:abstractNumId w:val="9"/>
  </w:num>
  <w:num w:numId="21">
    <w:abstractNumId w:val="18"/>
  </w:num>
  <w:num w:numId="22">
    <w:abstractNumId w:val="16"/>
  </w:num>
  <w:num w:numId="23">
    <w:abstractNumId w:val="21"/>
  </w:num>
  <w:num w:numId="24">
    <w:abstractNumId w:val="16"/>
  </w:num>
  <w:num w:numId="25">
    <w:abstractNumId w:val="16"/>
    <w:lvlOverride w:ilvl="0">
      <w:startOverride w:val="1"/>
    </w:lvlOverride>
  </w:num>
  <w:num w:numId="26">
    <w:abstractNumId w:val="16"/>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20"/>
  </w:num>
  <w:num w:numId="39">
    <w:abstractNumId w:val="20"/>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ernierMetEn" w:val="aucun"/>
    <w:docVar w:name="VersionAMath" w:val="(18 janv 98)"/>
  </w:docVars>
  <w:rsids>
    <w:rsidRoot w:val="009E22B5"/>
    <w:rsid w:val="000112E1"/>
    <w:rsid w:val="00012B76"/>
    <w:rsid w:val="00023E47"/>
    <w:rsid w:val="00026ADC"/>
    <w:rsid w:val="000312B8"/>
    <w:rsid w:val="00047222"/>
    <w:rsid w:val="00056440"/>
    <w:rsid w:val="00067351"/>
    <w:rsid w:val="0008109F"/>
    <w:rsid w:val="0008696C"/>
    <w:rsid w:val="00087E6C"/>
    <w:rsid w:val="00096734"/>
    <w:rsid w:val="000D4D70"/>
    <w:rsid w:val="000E3116"/>
    <w:rsid w:val="000F2DA6"/>
    <w:rsid w:val="000F322A"/>
    <w:rsid w:val="000F3B06"/>
    <w:rsid w:val="000F65D6"/>
    <w:rsid w:val="001012BD"/>
    <w:rsid w:val="00101DCE"/>
    <w:rsid w:val="001048EF"/>
    <w:rsid w:val="00110DE8"/>
    <w:rsid w:val="0011128A"/>
    <w:rsid w:val="00111778"/>
    <w:rsid w:val="00127D7D"/>
    <w:rsid w:val="0013420B"/>
    <w:rsid w:val="00140C9B"/>
    <w:rsid w:val="001411B8"/>
    <w:rsid w:val="0014309A"/>
    <w:rsid w:val="001647E0"/>
    <w:rsid w:val="00171795"/>
    <w:rsid w:val="0017235F"/>
    <w:rsid w:val="0017503F"/>
    <w:rsid w:val="0017688A"/>
    <w:rsid w:val="001821F0"/>
    <w:rsid w:val="00184946"/>
    <w:rsid w:val="00185B76"/>
    <w:rsid w:val="001A3AAE"/>
    <w:rsid w:val="001A54A4"/>
    <w:rsid w:val="001B219E"/>
    <w:rsid w:val="001B4D62"/>
    <w:rsid w:val="001B6D83"/>
    <w:rsid w:val="001B735C"/>
    <w:rsid w:val="001C4914"/>
    <w:rsid w:val="001C65D3"/>
    <w:rsid w:val="001E46CC"/>
    <w:rsid w:val="001E52AF"/>
    <w:rsid w:val="001F1750"/>
    <w:rsid w:val="00200DB8"/>
    <w:rsid w:val="0020450D"/>
    <w:rsid w:val="00206B09"/>
    <w:rsid w:val="00224832"/>
    <w:rsid w:val="002250AA"/>
    <w:rsid w:val="00225B24"/>
    <w:rsid w:val="00230EF8"/>
    <w:rsid w:val="002400F7"/>
    <w:rsid w:val="002411EE"/>
    <w:rsid w:val="00242EA5"/>
    <w:rsid w:val="00246B56"/>
    <w:rsid w:val="00253391"/>
    <w:rsid w:val="002609E2"/>
    <w:rsid w:val="00261EF3"/>
    <w:rsid w:val="002623F5"/>
    <w:rsid w:val="0026254A"/>
    <w:rsid w:val="002662BF"/>
    <w:rsid w:val="00272A6D"/>
    <w:rsid w:val="00277143"/>
    <w:rsid w:val="002966AC"/>
    <w:rsid w:val="00296CFD"/>
    <w:rsid w:val="002B0A99"/>
    <w:rsid w:val="002C64C5"/>
    <w:rsid w:val="002D1D33"/>
    <w:rsid w:val="002D1E79"/>
    <w:rsid w:val="002E56A7"/>
    <w:rsid w:val="003069FE"/>
    <w:rsid w:val="00313343"/>
    <w:rsid w:val="00320219"/>
    <w:rsid w:val="0032176D"/>
    <w:rsid w:val="00326537"/>
    <w:rsid w:val="00327E8B"/>
    <w:rsid w:val="0033449B"/>
    <w:rsid w:val="00336ABB"/>
    <w:rsid w:val="003417C2"/>
    <w:rsid w:val="003503E0"/>
    <w:rsid w:val="00352797"/>
    <w:rsid w:val="003531AC"/>
    <w:rsid w:val="003614C6"/>
    <w:rsid w:val="00361B42"/>
    <w:rsid w:val="0037614E"/>
    <w:rsid w:val="00392404"/>
    <w:rsid w:val="00396A59"/>
    <w:rsid w:val="00397234"/>
    <w:rsid w:val="003A1A9D"/>
    <w:rsid w:val="003A4741"/>
    <w:rsid w:val="003A60A5"/>
    <w:rsid w:val="003B1730"/>
    <w:rsid w:val="003C185F"/>
    <w:rsid w:val="003C43CE"/>
    <w:rsid w:val="003C68F8"/>
    <w:rsid w:val="003D05EE"/>
    <w:rsid w:val="003E353D"/>
    <w:rsid w:val="003E4882"/>
    <w:rsid w:val="003F111C"/>
    <w:rsid w:val="00402C67"/>
    <w:rsid w:val="00405693"/>
    <w:rsid w:val="00411E23"/>
    <w:rsid w:val="004147A6"/>
    <w:rsid w:val="00420B6E"/>
    <w:rsid w:val="0042174D"/>
    <w:rsid w:val="00451350"/>
    <w:rsid w:val="004516F3"/>
    <w:rsid w:val="00456239"/>
    <w:rsid w:val="00460BDE"/>
    <w:rsid w:val="004666DC"/>
    <w:rsid w:val="00483FC5"/>
    <w:rsid w:val="00487838"/>
    <w:rsid w:val="004903F6"/>
    <w:rsid w:val="004939FC"/>
    <w:rsid w:val="00494D5F"/>
    <w:rsid w:val="0049700B"/>
    <w:rsid w:val="004A69C4"/>
    <w:rsid w:val="004B1D90"/>
    <w:rsid w:val="004C0988"/>
    <w:rsid w:val="004D3830"/>
    <w:rsid w:val="004D6066"/>
    <w:rsid w:val="004E0F60"/>
    <w:rsid w:val="004E344F"/>
    <w:rsid w:val="004E3C41"/>
    <w:rsid w:val="004F1957"/>
    <w:rsid w:val="004F392E"/>
    <w:rsid w:val="00503045"/>
    <w:rsid w:val="005054AB"/>
    <w:rsid w:val="005058A1"/>
    <w:rsid w:val="00507F51"/>
    <w:rsid w:val="00511251"/>
    <w:rsid w:val="00531D8A"/>
    <w:rsid w:val="00531F96"/>
    <w:rsid w:val="00533883"/>
    <w:rsid w:val="00541390"/>
    <w:rsid w:val="00541E92"/>
    <w:rsid w:val="0055080B"/>
    <w:rsid w:val="00552E5A"/>
    <w:rsid w:val="00553E53"/>
    <w:rsid w:val="0055421D"/>
    <w:rsid w:val="00564BF8"/>
    <w:rsid w:val="0057381B"/>
    <w:rsid w:val="00577CA0"/>
    <w:rsid w:val="0058158A"/>
    <w:rsid w:val="00590EDB"/>
    <w:rsid w:val="00592DCD"/>
    <w:rsid w:val="00595EF9"/>
    <w:rsid w:val="005B26BC"/>
    <w:rsid w:val="005B54E7"/>
    <w:rsid w:val="005B58ED"/>
    <w:rsid w:val="005C4FE3"/>
    <w:rsid w:val="005D077B"/>
    <w:rsid w:val="005D628A"/>
    <w:rsid w:val="005D6690"/>
    <w:rsid w:val="005E5321"/>
    <w:rsid w:val="005F2104"/>
    <w:rsid w:val="006022C6"/>
    <w:rsid w:val="00602BDB"/>
    <w:rsid w:val="00606B3B"/>
    <w:rsid w:val="00607679"/>
    <w:rsid w:val="006223E8"/>
    <w:rsid w:val="00632542"/>
    <w:rsid w:val="00636BC7"/>
    <w:rsid w:val="00641905"/>
    <w:rsid w:val="00641EF9"/>
    <w:rsid w:val="00646DF8"/>
    <w:rsid w:val="00652794"/>
    <w:rsid w:val="00654AC9"/>
    <w:rsid w:val="006575B0"/>
    <w:rsid w:val="00663A50"/>
    <w:rsid w:val="00663EBA"/>
    <w:rsid w:val="00665A3C"/>
    <w:rsid w:val="006755F9"/>
    <w:rsid w:val="00687357"/>
    <w:rsid w:val="00687CE9"/>
    <w:rsid w:val="00696CC6"/>
    <w:rsid w:val="00697F66"/>
    <w:rsid w:val="006A71F1"/>
    <w:rsid w:val="006B7D76"/>
    <w:rsid w:val="006C4870"/>
    <w:rsid w:val="006D1F19"/>
    <w:rsid w:val="006D481A"/>
    <w:rsid w:val="006E4CF8"/>
    <w:rsid w:val="006F22ED"/>
    <w:rsid w:val="00700C50"/>
    <w:rsid w:val="007109BD"/>
    <w:rsid w:val="00720ECF"/>
    <w:rsid w:val="00723FC6"/>
    <w:rsid w:val="00724FE1"/>
    <w:rsid w:val="00731589"/>
    <w:rsid w:val="007470A0"/>
    <w:rsid w:val="00753539"/>
    <w:rsid w:val="00756860"/>
    <w:rsid w:val="0076444F"/>
    <w:rsid w:val="007662A0"/>
    <w:rsid w:val="0076754E"/>
    <w:rsid w:val="00767F55"/>
    <w:rsid w:val="00772CE4"/>
    <w:rsid w:val="00786129"/>
    <w:rsid w:val="00787420"/>
    <w:rsid w:val="007A0500"/>
    <w:rsid w:val="007A0CB0"/>
    <w:rsid w:val="007A1FCE"/>
    <w:rsid w:val="007A2763"/>
    <w:rsid w:val="007B1199"/>
    <w:rsid w:val="007B2B1F"/>
    <w:rsid w:val="007B43DD"/>
    <w:rsid w:val="007B5DC3"/>
    <w:rsid w:val="007D4B32"/>
    <w:rsid w:val="007D5882"/>
    <w:rsid w:val="007E2B90"/>
    <w:rsid w:val="007F11DA"/>
    <w:rsid w:val="008022CF"/>
    <w:rsid w:val="008115A6"/>
    <w:rsid w:val="00813D20"/>
    <w:rsid w:val="008266C5"/>
    <w:rsid w:val="00832380"/>
    <w:rsid w:val="008414E0"/>
    <w:rsid w:val="00851699"/>
    <w:rsid w:val="00851DA3"/>
    <w:rsid w:val="00853DBE"/>
    <w:rsid w:val="00855D1A"/>
    <w:rsid w:val="00863A6E"/>
    <w:rsid w:val="00864891"/>
    <w:rsid w:val="00875BD1"/>
    <w:rsid w:val="008A0B02"/>
    <w:rsid w:val="008A3D95"/>
    <w:rsid w:val="008A5839"/>
    <w:rsid w:val="008A70AF"/>
    <w:rsid w:val="008A7605"/>
    <w:rsid w:val="008B2890"/>
    <w:rsid w:val="008B6B65"/>
    <w:rsid w:val="008C2606"/>
    <w:rsid w:val="008C54EB"/>
    <w:rsid w:val="008D1E6B"/>
    <w:rsid w:val="008D646B"/>
    <w:rsid w:val="008E5FAC"/>
    <w:rsid w:val="008F01F4"/>
    <w:rsid w:val="0090166D"/>
    <w:rsid w:val="00903E8F"/>
    <w:rsid w:val="009160CD"/>
    <w:rsid w:val="00924FB6"/>
    <w:rsid w:val="00925AB6"/>
    <w:rsid w:val="009404B2"/>
    <w:rsid w:val="00945249"/>
    <w:rsid w:val="00946E02"/>
    <w:rsid w:val="0095197D"/>
    <w:rsid w:val="009575FA"/>
    <w:rsid w:val="00966614"/>
    <w:rsid w:val="0097299F"/>
    <w:rsid w:val="00982FE3"/>
    <w:rsid w:val="009A134C"/>
    <w:rsid w:val="009A610A"/>
    <w:rsid w:val="009B0884"/>
    <w:rsid w:val="009B3DB1"/>
    <w:rsid w:val="009B616C"/>
    <w:rsid w:val="009C017F"/>
    <w:rsid w:val="009D08C1"/>
    <w:rsid w:val="009D3F4E"/>
    <w:rsid w:val="009E080C"/>
    <w:rsid w:val="009E22B5"/>
    <w:rsid w:val="009F57A6"/>
    <w:rsid w:val="00A02934"/>
    <w:rsid w:val="00A1257D"/>
    <w:rsid w:val="00A13C2F"/>
    <w:rsid w:val="00A16767"/>
    <w:rsid w:val="00A27FB2"/>
    <w:rsid w:val="00A31CCB"/>
    <w:rsid w:val="00A35890"/>
    <w:rsid w:val="00A41FAD"/>
    <w:rsid w:val="00A44BC3"/>
    <w:rsid w:val="00A47B4F"/>
    <w:rsid w:val="00A529A4"/>
    <w:rsid w:val="00A66FED"/>
    <w:rsid w:val="00A67DE8"/>
    <w:rsid w:val="00A74928"/>
    <w:rsid w:val="00A80FEF"/>
    <w:rsid w:val="00A82A42"/>
    <w:rsid w:val="00A9307A"/>
    <w:rsid w:val="00A94B8C"/>
    <w:rsid w:val="00AA013C"/>
    <w:rsid w:val="00AA1AD1"/>
    <w:rsid w:val="00AA4073"/>
    <w:rsid w:val="00AA50F6"/>
    <w:rsid w:val="00AC60BD"/>
    <w:rsid w:val="00AD1766"/>
    <w:rsid w:val="00AD68E7"/>
    <w:rsid w:val="00AE49F8"/>
    <w:rsid w:val="00AF2F67"/>
    <w:rsid w:val="00B10428"/>
    <w:rsid w:val="00B21DCD"/>
    <w:rsid w:val="00B22FBE"/>
    <w:rsid w:val="00B231C6"/>
    <w:rsid w:val="00B2438D"/>
    <w:rsid w:val="00B30A9E"/>
    <w:rsid w:val="00B32EDF"/>
    <w:rsid w:val="00B34DDF"/>
    <w:rsid w:val="00B37EDD"/>
    <w:rsid w:val="00B43959"/>
    <w:rsid w:val="00B60CD2"/>
    <w:rsid w:val="00B644A2"/>
    <w:rsid w:val="00B73FF8"/>
    <w:rsid w:val="00B82325"/>
    <w:rsid w:val="00B83A2D"/>
    <w:rsid w:val="00B91E04"/>
    <w:rsid w:val="00B945D1"/>
    <w:rsid w:val="00BB0DC6"/>
    <w:rsid w:val="00BB2598"/>
    <w:rsid w:val="00BB2AF4"/>
    <w:rsid w:val="00BB4445"/>
    <w:rsid w:val="00BB5B1C"/>
    <w:rsid w:val="00BB5E19"/>
    <w:rsid w:val="00BC255B"/>
    <w:rsid w:val="00BD7A41"/>
    <w:rsid w:val="00BE2E6C"/>
    <w:rsid w:val="00BE7C1B"/>
    <w:rsid w:val="00BF677E"/>
    <w:rsid w:val="00C03779"/>
    <w:rsid w:val="00C07CB2"/>
    <w:rsid w:val="00C12B44"/>
    <w:rsid w:val="00C2115E"/>
    <w:rsid w:val="00C35D40"/>
    <w:rsid w:val="00C627D4"/>
    <w:rsid w:val="00C64C2D"/>
    <w:rsid w:val="00C6619D"/>
    <w:rsid w:val="00C667DB"/>
    <w:rsid w:val="00C75858"/>
    <w:rsid w:val="00C905EA"/>
    <w:rsid w:val="00C96074"/>
    <w:rsid w:val="00C971D3"/>
    <w:rsid w:val="00CA2586"/>
    <w:rsid w:val="00CA54FC"/>
    <w:rsid w:val="00CB45ED"/>
    <w:rsid w:val="00CB4C40"/>
    <w:rsid w:val="00CB6EDE"/>
    <w:rsid w:val="00CC0EC0"/>
    <w:rsid w:val="00CC45B9"/>
    <w:rsid w:val="00CC7A1F"/>
    <w:rsid w:val="00CE2E41"/>
    <w:rsid w:val="00CE3A70"/>
    <w:rsid w:val="00CE4064"/>
    <w:rsid w:val="00CE4AF7"/>
    <w:rsid w:val="00CE515E"/>
    <w:rsid w:val="00CF128A"/>
    <w:rsid w:val="00CF4D2D"/>
    <w:rsid w:val="00D016C9"/>
    <w:rsid w:val="00D06917"/>
    <w:rsid w:val="00D10517"/>
    <w:rsid w:val="00D1486D"/>
    <w:rsid w:val="00D151E9"/>
    <w:rsid w:val="00D229F9"/>
    <w:rsid w:val="00D524A0"/>
    <w:rsid w:val="00D54633"/>
    <w:rsid w:val="00D634FD"/>
    <w:rsid w:val="00D66978"/>
    <w:rsid w:val="00D671D5"/>
    <w:rsid w:val="00D704BC"/>
    <w:rsid w:val="00D72789"/>
    <w:rsid w:val="00D813C3"/>
    <w:rsid w:val="00D96CB3"/>
    <w:rsid w:val="00DA36C3"/>
    <w:rsid w:val="00DA765B"/>
    <w:rsid w:val="00DA7A61"/>
    <w:rsid w:val="00DB122F"/>
    <w:rsid w:val="00DB708C"/>
    <w:rsid w:val="00DB7AFB"/>
    <w:rsid w:val="00DD2886"/>
    <w:rsid w:val="00DF5839"/>
    <w:rsid w:val="00E2353C"/>
    <w:rsid w:val="00E43423"/>
    <w:rsid w:val="00E5083C"/>
    <w:rsid w:val="00E52540"/>
    <w:rsid w:val="00E53B03"/>
    <w:rsid w:val="00E754A3"/>
    <w:rsid w:val="00E763E4"/>
    <w:rsid w:val="00E82F6D"/>
    <w:rsid w:val="00E90E1F"/>
    <w:rsid w:val="00E9509A"/>
    <w:rsid w:val="00EA0409"/>
    <w:rsid w:val="00EA578A"/>
    <w:rsid w:val="00EA7972"/>
    <w:rsid w:val="00EB1718"/>
    <w:rsid w:val="00EB48FB"/>
    <w:rsid w:val="00EC3AF8"/>
    <w:rsid w:val="00ED3B3F"/>
    <w:rsid w:val="00ED5B9F"/>
    <w:rsid w:val="00EE2085"/>
    <w:rsid w:val="00EE37B8"/>
    <w:rsid w:val="00F0001F"/>
    <w:rsid w:val="00F02245"/>
    <w:rsid w:val="00F03623"/>
    <w:rsid w:val="00F05947"/>
    <w:rsid w:val="00F10D60"/>
    <w:rsid w:val="00F11DAB"/>
    <w:rsid w:val="00F14927"/>
    <w:rsid w:val="00F259AC"/>
    <w:rsid w:val="00F30969"/>
    <w:rsid w:val="00F330EF"/>
    <w:rsid w:val="00F363A2"/>
    <w:rsid w:val="00F4021B"/>
    <w:rsid w:val="00F41A99"/>
    <w:rsid w:val="00F42B47"/>
    <w:rsid w:val="00F42E71"/>
    <w:rsid w:val="00F42F89"/>
    <w:rsid w:val="00F52C50"/>
    <w:rsid w:val="00F53E20"/>
    <w:rsid w:val="00F57A09"/>
    <w:rsid w:val="00F648DD"/>
    <w:rsid w:val="00F64AF4"/>
    <w:rsid w:val="00F71DC8"/>
    <w:rsid w:val="00F71EBE"/>
    <w:rsid w:val="00F72200"/>
    <w:rsid w:val="00F73371"/>
    <w:rsid w:val="00F7702C"/>
    <w:rsid w:val="00F95C4E"/>
    <w:rsid w:val="00FA2CAB"/>
    <w:rsid w:val="00FA62FD"/>
    <w:rsid w:val="00FB4140"/>
    <w:rsid w:val="00FB546D"/>
    <w:rsid w:val="00FB61D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29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List Bullet 2" w:qFormat="1"/>
    <w:lsdException w:name="Title" w:qFormat="1"/>
    <w:lsdException w:name="Subtitle" w:qFormat="1"/>
    <w:lsdException w:name="Hyperlink" w:uiPriority="99"/>
    <w:lsdException w:name="Strong"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10D60"/>
    <w:pPr>
      <w:overflowPunct w:val="0"/>
      <w:autoSpaceDE w:val="0"/>
      <w:autoSpaceDN w:val="0"/>
      <w:adjustRightInd w:val="0"/>
      <w:spacing w:after="120"/>
      <w:jc w:val="both"/>
      <w:textAlignment w:val="baseline"/>
    </w:pPr>
    <w:rPr>
      <w:rFonts w:ascii="Arial" w:hAnsi="Arial"/>
      <w:sz w:val="24"/>
    </w:rPr>
  </w:style>
  <w:style w:type="paragraph" w:styleId="Titre1">
    <w:name w:val="heading 1"/>
    <w:basedOn w:val="Normal"/>
    <w:next w:val="Normal"/>
    <w:link w:val="Titre1Car"/>
    <w:qFormat/>
    <w:rsid w:val="00067351"/>
    <w:pPr>
      <w:keepNext/>
      <w:pBdr>
        <w:bottom w:val="single" w:sz="4" w:space="1" w:color="auto"/>
      </w:pBdr>
      <w:spacing w:before="240" w:after="60"/>
      <w:outlineLvl w:val="0"/>
    </w:pPr>
    <w:rPr>
      <w:b/>
      <w:bCs/>
      <w:kern w:val="32"/>
      <w:sz w:val="32"/>
      <w:szCs w:val="32"/>
    </w:rPr>
  </w:style>
  <w:style w:type="paragraph" w:styleId="Titre2">
    <w:name w:val="heading 2"/>
    <w:basedOn w:val="Normal"/>
    <w:next w:val="Normal"/>
    <w:qFormat/>
    <w:rsid w:val="00723FC6"/>
    <w:pPr>
      <w:keepNext/>
      <w:numPr>
        <w:ilvl w:val="1"/>
        <w:numId w:val="13"/>
      </w:numPr>
      <w:spacing w:before="240" w:after="60"/>
      <w:jc w:val="left"/>
      <w:outlineLvl w:val="1"/>
    </w:pPr>
    <w:rPr>
      <w:rFonts w:eastAsia="Calibri"/>
      <w:b/>
      <w:bCs/>
      <w:iCs/>
      <w:sz w:val="28"/>
      <w:szCs w:val="28"/>
    </w:rPr>
  </w:style>
  <w:style w:type="paragraph" w:styleId="Titre3">
    <w:name w:val="heading 3"/>
    <w:basedOn w:val="Normal"/>
    <w:next w:val="Normal"/>
    <w:link w:val="Titre3Car"/>
    <w:qFormat/>
    <w:rsid w:val="0011128A"/>
    <w:pPr>
      <w:keepNext/>
      <w:tabs>
        <w:tab w:val="left" w:pos="1134"/>
      </w:tabs>
      <w:spacing w:before="120" w:after="60"/>
      <w:outlineLvl w:val="2"/>
    </w:pPr>
    <w:rPr>
      <w:b/>
      <w:bCs/>
      <w:sz w:val="26"/>
      <w:szCs w:val="26"/>
    </w:rPr>
  </w:style>
  <w:style w:type="paragraph" w:styleId="Titre4">
    <w:name w:val="heading 4"/>
    <w:basedOn w:val="Normal"/>
    <w:next w:val="Normal"/>
    <w:qFormat/>
    <w:rsid w:val="009404B2"/>
    <w:pPr>
      <w:keepNext/>
      <w:numPr>
        <w:ilvl w:val="3"/>
        <w:numId w:val="13"/>
      </w:numPr>
      <w:spacing w:before="240" w:after="60"/>
      <w:outlineLvl w:val="3"/>
    </w:pPr>
    <w:rPr>
      <w:b/>
      <w:bCs/>
      <w:sz w:val="28"/>
      <w:szCs w:val="28"/>
    </w:rPr>
  </w:style>
  <w:style w:type="paragraph" w:styleId="Titre5">
    <w:name w:val="heading 5"/>
    <w:basedOn w:val="Normal"/>
    <w:next w:val="Normal"/>
    <w:qFormat/>
    <w:rsid w:val="009404B2"/>
    <w:pPr>
      <w:numPr>
        <w:ilvl w:val="4"/>
        <w:numId w:val="13"/>
      </w:numPr>
      <w:spacing w:before="240" w:after="60"/>
      <w:outlineLvl w:val="4"/>
    </w:pPr>
    <w:rPr>
      <w:b/>
      <w:bCs/>
      <w:i/>
      <w:iCs/>
      <w:sz w:val="26"/>
      <w:szCs w:val="26"/>
    </w:rPr>
  </w:style>
  <w:style w:type="paragraph" w:styleId="Titre6">
    <w:name w:val="heading 6"/>
    <w:basedOn w:val="Normal"/>
    <w:next w:val="Normal"/>
    <w:qFormat/>
    <w:rsid w:val="009404B2"/>
    <w:pPr>
      <w:numPr>
        <w:ilvl w:val="5"/>
        <w:numId w:val="13"/>
      </w:numPr>
      <w:spacing w:before="240" w:after="60"/>
      <w:outlineLvl w:val="5"/>
    </w:pPr>
    <w:rPr>
      <w:b/>
      <w:bCs/>
      <w:sz w:val="22"/>
      <w:szCs w:val="22"/>
    </w:rPr>
  </w:style>
  <w:style w:type="paragraph" w:styleId="Titre7">
    <w:name w:val="heading 7"/>
    <w:basedOn w:val="Normal"/>
    <w:next w:val="Normal"/>
    <w:qFormat/>
    <w:rsid w:val="009404B2"/>
    <w:pPr>
      <w:numPr>
        <w:ilvl w:val="6"/>
        <w:numId w:val="13"/>
      </w:numPr>
      <w:spacing w:before="240" w:after="60"/>
      <w:outlineLvl w:val="6"/>
    </w:pPr>
    <w:rPr>
      <w:szCs w:val="24"/>
    </w:rPr>
  </w:style>
  <w:style w:type="paragraph" w:styleId="Titre8">
    <w:name w:val="heading 8"/>
    <w:basedOn w:val="Normal"/>
    <w:next w:val="Normal"/>
    <w:qFormat/>
    <w:rsid w:val="009404B2"/>
    <w:pPr>
      <w:numPr>
        <w:ilvl w:val="7"/>
        <w:numId w:val="13"/>
      </w:numPr>
      <w:spacing w:before="240" w:after="60"/>
      <w:outlineLvl w:val="7"/>
    </w:pPr>
    <w:rPr>
      <w:i/>
      <w:iCs/>
      <w:szCs w:val="24"/>
    </w:rPr>
  </w:style>
  <w:style w:type="paragraph" w:styleId="Titre9">
    <w:name w:val="heading 9"/>
    <w:basedOn w:val="Normal"/>
    <w:next w:val="Normal"/>
    <w:qFormat/>
    <w:rsid w:val="009404B2"/>
    <w:pPr>
      <w:numPr>
        <w:ilvl w:val="8"/>
        <w:numId w:val="13"/>
      </w:numPr>
      <w:spacing w:before="240" w:after="6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quations">
    <w:name w:val="Equations"/>
    <w:rsid w:val="00606B3B"/>
    <w:rPr>
      <w:rFonts w:ascii="Arial" w:hAnsi="Arial"/>
      <w:b/>
      <w:i/>
      <w:iCs/>
      <w:noProof/>
      <w:sz w:val="28"/>
      <w:szCs w:val="28"/>
    </w:rPr>
  </w:style>
  <w:style w:type="numbering" w:styleId="111111">
    <w:name w:val="Outline List 2"/>
    <w:basedOn w:val="Aucuneliste"/>
    <w:semiHidden/>
    <w:rsid w:val="009404B2"/>
    <w:pPr>
      <w:numPr>
        <w:numId w:val="1"/>
      </w:numPr>
    </w:pPr>
  </w:style>
  <w:style w:type="numbering" w:styleId="1ai">
    <w:name w:val="Outline List 1"/>
    <w:basedOn w:val="Aucuneliste"/>
    <w:semiHidden/>
    <w:rsid w:val="009404B2"/>
    <w:pPr>
      <w:numPr>
        <w:numId w:val="2"/>
      </w:numPr>
    </w:pPr>
  </w:style>
  <w:style w:type="character" w:styleId="Accentuation">
    <w:name w:val="Emphasis"/>
    <w:rsid w:val="009404B2"/>
    <w:rPr>
      <w:i/>
      <w:iCs/>
    </w:rPr>
  </w:style>
  <w:style w:type="character" w:styleId="AcronymeHTML">
    <w:name w:val="HTML Acronym"/>
    <w:basedOn w:val="Policepardfaut"/>
    <w:semiHidden/>
    <w:rsid w:val="009404B2"/>
  </w:style>
  <w:style w:type="paragraph" w:styleId="Adressedestinataire">
    <w:name w:val="envelope address"/>
    <w:basedOn w:val="Normal"/>
    <w:semiHidden/>
    <w:rsid w:val="009404B2"/>
    <w:pPr>
      <w:framePr w:w="7938" w:h="1985" w:hRule="exact" w:hSpace="141" w:wrap="auto" w:hAnchor="page" w:xAlign="center" w:yAlign="bottom"/>
      <w:ind w:left="2835"/>
    </w:pPr>
    <w:rPr>
      <w:szCs w:val="24"/>
    </w:rPr>
  </w:style>
  <w:style w:type="paragraph" w:styleId="Adresseexpditeur">
    <w:name w:val="envelope return"/>
    <w:basedOn w:val="Normal"/>
    <w:semiHidden/>
    <w:rsid w:val="009404B2"/>
  </w:style>
  <w:style w:type="paragraph" w:styleId="AdresseHTML">
    <w:name w:val="HTML Address"/>
    <w:basedOn w:val="Normal"/>
    <w:semiHidden/>
    <w:rsid w:val="009404B2"/>
    <w:rPr>
      <w:i/>
      <w:iCs/>
    </w:rPr>
  </w:style>
  <w:style w:type="numbering" w:styleId="ArticleSection">
    <w:name w:val="Outline List 3"/>
    <w:basedOn w:val="Aucuneliste"/>
    <w:semiHidden/>
    <w:rsid w:val="009404B2"/>
    <w:pPr>
      <w:numPr>
        <w:numId w:val="3"/>
      </w:numPr>
    </w:pPr>
  </w:style>
  <w:style w:type="character" w:styleId="CitationHTML">
    <w:name w:val="HTML Cite"/>
    <w:semiHidden/>
    <w:rsid w:val="009404B2"/>
    <w:rPr>
      <w:i/>
      <w:iCs/>
    </w:rPr>
  </w:style>
  <w:style w:type="table" w:styleId="Tableauclassique1">
    <w:name w:val="Table Classic 1"/>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404B2"/>
    <w:pPr>
      <w:overflowPunct w:val="0"/>
      <w:autoSpaceDE w:val="0"/>
      <w:autoSpaceDN w:val="0"/>
      <w:adjustRightInd w:val="0"/>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404B2"/>
    <w:pPr>
      <w:overflowPunct w:val="0"/>
      <w:autoSpaceDE w:val="0"/>
      <w:autoSpaceDN w:val="0"/>
      <w:adjustRightInd w:val="0"/>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9404B2"/>
    <w:rPr>
      <w:rFonts w:ascii="Courier New" w:hAnsi="Courier New" w:cs="Courier New"/>
      <w:sz w:val="20"/>
      <w:szCs w:val="20"/>
    </w:rPr>
  </w:style>
  <w:style w:type="character" w:styleId="CodeHTML">
    <w:name w:val="HTML Code"/>
    <w:semiHidden/>
    <w:rsid w:val="009404B2"/>
    <w:rPr>
      <w:rFonts w:ascii="Courier New" w:hAnsi="Courier New" w:cs="Courier New"/>
      <w:sz w:val="20"/>
      <w:szCs w:val="20"/>
    </w:rPr>
  </w:style>
  <w:style w:type="table" w:styleId="Colonnesdetableau1">
    <w:name w:val="Table Columns 1"/>
    <w:basedOn w:val="TableauNormal"/>
    <w:semiHidden/>
    <w:rsid w:val="009404B2"/>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404B2"/>
    <w:pPr>
      <w:overflowPunct w:val="0"/>
      <w:autoSpaceDE w:val="0"/>
      <w:autoSpaceDN w:val="0"/>
      <w:adjustRightInd w:val="0"/>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404B2"/>
    <w:pPr>
      <w:overflowPunct w:val="0"/>
      <w:autoSpaceDE w:val="0"/>
      <w:autoSpaceDN w:val="0"/>
      <w:adjustRightInd w:val="0"/>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404B2"/>
    <w:pPr>
      <w:overflowPunct w:val="0"/>
      <w:autoSpaceDE w:val="0"/>
      <w:autoSpaceDN w:val="0"/>
      <w:adjustRightInd w:val="0"/>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404B2"/>
    <w:pPr>
      <w:overflowPunct w:val="0"/>
      <w:autoSpaceDE w:val="0"/>
      <w:autoSpaceDN w:val="0"/>
      <w:adjustRightInd w:val="0"/>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9404B2"/>
    <w:pPr>
      <w:overflowPunct w:val="0"/>
      <w:autoSpaceDE w:val="0"/>
      <w:autoSpaceDN w:val="0"/>
      <w:adjustRightInd w:val="0"/>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404B2"/>
    <w:pPr>
      <w:overflowPunct w:val="0"/>
      <w:autoSpaceDE w:val="0"/>
      <w:autoSpaceDN w:val="0"/>
      <w:adjustRightInd w:val="0"/>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404B2"/>
    <w:pPr>
      <w:overflowPunct w:val="0"/>
      <w:autoSpaceDE w:val="0"/>
      <w:autoSpaceDN w:val="0"/>
      <w:adjustRightInd w:val="0"/>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9404B2"/>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9404B2"/>
  </w:style>
  <w:style w:type="paragraph" w:styleId="Corpsdetexte2">
    <w:name w:val="Body Text 2"/>
    <w:basedOn w:val="Normal"/>
    <w:semiHidden/>
    <w:rsid w:val="009404B2"/>
    <w:pPr>
      <w:spacing w:line="480" w:lineRule="auto"/>
    </w:pPr>
  </w:style>
  <w:style w:type="paragraph" w:styleId="Corpsdetexte3">
    <w:name w:val="Body Text 3"/>
    <w:basedOn w:val="Normal"/>
    <w:semiHidden/>
    <w:rsid w:val="009404B2"/>
    <w:rPr>
      <w:sz w:val="16"/>
      <w:szCs w:val="16"/>
    </w:rPr>
  </w:style>
  <w:style w:type="paragraph" w:styleId="Date">
    <w:name w:val="Date"/>
    <w:basedOn w:val="Normal"/>
    <w:next w:val="Normal"/>
    <w:semiHidden/>
    <w:rsid w:val="009404B2"/>
  </w:style>
  <w:style w:type="character" w:styleId="DfinitionHTML">
    <w:name w:val="HTML Definition"/>
    <w:semiHidden/>
    <w:rsid w:val="009404B2"/>
    <w:rPr>
      <w:i/>
      <w:iCs/>
    </w:rPr>
  </w:style>
  <w:style w:type="table" w:styleId="Effetsdetableau3D2">
    <w:name w:val="Table 3D effects 2"/>
    <w:basedOn w:val="TableauNormal"/>
    <w:semiHidden/>
    <w:rsid w:val="009404B2"/>
    <w:pPr>
      <w:overflowPunct w:val="0"/>
      <w:autoSpaceDE w:val="0"/>
      <w:autoSpaceDN w:val="0"/>
      <w:adjustRightInd w:val="0"/>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9404B2"/>
    <w:pPr>
      <w:overflowPunct w:val="0"/>
      <w:autoSpaceDE w:val="0"/>
      <w:autoSpaceDN w:val="0"/>
      <w:adjustRightInd w:val="0"/>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9404B2"/>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9404B2"/>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9404B2"/>
    <w:rPr>
      <w:b/>
      <w:bCs/>
    </w:rPr>
  </w:style>
  <w:style w:type="paragraph" w:styleId="En-tte">
    <w:name w:val="header"/>
    <w:basedOn w:val="Normal"/>
    <w:link w:val="En-tteCar"/>
    <w:uiPriority w:val="99"/>
    <w:rsid w:val="009404B2"/>
    <w:pPr>
      <w:tabs>
        <w:tab w:val="center" w:pos="4536"/>
        <w:tab w:val="right" w:pos="9072"/>
      </w:tabs>
    </w:pPr>
  </w:style>
  <w:style w:type="paragraph" w:styleId="En-ttedemessage">
    <w:name w:val="Message Header"/>
    <w:basedOn w:val="Normal"/>
    <w:semiHidden/>
    <w:rsid w:val="009404B2"/>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character" w:styleId="ExempleHTML">
    <w:name w:val="HTML Sample"/>
    <w:semiHidden/>
    <w:rsid w:val="009404B2"/>
    <w:rPr>
      <w:rFonts w:ascii="Courier New" w:hAnsi="Courier New" w:cs="Courier New"/>
    </w:rPr>
  </w:style>
  <w:style w:type="paragraph" w:styleId="Formuledepolitesse">
    <w:name w:val="Closing"/>
    <w:basedOn w:val="Normal"/>
    <w:semiHidden/>
    <w:rsid w:val="009404B2"/>
    <w:pPr>
      <w:ind w:left="4252"/>
    </w:pPr>
  </w:style>
  <w:style w:type="table" w:styleId="Grilledetableau1">
    <w:name w:val="Table Grid 1"/>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404B2"/>
    <w:pPr>
      <w:overflowPunct w:val="0"/>
      <w:autoSpaceDE w:val="0"/>
      <w:autoSpaceDN w:val="0"/>
      <w:adjustRightInd w:val="0"/>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404B2"/>
    <w:pPr>
      <w:overflowPunct w:val="0"/>
      <w:autoSpaceDE w:val="0"/>
      <w:autoSpaceDN w:val="0"/>
      <w:adjustRightInd w:val="0"/>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404B2"/>
    <w:pPr>
      <w:overflowPunct w:val="0"/>
      <w:autoSpaceDE w:val="0"/>
      <w:autoSpaceDN w:val="0"/>
      <w:adjustRightInd w:val="0"/>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404B2"/>
    <w:pPr>
      <w:overflowPunct w:val="0"/>
      <w:autoSpaceDE w:val="0"/>
      <w:autoSpaceDN w:val="0"/>
      <w:adjustRightInd w:val="0"/>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404B2"/>
    <w:pPr>
      <w:overflowPunct w:val="0"/>
      <w:autoSpaceDE w:val="0"/>
      <w:autoSpaceDN w:val="0"/>
      <w:adjustRightInd w:val="0"/>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9404B2"/>
    <w:rPr>
      <w:color w:val="0000FF"/>
      <w:u w:val="single"/>
    </w:rPr>
  </w:style>
  <w:style w:type="character" w:styleId="Lienhypertextesuivivisit">
    <w:name w:val="FollowedHyperlink"/>
    <w:semiHidden/>
    <w:rsid w:val="009404B2"/>
    <w:rPr>
      <w:color w:val="800080"/>
      <w:u w:val="single"/>
    </w:rPr>
  </w:style>
  <w:style w:type="paragraph" w:styleId="Liste2">
    <w:name w:val="List 2"/>
    <w:basedOn w:val="Normal"/>
    <w:semiHidden/>
    <w:rsid w:val="009404B2"/>
    <w:pPr>
      <w:ind w:left="566" w:hanging="283"/>
    </w:pPr>
  </w:style>
  <w:style w:type="paragraph" w:styleId="Liste3">
    <w:name w:val="List 3"/>
    <w:basedOn w:val="Normal"/>
    <w:semiHidden/>
    <w:rsid w:val="009404B2"/>
    <w:pPr>
      <w:ind w:left="849" w:hanging="283"/>
    </w:pPr>
  </w:style>
  <w:style w:type="paragraph" w:styleId="Liste4">
    <w:name w:val="List 4"/>
    <w:basedOn w:val="Normal"/>
    <w:semiHidden/>
    <w:rsid w:val="009404B2"/>
    <w:pPr>
      <w:ind w:left="1132" w:hanging="283"/>
    </w:pPr>
  </w:style>
  <w:style w:type="paragraph" w:styleId="Liste5">
    <w:name w:val="List 5"/>
    <w:basedOn w:val="Normal"/>
    <w:semiHidden/>
    <w:rsid w:val="009404B2"/>
    <w:pPr>
      <w:ind w:left="1415" w:hanging="283"/>
    </w:pPr>
  </w:style>
  <w:style w:type="paragraph" w:styleId="Listenumros2">
    <w:name w:val="List Number 2"/>
    <w:basedOn w:val="Normal"/>
    <w:semiHidden/>
    <w:rsid w:val="009404B2"/>
    <w:pPr>
      <w:numPr>
        <w:numId w:val="4"/>
      </w:numPr>
    </w:pPr>
  </w:style>
  <w:style w:type="paragraph" w:styleId="Listenumros3">
    <w:name w:val="List Number 3"/>
    <w:basedOn w:val="Normal"/>
    <w:semiHidden/>
    <w:rsid w:val="009404B2"/>
    <w:pPr>
      <w:numPr>
        <w:numId w:val="5"/>
      </w:numPr>
    </w:pPr>
  </w:style>
  <w:style w:type="paragraph" w:styleId="Listenumros4">
    <w:name w:val="List Number 4"/>
    <w:basedOn w:val="Normal"/>
    <w:semiHidden/>
    <w:rsid w:val="009404B2"/>
    <w:pPr>
      <w:numPr>
        <w:numId w:val="6"/>
      </w:numPr>
    </w:pPr>
  </w:style>
  <w:style w:type="paragraph" w:styleId="Listenumros5">
    <w:name w:val="List Number 5"/>
    <w:basedOn w:val="Normal"/>
    <w:semiHidden/>
    <w:rsid w:val="009404B2"/>
    <w:pPr>
      <w:numPr>
        <w:numId w:val="7"/>
      </w:numPr>
    </w:pPr>
  </w:style>
  <w:style w:type="paragraph" w:styleId="Listepuces2">
    <w:name w:val="List Bullet 2"/>
    <w:basedOn w:val="Normal"/>
    <w:semiHidden/>
    <w:qFormat/>
    <w:rsid w:val="009404B2"/>
    <w:pPr>
      <w:numPr>
        <w:numId w:val="8"/>
      </w:numPr>
    </w:pPr>
  </w:style>
  <w:style w:type="paragraph" w:styleId="Listepuces3">
    <w:name w:val="List Bullet 3"/>
    <w:basedOn w:val="Normal"/>
    <w:semiHidden/>
    <w:rsid w:val="009404B2"/>
    <w:pPr>
      <w:numPr>
        <w:numId w:val="9"/>
      </w:numPr>
    </w:pPr>
  </w:style>
  <w:style w:type="paragraph" w:styleId="Listepuces4">
    <w:name w:val="List Bullet 4"/>
    <w:basedOn w:val="Normal"/>
    <w:semiHidden/>
    <w:rsid w:val="009404B2"/>
    <w:pPr>
      <w:numPr>
        <w:numId w:val="10"/>
      </w:numPr>
    </w:pPr>
  </w:style>
  <w:style w:type="paragraph" w:styleId="Listepuces5">
    <w:name w:val="List Bullet 5"/>
    <w:basedOn w:val="Normal"/>
    <w:semiHidden/>
    <w:rsid w:val="009404B2"/>
    <w:pPr>
      <w:numPr>
        <w:numId w:val="11"/>
      </w:numPr>
    </w:pPr>
  </w:style>
  <w:style w:type="paragraph" w:styleId="Listecontinue">
    <w:name w:val="List Continue"/>
    <w:basedOn w:val="Normal"/>
    <w:semiHidden/>
    <w:rsid w:val="009404B2"/>
    <w:pPr>
      <w:ind w:left="283"/>
    </w:pPr>
  </w:style>
  <w:style w:type="paragraph" w:styleId="Listecontinue2">
    <w:name w:val="List Continue 2"/>
    <w:basedOn w:val="Normal"/>
    <w:semiHidden/>
    <w:rsid w:val="009404B2"/>
    <w:pPr>
      <w:ind w:left="566"/>
    </w:pPr>
  </w:style>
  <w:style w:type="paragraph" w:styleId="Listecontinue3">
    <w:name w:val="List Continue 3"/>
    <w:basedOn w:val="Normal"/>
    <w:semiHidden/>
    <w:rsid w:val="009404B2"/>
    <w:pPr>
      <w:ind w:left="849"/>
    </w:pPr>
  </w:style>
  <w:style w:type="paragraph" w:styleId="Listecontinue4">
    <w:name w:val="List Continue 4"/>
    <w:basedOn w:val="Normal"/>
    <w:semiHidden/>
    <w:rsid w:val="009404B2"/>
    <w:pPr>
      <w:ind w:left="1132"/>
    </w:pPr>
  </w:style>
  <w:style w:type="paragraph" w:styleId="Listecontinue5">
    <w:name w:val="List Continue 5"/>
    <w:basedOn w:val="Normal"/>
    <w:semiHidden/>
    <w:rsid w:val="009404B2"/>
    <w:pPr>
      <w:ind w:left="1415"/>
    </w:pPr>
  </w:style>
  <w:style w:type="character" w:styleId="MachinecrireHTML">
    <w:name w:val="HTML Typewriter"/>
    <w:semiHidden/>
    <w:rsid w:val="009404B2"/>
    <w:rPr>
      <w:rFonts w:ascii="Courier New" w:hAnsi="Courier New" w:cs="Courier New"/>
      <w:sz w:val="20"/>
      <w:szCs w:val="20"/>
    </w:rPr>
  </w:style>
  <w:style w:type="paragraph" w:styleId="NormalWeb">
    <w:name w:val="Normal (Web)"/>
    <w:basedOn w:val="Normal"/>
    <w:uiPriority w:val="99"/>
    <w:rsid w:val="009404B2"/>
    <w:rPr>
      <w:szCs w:val="24"/>
    </w:rPr>
  </w:style>
  <w:style w:type="paragraph" w:styleId="Normalcentr">
    <w:name w:val="Block Text"/>
    <w:basedOn w:val="Normal"/>
    <w:semiHidden/>
    <w:rsid w:val="009404B2"/>
    <w:pPr>
      <w:ind w:left="1440" w:right="1440"/>
    </w:pPr>
  </w:style>
  <w:style w:type="character" w:styleId="Numrodeligne">
    <w:name w:val="line number"/>
    <w:basedOn w:val="Policepardfaut"/>
    <w:semiHidden/>
    <w:rsid w:val="009404B2"/>
  </w:style>
  <w:style w:type="character" w:styleId="Numrodepage">
    <w:name w:val="page number"/>
    <w:basedOn w:val="Policepardfaut"/>
    <w:semiHidden/>
    <w:rsid w:val="009404B2"/>
  </w:style>
  <w:style w:type="table" w:styleId="Tableauple1">
    <w:name w:val="Table Subtle 1"/>
    <w:basedOn w:val="TableauNormal"/>
    <w:semiHidden/>
    <w:rsid w:val="009404B2"/>
    <w:pPr>
      <w:overflowPunct w:val="0"/>
      <w:autoSpaceDE w:val="0"/>
      <w:autoSpaceDN w:val="0"/>
      <w:adjustRightInd w:val="0"/>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404B2"/>
    <w:pPr>
      <w:overflowPunct w:val="0"/>
      <w:autoSpaceDE w:val="0"/>
      <w:autoSpaceDN w:val="0"/>
      <w:adjustRightInd w:val="0"/>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ieddepage">
    <w:name w:val="footer"/>
    <w:basedOn w:val="Normal"/>
    <w:semiHidden/>
    <w:rsid w:val="009404B2"/>
    <w:pPr>
      <w:tabs>
        <w:tab w:val="center" w:pos="4536"/>
        <w:tab w:val="right" w:pos="9072"/>
      </w:tabs>
    </w:pPr>
  </w:style>
  <w:style w:type="paragraph" w:styleId="PrformatHTML">
    <w:name w:val="HTML Preformatted"/>
    <w:basedOn w:val="Normal"/>
    <w:semiHidden/>
    <w:rsid w:val="009404B2"/>
    <w:rPr>
      <w:rFonts w:ascii="Courier New" w:hAnsi="Courier New" w:cs="Courier New"/>
    </w:rPr>
  </w:style>
  <w:style w:type="table" w:styleId="Tableauprofessionnel">
    <w:name w:val="Table Professional"/>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9404B2"/>
    <w:pPr>
      <w:ind w:firstLine="210"/>
    </w:pPr>
  </w:style>
  <w:style w:type="paragraph" w:styleId="Retraitcorpsdetexte">
    <w:name w:val="Body Text Indent"/>
    <w:basedOn w:val="Normal"/>
    <w:semiHidden/>
    <w:rsid w:val="009404B2"/>
    <w:pPr>
      <w:ind w:left="283"/>
    </w:pPr>
  </w:style>
  <w:style w:type="paragraph" w:styleId="Retraitcorpsdetexte2">
    <w:name w:val="Body Text Indent 2"/>
    <w:basedOn w:val="Normal"/>
    <w:semiHidden/>
    <w:rsid w:val="009404B2"/>
    <w:pPr>
      <w:spacing w:line="480" w:lineRule="auto"/>
      <w:ind w:left="283"/>
    </w:pPr>
  </w:style>
  <w:style w:type="paragraph" w:styleId="Retraitcorpsdetexte3">
    <w:name w:val="Body Text Indent 3"/>
    <w:basedOn w:val="Normal"/>
    <w:semiHidden/>
    <w:rsid w:val="009404B2"/>
    <w:pPr>
      <w:ind w:left="283"/>
    </w:pPr>
    <w:rPr>
      <w:sz w:val="16"/>
      <w:szCs w:val="16"/>
    </w:rPr>
  </w:style>
  <w:style w:type="paragraph" w:styleId="Retraitcorpset1relig">
    <w:name w:val="Body Text First Indent 2"/>
    <w:basedOn w:val="Retraitcorpsdetexte"/>
    <w:semiHidden/>
    <w:rsid w:val="009404B2"/>
    <w:pPr>
      <w:ind w:firstLine="210"/>
    </w:pPr>
  </w:style>
  <w:style w:type="paragraph" w:styleId="Retraitnormal">
    <w:name w:val="Normal Indent"/>
    <w:basedOn w:val="Normal"/>
    <w:semiHidden/>
    <w:rsid w:val="009404B2"/>
    <w:pPr>
      <w:ind w:left="708"/>
    </w:pPr>
  </w:style>
  <w:style w:type="paragraph" w:styleId="Salutations">
    <w:name w:val="Salutation"/>
    <w:basedOn w:val="Normal"/>
    <w:next w:val="Normal"/>
    <w:semiHidden/>
    <w:rsid w:val="009404B2"/>
  </w:style>
  <w:style w:type="paragraph" w:styleId="Signature">
    <w:name w:val="Signature"/>
    <w:basedOn w:val="Normal"/>
    <w:semiHidden/>
    <w:rsid w:val="009404B2"/>
    <w:pPr>
      <w:ind w:left="4252"/>
    </w:pPr>
  </w:style>
  <w:style w:type="paragraph" w:styleId="Signaturelectronique">
    <w:name w:val="E-mail Signature"/>
    <w:basedOn w:val="Normal"/>
    <w:semiHidden/>
    <w:rsid w:val="009404B2"/>
  </w:style>
  <w:style w:type="table" w:styleId="Tableausimple1">
    <w:name w:val="Table Simple 1"/>
    <w:basedOn w:val="TableauNormal"/>
    <w:semiHidden/>
    <w:rsid w:val="009404B2"/>
    <w:pPr>
      <w:overflowPunct w:val="0"/>
      <w:autoSpaceDE w:val="0"/>
      <w:autoSpaceDN w:val="0"/>
      <w:adjustRightInd w:val="0"/>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404B2"/>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F10D60"/>
    <w:pPr>
      <w:spacing w:after="60"/>
      <w:jc w:val="center"/>
      <w:outlineLvl w:val="1"/>
    </w:pPr>
    <w:rPr>
      <w:sz w:val="28"/>
      <w:szCs w:val="24"/>
    </w:rPr>
  </w:style>
  <w:style w:type="table" w:styleId="Tableauliste1">
    <w:name w:val="Table List 1"/>
    <w:basedOn w:val="TableauNormal"/>
    <w:semiHidden/>
    <w:rsid w:val="009404B2"/>
    <w:pPr>
      <w:overflowPunct w:val="0"/>
      <w:autoSpaceDE w:val="0"/>
      <w:autoSpaceDN w:val="0"/>
      <w:adjustRightInd w:val="0"/>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404B2"/>
    <w:pPr>
      <w:overflowPunct w:val="0"/>
      <w:autoSpaceDE w:val="0"/>
      <w:autoSpaceDN w:val="0"/>
      <w:adjustRightInd w:val="0"/>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404B2"/>
    <w:pPr>
      <w:overflowPunct w:val="0"/>
      <w:autoSpaceDE w:val="0"/>
      <w:autoSpaceDN w:val="0"/>
      <w:adjustRightInd w:val="0"/>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9404B2"/>
    <w:rPr>
      <w:rFonts w:ascii="Courier New" w:hAnsi="Courier New" w:cs="Courier New"/>
    </w:rPr>
  </w:style>
  <w:style w:type="table" w:styleId="Thmedutableau">
    <w:name w:val="Table Theme"/>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9404B2"/>
  </w:style>
  <w:style w:type="character" w:styleId="VariableHTML">
    <w:name w:val="HTML Variable"/>
    <w:semiHidden/>
    <w:rsid w:val="009404B2"/>
    <w:rPr>
      <w:i/>
      <w:iCs/>
    </w:rPr>
  </w:style>
  <w:style w:type="table" w:styleId="TableauWeb1">
    <w:name w:val="Table Web 1"/>
    <w:basedOn w:val="TableauNormal"/>
    <w:semiHidden/>
    <w:rsid w:val="009404B2"/>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404B2"/>
    <w:pPr>
      <w:overflowPunct w:val="0"/>
      <w:autoSpaceDE w:val="0"/>
      <w:autoSpaceDN w:val="0"/>
      <w:adjustRightInd w:val="0"/>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9404B2"/>
    <w:pPr>
      <w:overflowPunct w:val="0"/>
      <w:autoSpaceDE w:val="0"/>
      <w:autoSpaceDN w:val="0"/>
      <w:adjustRightInd w:val="0"/>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
    <w:name w:val="List"/>
    <w:basedOn w:val="Normal"/>
    <w:semiHidden/>
    <w:rsid w:val="009404B2"/>
    <w:pPr>
      <w:ind w:left="283" w:hanging="283"/>
    </w:pPr>
  </w:style>
  <w:style w:type="paragraph" w:styleId="Titre">
    <w:name w:val="Title"/>
    <w:basedOn w:val="Normal"/>
    <w:next w:val="Normal"/>
    <w:qFormat/>
    <w:rsid w:val="009404B2"/>
    <w:pPr>
      <w:pBdr>
        <w:top w:val="single" w:sz="4" w:space="1" w:color="auto"/>
        <w:left w:val="single" w:sz="4" w:space="4" w:color="auto"/>
        <w:bottom w:val="single" w:sz="4" w:space="1" w:color="auto"/>
        <w:right w:val="single" w:sz="4" w:space="4" w:color="auto"/>
      </w:pBdr>
      <w:spacing w:before="240" w:after="60"/>
      <w:jc w:val="center"/>
      <w:outlineLvl w:val="0"/>
    </w:pPr>
    <w:rPr>
      <w:b/>
      <w:bCs/>
      <w:kern w:val="28"/>
      <w:sz w:val="40"/>
      <w:szCs w:val="40"/>
    </w:rPr>
  </w:style>
  <w:style w:type="paragraph" w:styleId="Listepuces">
    <w:name w:val="List Bullet"/>
    <w:basedOn w:val="Normal"/>
    <w:rsid w:val="004B1D90"/>
    <w:pPr>
      <w:numPr>
        <w:numId w:val="12"/>
      </w:numPr>
    </w:pPr>
  </w:style>
  <w:style w:type="paragraph" w:styleId="Textedebulles">
    <w:name w:val="Balloon Text"/>
    <w:basedOn w:val="Normal"/>
    <w:link w:val="TextedebullesCar"/>
    <w:rsid w:val="00F10D60"/>
    <w:pPr>
      <w:spacing w:after="0"/>
    </w:pPr>
    <w:rPr>
      <w:rFonts w:ascii="Tahoma" w:hAnsi="Tahoma" w:cs="Tahoma"/>
      <w:sz w:val="16"/>
      <w:szCs w:val="16"/>
    </w:rPr>
  </w:style>
  <w:style w:type="character" w:customStyle="1" w:styleId="TextedebullesCar">
    <w:name w:val="Texte de bulles Car"/>
    <w:link w:val="Textedebulles"/>
    <w:rsid w:val="00F10D60"/>
    <w:rPr>
      <w:rFonts w:ascii="Tahoma" w:hAnsi="Tahoma" w:cs="Tahoma"/>
      <w:sz w:val="16"/>
      <w:szCs w:val="16"/>
    </w:rPr>
  </w:style>
  <w:style w:type="paragraph" w:customStyle="1" w:styleId="Questions">
    <w:name w:val="Questions"/>
    <w:basedOn w:val="Normal"/>
    <w:link w:val="QuestionsCarCar"/>
    <w:qFormat/>
    <w:rsid w:val="00F95C4E"/>
    <w:pPr>
      <w:numPr>
        <w:numId w:val="14"/>
      </w:numPr>
      <w:tabs>
        <w:tab w:val="left" w:pos="1701"/>
      </w:tabs>
      <w:overflowPunct/>
      <w:autoSpaceDE/>
      <w:autoSpaceDN/>
      <w:adjustRightInd/>
      <w:spacing w:after="0"/>
      <w:ind w:left="284" w:hanging="283"/>
      <w:jc w:val="left"/>
      <w:textAlignment w:val="auto"/>
    </w:pPr>
    <w:rPr>
      <w:szCs w:val="24"/>
    </w:rPr>
  </w:style>
  <w:style w:type="paragraph" w:styleId="Paragraphedeliste">
    <w:name w:val="List Paragraph"/>
    <w:basedOn w:val="Normal"/>
    <w:link w:val="ParagraphedelisteCar"/>
    <w:uiPriority w:val="34"/>
    <w:qFormat/>
    <w:rsid w:val="00336ABB"/>
    <w:pPr>
      <w:numPr>
        <w:numId w:val="15"/>
      </w:numPr>
      <w:spacing w:after="0"/>
      <w:jc w:val="left"/>
    </w:pPr>
  </w:style>
  <w:style w:type="paragraph" w:styleId="Sansinterligne">
    <w:name w:val="No Spacing"/>
    <w:link w:val="SansinterligneCar"/>
    <w:uiPriority w:val="1"/>
    <w:qFormat/>
    <w:rsid w:val="009E22B5"/>
    <w:rPr>
      <w:rFonts w:ascii="Calibri" w:hAnsi="Calibri"/>
      <w:sz w:val="22"/>
      <w:szCs w:val="22"/>
    </w:rPr>
  </w:style>
  <w:style w:type="character" w:customStyle="1" w:styleId="SansinterligneCar">
    <w:name w:val="Sans interligne Car"/>
    <w:link w:val="Sansinterligne"/>
    <w:uiPriority w:val="1"/>
    <w:rsid w:val="009E22B5"/>
    <w:rPr>
      <w:rFonts w:ascii="Calibri" w:hAnsi="Calibri"/>
      <w:sz w:val="22"/>
      <w:szCs w:val="22"/>
    </w:rPr>
  </w:style>
  <w:style w:type="character" w:customStyle="1" w:styleId="Titre1Car">
    <w:name w:val="Titre 1 Car"/>
    <w:basedOn w:val="Policepardfaut"/>
    <w:link w:val="Titre1"/>
    <w:rsid w:val="00067351"/>
    <w:rPr>
      <w:rFonts w:ascii="Arial" w:hAnsi="Arial"/>
      <w:b/>
      <w:bCs/>
      <w:kern w:val="32"/>
      <w:sz w:val="32"/>
      <w:szCs w:val="32"/>
    </w:rPr>
  </w:style>
  <w:style w:type="character" w:customStyle="1" w:styleId="ParagraphedelisteCar">
    <w:name w:val="Paragraphe de liste Car"/>
    <w:basedOn w:val="Policepardfaut"/>
    <w:link w:val="Paragraphedeliste"/>
    <w:uiPriority w:val="34"/>
    <w:rsid w:val="00336ABB"/>
    <w:rPr>
      <w:rFonts w:ascii="Arial" w:hAnsi="Arial"/>
      <w:sz w:val="24"/>
    </w:rPr>
  </w:style>
  <w:style w:type="paragraph" w:customStyle="1" w:styleId="Style1">
    <w:name w:val="Style1"/>
    <w:basedOn w:val="Paragraphedeliste"/>
    <w:link w:val="Style1Car"/>
    <w:rsid w:val="002E56A7"/>
    <w:pPr>
      <w:numPr>
        <w:numId w:val="16"/>
      </w:numPr>
      <w:spacing w:after="120"/>
      <w:ind w:hanging="1400"/>
      <w:contextualSpacing/>
      <w:jc w:val="both"/>
    </w:pPr>
  </w:style>
  <w:style w:type="character" w:customStyle="1" w:styleId="Style1Car">
    <w:name w:val="Style1 Car"/>
    <w:basedOn w:val="ParagraphedelisteCar"/>
    <w:link w:val="Style1"/>
    <w:rsid w:val="002E56A7"/>
    <w:rPr>
      <w:rFonts w:ascii="Arial" w:hAnsi="Arial"/>
      <w:sz w:val="24"/>
    </w:rPr>
  </w:style>
  <w:style w:type="paragraph" w:customStyle="1" w:styleId="Indications">
    <w:name w:val="Indications"/>
    <w:basedOn w:val="Normal"/>
    <w:qFormat/>
    <w:rsid w:val="008E5FAC"/>
    <w:pPr>
      <w:pBdr>
        <w:top w:val="single" w:sz="4" w:space="1" w:color="auto"/>
        <w:left w:val="single" w:sz="4" w:space="4" w:color="auto"/>
        <w:bottom w:val="single" w:sz="4" w:space="1" w:color="auto"/>
        <w:right w:val="single" w:sz="4" w:space="4" w:color="auto"/>
      </w:pBdr>
    </w:pPr>
    <w:rPr>
      <w:i/>
    </w:rPr>
  </w:style>
  <w:style w:type="character" w:customStyle="1" w:styleId="QuestionsCarCar">
    <w:name w:val="Questions Car Car"/>
    <w:basedOn w:val="Policepardfaut"/>
    <w:link w:val="Questions"/>
    <w:rsid w:val="00F95C4E"/>
    <w:rPr>
      <w:rFonts w:ascii="Arial" w:hAnsi="Arial"/>
      <w:sz w:val="24"/>
      <w:szCs w:val="24"/>
    </w:rPr>
  </w:style>
  <w:style w:type="paragraph" w:customStyle="1" w:styleId="Sansinterligne1">
    <w:name w:val="Sans interligne1"/>
    <w:uiPriority w:val="1"/>
    <w:rsid w:val="00853DBE"/>
    <w:rPr>
      <w:rFonts w:ascii="Calibri" w:hAnsi="Calibri"/>
      <w:sz w:val="22"/>
      <w:szCs w:val="22"/>
      <w:lang w:eastAsia="en-US"/>
    </w:rPr>
  </w:style>
  <w:style w:type="character" w:customStyle="1" w:styleId="En-tteCar">
    <w:name w:val="En-tête Car"/>
    <w:basedOn w:val="Policepardfaut"/>
    <w:link w:val="En-tte"/>
    <w:uiPriority w:val="99"/>
    <w:rsid w:val="00853DBE"/>
    <w:rPr>
      <w:rFonts w:ascii="Arial" w:hAnsi="Arial"/>
      <w:sz w:val="24"/>
    </w:rPr>
  </w:style>
  <w:style w:type="paragraph" w:customStyle="1" w:styleId="Titre1Capet">
    <w:name w:val="Titre 1 Capet"/>
    <w:basedOn w:val="Paragraphedeliste"/>
    <w:next w:val="Normal"/>
    <w:rsid w:val="0026254A"/>
    <w:pPr>
      <w:numPr>
        <w:numId w:val="19"/>
      </w:numPr>
      <w:overflowPunct/>
      <w:autoSpaceDE/>
      <w:autoSpaceDN/>
      <w:adjustRightInd/>
      <w:contextualSpacing/>
      <w:textAlignment w:val="auto"/>
    </w:pPr>
    <w:rPr>
      <w:rFonts w:eastAsiaTheme="minorHAnsi" w:cstheme="minorBidi"/>
      <w:b/>
      <w:szCs w:val="22"/>
      <w:lang w:eastAsia="en-US"/>
    </w:rPr>
  </w:style>
  <w:style w:type="character" w:styleId="Titredulivre">
    <w:name w:val="Book Title"/>
    <w:basedOn w:val="Policepardfaut"/>
    <w:uiPriority w:val="33"/>
    <w:rsid w:val="0026254A"/>
    <w:rPr>
      <w:b/>
      <w:bCs/>
      <w:smallCaps/>
      <w:spacing w:val="5"/>
    </w:rPr>
  </w:style>
  <w:style w:type="paragraph" w:customStyle="1" w:styleId="Activits">
    <w:name w:val="Activités"/>
    <w:basedOn w:val="Questions"/>
    <w:qFormat/>
    <w:rsid w:val="00CE4064"/>
    <w:pPr>
      <w:numPr>
        <w:numId w:val="20"/>
      </w:numPr>
      <w:ind w:left="567" w:hanging="567"/>
    </w:pPr>
    <w:rPr>
      <w:b/>
    </w:rPr>
  </w:style>
  <w:style w:type="character" w:customStyle="1" w:styleId="Titre3Car">
    <w:name w:val="Titre 3 Car"/>
    <w:basedOn w:val="Policepardfaut"/>
    <w:link w:val="Titre3"/>
    <w:rsid w:val="00BB2598"/>
    <w:rPr>
      <w:rFonts w:ascii="Arial" w:hAnsi="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List Bullet 2" w:qFormat="1"/>
    <w:lsdException w:name="Title" w:qFormat="1"/>
    <w:lsdException w:name="Subtitle" w:qFormat="1"/>
    <w:lsdException w:name="Hyperlink" w:uiPriority="99"/>
    <w:lsdException w:name="Strong"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10D60"/>
    <w:pPr>
      <w:overflowPunct w:val="0"/>
      <w:autoSpaceDE w:val="0"/>
      <w:autoSpaceDN w:val="0"/>
      <w:adjustRightInd w:val="0"/>
      <w:spacing w:after="120"/>
      <w:jc w:val="both"/>
      <w:textAlignment w:val="baseline"/>
    </w:pPr>
    <w:rPr>
      <w:rFonts w:ascii="Arial" w:hAnsi="Arial"/>
      <w:sz w:val="24"/>
    </w:rPr>
  </w:style>
  <w:style w:type="paragraph" w:styleId="Titre1">
    <w:name w:val="heading 1"/>
    <w:basedOn w:val="Normal"/>
    <w:next w:val="Normal"/>
    <w:link w:val="Titre1Car"/>
    <w:qFormat/>
    <w:rsid w:val="00067351"/>
    <w:pPr>
      <w:keepNext/>
      <w:pBdr>
        <w:bottom w:val="single" w:sz="4" w:space="1" w:color="auto"/>
      </w:pBdr>
      <w:spacing w:before="240" w:after="60"/>
      <w:outlineLvl w:val="0"/>
    </w:pPr>
    <w:rPr>
      <w:b/>
      <w:bCs/>
      <w:kern w:val="32"/>
      <w:sz w:val="32"/>
      <w:szCs w:val="32"/>
    </w:rPr>
  </w:style>
  <w:style w:type="paragraph" w:styleId="Titre2">
    <w:name w:val="heading 2"/>
    <w:basedOn w:val="Normal"/>
    <w:next w:val="Normal"/>
    <w:qFormat/>
    <w:rsid w:val="00723FC6"/>
    <w:pPr>
      <w:keepNext/>
      <w:numPr>
        <w:ilvl w:val="1"/>
        <w:numId w:val="13"/>
      </w:numPr>
      <w:spacing w:before="240" w:after="60"/>
      <w:jc w:val="left"/>
      <w:outlineLvl w:val="1"/>
    </w:pPr>
    <w:rPr>
      <w:rFonts w:eastAsia="Calibri"/>
      <w:b/>
      <w:bCs/>
      <w:iCs/>
      <w:sz w:val="28"/>
      <w:szCs w:val="28"/>
    </w:rPr>
  </w:style>
  <w:style w:type="paragraph" w:styleId="Titre3">
    <w:name w:val="heading 3"/>
    <w:basedOn w:val="Normal"/>
    <w:next w:val="Normal"/>
    <w:link w:val="Titre3Car"/>
    <w:qFormat/>
    <w:rsid w:val="0011128A"/>
    <w:pPr>
      <w:keepNext/>
      <w:tabs>
        <w:tab w:val="left" w:pos="1134"/>
      </w:tabs>
      <w:spacing w:before="120" w:after="60"/>
      <w:outlineLvl w:val="2"/>
    </w:pPr>
    <w:rPr>
      <w:b/>
      <w:bCs/>
      <w:sz w:val="26"/>
      <w:szCs w:val="26"/>
    </w:rPr>
  </w:style>
  <w:style w:type="paragraph" w:styleId="Titre4">
    <w:name w:val="heading 4"/>
    <w:basedOn w:val="Normal"/>
    <w:next w:val="Normal"/>
    <w:qFormat/>
    <w:rsid w:val="009404B2"/>
    <w:pPr>
      <w:keepNext/>
      <w:numPr>
        <w:ilvl w:val="3"/>
        <w:numId w:val="13"/>
      </w:numPr>
      <w:spacing w:before="240" w:after="60"/>
      <w:outlineLvl w:val="3"/>
    </w:pPr>
    <w:rPr>
      <w:b/>
      <w:bCs/>
      <w:sz w:val="28"/>
      <w:szCs w:val="28"/>
    </w:rPr>
  </w:style>
  <w:style w:type="paragraph" w:styleId="Titre5">
    <w:name w:val="heading 5"/>
    <w:basedOn w:val="Normal"/>
    <w:next w:val="Normal"/>
    <w:qFormat/>
    <w:rsid w:val="009404B2"/>
    <w:pPr>
      <w:numPr>
        <w:ilvl w:val="4"/>
        <w:numId w:val="13"/>
      </w:numPr>
      <w:spacing w:before="240" w:after="60"/>
      <w:outlineLvl w:val="4"/>
    </w:pPr>
    <w:rPr>
      <w:b/>
      <w:bCs/>
      <w:i/>
      <w:iCs/>
      <w:sz w:val="26"/>
      <w:szCs w:val="26"/>
    </w:rPr>
  </w:style>
  <w:style w:type="paragraph" w:styleId="Titre6">
    <w:name w:val="heading 6"/>
    <w:basedOn w:val="Normal"/>
    <w:next w:val="Normal"/>
    <w:qFormat/>
    <w:rsid w:val="009404B2"/>
    <w:pPr>
      <w:numPr>
        <w:ilvl w:val="5"/>
        <w:numId w:val="13"/>
      </w:numPr>
      <w:spacing w:before="240" w:after="60"/>
      <w:outlineLvl w:val="5"/>
    </w:pPr>
    <w:rPr>
      <w:b/>
      <w:bCs/>
      <w:sz w:val="22"/>
      <w:szCs w:val="22"/>
    </w:rPr>
  </w:style>
  <w:style w:type="paragraph" w:styleId="Titre7">
    <w:name w:val="heading 7"/>
    <w:basedOn w:val="Normal"/>
    <w:next w:val="Normal"/>
    <w:qFormat/>
    <w:rsid w:val="009404B2"/>
    <w:pPr>
      <w:numPr>
        <w:ilvl w:val="6"/>
        <w:numId w:val="13"/>
      </w:numPr>
      <w:spacing w:before="240" w:after="60"/>
      <w:outlineLvl w:val="6"/>
    </w:pPr>
    <w:rPr>
      <w:szCs w:val="24"/>
    </w:rPr>
  </w:style>
  <w:style w:type="paragraph" w:styleId="Titre8">
    <w:name w:val="heading 8"/>
    <w:basedOn w:val="Normal"/>
    <w:next w:val="Normal"/>
    <w:qFormat/>
    <w:rsid w:val="009404B2"/>
    <w:pPr>
      <w:numPr>
        <w:ilvl w:val="7"/>
        <w:numId w:val="13"/>
      </w:numPr>
      <w:spacing w:before="240" w:after="60"/>
      <w:outlineLvl w:val="7"/>
    </w:pPr>
    <w:rPr>
      <w:i/>
      <w:iCs/>
      <w:szCs w:val="24"/>
    </w:rPr>
  </w:style>
  <w:style w:type="paragraph" w:styleId="Titre9">
    <w:name w:val="heading 9"/>
    <w:basedOn w:val="Normal"/>
    <w:next w:val="Normal"/>
    <w:qFormat/>
    <w:rsid w:val="009404B2"/>
    <w:pPr>
      <w:numPr>
        <w:ilvl w:val="8"/>
        <w:numId w:val="13"/>
      </w:numPr>
      <w:spacing w:before="240" w:after="6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quations">
    <w:name w:val="Equations"/>
    <w:rsid w:val="00606B3B"/>
    <w:rPr>
      <w:rFonts w:ascii="Arial" w:hAnsi="Arial"/>
      <w:b/>
      <w:i/>
      <w:iCs/>
      <w:noProof/>
      <w:sz w:val="28"/>
      <w:szCs w:val="28"/>
    </w:rPr>
  </w:style>
  <w:style w:type="numbering" w:styleId="111111">
    <w:name w:val="Outline List 2"/>
    <w:basedOn w:val="Aucuneliste"/>
    <w:semiHidden/>
    <w:rsid w:val="009404B2"/>
    <w:pPr>
      <w:numPr>
        <w:numId w:val="1"/>
      </w:numPr>
    </w:pPr>
  </w:style>
  <w:style w:type="numbering" w:styleId="1ai">
    <w:name w:val="Outline List 1"/>
    <w:basedOn w:val="Aucuneliste"/>
    <w:semiHidden/>
    <w:rsid w:val="009404B2"/>
    <w:pPr>
      <w:numPr>
        <w:numId w:val="2"/>
      </w:numPr>
    </w:pPr>
  </w:style>
  <w:style w:type="character" w:styleId="Accentuation">
    <w:name w:val="Emphasis"/>
    <w:rsid w:val="009404B2"/>
    <w:rPr>
      <w:i/>
      <w:iCs/>
    </w:rPr>
  </w:style>
  <w:style w:type="character" w:styleId="AcronymeHTML">
    <w:name w:val="HTML Acronym"/>
    <w:basedOn w:val="Policepardfaut"/>
    <w:semiHidden/>
    <w:rsid w:val="009404B2"/>
  </w:style>
  <w:style w:type="paragraph" w:styleId="Adressedestinataire">
    <w:name w:val="envelope address"/>
    <w:basedOn w:val="Normal"/>
    <w:semiHidden/>
    <w:rsid w:val="009404B2"/>
    <w:pPr>
      <w:framePr w:w="7938" w:h="1985" w:hRule="exact" w:hSpace="141" w:wrap="auto" w:hAnchor="page" w:xAlign="center" w:yAlign="bottom"/>
      <w:ind w:left="2835"/>
    </w:pPr>
    <w:rPr>
      <w:szCs w:val="24"/>
    </w:rPr>
  </w:style>
  <w:style w:type="paragraph" w:styleId="Adresseexpditeur">
    <w:name w:val="envelope return"/>
    <w:basedOn w:val="Normal"/>
    <w:semiHidden/>
    <w:rsid w:val="009404B2"/>
  </w:style>
  <w:style w:type="paragraph" w:styleId="AdresseHTML">
    <w:name w:val="HTML Address"/>
    <w:basedOn w:val="Normal"/>
    <w:semiHidden/>
    <w:rsid w:val="009404B2"/>
    <w:rPr>
      <w:i/>
      <w:iCs/>
    </w:rPr>
  </w:style>
  <w:style w:type="numbering" w:styleId="ArticleSection">
    <w:name w:val="Outline List 3"/>
    <w:basedOn w:val="Aucuneliste"/>
    <w:semiHidden/>
    <w:rsid w:val="009404B2"/>
    <w:pPr>
      <w:numPr>
        <w:numId w:val="3"/>
      </w:numPr>
    </w:pPr>
  </w:style>
  <w:style w:type="character" w:styleId="CitationHTML">
    <w:name w:val="HTML Cite"/>
    <w:semiHidden/>
    <w:rsid w:val="009404B2"/>
    <w:rPr>
      <w:i/>
      <w:iCs/>
    </w:rPr>
  </w:style>
  <w:style w:type="table" w:styleId="Tableauclassique1">
    <w:name w:val="Table Classic 1"/>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404B2"/>
    <w:pPr>
      <w:overflowPunct w:val="0"/>
      <w:autoSpaceDE w:val="0"/>
      <w:autoSpaceDN w:val="0"/>
      <w:adjustRightInd w:val="0"/>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404B2"/>
    <w:pPr>
      <w:overflowPunct w:val="0"/>
      <w:autoSpaceDE w:val="0"/>
      <w:autoSpaceDN w:val="0"/>
      <w:adjustRightInd w:val="0"/>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9404B2"/>
    <w:rPr>
      <w:rFonts w:ascii="Courier New" w:hAnsi="Courier New" w:cs="Courier New"/>
      <w:sz w:val="20"/>
      <w:szCs w:val="20"/>
    </w:rPr>
  </w:style>
  <w:style w:type="character" w:styleId="CodeHTML">
    <w:name w:val="HTML Code"/>
    <w:semiHidden/>
    <w:rsid w:val="009404B2"/>
    <w:rPr>
      <w:rFonts w:ascii="Courier New" w:hAnsi="Courier New" w:cs="Courier New"/>
      <w:sz w:val="20"/>
      <w:szCs w:val="20"/>
    </w:rPr>
  </w:style>
  <w:style w:type="table" w:styleId="Colonnesdetableau1">
    <w:name w:val="Table Columns 1"/>
    <w:basedOn w:val="TableauNormal"/>
    <w:semiHidden/>
    <w:rsid w:val="009404B2"/>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404B2"/>
    <w:pPr>
      <w:overflowPunct w:val="0"/>
      <w:autoSpaceDE w:val="0"/>
      <w:autoSpaceDN w:val="0"/>
      <w:adjustRightInd w:val="0"/>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404B2"/>
    <w:pPr>
      <w:overflowPunct w:val="0"/>
      <w:autoSpaceDE w:val="0"/>
      <w:autoSpaceDN w:val="0"/>
      <w:adjustRightInd w:val="0"/>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404B2"/>
    <w:pPr>
      <w:overflowPunct w:val="0"/>
      <w:autoSpaceDE w:val="0"/>
      <w:autoSpaceDN w:val="0"/>
      <w:adjustRightInd w:val="0"/>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404B2"/>
    <w:pPr>
      <w:overflowPunct w:val="0"/>
      <w:autoSpaceDE w:val="0"/>
      <w:autoSpaceDN w:val="0"/>
      <w:adjustRightInd w:val="0"/>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9404B2"/>
    <w:pPr>
      <w:overflowPunct w:val="0"/>
      <w:autoSpaceDE w:val="0"/>
      <w:autoSpaceDN w:val="0"/>
      <w:adjustRightInd w:val="0"/>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404B2"/>
    <w:pPr>
      <w:overflowPunct w:val="0"/>
      <w:autoSpaceDE w:val="0"/>
      <w:autoSpaceDN w:val="0"/>
      <w:adjustRightInd w:val="0"/>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404B2"/>
    <w:pPr>
      <w:overflowPunct w:val="0"/>
      <w:autoSpaceDE w:val="0"/>
      <w:autoSpaceDN w:val="0"/>
      <w:adjustRightInd w:val="0"/>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9404B2"/>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9404B2"/>
  </w:style>
  <w:style w:type="paragraph" w:styleId="Corpsdetexte2">
    <w:name w:val="Body Text 2"/>
    <w:basedOn w:val="Normal"/>
    <w:semiHidden/>
    <w:rsid w:val="009404B2"/>
    <w:pPr>
      <w:spacing w:line="480" w:lineRule="auto"/>
    </w:pPr>
  </w:style>
  <w:style w:type="paragraph" w:styleId="Corpsdetexte3">
    <w:name w:val="Body Text 3"/>
    <w:basedOn w:val="Normal"/>
    <w:semiHidden/>
    <w:rsid w:val="009404B2"/>
    <w:rPr>
      <w:sz w:val="16"/>
      <w:szCs w:val="16"/>
    </w:rPr>
  </w:style>
  <w:style w:type="paragraph" w:styleId="Date">
    <w:name w:val="Date"/>
    <w:basedOn w:val="Normal"/>
    <w:next w:val="Normal"/>
    <w:semiHidden/>
    <w:rsid w:val="009404B2"/>
  </w:style>
  <w:style w:type="character" w:styleId="DfinitionHTML">
    <w:name w:val="HTML Definition"/>
    <w:semiHidden/>
    <w:rsid w:val="009404B2"/>
    <w:rPr>
      <w:i/>
      <w:iCs/>
    </w:rPr>
  </w:style>
  <w:style w:type="table" w:styleId="Effetsdetableau3D2">
    <w:name w:val="Table 3D effects 2"/>
    <w:basedOn w:val="TableauNormal"/>
    <w:semiHidden/>
    <w:rsid w:val="009404B2"/>
    <w:pPr>
      <w:overflowPunct w:val="0"/>
      <w:autoSpaceDE w:val="0"/>
      <w:autoSpaceDN w:val="0"/>
      <w:adjustRightInd w:val="0"/>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9404B2"/>
    <w:pPr>
      <w:overflowPunct w:val="0"/>
      <w:autoSpaceDE w:val="0"/>
      <w:autoSpaceDN w:val="0"/>
      <w:adjustRightInd w:val="0"/>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9404B2"/>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9404B2"/>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9404B2"/>
    <w:rPr>
      <w:b/>
      <w:bCs/>
    </w:rPr>
  </w:style>
  <w:style w:type="paragraph" w:styleId="En-tte">
    <w:name w:val="header"/>
    <w:basedOn w:val="Normal"/>
    <w:link w:val="En-tteCar"/>
    <w:uiPriority w:val="99"/>
    <w:rsid w:val="009404B2"/>
    <w:pPr>
      <w:tabs>
        <w:tab w:val="center" w:pos="4536"/>
        <w:tab w:val="right" w:pos="9072"/>
      </w:tabs>
    </w:pPr>
  </w:style>
  <w:style w:type="paragraph" w:styleId="En-ttedemessage">
    <w:name w:val="Message Header"/>
    <w:basedOn w:val="Normal"/>
    <w:semiHidden/>
    <w:rsid w:val="009404B2"/>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character" w:styleId="ExempleHTML">
    <w:name w:val="HTML Sample"/>
    <w:semiHidden/>
    <w:rsid w:val="009404B2"/>
    <w:rPr>
      <w:rFonts w:ascii="Courier New" w:hAnsi="Courier New" w:cs="Courier New"/>
    </w:rPr>
  </w:style>
  <w:style w:type="paragraph" w:styleId="Formuledepolitesse">
    <w:name w:val="Closing"/>
    <w:basedOn w:val="Normal"/>
    <w:semiHidden/>
    <w:rsid w:val="009404B2"/>
    <w:pPr>
      <w:ind w:left="4252"/>
    </w:pPr>
  </w:style>
  <w:style w:type="table" w:styleId="Grilledetableau1">
    <w:name w:val="Table Grid 1"/>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404B2"/>
    <w:pPr>
      <w:overflowPunct w:val="0"/>
      <w:autoSpaceDE w:val="0"/>
      <w:autoSpaceDN w:val="0"/>
      <w:adjustRightInd w:val="0"/>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404B2"/>
    <w:pPr>
      <w:overflowPunct w:val="0"/>
      <w:autoSpaceDE w:val="0"/>
      <w:autoSpaceDN w:val="0"/>
      <w:adjustRightInd w:val="0"/>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404B2"/>
    <w:pPr>
      <w:overflowPunct w:val="0"/>
      <w:autoSpaceDE w:val="0"/>
      <w:autoSpaceDN w:val="0"/>
      <w:adjustRightInd w:val="0"/>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404B2"/>
    <w:pPr>
      <w:overflowPunct w:val="0"/>
      <w:autoSpaceDE w:val="0"/>
      <w:autoSpaceDN w:val="0"/>
      <w:adjustRightInd w:val="0"/>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404B2"/>
    <w:pPr>
      <w:overflowPunct w:val="0"/>
      <w:autoSpaceDE w:val="0"/>
      <w:autoSpaceDN w:val="0"/>
      <w:adjustRightInd w:val="0"/>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9404B2"/>
    <w:rPr>
      <w:color w:val="0000FF"/>
      <w:u w:val="single"/>
    </w:rPr>
  </w:style>
  <w:style w:type="character" w:styleId="Lienhypertextesuivivisit">
    <w:name w:val="FollowedHyperlink"/>
    <w:semiHidden/>
    <w:rsid w:val="009404B2"/>
    <w:rPr>
      <w:color w:val="800080"/>
      <w:u w:val="single"/>
    </w:rPr>
  </w:style>
  <w:style w:type="paragraph" w:styleId="Liste2">
    <w:name w:val="List 2"/>
    <w:basedOn w:val="Normal"/>
    <w:semiHidden/>
    <w:rsid w:val="009404B2"/>
    <w:pPr>
      <w:ind w:left="566" w:hanging="283"/>
    </w:pPr>
  </w:style>
  <w:style w:type="paragraph" w:styleId="Liste3">
    <w:name w:val="List 3"/>
    <w:basedOn w:val="Normal"/>
    <w:semiHidden/>
    <w:rsid w:val="009404B2"/>
    <w:pPr>
      <w:ind w:left="849" w:hanging="283"/>
    </w:pPr>
  </w:style>
  <w:style w:type="paragraph" w:styleId="Liste4">
    <w:name w:val="List 4"/>
    <w:basedOn w:val="Normal"/>
    <w:semiHidden/>
    <w:rsid w:val="009404B2"/>
    <w:pPr>
      <w:ind w:left="1132" w:hanging="283"/>
    </w:pPr>
  </w:style>
  <w:style w:type="paragraph" w:styleId="Liste5">
    <w:name w:val="List 5"/>
    <w:basedOn w:val="Normal"/>
    <w:semiHidden/>
    <w:rsid w:val="009404B2"/>
    <w:pPr>
      <w:ind w:left="1415" w:hanging="283"/>
    </w:pPr>
  </w:style>
  <w:style w:type="paragraph" w:styleId="Listenumros2">
    <w:name w:val="List Number 2"/>
    <w:basedOn w:val="Normal"/>
    <w:semiHidden/>
    <w:rsid w:val="009404B2"/>
    <w:pPr>
      <w:numPr>
        <w:numId w:val="4"/>
      </w:numPr>
    </w:pPr>
  </w:style>
  <w:style w:type="paragraph" w:styleId="Listenumros3">
    <w:name w:val="List Number 3"/>
    <w:basedOn w:val="Normal"/>
    <w:semiHidden/>
    <w:rsid w:val="009404B2"/>
    <w:pPr>
      <w:numPr>
        <w:numId w:val="5"/>
      </w:numPr>
    </w:pPr>
  </w:style>
  <w:style w:type="paragraph" w:styleId="Listenumros4">
    <w:name w:val="List Number 4"/>
    <w:basedOn w:val="Normal"/>
    <w:semiHidden/>
    <w:rsid w:val="009404B2"/>
    <w:pPr>
      <w:numPr>
        <w:numId w:val="6"/>
      </w:numPr>
    </w:pPr>
  </w:style>
  <w:style w:type="paragraph" w:styleId="Listenumros5">
    <w:name w:val="List Number 5"/>
    <w:basedOn w:val="Normal"/>
    <w:semiHidden/>
    <w:rsid w:val="009404B2"/>
    <w:pPr>
      <w:numPr>
        <w:numId w:val="7"/>
      </w:numPr>
    </w:pPr>
  </w:style>
  <w:style w:type="paragraph" w:styleId="Listepuces2">
    <w:name w:val="List Bullet 2"/>
    <w:basedOn w:val="Normal"/>
    <w:semiHidden/>
    <w:qFormat/>
    <w:rsid w:val="009404B2"/>
    <w:pPr>
      <w:numPr>
        <w:numId w:val="8"/>
      </w:numPr>
    </w:pPr>
  </w:style>
  <w:style w:type="paragraph" w:styleId="Listepuces3">
    <w:name w:val="List Bullet 3"/>
    <w:basedOn w:val="Normal"/>
    <w:semiHidden/>
    <w:rsid w:val="009404B2"/>
    <w:pPr>
      <w:numPr>
        <w:numId w:val="9"/>
      </w:numPr>
    </w:pPr>
  </w:style>
  <w:style w:type="paragraph" w:styleId="Listepuces4">
    <w:name w:val="List Bullet 4"/>
    <w:basedOn w:val="Normal"/>
    <w:semiHidden/>
    <w:rsid w:val="009404B2"/>
    <w:pPr>
      <w:numPr>
        <w:numId w:val="10"/>
      </w:numPr>
    </w:pPr>
  </w:style>
  <w:style w:type="paragraph" w:styleId="Listepuces5">
    <w:name w:val="List Bullet 5"/>
    <w:basedOn w:val="Normal"/>
    <w:semiHidden/>
    <w:rsid w:val="009404B2"/>
    <w:pPr>
      <w:numPr>
        <w:numId w:val="11"/>
      </w:numPr>
    </w:pPr>
  </w:style>
  <w:style w:type="paragraph" w:styleId="Listecontinue">
    <w:name w:val="List Continue"/>
    <w:basedOn w:val="Normal"/>
    <w:semiHidden/>
    <w:rsid w:val="009404B2"/>
    <w:pPr>
      <w:ind w:left="283"/>
    </w:pPr>
  </w:style>
  <w:style w:type="paragraph" w:styleId="Listecontinue2">
    <w:name w:val="List Continue 2"/>
    <w:basedOn w:val="Normal"/>
    <w:semiHidden/>
    <w:rsid w:val="009404B2"/>
    <w:pPr>
      <w:ind w:left="566"/>
    </w:pPr>
  </w:style>
  <w:style w:type="paragraph" w:styleId="Listecontinue3">
    <w:name w:val="List Continue 3"/>
    <w:basedOn w:val="Normal"/>
    <w:semiHidden/>
    <w:rsid w:val="009404B2"/>
    <w:pPr>
      <w:ind w:left="849"/>
    </w:pPr>
  </w:style>
  <w:style w:type="paragraph" w:styleId="Listecontinue4">
    <w:name w:val="List Continue 4"/>
    <w:basedOn w:val="Normal"/>
    <w:semiHidden/>
    <w:rsid w:val="009404B2"/>
    <w:pPr>
      <w:ind w:left="1132"/>
    </w:pPr>
  </w:style>
  <w:style w:type="paragraph" w:styleId="Listecontinue5">
    <w:name w:val="List Continue 5"/>
    <w:basedOn w:val="Normal"/>
    <w:semiHidden/>
    <w:rsid w:val="009404B2"/>
    <w:pPr>
      <w:ind w:left="1415"/>
    </w:pPr>
  </w:style>
  <w:style w:type="character" w:styleId="MachinecrireHTML">
    <w:name w:val="HTML Typewriter"/>
    <w:semiHidden/>
    <w:rsid w:val="009404B2"/>
    <w:rPr>
      <w:rFonts w:ascii="Courier New" w:hAnsi="Courier New" w:cs="Courier New"/>
      <w:sz w:val="20"/>
      <w:szCs w:val="20"/>
    </w:rPr>
  </w:style>
  <w:style w:type="paragraph" w:styleId="NormalWeb">
    <w:name w:val="Normal (Web)"/>
    <w:basedOn w:val="Normal"/>
    <w:uiPriority w:val="99"/>
    <w:rsid w:val="009404B2"/>
    <w:rPr>
      <w:szCs w:val="24"/>
    </w:rPr>
  </w:style>
  <w:style w:type="paragraph" w:styleId="Normalcentr">
    <w:name w:val="Block Text"/>
    <w:basedOn w:val="Normal"/>
    <w:semiHidden/>
    <w:rsid w:val="009404B2"/>
    <w:pPr>
      <w:ind w:left="1440" w:right="1440"/>
    </w:pPr>
  </w:style>
  <w:style w:type="character" w:styleId="Numrodeligne">
    <w:name w:val="line number"/>
    <w:basedOn w:val="Policepardfaut"/>
    <w:semiHidden/>
    <w:rsid w:val="009404B2"/>
  </w:style>
  <w:style w:type="character" w:styleId="Numrodepage">
    <w:name w:val="page number"/>
    <w:basedOn w:val="Policepardfaut"/>
    <w:semiHidden/>
    <w:rsid w:val="009404B2"/>
  </w:style>
  <w:style w:type="table" w:styleId="Tableauple1">
    <w:name w:val="Table Subtle 1"/>
    <w:basedOn w:val="TableauNormal"/>
    <w:semiHidden/>
    <w:rsid w:val="009404B2"/>
    <w:pPr>
      <w:overflowPunct w:val="0"/>
      <w:autoSpaceDE w:val="0"/>
      <w:autoSpaceDN w:val="0"/>
      <w:adjustRightInd w:val="0"/>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404B2"/>
    <w:pPr>
      <w:overflowPunct w:val="0"/>
      <w:autoSpaceDE w:val="0"/>
      <w:autoSpaceDN w:val="0"/>
      <w:adjustRightInd w:val="0"/>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ieddepage">
    <w:name w:val="footer"/>
    <w:basedOn w:val="Normal"/>
    <w:semiHidden/>
    <w:rsid w:val="009404B2"/>
    <w:pPr>
      <w:tabs>
        <w:tab w:val="center" w:pos="4536"/>
        <w:tab w:val="right" w:pos="9072"/>
      </w:tabs>
    </w:pPr>
  </w:style>
  <w:style w:type="paragraph" w:styleId="PrformatHTML">
    <w:name w:val="HTML Preformatted"/>
    <w:basedOn w:val="Normal"/>
    <w:semiHidden/>
    <w:rsid w:val="009404B2"/>
    <w:rPr>
      <w:rFonts w:ascii="Courier New" w:hAnsi="Courier New" w:cs="Courier New"/>
    </w:rPr>
  </w:style>
  <w:style w:type="table" w:styleId="Tableauprofessionnel">
    <w:name w:val="Table Professional"/>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9404B2"/>
    <w:pPr>
      <w:ind w:firstLine="210"/>
    </w:pPr>
  </w:style>
  <w:style w:type="paragraph" w:styleId="Retraitcorpsdetexte">
    <w:name w:val="Body Text Indent"/>
    <w:basedOn w:val="Normal"/>
    <w:semiHidden/>
    <w:rsid w:val="009404B2"/>
    <w:pPr>
      <w:ind w:left="283"/>
    </w:pPr>
  </w:style>
  <w:style w:type="paragraph" w:styleId="Retraitcorpsdetexte2">
    <w:name w:val="Body Text Indent 2"/>
    <w:basedOn w:val="Normal"/>
    <w:semiHidden/>
    <w:rsid w:val="009404B2"/>
    <w:pPr>
      <w:spacing w:line="480" w:lineRule="auto"/>
      <w:ind w:left="283"/>
    </w:pPr>
  </w:style>
  <w:style w:type="paragraph" w:styleId="Retraitcorpsdetexte3">
    <w:name w:val="Body Text Indent 3"/>
    <w:basedOn w:val="Normal"/>
    <w:semiHidden/>
    <w:rsid w:val="009404B2"/>
    <w:pPr>
      <w:ind w:left="283"/>
    </w:pPr>
    <w:rPr>
      <w:sz w:val="16"/>
      <w:szCs w:val="16"/>
    </w:rPr>
  </w:style>
  <w:style w:type="paragraph" w:styleId="Retraitcorpset1relig">
    <w:name w:val="Body Text First Indent 2"/>
    <w:basedOn w:val="Retraitcorpsdetexte"/>
    <w:semiHidden/>
    <w:rsid w:val="009404B2"/>
    <w:pPr>
      <w:ind w:firstLine="210"/>
    </w:pPr>
  </w:style>
  <w:style w:type="paragraph" w:styleId="Retraitnormal">
    <w:name w:val="Normal Indent"/>
    <w:basedOn w:val="Normal"/>
    <w:semiHidden/>
    <w:rsid w:val="009404B2"/>
    <w:pPr>
      <w:ind w:left="708"/>
    </w:pPr>
  </w:style>
  <w:style w:type="paragraph" w:styleId="Salutations">
    <w:name w:val="Salutation"/>
    <w:basedOn w:val="Normal"/>
    <w:next w:val="Normal"/>
    <w:semiHidden/>
    <w:rsid w:val="009404B2"/>
  </w:style>
  <w:style w:type="paragraph" w:styleId="Signature">
    <w:name w:val="Signature"/>
    <w:basedOn w:val="Normal"/>
    <w:semiHidden/>
    <w:rsid w:val="009404B2"/>
    <w:pPr>
      <w:ind w:left="4252"/>
    </w:pPr>
  </w:style>
  <w:style w:type="paragraph" w:styleId="Signaturelectronique">
    <w:name w:val="E-mail Signature"/>
    <w:basedOn w:val="Normal"/>
    <w:semiHidden/>
    <w:rsid w:val="009404B2"/>
  </w:style>
  <w:style w:type="table" w:styleId="Tableausimple1">
    <w:name w:val="Table Simple 1"/>
    <w:basedOn w:val="TableauNormal"/>
    <w:semiHidden/>
    <w:rsid w:val="009404B2"/>
    <w:pPr>
      <w:overflowPunct w:val="0"/>
      <w:autoSpaceDE w:val="0"/>
      <w:autoSpaceDN w:val="0"/>
      <w:adjustRightInd w:val="0"/>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404B2"/>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F10D60"/>
    <w:pPr>
      <w:spacing w:after="60"/>
      <w:jc w:val="center"/>
      <w:outlineLvl w:val="1"/>
    </w:pPr>
    <w:rPr>
      <w:sz w:val="28"/>
      <w:szCs w:val="24"/>
    </w:rPr>
  </w:style>
  <w:style w:type="table" w:styleId="Tableauliste1">
    <w:name w:val="Table List 1"/>
    <w:basedOn w:val="TableauNormal"/>
    <w:semiHidden/>
    <w:rsid w:val="009404B2"/>
    <w:pPr>
      <w:overflowPunct w:val="0"/>
      <w:autoSpaceDE w:val="0"/>
      <w:autoSpaceDN w:val="0"/>
      <w:adjustRightInd w:val="0"/>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404B2"/>
    <w:pPr>
      <w:overflowPunct w:val="0"/>
      <w:autoSpaceDE w:val="0"/>
      <w:autoSpaceDN w:val="0"/>
      <w:adjustRightInd w:val="0"/>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404B2"/>
    <w:pPr>
      <w:overflowPunct w:val="0"/>
      <w:autoSpaceDE w:val="0"/>
      <w:autoSpaceDN w:val="0"/>
      <w:adjustRightInd w:val="0"/>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404B2"/>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404B2"/>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404B2"/>
    <w:pPr>
      <w:overflowPunct w:val="0"/>
      <w:autoSpaceDE w:val="0"/>
      <w:autoSpaceDN w:val="0"/>
      <w:adjustRightInd w:val="0"/>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404B2"/>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9404B2"/>
    <w:rPr>
      <w:rFonts w:ascii="Courier New" w:hAnsi="Courier New" w:cs="Courier New"/>
    </w:rPr>
  </w:style>
  <w:style w:type="table" w:styleId="Thmedutableau">
    <w:name w:val="Table Theme"/>
    <w:basedOn w:val="TableauNormal"/>
    <w:semiHidden/>
    <w:rsid w:val="009404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9404B2"/>
  </w:style>
  <w:style w:type="character" w:styleId="VariableHTML">
    <w:name w:val="HTML Variable"/>
    <w:semiHidden/>
    <w:rsid w:val="009404B2"/>
    <w:rPr>
      <w:i/>
      <w:iCs/>
    </w:rPr>
  </w:style>
  <w:style w:type="table" w:styleId="TableauWeb1">
    <w:name w:val="Table Web 1"/>
    <w:basedOn w:val="TableauNormal"/>
    <w:semiHidden/>
    <w:rsid w:val="009404B2"/>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404B2"/>
    <w:pPr>
      <w:overflowPunct w:val="0"/>
      <w:autoSpaceDE w:val="0"/>
      <w:autoSpaceDN w:val="0"/>
      <w:adjustRightInd w:val="0"/>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9404B2"/>
    <w:pPr>
      <w:overflowPunct w:val="0"/>
      <w:autoSpaceDE w:val="0"/>
      <w:autoSpaceDN w:val="0"/>
      <w:adjustRightInd w:val="0"/>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
    <w:name w:val="List"/>
    <w:basedOn w:val="Normal"/>
    <w:semiHidden/>
    <w:rsid w:val="009404B2"/>
    <w:pPr>
      <w:ind w:left="283" w:hanging="283"/>
    </w:pPr>
  </w:style>
  <w:style w:type="paragraph" w:styleId="Titre">
    <w:name w:val="Title"/>
    <w:basedOn w:val="Normal"/>
    <w:next w:val="Normal"/>
    <w:qFormat/>
    <w:rsid w:val="009404B2"/>
    <w:pPr>
      <w:pBdr>
        <w:top w:val="single" w:sz="4" w:space="1" w:color="auto"/>
        <w:left w:val="single" w:sz="4" w:space="4" w:color="auto"/>
        <w:bottom w:val="single" w:sz="4" w:space="1" w:color="auto"/>
        <w:right w:val="single" w:sz="4" w:space="4" w:color="auto"/>
      </w:pBdr>
      <w:spacing w:before="240" w:after="60"/>
      <w:jc w:val="center"/>
      <w:outlineLvl w:val="0"/>
    </w:pPr>
    <w:rPr>
      <w:b/>
      <w:bCs/>
      <w:kern w:val="28"/>
      <w:sz w:val="40"/>
      <w:szCs w:val="40"/>
    </w:rPr>
  </w:style>
  <w:style w:type="paragraph" w:styleId="Listepuces">
    <w:name w:val="List Bullet"/>
    <w:basedOn w:val="Normal"/>
    <w:rsid w:val="004B1D90"/>
    <w:pPr>
      <w:numPr>
        <w:numId w:val="12"/>
      </w:numPr>
    </w:pPr>
  </w:style>
  <w:style w:type="paragraph" w:styleId="Textedebulles">
    <w:name w:val="Balloon Text"/>
    <w:basedOn w:val="Normal"/>
    <w:link w:val="TextedebullesCar"/>
    <w:rsid w:val="00F10D60"/>
    <w:pPr>
      <w:spacing w:after="0"/>
    </w:pPr>
    <w:rPr>
      <w:rFonts w:ascii="Tahoma" w:hAnsi="Tahoma" w:cs="Tahoma"/>
      <w:sz w:val="16"/>
      <w:szCs w:val="16"/>
    </w:rPr>
  </w:style>
  <w:style w:type="character" w:customStyle="1" w:styleId="TextedebullesCar">
    <w:name w:val="Texte de bulles Car"/>
    <w:link w:val="Textedebulles"/>
    <w:rsid w:val="00F10D60"/>
    <w:rPr>
      <w:rFonts w:ascii="Tahoma" w:hAnsi="Tahoma" w:cs="Tahoma"/>
      <w:sz w:val="16"/>
      <w:szCs w:val="16"/>
    </w:rPr>
  </w:style>
  <w:style w:type="paragraph" w:customStyle="1" w:styleId="Questions">
    <w:name w:val="Questions"/>
    <w:basedOn w:val="Normal"/>
    <w:link w:val="QuestionsCarCar"/>
    <w:qFormat/>
    <w:rsid w:val="00F95C4E"/>
    <w:pPr>
      <w:numPr>
        <w:numId w:val="14"/>
      </w:numPr>
      <w:tabs>
        <w:tab w:val="left" w:pos="1701"/>
      </w:tabs>
      <w:overflowPunct/>
      <w:autoSpaceDE/>
      <w:autoSpaceDN/>
      <w:adjustRightInd/>
      <w:spacing w:after="0"/>
      <w:ind w:left="284" w:hanging="283"/>
      <w:jc w:val="left"/>
      <w:textAlignment w:val="auto"/>
    </w:pPr>
    <w:rPr>
      <w:szCs w:val="24"/>
    </w:rPr>
  </w:style>
  <w:style w:type="paragraph" w:styleId="Paragraphedeliste">
    <w:name w:val="List Paragraph"/>
    <w:basedOn w:val="Normal"/>
    <w:link w:val="ParagraphedelisteCar"/>
    <w:uiPriority w:val="34"/>
    <w:qFormat/>
    <w:rsid w:val="00336ABB"/>
    <w:pPr>
      <w:numPr>
        <w:numId w:val="15"/>
      </w:numPr>
      <w:spacing w:after="0"/>
      <w:jc w:val="left"/>
    </w:pPr>
  </w:style>
  <w:style w:type="paragraph" w:styleId="Sansinterligne">
    <w:name w:val="No Spacing"/>
    <w:link w:val="SansinterligneCar"/>
    <w:uiPriority w:val="1"/>
    <w:qFormat/>
    <w:rsid w:val="009E22B5"/>
    <w:rPr>
      <w:rFonts w:ascii="Calibri" w:hAnsi="Calibri"/>
      <w:sz w:val="22"/>
      <w:szCs w:val="22"/>
    </w:rPr>
  </w:style>
  <w:style w:type="character" w:customStyle="1" w:styleId="SansinterligneCar">
    <w:name w:val="Sans interligne Car"/>
    <w:link w:val="Sansinterligne"/>
    <w:uiPriority w:val="1"/>
    <w:rsid w:val="009E22B5"/>
    <w:rPr>
      <w:rFonts w:ascii="Calibri" w:hAnsi="Calibri"/>
      <w:sz w:val="22"/>
      <w:szCs w:val="22"/>
    </w:rPr>
  </w:style>
  <w:style w:type="character" w:customStyle="1" w:styleId="Titre1Car">
    <w:name w:val="Titre 1 Car"/>
    <w:basedOn w:val="Policepardfaut"/>
    <w:link w:val="Titre1"/>
    <w:rsid w:val="00067351"/>
    <w:rPr>
      <w:rFonts w:ascii="Arial" w:hAnsi="Arial"/>
      <w:b/>
      <w:bCs/>
      <w:kern w:val="32"/>
      <w:sz w:val="32"/>
      <w:szCs w:val="32"/>
    </w:rPr>
  </w:style>
  <w:style w:type="character" w:customStyle="1" w:styleId="ParagraphedelisteCar">
    <w:name w:val="Paragraphe de liste Car"/>
    <w:basedOn w:val="Policepardfaut"/>
    <w:link w:val="Paragraphedeliste"/>
    <w:uiPriority w:val="34"/>
    <w:rsid w:val="00336ABB"/>
    <w:rPr>
      <w:rFonts w:ascii="Arial" w:hAnsi="Arial"/>
      <w:sz w:val="24"/>
    </w:rPr>
  </w:style>
  <w:style w:type="paragraph" w:customStyle="1" w:styleId="Style1">
    <w:name w:val="Style1"/>
    <w:basedOn w:val="Paragraphedeliste"/>
    <w:link w:val="Style1Car"/>
    <w:rsid w:val="002E56A7"/>
    <w:pPr>
      <w:numPr>
        <w:numId w:val="16"/>
      </w:numPr>
      <w:spacing w:after="120"/>
      <w:ind w:hanging="1400"/>
      <w:contextualSpacing/>
      <w:jc w:val="both"/>
    </w:pPr>
  </w:style>
  <w:style w:type="character" w:customStyle="1" w:styleId="Style1Car">
    <w:name w:val="Style1 Car"/>
    <w:basedOn w:val="ParagraphedelisteCar"/>
    <w:link w:val="Style1"/>
    <w:rsid w:val="002E56A7"/>
    <w:rPr>
      <w:rFonts w:ascii="Arial" w:hAnsi="Arial"/>
      <w:sz w:val="24"/>
    </w:rPr>
  </w:style>
  <w:style w:type="paragraph" w:customStyle="1" w:styleId="Indications">
    <w:name w:val="Indications"/>
    <w:basedOn w:val="Normal"/>
    <w:qFormat/>
    <w:rsid w:val="008E5FAC"/>
    <w:pPr>
      <w:pBdr>
        <w:top w:val="single" w:sz="4" w:space="1" w:color="auto"/>
        <w:left w:val="single" w:sz="4" w:space="4" w:color="auto"/>
        <w:bottom w:val="single" w:sz="4" w:space="1" w:color="auto"/>
        <w:right w:val="single" w:sz="4" w:space="4" w:color="auto"/>
      </w:pBdr>
    </w:pPr>
    <w:rPr>
      <w:i/>
    </w:rPr>
  </w:style>
  <w:style w:type="character" w:customStyle="1" w:styleId="QuestionsCarCar">
    <w:name w:val="Questions Car Car"/>
    <w:basedOn w:val="Policepardfaut"/>
    <w:link w:val="Questions"/>
    <w:rsid w:val="00F95C4E"/>
    <w:rPr>
      <w:rFonts w:ascii="Arial" w:hAnsi="Arial"/>
      <w:sz w:val="24"/>
      <w:szCs w:val="24"/>
    </w:rPr>
  </w:style>
  <w:style w:type="paragraph" w:customStyle="1" w:styleId="Sansinterligne1">
    <w:name w:val="Sans interligne1"/>
    <w:uiPriority w:val="1"/>
    <w:rsid w:val="00853DBE"/>
    <w:rPr>
      <w:rFonts w:ascii="Calibri" w:hAnsi="Calibri"/>
      <w:sz w:val="22"/>
      <w:szCs w:val="22"/>
      <w:lang w:eastAsia="en-US"/>
    </w:rPr>
  </w:style>
  <w:style w:type="character" w:customStyle="1" w:styleId="En-tteCar">
    <w:name w:val="En-tête Car"/>
    <w:basedOn w:val="Policepardfaut"/>
    <w:link w:val="En-tte"/>
    <w:uiPriority w:val="99"/>
    <w:rsid w:val="00853DBE"/>
    <w:rPr>
      <w:rFonts w:ascii="Arial" w:hAnsi="Arial"/>
      <w:sz w:val="24"/>
    </w:rPr>
  </w:style>
  <w:style w:type="paragraph" w:customStyle="1" w:styleId="Titre1Capet">
    <w:name w:val="Titre 1 Capet"/>
    <w:basedOn w:val="Paragraphedeliste"/>
    <w:next w:val="Normal"/>
    <w:rsid w:val="0026254A"/>
    <w:pPr>
      <w:numPr>
        <w:numId w:val="19"/>
      </w:numPr>
      <w:overflowPunct/>
      <w:autoSpaceDE/>
      <w:autoSpaceDN/>
      <w:adjustRightInd/>
      <w:contextualSpacing/>
      <w:textAlignment w:val="auto"/>
    </w:pPr>
    <w:rPr>
      <w:rFonts w:eastAsiaTheme="minorHAnsi" w:cstheme="minorBidi"/>
      <w:b/>
      <w:szCs w:val="22"/>
      <w:lang w:eastAsia="en-US"/>
    </w:rPr>
  </w:style>
  <w:style w:type="character" w:styleId="Titredulivre">
    <w:name w:val="Book Title"/>
    <w:basedOn w:val="Policepardfaut"/>
    <w:uiPriority w:val="33"/>
    <w:rsid w:val="0026254A"/>
    <w:rPr>
      <w:b/>
      <w:bCs/>
      <w:smallCaps/>
      <w:spacing w:val="5"/>
    </w:rPr>
  </w:style>
  <w:style w:type="paragraph" w:customStyle="1" w:styleId="Activits">
    <w:name w:val="Activités"/>
    <w:basedOn w:val="Questions"/>
    <w:qFormat/>
    <w:rsid w:val="00CE4064"/>
    <w:pPr>
      <w:numPr>
        <w:numId w:val="20"/>
      </w:numPr>
      <w:ind w:left="567" w:hanging="567"/>
    </w:pPr>
    <w:rPr>
      <w:b/>
    </w:rPr>
  </w:style>
  <w:style w:type="character" w:customStyle="1" w:styleId="Titre3Car">
    <w:name w:val="Titre 3 Car"/>
    <w:basedOn w:val="Policepardfaut"/>
    <w:link w:val="Titre3"/>
    <w:rsid w:val="00BB2598"/>
    <w:rPr>
      <w:rFonts w:ascii="Arial" w:hAnsi="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9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o_2\AppData\Roaming\Microsoft\Templates\Modele-CAPE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Cette épreuve n’est pas une épreuve écrite, il n’est donc pas demandé de rédiger un compte-rendu. Toutefois, il est demandé d’élaborer avec soin les dessins, les schémas, les graphes et les documents décrivant les méthodes qui seront utilisées comme illustrations lors de vos prestations orales. Pour préparer les réponses aux questions posées, il est impératif d’utiliser les feuilles remises comme brouillon en début d’épreuve. Á la fin de l’épreuve le matériel sera rangé sur les tables. L’ordinateur reste allumé.</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56BECD-F18F-47E1-94E2-0F06AF7E4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Modele-CAPET.dot</Template>
  <TotalTime>3289</TotalTime>
  <Pages>1</Pages>
  <Words>747</Words>
  <Characters>4112</Characters>
  <Application>Microsoft Office Word</Application>
  <DocSecurity>0</DocSecurity>
  <Lines>34</Lines>
  <Paragraphs>9</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BOITE DE VITESSE ROBOTISEE</vt:lpstr>
      <vt:lpstr>TP6 : Commande électrohydraulique</vt:lpstr>
      <vt:lpstr>Travail à réaliser</vt:lpstr>
      <vt:lpstr>    Fonctionnement de l’électrovanne</vt:lpstr>
      <vt:lpstr>    Modélisation de la commande l’électrovanne</vt:lpstr>
      <vt:lpstr>    Simulation de la commande d’engagement (Matlab)</vt:lpstr>
    </vt:vector>
  </TitlesOfParts>
  <Company>epreuves d’admission capet 2015</Company>
  <LinksUpToDate>false</LinksUpToDate>
  <CharactersWithSpaces>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BOITE DE VITESSE ROBOTISEE</dc:title>
  <dc:subject>Sujet n°2 : relatif au programme de S-SI</dc:subject>
  <dc:creator>Bruno</dc:creator>
  <cp:lastModifiedBy>Bruno</cp:lastModifiedBy>
  <cp:revision>52</cp:revision>
  <cp:lastPrinted>2017-09-25T19:49:00Z</cp:lastPrinted>
  <dcterms:created xsi:type="dcterms:W3CDTF">2016-04-01T16:43:00Z</dcterms:created>
  <dcterms:modified xsi:type="dcterms:W3CDTF">2017-09-25T19:49:00Z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