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05" w:rsidRDefault="00B17605" w:rsidP="008D35E3">
      <w:pPr>
        <w:pStyle w:val="Titre"/>
      </w:pPr>
      <w:bookmarkStart w:id="0" w:name="_GoBack"/>
      <w:bookmarkEnd w:id="0"/>
      <w:r>
        <w:t>D</w:t>
      </w:r>
      <w:r w:rsidR="008D35E3">
        <w:t>R1 : D</w:t>
      </w:r>
      <w:r>
        <w:t>ia</w:t>
      </w:r>
      <w:r w:rsidR="005936B1">
        <w:t>gramme d’état</w:t>
      </w:r>
      <w:r w:rsidR="008D35E3">
        <w:t>s</w:t>
      </w:r>
    </w:p>
    <w:p w:rsidR="008D35E3" w:rsidRDefault="008D35E3" w:rsidP="008D35E3"/>
    <w:p w:rsidR="005936B1" w:rsidRDefault="00B54076" w:rsidP="005936B1">
      <w:r>
        <w:rPr>
          <w:noProof/>
        </w:rPr>
        <mc:AlternateContent>
          <mc:Choice Requires="wpc">
            <w:drawing>
              <wp:inline distT="0" distB="0" distL="0" distR="0">
                <wp:extent cx="9387479" cy="5021084"/>
                <wp:effectExtent l="0" t="0" r="4445" b="0"/>
                <wp:docPr id="2" name="Zone de dessi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8" t="23348" r="29158" b="24924"/>
                          <a:stretch/>
                        </pic:blipFill>
                        <pic:spPr bwMode="auto">
                          <a:xfrm>
                            <a:off x="5" y="5"/>
                            <a:ext cx="9387474" cy="4431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14:contentPart bwMode="auto" r:id="rId10">
                        <w14:nvContentPartPr>
                          <w14:cNvPr id="5" name="Encre 5"/>
                          <w14:cNvContentPartPr/>
                        </w14:nvContentPartPr>
                        <w14:xfrm>
                          <a:off x="5393530" y="1707857"/>
                          <a:ext cx="291960" cy="125640"/>
                        </w14:xfrm>
                      </w14:contentPart>
                      <w14:contentPart bwMode="auto" r:id="rId11">
                        <w14:nvContentPartPr>
                          <w14:cNvPr id="6" name="Encre 6"/>
                          <w14:cNvContentPartPr/>
                        </w14:nvContentPartPr>
                        <w14:xfrm>
                          <a:off x="5704930" y="1588697"/>
                          <a:ext cx="36720" cy="191520"/>
                        </w14:xfrm>
                      </w14:contentPart>
                      <w14:contentPart bwMode="auto" r:id="rId12">
                        <w14:nvContentPartPr>
                          <w14:cNvPr id="8" name="Encre 8"/>
                          <w14:cNvContentPartPr/>
                        </w14:nvContentPartPr>
                        <w14:xfrm>
                          <a:off x="5687650" y="1684097"/>
                          <a:ext cx="140400" cy="42840"/>
                        </w14:xfrm>
                      </w14:contentPart>
                      <w14:contentPart bwMode="auto" r:id="rId13">
                        <w14:nvContentPartPr>
                          <w14:cNvPr id="9" name="Encre 9"/>
                          <w14:cNvContentPartPr/>
                        </w14:nvContentPartPr>
                        <w14:xfrm>
                          <a:off x="5815090" y="1698857"/>
                          <a:ext cx="86400" cy="87840"/>
                        </w14:xfrm>
                      </w14:contentPart>
                      <w14:contentPart bwMode="auto" r:id="rId14">
                        <w14:nvContentPartPr>
                          <w14:cNvPr id="10" name="Encre 10"/>
                          <w14:cNvContentPartPr/>
                        </w14:nvContentPartPr>
                        <w14:xfrm>
                          <a:off x="5384170" y="2061737"/>
                          <a:ext cx="236160" cy="149400"/>
                        </w14:xfrm>
                      </w14:contentPart>
                      <w14:contentPart bwMode="auto" r:id="rId15">
                        <w14:nvContentPartPr>
                          <w14:cNvPr id="11" name="Encre 11"/>
                          <w14:cNvContentPartPr/>
                        </w14:nvContentPartPr>
                        <w14:xfrm>
                          <a:off x="5666050" y="2099177"/>
                          <a:ext cx="414720" cy="107280"/>
                        </w14:xfrm>
                      </w14:contentPart>
                      <w14:contentPart bwMode="auto" r:id="rId16">
                        <w14:nvContentPartPr>
                          <w14:cNvPr id="12" name="Encre 12"/>
                          <w14:cNvContentPartPr/>
                        </w14:nvContentPartPr>
                        <w14:xfrm>
                          <a:off x="5244490" y="88577"/>
                          <a:ext cx="125640" cy="166680"/>
                        </w14:xfrm>
                      </w14:contentPart>
                      <w14:contentPart bwMode="auto" r:id="rId17">
                        <w14:nvContentPartPr>
                          <w14:cNvPr id="13" name="Encre 13"/>
                          <w14:cNvContentPartPr/>
                        </w14:nvContentPartPr>
                        <w14:xfrm>
                          <a:off x="5369050" y="125297"/>
                          <a:ext cx="166680" cy="80640"/>
                        </w14:xfrm>
                      </w14:contentPart>
                      <w14:contentPart bwMode="auto" r:id="rId18">
                        <w14:nvContentPartPr>
                          <w14:cNvPr id="14" name="Encre 14"/>
                          <w14:cNvContentPartPr/>
                        </w14:nvContentPartPr>
                        <w14:xfrm>
                          <a:off x="5570650" y="115217"/>
                          <a:ext cx="405360" cy="90000"/>
                        </w14:xfrm>
                      </w14:contentPart>
                      <w14:contentPart bwMode="auto" r:id="rId19">
                        <w14:nvContentPartPr>
                          <w14:cNvPr id="15" name="Encre 15"/>
                          <w14:cNvContentPartPr/>
                        </w14:nvContentPartPr>
                        <w14:xfrm>
                          <a:off x="5948650" y="53657"/>
                          <a:ext cx="159480" cy="208800"/>
                        </w14:xfrm>
                      </w14:contentPart>
                      <w14:contentPart bwMode="auto" r:id="rId20">
                        <w14:nvContentPartPr>
                          <w14:cNvPr id="16" name="Encre 16"/>
                          <w14:cNvContentPartPr/>
                        </w14:nvContentPartPr>
                        <w14:xfrm>
                          <a:off x="2343610" y="534977"/>
                          <a:ext cx="76680" cy="190800"/>
                        </w14:xfrm>
                      </w14:contentPart>
                      <w14:contentPart bwMode="auto" r:id="rId21">
                        <w14:nvContentPartPr>
                          <w14:cNvPr id="17" name="Encre 17"/>
                          <w14:cNvContentPartPr/>
                        </w14:nvContentPartPr>
                        <w14:xfrm>
                          <a:off x="2423890" y="615257"/>
                          <a:ext cx="214920" cy="92520"/>
                        </w14:xfrm>
                      </w14:contentPart>
                      <w14:contentPart bwMode="auto" r:id="rId22">
                        <w14:nvContentPartPr>
                          <w14:cNvPr id="18" name="Encre 18"/>
                          <w14:cNvContentPartPr/>
                        </w14:nvContentPartPr>
                        <w14:xfrm>
                          <a:off x="2651050" y="519137"/>
                          <a:ext cx="15120" cy="175320"/>
                        </w14:xfrm>
                      </w14:contentPart>
                      <w14:contentPart bwMode="auto" r:id="rId23">
                        <w14:nvContentPartPr>
                          <w14:cNvPr id="19" name="Encre 19"/>
                          <w14:cNvContentPartPr/>
                        </w14:nvContentPartPr>
                        <w14:xfrm>
                          <a:off x="2637010" y="618497"/>
                          <a:ext cx="93600" cy="22320"/>
                        </w14:xfrm>
                      </w14:contentPart>
                      <w14:contentPart bwMode="auto" r:id="rId24">
                        <w14:nvContentPartPr>
                          <w14:cNvPr id="20" name="Encre 20"/>
                          <w14:cNvContentPartPr/>
                        </w14:nvContentPartPr>
                        <w14:xfrm>
                          <a:off x="2730250" y="631097"/>
                          <a:ext cx="76680" cy="81720"/>
                        </w14:xfrm>
                      </w14:contentPart>
                      <w14:contentPart bwMode="auto" r:id="rId25">
                        <w14:nvContentPartPr>
                          <w14:cNvPr id="21" name="Encre 21"/>
                          <w14:cNvContentPartPr/>
                        </w14:nvContentPartPr>
                        <w14:xfrm>
                          <a:off x="2823850" y="532097"/>
                          <a:ext cx="99720" cy="232200"/>
                        </w14:xfrm>
                      </w14:contentPart>
                      <w14:contentPart bwMode="auto" r:id="rId26">
                        <w14:nvContentPartPr>
                          <w14:cNvPr id="22" name="Encre 22"/>
                          <w14:cNvContentPartPr/>
                        </w14:nvContentPartPr>
                        <w14:xfrm>
                          <a:off x="6968890" y="955457"/>
                          <a:ext cx="130320" cy="87480"/>
                        </w14:xfrm>
                      </w14:contentPart>
                      <w14:contentPart bwMode="auto" r:id="rId27">
                        <w14:nvContentPartPr>
                          <w14:cNvPr id="23" name="Encre 23"/>
                          <w14:cNvContentPartPr/>
                        </w14:nvContentPartPr>
                        <w14:xfrm>
                          <a:off x="7117930" y="950417"/>
                          <a:ext cx="70920" cy="190440"/>
                        </w14:xfrm>
                      </w14:contentPart>
                      <w14:contentPart bwMode="auto" r:id="rId28">
                        <w14:nvContentPartPr>
                          <w14:cNvPr id="25" name="Encre 25"/>
                          <w14:cNvContentPartPr/>
                        </w14:nvContentPartPr>
                        <w14:xfrm>
                          <a:off x="4069450" y="937817"/>
                          <a:ext cx="235800" cy="190440"/>
                        </w14:xfrm>
                      </w14:contentPart>
                      <w14:contentPart bwMode="auto" r:id="rId29">
                        <w14:nvContentPartPr>
                          <w14:cNvPr id="26" name="Encre 26"/>
                          <w14:cNvContentPartPr/>
                        </w14:nvContentPartPr>
                        <w14:xfrm>
                          <a:off x="7141330" y="3090257"/>
                          <a:ext cx="459720" cy="186120"/>
                        </w14:xfrm>
                      </w14:contentPart>
                      <w14:contentPart bwMode="auto" r:id="rId30">
                        <w14:nvContentPartPr>
                          <w14:cNvPr id="27" name="Encre 27"/>
                          <w14:cNvContentPartPr/>
                        </w14:nvContentPartPr>
                        <w14:xfrm>
                          <a:off x="7630210" y="3154337"/>
                          <a:ext cx="104040" cy="86040"/>
                        </w14:xfrm>
                      </w14:contentPart>
                      <w14:contentPart bwMode="auto" r:id="rId31">
                        <w14:nvContentPartPr>
                          <w14:cNvPr id="31" name="Encre 31"/>
                          <w14:cNvContentPartPr/>
                        </w14:nvContentPartPr>
                        <w14:xfrm>
                          <a:off x="4266730" y="2376377"/>
                          <a:ext cx="129240" cy="131760"/>
                        </w14:xfrm>
                      </w14:contentPart>
                      <w14:contentPart bwMode="auto" r:id="rId32">
                        <w14:nvContentPartPr>
                          <w14:cNvPr id="449" name="Encre 449"/>
                          <w14:cNvContentPartPr/>
                        </w14:nvContentPartPr>
                        <w14:xfrm>
                          <a:off x="4396690" y="2409137"/>
                          <a:ext cx="414720" cy="93600"/>
                        </w14:xfrm>
                      </w14:contentPart>
                      <w14:contentPart bwMode="auto" r:id="rId33">
                        <w14:nvContentPartPr>
                          <w14:cNvPr id="450" name="Encre 450"/>
                          <w14:cNvContentPartPr/>
                        </w14:nvContentPartPr>
                        <w14:xfrm>
                          <a:off x="6515290" y="2374217"/>
                          <a:ext cx="134640" cy="200520"/>
                        </w14:xfrm>
                      </w14:contentPart>
                      <w14:contentPart bwMode="auto" r:id="rId34">
                        <w14:nvContentPartPr>
                          <w14:cNvPr id="451" name="Encre 451"/>
                          <w14:cNvContentPartPr/>
                        </w14:nvContentPartPr>
                        <w14:xfrm>
                          <a:off x="6633370" y="2410937"/>
                          <a:ext cx="221760" cy="115200"/>
                        </w14:xfrm>
                      </w14:contentPart>
                      <w14:contentPart bwMode="auto" r:id="rId35">
                        <w14:nvContentPartPr>
                          <w14:cNvPr id="452" name="Encre 452"/>
                          <w14:cNvContentPartPr/>
                        </w14:nvContentPartPr>
                        <w14:xfrm>
                          <a:off x="6877810" y="2425337"/>
                          <a:ext cx="369000" cy="108000"/>
                        </w14:xfrm>
                      </w14:contentPart>
                      <w14:contentPart bwMode="auto" r:id="rId36">
                        <w14:nvContentPartPr>
                          <w14:cNvPr id="453" name="Encre 453"/>
                          <w14:cNvContentPartPr/>
                        </w14:nvContentPartPr>
                        <w14:xfrm>
                          <a:off x="7219810" y="2338217"/>
                          <a:ext cx="102960" cy="249840"/>
                        </w14:xfrm>
                      </w14:contentPart>
                      <w14:contentPart bwMode="auto" r:id="rId37">
                        <w14:nvContentPartPr>
                          <w14:cNvPr id="454" name="Encre 454"/>
                          <w14:cNvContentPartPr/>
                        </w14:nvContentPartPr>
                        <w14:xfrm>
                          <a:off x="3791890" y="3115097"/>
                          <a:ext cx="154080" cy="222840"/>
                        </w14:xfrm>
                      </w14:contentPart>
                      <w14:contentPart bwMode="auto" r:id="rId38">
                        <w14:nvContentPartPr>
                          <w14:cNvPr id="455" name="Encre 455"/>
                          <w14:cNvContentPartPr/>
                        </w14:nvContentPartPr>
                        <w14:xfrm>
                          <a:off x="3907810" y="3194297"/>
                          <a:ext cx="268200" cy="102240"/>
                        </w14:xfrm>
                      </w14:contentPart>
                      <w14:contentPart bwMode="auto" r:id="rId39">
                        <w14:nvContentPartPr>
                          <w14:cNvPr id="456" name="Encre 456"/>
                          <w14:cNvContentPartPr/>
                        </w14:nvContentPartPr>
                        <w14:xfrm>
                          <a:off x="4185730" y="3042737"/>
                          <a:ext cx="25920" cy="269640"/>
                        </w14:xfrm>
                      </w14:contentPart>
                      <w14:contentPart bwMode="auto" r:id="rId40">
                        <w14:nvContentPartPr>
                          <w14:cNvPr id="457" name="Encre 457"/>
                          <w14:cNvContentPartPr/>
                        </w14:nvContentPartPr>
                        <w14:xfrm>
                          <a:off x="4225690" y="3172337"/>
                          <a:ext cx="88560" cy="24840"/>
                        </w14:xfrm>
                      </w14:contentPart>
                      <w14:contentPart bwMode="auto" r:id="rId41">
                        <w14:nvContentPartPr>
                          <w14:cNvPr id="458" name="Encre 458"/>
                          <w14:cNvContentPartPr/>
                        </w14:nvContentPartPr>
                        <w14:xfrm>
                          <a:off x="4305250" y="3205457"/>
                          <a:ext cx="79560" cy="106560"/>
                        </w14:xfrm>
                      </w14:contentPart>
                      <w14:contentPart bwMode="auto" r:id="rId42">
                        <w14:nvContentPartPr>
                          <w14:cNvPr id="459" name="Encre 459"/>
                          <w14:cNvContentPartPr/>
                        </w14:nvContentPartPr>
                        <w14:xfrm>
                          <a:off x="4415410" y="3096737"/>
                          <a:ext cx="124560" cy="250920"/>
                        </w14:xfrm>
                      </w14:contentPart>
                      <w14:contentPart bwMode="auto" r:id="rId43">
                        <w14:nvContentPartPr>
                          <w14:cNvPr id="460" name="Encre 460"/>
                          <w14:cNvContentPartPr/>
                        </w14:nvContentPartPr>
                        <w14:xfrm>
                          <a:off x="2215090" y="2625478"/>
                          <a:ext cx="251280" cy="370800"/>
                        </w14:xfrm>
                      </w14:contentPart>
                      <w14:contentPart bwMode="auto" r:id="rId44">
                        <w14:nvContentPartPr>
                          <w14:cNvPr id="461" name="Encre 461"/>
                          <w14:cNvContentPartPr/>
                        </w14:nvContentPartPr>
                        <w14:xfrm>
                          <a:off x="2960650" y="3724198"/>
                          <a:ext cx="321120" cy="392400"/>
                        </w14:xfrm>
                      </w14:contentPart>
                      <w14:contentPart bwMode="auto" r:id="rId45">
                        <w14:nvContentPartPr>
                          <w14:cNvPr id="462" name="Encre 462"/>
                          <w14:cNvContentPartPr/>
                        </w14:nvContentPartPr>
                        <w14:xfrm>
                          <a:off x="7079050" y="359600"/>
                          <a:ext cx="102960" cy="180000"/>
                        </w14:xfrm>
                      </w14:contentPart>
                      <w14:contentPart bwMode="auto" r:id="rId46">
                        <w14:nvContentPartPr>
                          <w14:cNvPr id="463" name="Encre 463"/>
                          <w14:cNvContentPartPr/>
                        </w14:nvContentPartPr>
                        <w14:xfrm>
                          <a:off x="7197130" y="397400"/>
                          <a:ext cx="187560" cy="106560"/>
                        </w14:xfrm>
                      </w14:contentPart>
                      <w14:contentPart bwMode="auto" r:id="rId47">
                        <w14:nvContentPartPr>
                          <w14:cNvPr id="464" name="Encre 464"/>
                          <w14:cNvContentPartPr/>
                        </w14:nvContentPartPr>
                        <w14:xfrm>
                          <a:off x="7421050" y="400640"/>
                          <a:ext cx="387000" cy="91440"/>
                        </w14:xfrm>
                      </w14:contentPart>
                      <w14:contentPart bwMode="auto" r:id="rId48">
                        <w14:nvContentPartPr>
                          <w14:cNvPr id="465" name="Encre 465"/>
                          <w14:cNvContentPartPr/>
                        </w14:nvContentPartPr>
                        <w14:xfrm>
                          <a:off x="7804090" y="338720"/>
                          <a:ext cx="101520" cy="200520"/>
                        </w14:xfrm>
                      </w14:contentPart>
                      <w14:contentPart bwMode="auto" r:id="rId49">
                        <w14:nvContentPartPr>
                          <w14:cNvPr id="466" name="Encre 466"/>
                          <w14:cNvContentPartPr/>
                        </w14:nvContentPartPr>
                        <w14:xfrm>
                          <a:off x="3846970" y="306680"/>
                          <a:ext cx="133560" cy="225000"/>
                        </w14:xfrm>
                      </w14:contentPart>
                      <w14:contentPart bwMode="auto" r:id="rId50">
                        <w14:nvContentPartPr>
                          <w14:cNvPr id="467" name="Encre 467"/>
                          <w14:cNvContentPartPr/>
                        </w14:nvContentPartPr>
                        <w14:xfrm>
                          <a:off x="3958210" y="321800"/>
                          <a:ext cx="388800" cy="154440"/>
                        </w14:xfrm>
                      </w14:contentPart>
                      <w14:contentPart bwMode="auto" r:id="rId51">
                        <w14:nvContentPartPr>
                          <w14:cNvPr id="468" name="Encre 468"/>
                          <w14:cNvContentPartPr/>
                        </w14:nvContentPartPr>
                        <w14:xfrm>
                          <a:off x="4371130" y="356000"/>
                          <a:ext cx="86400" cy="97200"/>
                        </w14:xfrm>
                      </w14:contentPart>
                      <w14:contentPart bwMode="auto" r:id="rId52">
                        <w14:nvContentPartPr>
                          <w14:cNvPr id="469" name="Encre 469"/>
                          <w14:cNvContentPartPr/>
                        </w14:nvContentPartPr>
                        <w14:xfrm>
                          <a:off x="4475530" y="314240"/>
                          <a:ext cx="128880" cy="203760"/>
                        </w14:xfrm>
                      </w14:contentPart>
                    </wpc:wpc>
                  </a:graphicData>
                </a:graphic>
              </wp:inline>
            </w:drawing>
          </mc:Choice>
          <mc:Fallback>
            <w:pict>
              <v:group id="Zone de dessin 2" o:spid="_x0000_s1026" editas="canvas" style="width:739.15pt;height:395.35pt;mso-position-horizontal-relative:char;mso-position-vertical-relative:line" coordsize="93872,50209" o:gfxdata="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3872;height:50209;visibility:visible;mso-wrap-style:square">
                  <v:fill o:detectmouseclick="t"/>
                  <v:path o:connecttype="none"/>
                </v:shape>
                <v:shape id="Image 30" o:spid="_x0000_s1028" type="#_x0000_t75" style="position:absolute;width:93874;height:443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LgnXAAAAA2wAAAA8AAABkcnMvZG93bnJldi54bWxET89rwjAUvg/8H8Ib7DJm2pU5qU2LDIRd&#10;p6J4ezTPpqx5KUlW63+/HAY7fny/q2a2g5jIh96xgnyZgSBune65U3A87F7WIEJE1jg4JgV3CtDU&#10;i4cKS+1u/EXTPnYihXAoUYGJcSylDK0hi2HpRuLEXZ23GBP0ndQebyncDvI1y1bSYs+pweBIH4ba&#10;7/2PVSDv7+1uKi5dfvXjwTxzcXrDs1JPj/N2AyLSHP/Ff+5PraBI69OX9ANk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IuCdcAAAADbAAAADwAAAAAAAAAAAAAAAACfAgAA&#10;ZHJzL2Rvd25yZXYueG1sUEsFBgAAAAAEAAQA9wAAAIwDAAAAAA==&#10;">
                  <v:imagedata r:id="rId53" o:title="" croptop="15301f" cropbottom="16334f" cropleft="1565f" cropright="19109f"/>
                </v:shape>
                <v:shape id="Encre 5" o:spid="_x0000_s1029" type="#_x0000_t75" style="position:absolute;left:53852;top:16995;width:3031;height:1426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">
                  <v:imagedata r:id="rId54" o:title=""/>
                </v:shape>
                <v:shape id="Encre 6" o:spid="_x0000_s1030" type="#_x0000_t75" style="position:absolute;left:57009;top:15850;width:468;height:2020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">
                  <v:imagedata r:id="rId55" o:title=""/>
                </v:shape>
                <v:shape id="Encre 8" o:spid="_x0000_s1031" type="#_x0000_t75" style="position:absolute;left:56844;top:16797;width:1461;height:551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">
                  <v:imagedata r:id="rId56" o:title=""/>
                </v:shape>
                <v:shape id="Encre 9" o:spid="_x0000_s1032" type="#_x0000_t75" style="position:absolute;left:58057;top:16887;width:1055;height:1073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">
                  <v:imagedata r:id="rId57" o:title=""/>
                </v:shape>
                <v:shape id="Encre 10" o:spid="_x0000_s1033" type="#_x0000_t75" style="position:absolute;left:53769;top:20516;width:2477;height:1699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">
                  <v:imagedata r:id="rId58" o:title=""/>
                </v:shape>
                <v:shape id="Encre 11" o:spid="_x0000_s1034" type="#_x0000_t75" style="position:absolute;left:56563;top:20869;width:4295;height:1292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">
                  <v:imagedata r:id="rId59" o:title=""/>
                </v:shape>
                <v:shape id="Encre 12" o:spid="_x0000_s1035" type="#_x0000_t75" style="position:absolute;left:52326;top:766;width:1465;height:1905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">
                  <v:imagedata r:id="rId60" o:title=""/>
                </v:shape>
                <v:shape id="Encre 13" o:spid="_x0000_s1036" type="#_x0000_t75" style="position:absolute;left:53622;top:1137;width:1846;height:1015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">
                  <v:imagedata r:id="rId61" o:title=""/>
                </v:shape>
                <v:shape id="Encre 14" o:spid="_x0000_s1037" type="#_x0000_t75" style="position:absolute;left:55594;top:1044;width:4256;height:1130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">
                  <v:imagedata r:id="rId62" o:title=""/>
                </v:shape>
                <v:shape id="Encre 15" o:spid="_x0000_s1038" type="#_x0000_t75" style="position:absolute;left:59428;top:410;width:1779;height:2344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">
                  <v:imagedata r:id="rId63" o:title=""/>
                </v:shape>
                <v:shape id="Encre 16" o:spid="_x0000_s1039" type="#_x0000_t75" style="position:absolute;left:23328;top:5324;width:936;height:2045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">
                  <v:imagedata r:id="rId64" o:title=""/>
                </v:shape>
                <v:shape id="Encre 17" o:spid="_x0000_s1040" type="#_x0000_t75" style="position:absolute;left:24145;top:6120;width:2268;height:1058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">
                  <v:imagedata r:id="rId65" o:title=""/>
                </v:shape>
                <v:shape id="Encre 18" o:spid="_x0000_s1041" type="#_x0000_t75" style="position:absolute;left:26467;top:5126;width:266;height:1904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">
                  <v:imagedata r:id="rId66" o:title=""/>
                </v:shape>
                <v:shape id="Encre 19" o:spid="_x0000_s1042" type="#_x0000_t75" style="position:absolute;left:26290;top:6120;width:1041;height:381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">
                  <v:imagedata r:id="rId67" o:title=""/>
                </v:shape>
                <v:shape id="Encre 20" o:spid="_x0000_s1043" type="#_x0000_t75" style="position:absolute;left:27205;top:6195;width:979;height:1037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">
                  <v:imagedata r:id="rId68" o:title=""/>
                </v:shape>
                <v:shape id="Encre 21" o:spid="_x0000_s1044" type="#_x0000_t75" style="position:absolute;left:28144;top:5220;width:1206;height:2541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">
                  <v:imagedata r:id="rId69" o:title=""/>
                </v:shape>
                <v:shape id="Encre 22" o:spid="_x0000_s1045" type="#_x0000_t75" style="position:absolute;left:69609;top:9453;width:1415;height:1077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">
                  <v:imagedata r:id="rId70" o:title=""/>
                </v:shape>
                <v:shape id="Encre 23" o:spid="_x0000_s1046" type="#_x0000_t75" style="position:absolute;left:71056;top:9468;width:879;height:2059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">
                  <v:imagedata r:id="rId71" o:title=""/>
                </v:shape>
                <v:shape id="Encre 25" o:spid="_x0000_s1047" type="#_x0000_t75" style="position:absolute;left:40647;top:9295;width:2441;height:2088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">
                  <v:imagedata r:id="rId72" o:title=""/>
                </v:shape>
                <v:shape id="Encre 26" o:spid="_x0000_s1048" type="#_x0000_t75" style="position:absolute;left:71305;top:30798;width:4759;height:2073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">
                  <v:imagedata r:id="rId73" o:title=""/>
                </v:shape>
                <v:shape id="Encre 27" o:spid="_x0000_s1049" type="#_x0000_t75" style="position:absolute;left:76222;top:31420;width:1152;height:1091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">
                  <v:imagedata r:id="rId74" o:title=""/>
                </v:shape>
                <v:shape id="Encre 31" o:spid="_x0000_s1050" type="#_x0000_t75" style="position:absolute;left:42570;top:23659;width:1422;height:1526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">
                  <v:imagedata r:id="rId75" o:title=""/>
                </v:shape>
                <v:shape id="Encre 449" o:spid="_x0000_s1051" type="#_x0000_t75" style="position:absolute;left:43869;top:23972;width:4349;height:1159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">
                  <v:imagedata r:id="rId76" o:title=""/>
                </v:shape>
                <v:shape id="Encre 450" o:spid="_x0000_s1052" type="#_x0000_t75" style="position:absolute;left:65044;top:23634;width:1509;height:2224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">
                  <v:imagedata r:id="rId77" o:title=""/>
                </v:shape>
                <v:shape id="Encre 451" o:spid="_x0000_s1053" type="#_x0000_t75" style="position:absolute;left:66272;top:23994;width:2326;height:1375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">
                  <v:imagedata r:id="rId78" o:title=""/>
                </v:shape>
                <v:shape id="Encre 452" o:spid="_x0000_s1054" type="#_x0000_t75" style="position:absolute;left:68666;top:24145;width:3838;height:1317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">
                  <v:imagedata r:id="rId79" o:title=""/>
                </v:shape>
                <v:shape id="Encre 453" o:spid="_x0000_s1055" type="#_x0000_t75" style="position:absolute;left:72075;top:23288;width:1278;height:2675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">
                  <v:imagedata r:id="rId80" o:title=""/>
                </v:shape>
                <v:shape id="Encre 454" o:spid="_x0000_s1056" type="#_x0000_t75" style="position:absolute;left:37800;top:31032;width:1720;height:2469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">
                  <v:imagedata r:id="rId81" o:title=""/>
                </v:shape>
                <v:shape id="Encre 455" o:spid="_x0000_s1057" type="#_x0000_t75" style="position:absolute;left:38966;top:31831;width:2826;height:1245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">
                  <v:imagedata r:id="rId82" o:title=""/>
                </v:shape>
                <v:shape id="Encre 456" o:spid="_x0000_s1058" type="#_x0000_t75" style="position:absolute;left:41742;top:30348;width:482;height:2883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">
                  <v:imagedata r:id="rId83" o:title=""/>
                </v:shape>
                <v:shape id="Encre 457" o:spid="_x0000_s1059" type="#_x0000_t75" style="position:absolute;left:42195;top:31615;width:976;height:464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">
                  <v:imagedata r:id="rId84" o:title=""/>
                </v:shape>
                <v:shape id="Encre 458" o:spid="_x0000_s1060" type="#_x0000_t75" style="position:absolute;left:42980;top:31950;width:994;height:1281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">
                  <v:imagedata r:id="rId85" o:title=""/>
                </v:shape>
                <v:shape id="Encre 459" o:spid="_x0000_s1061" type="#_x0000_t75" style="position:absolute;left:44074;top:30852;width:1444;height:2696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">
                  <v:imagedata r:id="rId86" o:title=""/>
                </v:shape>
                <v:shape id="Encre 460" o:spid="_x0000_s1062" type="#_x0000_t75" style="position:absolute;left:22060;top:26146;width:2711;height:3913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">
                  <v:imagedata r:id="rId87" o:title=""/>
                </v:shape>
                <v:shape id="Encre 461" o:spid="_x0000_s1063" type="#_x0000_t75" style="position:absolute;left:29509;top:37141;width:3420;height:4132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">
                  <v:imagedata r:id="rId88" o:title=""/>
                </v:shape>
                <v:shape id="Encre 462" o:spid="_x0000_s1064" type="#_x0000_t75" style="position:absolute;left:70671;top:3498;width:1177;height:2020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">
                  <v:imagedata r:id="rId89" o:title=""/>
                </v:shape>
                <v:shape id="Encre 463" o:spid="_x0000_s1065" type="#_x0000_t75" style="position:absolute;left:71874;top:3862;width:2012;height:1282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">
                  <v:imagedata r:id="rId90" o:title=""/>
                </v:shape>
                <v:shape id="Encre 464" o:spid="_x0000_s1066" type="#_x0000_t75" style="position:absolute;left:74091;top:3887;width:4029;height:1156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">
                  <v:imagedata r:id="rId91" o:title=""/>
                </v:shape>
                <v:shape id="Encre 465" o:spid="_x0000_s1067" type="#_x0000_t75" style="position:absolute;left:77994;top:3268;width:1195;height:2214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">
                  <v:imagedata r:id="rId92" o:title=""/>
                </v:shape>
                <v:shape id="Encre 466" o:spid="_x0000_s1068" type="#_x0000_t75" style="position:absolute;left:38358;top:2958;width:1490;height:2477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">
                  <v:imagedata r:id="rId93" o:title=""/>
                </v:shape>
                <v:shape id="Encre 467" o:spid="_x0000_s1069" type="#_x0000_t75" style="position:absolute;left:39492;top:3124;width:4003;height:1750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">
                  <v:imagedata r:id="rId94" o:title=""/>
                </v:shape>
                <v:shape id="Encre 468" o:spid="_x0000_s1070" type="#_x0000_t75" style="position:absolute;left:43632;top:3455;width:1036;height:1174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">
                  <v:imagedata r:id="rId95" o:title=""/>
                </v:shape>
                <v:shape id="Encre 469" o:spid="_x0000_s1071" type="#_x0000_t75" style="position:absolute;left:44672;top:3038;width:1476;height:2242;visibility:visible;mso-wrap-style:square" o:gfxdata="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">
                  <v:imagedata r:id="rId96" o:title=""/>
                </v:shape>
                <w10:anchorlock/>
              </v:group>
            </w:pict>
          </mc:Fallback>
        </mc:AlternateContent>
      </w:r>
    </w:p>
    <w:p w:rsidR="00EA6E35" w:rsidRDefault="00EA6E35" w:rsidP="001C6EEA"/>
    <w:p w:rsidR="00EA6E35" w:rsidRDefault="00EA6E35" w:rsidP="00B17605">
      <w:pPr>
        <w:pStyle w:val="Questions"/>
        <w:numPr>
          <w:ilvl w:val="0"/>
          <w:numId w:val="0"/>
        </w:numPr>
        <w:ind w:left="1701"/>
        <w:sectPr w:rsidR="00EA6E35" w:rsidSect="008D35E3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6838" w:h="11906" w:orient="landscape"/>
          <w:pgMar w:top="1134" w:right="1134" w:bottom="1134" w:left="1134" w:header="720" w:footer="720" w:gutter="0"/>
          <w:cols w:space="567"/>
          <w:docGrid w:linePitch="326"/>
        </w:sectPr>
      </w:pPr>
    </w:p>
    <w:p w:rsidR="00031666" w:rsidRDefault="008D35E3" w:rsidP="008D35E3">
      <w:pPr>
        <w:pStyle w:val="Titre"/>
      </w:pPr>
      <w:r>
        <w:lastRenderedPageBreak/>
        <w:t xml:space="preserve">DR2 : </w:t>
      </w:r>
      <w:r w:rsidR="00031666">
        <w:t>Entrées-sorties du calculateur</w:t>
      </w:r>
    </w:p>
    <w:p w:rsidR="00031666" w:rsidRPr="00031666" w:rsidRDefault="00031666" w:rsidP="00031666"/>
    <w:p w:rsidR="00031666" w:rsidRDefault="00B54076" w:rsidP="00031666">
      <w:r>
        <w:rPr>
          <w:noProof/>
        </w:rPr>
        <w:drawing>
          <wp:inline distT="0" distB="0" distL="0" distR="0">
            <wp:extent cx="6107430" cy="7409180"/>
            <wp:effectExtent l="0" t="0" r="7620" b="1270"/>
            <wp:docPr id="7" name="Image 7" descr="..\..\..\Mes images\ex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\..\..\Mes images\ex.bmp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430" cy="740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666" w:rsidRDefault="00031666" w:rsidP="00031666">
      <w:pPr>
        <w:rPr>
          <w:kern w:val="28"/>
          <w:sz w:val="40"/>
          <w:szCs w:val="40"/>
        </w:rPr>
      </w:pPr>
      <w:r>
        <w:br w:type="page"/>
      </w:r>
    </w:p>
    <w:p w:rsidR="00A6576C" w:rsidRDefault="00031666" w:rsidP="008D35E3">
      <w:pPr>
        <w:pStyle w:val="Titre"/>
      </w:pPr>
      <w:r>
        <w:t xml:space="preserve">DR3 : </w:t>
      </w:r>
      <w:r w:rsidR="00A6576C">
        <w:t xml:space="preserve">Chronogramme d’activation des </w:t>
      </w:r>
      <w:r w:rsidR="008D35E3">
        <w:t>EV</w:t>
      </w:r>
    </w:p>
    <w:p w:rsidR="007218D2" w:rsidRDefault="005C35CA" w:rsidP="007218D2">
      <w:pPr>
        <w:rPr>
          <w:noProof/>
        </w:rPr>
      </w:pPr>
      <w:r>
        <w:rPr>
          <w:noProof/>
        </w:rPr>
        <mc:AlternateContent>
          <mc:Choice Requires="wpc">
            <w:drawing>
              <wp:inline distT="0" distB="0" distL="0" distR="0" wp14:anchorId="1ADCEA11" wp14:editId="280C5788">
                <wp:extent cx="6150429" cy="5078186"/>
                <wp:effectExtent l="0" t="0" r="3175" b="8255"/>
                <wp:docPr id="81" name="Zone de dessin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84" name="Image 84"/>
                          <pic:cNvPicPr/>
                        </pic:nvPicPr>
                        <pic:blipFill>
                          <a:blip r:embed="rId10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6499" cy="50751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1" name="Connecteur droit avec flèche 91"/>
                        <wps:cNvCnPr/>
                        <wps:spPr>
                          <a:xfrm>
                            <a:off x="215884" y="3564403"/>
                            <a:ext cx="581191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Connecteur droit avec flèche 94"/>
                        <wps:cNvCnPr/>
                        <wps:spPr>
                          <a:xfrm>
                            <a:off x="220095" y="2658470"/>
                            <a:ext cx="581191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Connecteur droit avec flèche 96"/>
                        <wps:cNvCnPr/>
                        <wps:spPr>
                          <a:xfrm>
                            <a:off x="219650" y="1845671"/>
                            <a:ext cx="581191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Connecteur droit avec flèche 97"/>
                        <wps:cNvCnPr/>
                        <wps:spPr>
                          <a:xfrm>
                            <a:off x="215862" y="956671"/>
                            <a:ext cx="581191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Connecteur droit 100"/>
                        <wps:cNvCnPr/>
                        <wps:spPr>
                          <a:xfrm flipV="1">
                            <a:off x="1137557" y="404452"/>
                            <a:ext cx="0" cy="418011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Connecteur droit 103"/>
                        <wps:cNvCnPr/>
                        <wps:spPr>
                          <a:xfrm flipV="1">
                            <a:off x="1075292" y="405703"/>
                            <a:ext cx="0" cy="418011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Connecteur droit 104"/>
                        <wps:cNvCnPr/>
                        <wps:spPr>
                          <a:xfrm flipV="1">
                            <a:off x="917030" y="405703"/>
                            <a:ext cx="0" cy="418011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Zone de texte 101"/>
                        <wps:cNvSpPr txBox="1"/>
                        <wps:spPr>
                          <a:xfrm>
                            <a:off x="106" y="310641"/>
                            <a:ext cx="187815" cy="7436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576D" w:rsidRDefault="00C1576D">
                              <w:r>
                                <w:t>1</w:t>
                              </w:r>
                            </w:p>
                            <w:p w:rsidR="00C1576D" w:rsidRDefault="00C1576D"/>
                            <w:p w:rsidR="00C1576D" w:rsidRDefault="00C1576D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Zone de texte 106"/>
                        <wps:cNvSpPr txBox="1"/>
                        <wps:spPr>
                          <a:xfrm>
                            <a:off x="0" y="1203332"/>
                            <a:ext cx="187815" cy="7436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576D" w:rsidRDefault="00C1576D">
                              <w:r>
                                <w:t>1</w:t>
                              </w:r>
                            </w:p>
                            <w:p w:rsidR="00C1576D" w:rsidRDefault="00C1576D"/>
                            <w:p w:rsidR="00C1576D" w:rsidRDefault="00C1576D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Zone de texte 107"/>
                        <wps:cNvSpPr txBox="1"/>
                        <wps:spPr>
                          <a:xfrm>
                            <a:off x="0" y="2024132"/>
                            <a:ext cx="187815" cy="7436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576D" w:rsidRDefault="00C1576D">
                              <w:r>
                                <w:t>1</w:t>
                              </w:r>
                            </w:p>
                            <w:p w:rsidR="00C1576D" w:rsidRDefault="00C1576D"/>
                            <w:p w:rsidR="00C1576D" w:rsidRDefault="00C1576D">
                              <w:r>
                                <w:t>0</w:t>
                              </w:r>
                            </w:p>
                            <w:p w:rsidR="00C1576D" w:rsidRDefault="00C1576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Zone de texte 108"/>
                        <wps:cNvSpPr txBox="1"/>
                        <wps:spPr>
                          <a:xfrm>
                            <a:off x="0" y="2932668"/>
                            <a:ext cx="187815" cy="7436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576D" w:rsidRDefault="00C1576D">
                              <w:r>
                                <w:t>1</w:t>
                              </w:r>
                            </w:p>
                            <w:p w:rsidR="00C1576D" w:rsidRDefault="00C1576D"/>
                            <w:p w:rsidR="00C1576D" w:rsidRDefault="00C1576D">
                              <w:r>
                                <w:t>0</w:t>
                              </w:r>
                            </w:p>
                            <w:p w:rsidR="00C1576D" w:rsidRDefault="00C1576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Connecteur droit 109"/>
                        <wps:cNvCnPr/>
                        <wps:spPr>
                          <a:xfrm>
                            <a:off x="215868" y="2209641"/>
                            <a:ext cx="5767879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Connecteur droit 110"/>
                        <wps:cNvCnPr/>
                        <wps:spPr>
                          <a:xfrm>
                            <a:off x="215868" y="1355500"/>
                            <a:ext cx="5767879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Forme libre 98"/>
                        <wps:cNvSpPr/>
                        <wps:spPr>
                          <a:xfrm>
                            <a:off x="223820" y="1355476"/>
                            <a:ext cx="1328738" cy="492340"/>
                          </a:xfrm>
                          <a:custGeom>
                            <a:avLst/>
                            <a:gdLst>
                              <a:gd name="connsiteX0" fmla="*/ 0 w 1328738"/>
                              <a:gd name="connsiteY0" fmla="*/ 523875 h 533400"/>
                              <a:gd name="connsiteX1" fmla="*/ 685800 w 1328738"/>
                              <a:gd name="connsiteY1" fmla="*/ 528638 h 533400"/>
                              <a:gd name="connsiteX2" fmla="*/ 685800 w 1328738"/>
                              <a:gd name="connsiteY2" fmla="*/ 0 h 533400"/>
                              <a:gd name="connsiteX3" fmla="*/ 847725 w 1328738"/>
                              <a:gd name="connsiteY3" fmla="*/ 0 h 533400"/>
                              <a:gd name="connsiteX4" fmla="*/ 852488 w 1328738"/>
                              <a:gd name="connsiteY4" fmla="*/ 528638 h 533400"/>
                              <a:gd name="connsiteX5" fmla="*/ 1328738 w 1328738"/>
                              <a:gd name="connsiteY5" fmla="*/ 533400 h 533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28738" h="533400">
                                <a:moveTo>
                                  <a:pt x="0" y="523875"/>
                                </a:moveTo>
                                <a:lnTo>
                                  <a:pt x="685800" y="528638"/>
                                </a:lnTo>
                                <a:lnTo>
                                  <a:pt x="685800" y="0"/>
                                </a:lnTo>
                                <a:lnTo>
                                  <a:pt x="847725" y="0"/>
                                </a:lnTo>
                                <a:cubicBezTo>
                                  <a:pt x="849313" y="176213"/>
                                  <a:pt x="850900" y="352425"/>
                                  <a:pt x="852488" y="528638"/>
                                </a:cubicBezTo>
                                <a:lnTo>
                                  <a:pt x="1328738" y="53340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Connecteur droit 111"/>
                        <wps:cNvCnPr/>
                        <wps:spPr>
                          <a:xfrm>
                            <a:off x="220095" y="464546"/>
                            <a:ext cx="5767879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Forme libre 93"/>
                        <wps:cNvSpPr/>
                        <wps:spPr>
                          <a:xfrm>
                            <a:off x="228583" y="464539"/>
                            <a:ext cx="1395412" cy="487944"/>
                          </a:xfrm>
                          <a:custGeom>
                            <a:avLst/>
                            <a:gdLst>
                              <a:gd name="connsiteX0" fmla="*/ 0 w 1395412"/>
                              <a:gd name="connsiteY0" fmla="*/ 523875 h 528637"/>
                              <a:gd name="connsiteX1" fmla="*/ 685800 w 1395412"/>
                              <a:gd name="connsiteY1" fmla="*/ 523875 h 528637"/>
                              <a:gd name="connsiteX2" fmla="*/ 685800 w 1395412"/>
                              <a:gd name="connsiteY2" fmla="*/ 0 h 528637"/>
                              <a:gd name="connsiteX3" fmla="*/ 1000125 w 1395412"/>
                              <a:gd name="connsiteY3" fmla="*/ 0 h 528637"/>
                              <a:gd name="connsiteX4" fmla="*/ 1000125 w 1395412"/>
                              <a:gd name="connsiteY4" fmla="*/ 528637 h 528637"/>
                              <a:gd name="connsiteX5" fmla="*/ 1395412 w 1395412"/>
                              <a:gd name="connsiteY5" fmla="*/ 528637 h 5286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95412" h="528637">
                                <a:moveTo>
                                  <a:pt x="0" y="523875"/>
                                </a:moveTo>
                                <a:lnTo>
                                  <a:pt x="685800" y="523875"/>
                                </a:lnTo>
                                <a:lnTo>
                                  <a:pt x="685800" y="0"/>
                                </a:lnTo>
                                <a:lnTo>
                                  <a:pt x="1000125" y="0"/>
                                </a:lnTo>
                                <a:lnTo>
                                  <a:pt x="1000125" y="528637"/>
                                </a:lnTo>
                                <a:lnTo>
                                  <a:pt x="1395412" y="528637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Connecteur droit 113"/>
                        <wps:cNvCnPr/>
                        <wps:spPr>
                          <a:xfrm>
                            <a:off x="215864" y="3095120"/>
                            <a:ext cx="5767879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81" o:spid="_x0000_s1026" editas="canvas" style="width:484.3pt;height:399.85pt;mso-position-horizontal-relative:char;mso-position-vertical-relative:line" coordsize="61499,507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">
                <v:shape id="_x0000_s1027" type="#_x0000_t75" style="position:absolute;width:61499;height:50780;visibility:visible;mso-wrap-style:square">
                  <v:fill o:detectmouseclick="t"/>
                  <v:path o:connecttype="none"/>
                </v:shape>
                <v:shape id="Image 84" o:spid="_x0000_s1028" type="#_x0000_t75" style="position:absolute;width:61464;height:507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70ibFAAAA2wAAAA8AAABkcnMvZG93bnJldi54bWxEj0FrwkAUhO8F/8PyBG91kyKi0VWKYBWk&#10;B7UQentkn0lo9m3YXU3sr+8WBI/DzHzDLNe9acSNnK8tK0jHCQjiwuqaSwVf5+3rDIQPyBoby6Tg&#10;Th7Wq8HLEjNtOz7S7RRKESHsM1RQhdBmUvqiIoN+bFvi6F2sMxiidKXUDrsIN418S5KpNFhzXKiw&#10;pU1Fxc/pahTkc7eZpqnf5c3HpLtuP78Pv4dWqdGwf1+ACNSHZ/jR3msFswn8f4k/QK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fO9ImxQAAANsAAAAPAAAAAAAAAAAAAAAA&#10;AJ8CAABkcnMvZG93bnJldi54bWxQSwUGAAAAAAQABAD3AAAAkQMAAAAA&#10;">
                  <v:imagedata r:id="rId105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91" o:spid="_x0000_s1029" type="#_x0000_t32" style="position:absolute;left:2158;top:35644;width:58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c+VsUAAADbAAAADwAAAGRycy9kb3ducmV2LnhtbESPzWrDMBCE74W8g9hAbo2cHkLrRgn5&#10;oRByap2G0NtibS031sqRFNt9+6pQ6HGYmW+YxWqwjejIh9qxgtk0A0FcOl1zpeD9+HL/CCJEZI2N&#10;Y1LwTQFWy9HdAnPten6jroiVSBAOOSowMba5lKE0ZDFMXUucvE/nLcYkfSW1xz7BbSMfsmwuLdac&#10;Fgy2tDVUXoqbVdB0h/56un1dze61Oxbb84fZ+FapyXhYP4OINMT/8F97rxU8zeD3S/oB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c+VsUAAADbAAAADwAAAAAAAAAA&#10;AAAAAAChAgAAZHJzL2Rvd25yZXYueG1sUEsFBgAAAAAEAAQA+QAAAJMDAAAAAA==&#10;" strokecolor="black [3213]">
                  <v:stroke endarrow="block"/>
                </v:shape>
                <v:shape id="Connecteur droit avec flèche 94" o:spid="_x0000_s1030" type="#_x0000_t32" style="position:absolute;left:2200;top:26584;width:58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CdzsUAAADbAAAADwAAAGRycy9kb3ducmV2LnhtbESPQUsDMRSE70L/Q3iF3my2IkXXpsVW&#10;hNJT3Sri7bF5blY3L9sk3d3++6YgeBxm5htmsRpsIzryoXasYDbNQBCXTtdcKXg/vN4+gAgRWWPj&#10;mBScKcBqObpZYK5dz2/UFbESCcIhRwUmxjaXMpSGLIapa4mT9+28xZikr6T22Ce4beRdls2lxZrT&#10;gsGWNobK3+JkFTTdrj9+nH6O5mXfHYrN55dZ+1apyXh4fgIRaYj/4b/2Vit4vIfrl/Q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CdzsUAAADbAAAADwAAAAAAAAAA&#10;AAAAAAChAgAAZHJzL2Rvd25yZXYueG1sUEsFBgAAAAAEAAQA+QAAAJMDAAAAAA==&#10;" strokecolor="black [3213]">
                  <v:stroke endarrow="block"/>
                </v:shape>
                <v:shape id="Connecteur droit avec flèche 96" o:spid="_x0000_s1031" type="#_x0000_t32" style="position:absolute;left:2196;top:18456;width:581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6mIsUAAADbAAAADwAAAGRycy9kb3ducmV2LnhtbESPzWrDMBCE74W8g9hAb42cHELrRgn5&#10;oVB6apyW0ttibS031sqRFNt5+yhQ6HGYmW+YxWqwjejIh9qxgukkA0FcOl1zpeDj8PLwCCJEZI2N&#10;Y1JwoQCr5ehugbl2Pe+pK2IlEoRDjgpMjG0uZSgNWQwT1xIn78d5izFJX0ntsU9w28hZls2lxZrT&#10;gsGWtobKY3G2CprurT99nn9PZvfeHYrt17fZ+Fap+/GwfgYRaYj/4b/2q1bwNIfbl/QD5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6mIsUAAADbAAAADwAAAAAAAAAA&#10;AAAAAAChAgAAZHJzL2Rvd25yZXYueG1sUEsFBgAAAAAEAAQA+QAAAJMDAAAAAA==&#10;" strokecolor="black [3213]">
                  <v:stroke endarrow="block"/>
                </v:shape>
                <v:shape id="Connecteur droit avec flèche 97" o:spid="_x0000_s1032" type="#_x0000_t32" style="position:absolute;left:2158;top:9566;width:581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IDucUAAADbAAAADwAAAGRycy9kb3ducmV2LnhtbESPQU8CMRSE7yb8h+aRcJMuHkRXChGM&#10;CeGEi8Z4e9k+t6vb16Utu8u/pyQmHicz801msRpsIzryoXasYDbNQBCXTtdcKXg/vN4+gAgRWWPj&#10;mBScKcBqObpZYK5dz2/UFbESCcIhRwUmxjaXMpSGLIapa4mT9+28xZikr6T22Ce4beRdlt1LizWn&#10;BYMtbQyVv8XJKmi6XX/8OP0czcu+OxSbzy+z9q1Sk/Hw/AQi0hD/w3/trVbwOIfrl/Q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6IDucUAAADbAAAADwAAAAAAAAAA&#10;AAAAAAChAgAAZHJzL2Rvd25yZXYueG1sUEsFBgAAAAAEAAQA+QAAAJMDAAAAAA==&#10;" strokecolor="black [3213]">
                  <v:stroke endarrow="block"/>
                </v:shape>
                <v:line id="Connecteur droit 100" o:spid="_x0000_s1033" style="position:absolute;flip:y;visibility:visible;mso-wrap-style:square" from="11375,4044" to="11375,45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9IcMQAAADcAAAADwAAAGRycy9kb3ducmV2LnhtbESPzWrDMBCE74G+g9hCL6GR25JQ3Cih&#10;pBR6yv8DLNLGNrFWRlJt9+2zh0Juu8zszLfL9ehb1VNMTWADL7MCFLENruHKwPn0/fwOKmVkh21g&#10;MvBHCdarh8kSSxcGPlB/zJWSEE4lGqhz7kqtk63JY5qFjli0S4ges6yx0i7iIOG+1a9FsdAeG5aG&#10;Gjva1GSvx19vIG6vl26+G8YDnex+Mf2ym/4tGfP0OH5+gMo05rv5//rHCX4h+PKMTK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b0hwxAAAANwAAAAPAAAAAAAAAAAA&#10;AAAAAKECAABkcnMvZG93bnJldi54bWxQSwUGAAAAAAQABAD5AAAAkgMAAAAA&#10;" strokecolor="black [3213]">
                  <v:stroke dashstyle="1 1"/>
                </v:line>
                <v:line id="Connecteur droit 103" o:spid="_x0000_s1034" style="position:absolute;flip:y;visibility:visible;mso-wrap-style:square" from="10752,4057" to="10752,45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3WB8EAAADcAAAADwAAAGRycy9kb3ducmV2LnhtbERP22oCMRB9F/yHMIW+SM22opTtRhFF&#10;8Kn19gFDMnvBzWRJ0t3175tCoW9zONcpNqNtRU8+NI4VvM4zEMTamYYrBbfr4eUdRIjIBlvHpOBB&#10;ATbr6aTA3LiBz9RfYiVSCIccFdQxdrmUQddkMcxdR5y40nmLMUFfSeNxSOG2lW9ZtpIWG04NNXa0&#10;q0nfL99Wgf+8l93yaxjPdNWn1Wyvd/0iKPX8NG4/QEQa47/4z300aX62gN9n0gVy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vdYHwQAAANwAAAAPAAAAAAAAAAAAAAAA&#10;AKECAABkcnMvZG93bnJldi54bWxQSwUGAAAAAAQABAD5AAAAjwMAAAAA&#10;" strokecolor="black [3213]">
                  <v:stroke dashstyle="1 1"/>
                </v:line>
                <v:line id="Connecteur droit 104" o:spid="_x0000_s1035" style="position:absolute;flip:y;visibility:visible;mso-wrap-style:square" from="9170,4057" to="9170,45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ROc8EAAADcAAAADwAAAGRycy9kb3ducmV2LnhtbERP22oCMRB9L/gPYQRfima1VWQ1iihC&#10;n1pvHzAk4+7iZrIkcXf7902h0Lc5nOust72tRUs+VI4VTCcZCGLtTMWFgtv1OF6CCBHZYO2YFHxT&#10;gO1m8LLG3LiOz9ReYiFSCIccFZQxNrmUQZdkMUxcQ5y4u/MWY4K+kMZjl8JtLWdZtpAWK04NJTa0&#10;L0k/Lk+rwH8+7s38q+vPdNWnxetB79u3oNRo2O9WICL18V/85/4waX72Dr/PpAvk5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VE5zwQAAANwAAAAPAAAAAAAAAAAAAAAA&#10;AKECAABkcnMvZG93bnJldi54bWxQSwUGAAAAAAQABAD5AAAAjwMAAAAA&#10;" strokecolor="black [3213]">
                  <v:stroke dashstyle="1 1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01" o:spid="_x0000_s1036" type="#_x0000_t202" style="position:absolute;left:1;top:3106;width:1878;height:7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aZcQA&#10;AADcAAAADwAAAGRycy9kb3ducmV2LnhtbERPS2vCQBC+C/6HZQpepG6sVEvqKiLVijeTPuhtyE6T&#10;YHY2ZNck/fduQfA2H99zluveVKKlxpWWFUwnEQjizOqScwUf6e7xBYTzyBory6TgjxysV8PBEmNt&#10;Oz5Rm/hchBB2MSoovK9jKV1WkEE3sTVx4H5tY9AH2ORSN9iFcFPJpyiaS4Mlh4YCa9oWlJ2Ti1Hw&#10;M86/j67ff3az51n99t6miy+dKjV66DevIDz1/i6+uQ86zI+m8P9Mu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8mmXEAAAA3AAAAA8AAAAAAAAAAAAAAAAAmAIAAGRycy9k&#10;b3ducmV2LnhtbFBLBQYAAAAABAAEAPUAAACJAwAAAAA=&#10;" fillcolor="white [3201]" stroked="f" strokeweight=".5pt">
                  <v:textbox>
                    <w:txbxContent>
                      <w:p w:rsidR="00C1576D" w:rsidRDefault="00C1576D">
                        <w:r>
                          <w:t>1</w:t>
                        </w:r>
                      </w:p>
                      <w:p w:rsidR="00C1576D" w:rsidRDefault="00C1576D"/>
                      <w:p w:rsidR="00C1576D" w:rsidRDefault="00C1576D">
                        <w:r>
                          <w:t>0</w:t>
                        </w:r>
                      </w:p>
                    </w:txbxContent>
                  </v:textbox>
                </v:shape>
                <v:shape id="Zone de texte 106" o:spid="_x0000_s1037" type="#_x0000_t202" style="position:absolute;top:12033;width:1878;height:7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UCEcQA&#10;AADcAAAADwAAAGRycy9kb3ducmV2LnhtbERPS2vCQBC+C/6HZQpepG5U1JK6ipTaFm8mfdDbkJ0m&#10;wexsyK5J/PduQfA2H99z1tveVKKlxpWWFUwnEQjizOqScwWf6f7xCYTzyBory6TgQg62m+FgjbG2&#10;HR+pTXwuQgi7GBUU3texlC4ryKCb2Jo4cH+2MegDbHKpG+xCuKnkLIqW0mDJoaHAml4Kyk7J2Sj4&#10;Hec/B9e/fXXzxbx+fW/T1bdOlRo99LtnEJ56fxff3B86zI+W8P9MuE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VAhHEAAAA3AAAAA8AAAAAAAAAAAAAAAAAmAIAAGRycy9k&#10;b3ducmV2LnhtbFBLBQYAAAAABAAEAPUAAACJAwAAAAA=&#10;" fillcolor="white [3201]" stroked="f" strokeweight=".5pt">
                  <v:textbox>
                    <w:txbxContent>
                      <w:p w:rsidR="00C1576D" w:rsidRDefault="00C1576D">
                        <w:r>
                          <w:t>1</w:t>
                        </w:r>
                      </w:p>
                      <w:p w:rsidR="00C1576D" w:rsidRDefault="00C1576D"/>
                      <w:p w:rsidR="00C1576D" w:rsidRDefault="00C1576D">
                        <w:r>
                          <w:t>0</w:t>
                        </w:r>
                      </w:p>
                    </w:txbxContent>
                  </v:textbox>
                </v:shape>
                <v:shape id="Zone de texte 107" o:spid="_x0000_s1038" type="#_x0000_t202" style="position:absolute;top:20241;width:1878;height:7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nisQA&#10;AADcAAAADwAAAGRycy9kb3ducmV2LnhtbERPS2vCQBC+F/wPywi9iG6qVCW6ihT7oLcmPvA2ZMck&#10;mJ0N2W2S/vtuQehtPr7nrLe9qURLjSstK3iaRCCIM6tLzhUc0tfxEoTzyBory6TghxxsN4OHNcba&#10;dvxFbeJzEULYxaig8L6OpXRZQQbdxNbEgbvaxqAPsMmlbrAL4aaS0yiaS4Mlh4YCa3opKLsl30bB&#10;ZZSfP13/duxmz7N6/96mi5NOlXoc9rsVCE+9/xff3R86zI8W8PdMuE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Zp4rEAAAA3AAAAA8AAAAAAAAAAAAAAAAAmAIAAGRycy9k&#10;b3ducmV2LnhtbFBLBQYAAAAABAAEAPUAAACJAwAAAAA=&#10;" fillcolor="white [3201]" stroked="f" strokeweight=".5pt">
                  <v:textbox>
                    <w:txbxContent>
                      <w:p w:rsidR="00C1576D" w:rsidRDefault="00C1576D">
                        <w:r>
                          <w:t>1</w:t>
                        </w:r>
                      </w:p>
                      <w:p w:rsidR="00C1576D" w:rsidRDefault="00C1576D"/>
                      <w:p w:rsidR="00C1576D" w:rsidRDefault="00C1576D">
                        <w:r>
                          <w:t>0</w:t>
                        </w:r>
                      </w:p>
                      <w:p w:rsidR="00C1576D" w:rsidRDefault="00C1576D"/>
                    </w:txbxContent>
                  </v:textbox>
                </v:shape>
                <v:shape id="Zone de texte 108" o:spid="_x0000_s1039" type="#_x0000_t202" style="position:absolute;top:29326;width:1878;height:7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z+McA&#10;AADcAAAADwAAAGRycy9kb3ducmV2LnhtbESPS2vDQAyE74H+h0WFXkqybkOT4GQTSumL3hrnQW7C&#10;q9qmXq3xbm3n30eHQm4SM5r5tNoMrlYdtaHybOBhkoAizr2tuDCwy97GC1AhIlusPZOBMwXYrG9G&#10;K0yt7/mbum0slIRwSNFAGWOTah3ykhyGiW+IRfvxrcMoa1to22Iv4a7Wj0ky0w4rloYSG3opKf/d&#10;/jkDp/vi+BWG930/fZo2rx9dNj/YzJi72+F5CSrSEK/m/+tPK/iJ0MozMoFe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GM/jHAAAA3AAAAA8AAAAAAAAAAAAAAAAAmAIAAGRy&#10;cy9kb3ducmV2LnhtbFBLBQYAAAAABAAEAPUAAACMAwAAAAA=&#10;" fillcolor="white [3201]" stroked="f" strokeweight=".5pt">
                  <v:textbox>
                    <w:txbxContent>
                      <w:p w:rsidR="00C1576D" w:rsidRDefault="00C1576D">
                        <w:r>
                          <w:t>1</w:t>
                        </w:r>
                      </w:p>
                      <w:p w:rsidR="00C1576D" w:rsidRDefault="00C1576D"/>
                      <w:p w:rsidR="00C1576D" w:rsidRDefault="00C1576D">
                        <w:r>
                          <w:t>0</w:t>
                        </w:r>
                      </w:p>
                      <w:p w:rsidR="00C1576D" w:rsidRDefault="00C1576D"/>
                    </w:txbxContent>
                  </v:textbox>
                </v:shape>
                <v:line id="Connecteur droit 109" o:spid="_x0000_s1040" style="position:absolute;visibility:visible;mso-wrap-style:square" from="2158,22096" to="59837,2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9LzMMAAADcAAAADwAAAGRycy9kb3ducmV2LnhtbERPS2sCMRC+F/ofwhS8FE0UbHVrlCIq&#10;2kupj/t0M91Nu5ksm7iu/94UCr3Nx/ec2aJzlWipCdazhuFAgSDOvbFcaDge1v0JiBCRDVaeScOV&#10;Aizm93czzIy/8Ae1+1iIFMIhQw1ljHUmZchLchgGviZO3JdvHMYEm0KaBi8p3FVypNSTdGg5NZRY&#10;07Kk/Gd/dhoeT8fNdKyed22+tq19+151759K695D9/oCIlIX/8V/7q1J89UUfp9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PS8zDAAAA3AAAAA8AAAAAAAAAAAAA&#10;AAAAoQIAAGRycy9kb3ducmV2LnhtbFBLBQYAAAAABAAEAPkAAACRAwAAAAA=&#10;" strokecolor="black [3213]">
                  <v:stroke dashstyle="1 1"/>
                </v:line>
                <v:line id="Connecteur droit 110" o:spid="_x0000_s1041" style="position:absolute;visibility:visible;mso-wrap-style:square" from="2158,13555" to="59837,13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x0jMYAAADcAAAADwAAAGRycy9kb3ducmV2LnhtbESPT0/DMAzF75P4DpEn7YJYskn8K8sm&#10;hBiCXRBj3E3jtYHGqZrQdd9+PiDtZus9v/fzYjWERvXUJR/ZwmxqQBGX0XmuLOw+11d3oFJGdthE&#10;JgtHSrBaXowWWLh44A/qt7lSEsKpQAt1zm2hdSprCpimsSUWbR+7gFnWrtKuw4OEh0bPjbnRAT1L&#10;Q40tPdVU/m7/goXLr93L/bW5fevLte/95ud5eP821k7Gw+MDqExDPpv/r1+d4M8EX56RCfTyB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sdIzGAAAA3AAAAA8AAAAAAAAA&#10;AAAAAAAAoQIAAGRycy9kb3ducmV2LnhtbFBLBQYAAAAABAAEAPkAAACUAwAAAAA=&#10;" strokecolor="black [3213]">
                  <v:stroke dashstyle="1 1"/>
                </v:line>
                <v:shape id="Forme libre 98" o:spid="_x0000_s1042" style="position:absolute;left:2238;top:13554;width:13287;height:4924;visibility:visible;mso-wrap-style:square;v-text-anchor:middle" coordsize="1328738,533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OV5cIA&#10;AADbAAAADwAAAGRycy9kb3ducmV2LnhtbERPy2rCQBTdF/yH4Qrd1YktSE0dRYRiUCg11kV3l8xt&#10;Epy5EzKTh359Z1Ho8nDeq81ojeip9bVjBfNZAoK4cLrmUsHX+f3pFYQPyBqNY1JwIw+b9eRhhal2&#10;A5+oz0MpYgj7FBVUITSplL6oyKKfuYY4cj+utRgibEupWxxiuDXyOUkW0mLNsaHChnYVFde8swou&#10;+9w1H3d68Udz/O72B1N8ZhelHqfj9g1EoDH8i//cmVawjGPjl/g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w5XlwgAAANsAAAAPAAAAAAAAAAAAAAAAAJgCAABkcnMvZG93&#10;bnJldi54bWxQSwUGAAAAAAQABAD1AAAAhwMAAAAA&#10;" path="m,523875r685800,4763l685800,,847725,v1588,176213,3175,352425,4763,528638l1328738,533400e" filled="f" strokecolor="red" strokeweight="2pt">
                  <v:path arrowok="t" o:connecttype="custom" o:connectlocs="0,483548;685800,487945;685800,0;847725,0;852488,487945;1328738,492340" o:connectangles="0,0,0,0,0,0"/>
                </v:shape>
                <v:line id="Connecteur droit 111" o:spid="_x0000_s1043" style="position:absolute;visibility:visible;mso-wrap-style:square" from="2200,4645" to="59879,4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DRF8QAAADcAAAADwAAAGRycy9kb3ducmV2LnhtbERPS2sCMRC+F/wPYYReSk1W6MOtUUS0&#10;aC+lau/TzXQ3upksm3Rd/70pFHqbj+8503nvatFRG6xnDdlIgSAuvLFcajjs1/fPIEJENlh7Jg0X&#10;CjCfDW6mmBt/5g/qdrEUKYRDjhqqGJtcylBU5DCMfEOcuG/fOowJtqU0LZ5TuKvlWKlH6dByaqiw&#10;oWVFxWn34zTcfR5eJw/qadsVa9vZt+Oqf/9SWt8O+8ULiEh9/Bf/uTcmzc8y+H0mXS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oNEXxAAAANwAAAAPAAAAAAAAAAAA&#10;AAAAAKECAABkcnMvZG93bnJldi54bWxQSwUGAAAAAAQABAD5AAAAkgMAAAAA&#10;" strokecolor="black [3213]">
                  <v:stroke dashstyle="1 1"/>
                </v:line>
                <v:shape id="Forme libre 93" o:spid="_x0000_s1044" style="position:absolute;left:2285;top:4645;width:13954;height:4879;visibility:visible;mso-wrap-style:square;v-text-anchor:middle" coordsize="1395412,5286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P/DMMA&#10;AADbAAAADwAAAGRycy9kb3ducmV2LnhtbESPT2sCMRTE70K/Q3hCb5p1BdGtUew/2oMX19bzY/O6&#10;WUxelk2qWz99Iwgeh5n5DbNc986KE3Wh8axgMs5AEFdeN1wr+Nq/j+YgQkTWaD2Tgj8KsF49DJZY&#10;aH/mHZ3KWIsE4VCgAhNjW0gZKkMOw9i3xMn78Z3DmGRXS93hOcGdlXmWzaTDhtOCwZZeDFXH8tcp&#10;OODHd5O/obEHH6bP9rLdvuZBqcdhv3kCEamP9/Ct/akVLKZw/Z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P/DMMAAADbAAAADwAAAAAAAAAAAAAAAACYAgAAZHJzL2Rv&#10;d25yZXYueG1sUEsFBgAAAAAEAAQA9QAAAIgDAAAAAA==&#10;" path="m,523875r685800,l685800,r314325,l1000125,528637r395287,e" filled="f" strokecolor="#0070c0" strokeweight="2pt">
                  <v:path arrowok="t" o:connecttype="custom" o:connectlocs="0,483549;685800,483549;685800,0;1000125,0;1000125,487944;1395412,487944" o:connectangles="0,0,0,0,0,0"/>
                </v:shape>
                <v:line id="Connecteur droit 113" o:spid="_x0000_s1045" style="position:absolute;visibility:visible;mso-wrap-style:square" from="2158,30951" to="59837,30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7q+8QAAADcAAAADwAAAGRycy9kb3ducmV2LnhtbERPTU8CMRC9m/AfmiHhQqBFI+hKIcaA&#10;AS5GxPu4HXaL2+lmW5fl31sTEm/z8j5nvuxcJVpqgvWsYTJWIIhzbywXGg4f69EDiBCRDVaeScOF&#10;AiwXvZs5Zsaf+Z3afSxECuGQoYYyxjqTMuQlOQxjXxMn7ugbhzHBppCmwXMKd5W8VWoqHVpODSXW&#10;9FJS/r3/cRqGn4fXx3s127b52rZ2d1p1b19K60G/e34CEamL/+Kre2PS/Mkd/D2TLp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Pur7xAAAANwAAAAPAAAAAAAAAAAA&#10;AAAAAKECAABkcnMvZG93bnJldi54bWxQSwUGAAAAAAQABAD5AAAAkgMAAAAA&#10;" strokecolor="black [3213]">
                  <v:stroke dashstyle="1 1"/>
                </v:line>
                <w10:anchorlock/>
              </v:group>
            </w:pict>
          </mc:Fallback>
        </mc:AlternateContent>
      </w:r>
    </w:p>
    <w:p w:rsidR="008929F4" w:rsidRDefault="008929F4" w:rsidP="007218D2">
      <w:pPr>
        <w:rPr>
          <w:noProof/>
        </w:rPr>
      </w:pPr>
    </w:p>
    <w:p w:rsidR="008929F4" w:rsidRDefault="008929F4" w:rsidP="00B17605">
      <w:pPr>
        <w:pStyle w:val="Questions"/>
        <w:sectPr w:rsidR="008929F4" w:rsidSect="002D5EA3">
          <w:pgSz w:w="11906" w:h="16838"/>
          <w:pgMar w:top="1134" w:right="1134" w:bottom="1134" w:left="1134" w:header="720" w:footer="720" w:gutter="0"/>
          <w:cols w:space="567"/>
          <w:docGrid w:linePitch="326"/>
        </w:sectPr>
      </w:pPr>
    </w:p>
    <w:p w:rsidR="00A6576C" w:rsidRDefault="00031666" w:rsidP="008D35E3">
      <w:pPr>
        <w:pStyle w:val="Titre"/>
      </w:pPr>
      <w:r>
        <w:t>DR4</w:t>
      </w:r>
      <w:r w:rsidR="008D35E3">
        <w:t xml:space="preserve"> : </w:t>
      </w:r>
      <w:r w:rsidR="008929F4">
        <w:t>Diagramme d’activité</w:t>
      </w:r>
      <w:r w:rsidR="008D35E3">
        <w:t>s</w:t>
      </w:r>
    </w:p>
    <w:p w:rsidR="008D35E3" w:rsidRDefault="00B54076" w:rsidP="008D35E3">
      <w:r>
        <w:rPr>
          <w:noProof/>
        </w:rPr>
        <w:drawing>
          <wp:inline distT="0" distB="0" distL="0" distR="0">
            <wp:extent cx="6128222" cy="8505543"/>
            <wp:effectExtent l="0" t="0" r="6350" b="0"/>
            <wp:docPr id="1" name="Image 1" descr="C:\Users\Bruno_2\Documents\1_Travail\Enseignement\PTSI\TP-2016-17\TP6b.Commande-Systèmes-logiques&amp;numériques\TP7.Machines-Etats.BVR\Dossier-SYSML.BVR\BVR\ACTIVITY-Add-on.corrige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uno_2\Documents\1_Travail\Enseignement\PTSI\TP-2016-17\TP6b.Commande-Systèmes-logiques&amp;numériques\TP7.Machines-Etats.BVR\Dossier-SYSML.BVR\BVR\ACTIVITY-Add-on.corrige.emf"/>
                    <pic:cNvPicPr>
                      <a:picLocks noChangeAspect="1" noChangeArrowheads="1"/>
                    </pic:cNvPicPr>
                  </pic:nvPicPr>
                  <pic:blipFill rotWithShape="1"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13" r="28551" b="6828"/>
                    <a:stretch/>
                  </pic:blipFill>
                  <pic:spPr bwMode="auto">
                    <a:xfrm>
                      <a:off x="0" y="0"/>
                      <a:ext cx="6137616" cy="8518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D35E3" w:rsidSect="008D35E3">
      <w:headerReference w:type="default" r:id="rId107"/>
      <w:pgSz w:w="11906" w:h="16838"/>
      <w:pgMar w:top="1134" w:right="1134" w:bottom="1134" w:left="1134" w:header="720" w:footer="720" w:gutter="0"/>
      <w:cols w:space="567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BFF" w:rsidRDefault="00BD7BFF">
      <w:r>
        <w:separator/>
      </w:r>
    </w:p>
  </w:endnote>
  <w:endnote w:type="continuationSeparator" w:id="0">
    <w:p w:rsidR="00BD7BFF" w:rsidRDefault="00BD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78" w:rsidRDefault="004C137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6D" w:rsidRDefault="008D35E3" w:rsidP="00863A6E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8"/>
      </w:tabs>
    </w:pPr>
    <w:r>
      <w:t>PTSI-Lycée Chevrollier</w:t>
    </w:r>
    <w:r w:rsidR="00C1576D">
      <w:tab/>
    </w:r>
    <w:r w:rsidR="00C1576D">
      <w:tab/>
    </w:r>
    <w:r w:rsidR="00C1576D">
      <w:rPr>
        <w:rStyle w:val="Numrodepage"/>
      </w:rPr>
      <w:fldChar w:fldCharType="begin"/>
    </w:r>
    <w:r w:rsidR="00C1576D">
      <w:rPr>
        <w:rStyle w:val="Numrodepage"/>
      </w:rPr>
      <w:instrText xml:space="preserve"> PAGE </w:instrText>
    </w:r>
    <w:r w:rsidR="00C1576D">
      <w:rPr>
        <w:rStyle w:val="Numrodepage"/>
      </w:rPr>
      <w:fldChar w:fldCharType="separate"/>
    </w:r>
    <w:r w:rsidR="00BD7BFF">
      <w:rPr>
        <w:rStyle w:val="Numrodepage"/>
        <w:noProof/>
      </w:rPr>
      <w:t>1</w:t>
    </w:r>
    <w:r w:rsidR="00C1576D">
      <w:rPr>
        <w:rStyle w:val="Numrodepage"/>
      </w:rPr>
      <w:fldChar w:fldCharType="end"/>
    </w:r>
    <w:r w:rsidR="004C1378">
      <w:rPr>
        <w:rStyle w:val="Numrodepage"/>
      </w:rPr>
      <w:t>/4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78" w:rsidRDefault="004C137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BFF" w:rsidRDefault="00BD7BFF">
      <w:r>
        <w:separator/>
      </w:r>
    </w:p>
  </w:footnote>
  <w:footnote w:type="continuationSeparator" w:id="0">
    <w:p w:rsidR="00BD7BFF" w:rsidRDefault="00BD7B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78" w:rsidRDefault="004C13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6D" w:rsidRDefault="00BD7BFF" w:rsidP="00863A6E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</w:pPr>
    <w:r>
      <w:fldChar w:fldCharType="begin"/>
    </w:r>
    <w:r>
      <w:instrText xml:space="preserve"> FILENAME </w:instrText>
    </w:r>
    <w:r>
      <w:fldChar w:fldCharType="separate"/>
    </w:r>
    <w:r w:rsidR="00C22566">
      <w:rPr>
        <w:noProof/>
      </w:rPr>
      <w:t>TP1-BVR.Corrigé.docx</w:t>
    </w:r>
    <w:r>
      <w:rPr>
        <w:noProof/>
      </w:rPr>
      <w:fldChar w:fldCharType="end"/>
    </w:r>
    <w:r w:rsidR="00C1576D">
      <w:tab/>
    </w:r>
    <w:r w:rsidR="008D35E3">
      <w:t>Commande module « Add-on »</w:t>
    </w:r>
    <w:r w:rsidR="00C1576D">
      <w:tab/>
    </w:r>
    <w:r w:rsidR="00C1576D">
      <w:rPr>
        <w:rStyle w:val="Numrodepage"/>
      </w:rPr>
      <w:fldChar w:fldCharType="begin"/>
    </w:r>
    <w:r w:rsidR="00C1576D">
      <w:rPr>
        <w:rStyle w:val="Numrodepage"/>
      </w:rPr>
      <w:instrText xml:space="preserve"> DATE \@ "dd/MM/yyyy" </w:instrText>
    </w:r>
    <w:r w:rsidR="00C1576D">
      <w:rPr>
        <w:rStyle w:val="Numrodepage"/>
      </w:rPr>
      <w:fldChar w:fldCharType="separate"/>
    </w:r>
    <w:r w:rsidR="00C22566">
      <w:rPr>
        <w:rStyle w:val="Numrodepage"/>
        <w:noProof/>
      </w:rPr>
      <w:t>25/09/2017</w:t>
    </w:r>
    <w:r w:rsidR="00C1576D"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78" w:rsidRDefault="004C1378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EA" w:rsidRDefault="00BD7BFF" w:rsidP="00863A6E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</w:pPr>
    <w:r>
      <w:fldChar w:fldCharType="begin"/>
    </w:r>
    <w:r>
      <w:instrText xml:space="preserve"> FILENAME </w:instrText>
    </w:r>
    <w:r>
      <w:fldChar w:fldCharType="separate"/>
    </w:r>
    <w:r w:rsidR="00C22566">
      <w:rPr>
        <w:noProof/>
      </w:rPr>
      <w:t>TP1-BVR.Corrigé.docx</w:t>
    </w:r>
    <w:r>
      <w:rPr>
        <w:noProof/>
      </w:rPr>
      <w:fldChar w:fldCharType="end"/>
    </w:r>
    <w:r w:rsidR="001C6EEA">
      <w:tab/>
      <w:t>DR7</w:t>
    </w:r>
    <w:r w:rsidR="001C6EEA">
      <w:tab/>
    </w:r>
    <w:r w:rsidR="001C6EEA">
      <w:rPr>
        <w:rStyle w:val="Numrodepage"/>
      </w:rPr>
      <w:fldChar w:fldCharType="begin"/>
    </w:r>
    <w:r w:rsidR="001C6EEA">
      <w:rPr>
        <w:rStyle w:val="Numrodepage"/>
      </w:rPr>
      <w:instrText xml:space="preserve"> DATE \@ "dd/MM/yyyy" </w:instrText>
    </w:r>
    <w:r w:rsidR="001C6EEA">
      <w:rPr>
        <w:rStyle w:val="Numrodepage"/>
      </w:rPr>
      <w:fldChar w:fldCharType="separate"/>
    </w:r>
    <w:r w:rsidR="00C22566">
      <w:rPr>
        <w:rStyle w:val="Numrodepage"/>
        <w:noProof/>
      </w:rPr>
      <w:t>25/09/2017</w:t>
    </w:r>
    <w:r w:rsidR="001C6EEA"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90C3D9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44F62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974259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2CECA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163E2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DEE47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EDAF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C4058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964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40B834"/>
    <w:lvl w:ilvl="0">
      <w:numFmt w:val="bullet"/>
      <w:pStyle w:val="Listepuces"/>
      <w:lvlText w:val="-"/>
      <w:lvlJc w:val="left"/>
      <w:pPr>
        <w:tabs>
          <w:tab w:val="num" w:pos="720"/>
        </w:tabs>
        <w:ind w:left="720" w:hanging="360"/>
      </w:pPr>
      <w:rPr>
        <w:rFonts w:ascii="Ravie" w:eastAsia="Ravie" w:hAnsi="Ravie" w:cs="Ravie" w:hint="default"/>
      </w:rPr>
    </w:lvl>
  </w:abstractNum>
  <w:abstractNum w:abstractNumId="10">
    <w:nsid w:val="1A846BA6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50D1704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B8B323E"/>
    <w:multiLevelType w:val="hybridMultilevel"/>
    <w:tmpl w:val="4FCCDA6E"/>
    <w:lvl w:ilvl="0" w:tplc="56546978">
      <w:start w:val="1"/>
      <w:numFmt w:val="decimal"/>
      <w:pStyle w:val="Style1"/>
      <w:lvlText w:val="Question %1 :"/>
      <w:lvlJc w:val="left"/>
      <w:pPr>
        <w:ind w:left="1400" w:hanging="360"/>
      </w:pPr>
      <w:rPr>
        <w:rFonts w:hint="default"/>
        <w:b/>
        <w:i w:val="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120" w:hanging="360"/>
      </w:pPr>
    </w:lvl>
    <w:lvl w:ilvl="2" w:tplc="040C001B" w:tentative="1">
      <w:start w:val="1"/>
      <w:numFmt w:val="lowerRoman"/>
      <w:lvlText w:val="%3."/>
      <w:lvlJc w:val="right"/>
      <w:pPr>
        <w:ind w:left="2840" w:hanging="180"/>
      </w:pPr>
    </w:lvl>
    <w:lvl w:ilvl="3" w:tplc="040C000F" w:tentative="1">
      <w:start w:val="1"/>
      <w:numFmt w:val="decimal"/>
      <w:lvlText w:val="%4."/>
      <w:lvlJc w:val="left"/>
      <w:pPr>
        <w:ind w:left="3560" w:hanging="360"/>
      </w:pPr>
    </w:lvl>
    <w:lvl w:ilvl="4" w:tplc="040C0019" w:tentative="1">
      <w:start w:val="1"/>
      <w:numFmt w:val="lowerLetter"/>
      <w:lvlText w:val="%5."/>
      <w:lvlJc w:val="left"/>
      <w:pPr>
        <w:ind w:left="4280" w:hanging="360"/>
      </w:pPr>
    </w:lvl>
    <w:lvl w:ilvl="5" w:tplc="040C001B" w:tentative="1">
      <w:start w:val="1"/>
      <w:numFmt w:val="lowerRoman"/>
      <w:lvlText w:val="%6."/>
      <w:lvlJc w:val="right"/>
      <w:pPr>
        <w:ind w:left="5000" w:hanging="180"/>
      </w:pPr>
    </w:lvl>
    <w:lvl w:ilvl="6" w:tplc="040C000F" w:tentative="1">
      <w:start w:val="1"/>
      <w:numFmt w:val="decimal"/>
      <w:lvlText w:val="%7."/>
      <w:lvlJc w:val="left"/>
      <w:pPr>
        <w:ind w:left="5720" w:hanging="360"/>
      </w:pPr>
    </w:lvl>
    <w:lvl w:ilvl="7" w:tplc="040C0019" w:tentative="1">
      <w:start w:val="1"/>
      <w:numFmt w:val="lowerLetter"/>
      <w:lvlText w:val="%8."/>
      <w:lvlJc w:val="left"/>
      <w:pPr>
        <w:ind w:left="6440" w:hanging="360"/>
      </w:pPr>
    </w:lvl>
    <w:lvl w:ilvl="8" w:tplc="040C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>
    <w:nsid w:val="2DFA18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2FCC527A"/>
    <w:multiLevelType w:val="hybridMultilevel"/>
    <w:tmpl w:val="7278BEFA"/>
    <w:lvl w:ilvl="0" w:tplc="36F48EC4">
      <w:start w:val="6"/>
      <w:numFmt w:val="decimal"/>
      <w:pStyle w:val="Questions"/>
      <w:lvlText w:val="Question %1 : "/>
      <w:lvlJc w:val="left"/>
      <w:pPr>
        <w:ind w:left="720" w:hanging="360"/>
      </w:pPr>
      <w:rPr>
        <w:rFonts w:ascii="Arial" w:hAnsi="Arial" w:hint="default"/>
        <w:b/>
        <w:i w:val="0"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9544E"/>
    <w:multiLevelType w:val="multilevel"/>
    <w:tmpl w:val="09E62FD2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851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>
    <w:nsid w:val="6F7656B0"/>
    <w:multiLevelType w:val="multilevel"/>
    <w:tmpl w:val="4FE68A92"/>
    <w:lvl w:ilvl="0">
      <w:start w:val="5"/>
      <w:numFmt w:val="upperRoman"/>
      <w:pStyle w:val="Titre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9"/>
  </w:num>
  <w:num w:numId="14">
    <w:abstractNumId w:val="16"/>
  </w:num>
  <w:num w:numId="15">
    <w:abstractNumId w:val="15"/>
  </w:num>
  <w:num w:numId="16">
    <w:abstractNumId w:val="14"/>
  </w:num>
  <w:num w:numId="17">
    <w:abstractNumId w:val="1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6"/>
    </w:lvlOverride>
  </w:num>
  <w:num w:numId="20">
    <w:abstractNumId w:val="14"/>
  </w:num>
  <w:num w:numId="21">
    <w:abstractNumId w:val="14"/>
    <w:lvlOverride w:ilvl="0">
      <w:startOverride w:val="6"/>
    </w:lvlOverride>
  </w:num>
  <w:num w:numId="22">
    <w:abstractNumId w:val="14"/>
  </w:num>
  <w:num w:numId="23">
    <w:abstractNumId w:val="14"/>
  </w:num>
  <w:num w:numId="24">
    <w:abstractNumId w:val="14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A263A2"/>
    <w:rsid w:val="00007FC8"/>
    <w:rsid w:val="00022E16"/>
    <w:rsid w:val="00031666"/>
    <w:rsid w:val="000629DC"/>
    <w:rsid w:val="000B4F5D"/>
    <w:rsid w:val="000C5685"/>
    <w:rsid w:val="000D4D70"/>
    <w:rsid w:val="000D7BA6"/>
    <w:rsid w:val="000E7C0E"/>
    <w:rsid w:val="000F0C61"/>
    <w:rsid w:val="001423B8"/>
    <w:rsid w:val="00191549"/>
    <w:rsid w:val="001B4D62"/>
    <w:rsid w:val="001C6EEA"/>
    <w:rsid w:val="001F5F8A"/>
    <w:rsid w:val="00215089"/>
    <w:rsid w:val="00270016"/>
    <w:rsid w:val="0027220A"/>
    <w:rsid w:val="002A5AC0"/>
    <w:rsid w:val="002B064F"/>
    <w:rsid w:val="002D35F9"/>
    <w:rsid w:val="002D5EA3"/>
    <w:rsid w:val="002F745B"/>
    <w:rsid w:val="00314DF3"/>
    <w:rsid w:val="00316D58"/>
    <w:rsid w:val="00336D98"/>
    <w:rsid w:val="00366C2B"/>
    <w:rsid w:val="00391916"/>
    <w:rsid w:val="003C68F8"/>
    <w:rsid w:val="00400F11"/>
    <w:rsid w:val="004368D9"/>
    <w:rsid w:val="00442036"/>
    <w:rsid w:val="00443522"/>
    <w:rsid w:val="00495CDD"/>
    <w:rsid w:val="004B1D90"/>
    <w:rsid w:val="004C1378"/>
    <w:rsid w:val="00502504"/>
    <w:rsid w:val="00511574"/>
    <w:rsid w:val="00572797"/>
    <w:rsid w:val="005936B1"/>
    <w:rsid w:val="005C35CA"/>
    <w:rsid w:val="005F5E98"/>
    <w:rsid w:val="00606B3B"/>
    <w:rsid w:val="0061050B"/>
    <w:rsid w:val="00610DEE"/>
    <w:rsid w:val="00637633"/>
    <w:rsid w:val="00655AB8"/>
    <w:rsid w:val="006A6F04"/>
    <w:rsid w:val="006E2D90"/>
    <w:rsid w:val="007218D2"/>
    <w:rsid w:val="00727353"/>
    <w:rsid w:val="00731377"/>
    <w:rsid w:val="0074084C"/>
    <w:rsid w:val="00766E8E"/>
    <w:rsid w:val="007E2B90"/>
    <w:rsid w:val="008076BD"/>
    <w:rsid w:val="00822811"/>
    <w:rsid w:val="00863A6E"/>
    <w:rsid w:val="008929F4"/>
    <w:rsid w:val="008D2970"/>
    <w:rsid w:val="008D35E3"/>
    <w:rsid w:val="009052CA"/>
    <w:rsid w:val="00910C56"/>
    <w:rsid w:val="00927226"/>
    <w:rsid w:val="009404B2"/>
    <w:rsid w:val="009453D9"/>
    <w:rsid w:val="00956BAE"/>
    <w:rsid w:val="009700E3"/>
    <w:rsid w:val="009A6067"/>
    <w:rsid w:val="009D370E"/>
    <w:rsid w:val="009D650A"/>
    <w:rsid w:val="009E080C"/>
    <w:rsid w:val="009E08B1"/>
    <w:rsid w:val="00A263A2"/>
    <w:rsid w:val="00A50EF3"/>
    <w:rsid w:val="00A60A85"/>
    <w:rsid w:val="00A6576C"/>
    <w:rsid w:val="00A77A4B"/>
    <w:rsid w:val="00A93130"/>
    <w:rsid w:val="00AD49D4"/>
    <w:rsid w:val="00AE5FC1"/>
    <w:rsid w:val="00B0251A"/>
    <w:rsid w:val="00B17605"/>
    <w:rsid w:val="00B47CE6"/>
    <w:rsid w:val="00B54076"/>
    <w:rsid w:val="00B77209"/>
    <w:rsid w:val="00B87A9F"/>
    <w:rsid w:val="00BA542C"/>
    <w:rsid w:val="00BA5F57"/>
    <w:rsid w:val="00BB1ECC"/>
    <w:rsid w:val="00BC5C8E"/>
    <w:rsid w:val="00BC630F"/>
    <w:rsid w:val="00BD7BFF"/>
    <w:rsid w:val="00BE233B"/>
    <w:rsid w:val="00C10A1E"/>
    <w:rsid w:val="00C1576D"/>
    <w:rsid w:val="00C22566"/>
    <w:rsid w:val="00C61556"/>
    <w:rsid w:val="00C7579D"/>
    <w:rsid w:val="00C90944"/>
    <w:rsid w:val="00CA6C18"/>
    <w:rsid w:val="00CB6039"/>
    <w:rsid w:val="00CC6A0C"/>
    <w:rsid w:val="00D0307B"/>
    <w:rsid w:val="00D14AE2"/>
    <w:rsid w:val="00D23B22"/>
    <w:rsid w:val="00D466CD"/>
    <w:rsid w:val="00D805AD"/>
    <w:rsid w:val="00D95DD7"/>
    <w:rsid w:val="00DA0352"/>
    <w:rsid w:val="00DC60FC"/>
    <w:rsid w:val="00DD623F"/>
    <w:rsid w:val="00DF4841"/>
    <w:rsid w:val="00E04FE0"/>
    <w:rsid w:val="00E0653C"/>
    <w:rsid w:val="00E223AA"/>
    <w:rsid w:val="00E404F5"/>
    <w:rsid w:val="00EA0409"/>
    <w:rsid w:val="00EA6E35"/>
    <w:rsid w:val="00EC0948"/>
    <w:rsid w:val="00F10D60"/>
    <w:rsid w:val="00F27A78"/>
    <w:rsid w:val="00F9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7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2F745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Normal"/>
    <w:next w:val="Normal"/>
    <w:rsid w:val="009404B2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rsid w:val="009404B2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rsid w:val="009404B2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rsid w:val="009404B2"/>
    <w:pPr>
      <w:numPr>
        <w:ilvl w:val="6"/>
        <w:numId w:val="14"/>
      </w:num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rsid w:val="009404B2"/>
    <w:pPr>
      <w:numPr>
        <w:ilvl w:val="7"/>
        <w:numId w:val="14"/>
      </w:num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rsid w:val="009404B2"/>
    <w:pPr>
      <w:numPr>
        <w:ilvl w:val="8"/>
        <w:numId w:val="14"/>
      </w:num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  <w:semiHidden/>
    <w:rsid w:val="009404B2"/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</w:style>
  <w:style w:type="paragraph" w:styleId="Corpsdetexte2">
    <w:name w:val="Body Text 2"/>
    <w:basedOn w:val="Normal"/>
    <w:semiHidden/>
    <w:rsid w:val="009404B2"/>
    <w:pPr>
      <w:spacing w:line="480" w:lineRule="auto"/>
    </w:pPr>
  </w:style>
  <w:style w:type="paragraph" w:styleId="Corpsdetexte3">
    <w:name w:val="Body Text 3"/>
    <w:basedOn w:val="Normal"/>
    <w:semiHidden/>
    <w:rsid w:val="009404B2"/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ind w:left="283"/>
    </w:pPr>
  </w:style>
  <w:style w:type="paragraph" w:styleId="Listecontinue2">
    <w:name w:val="List Continue 2"/>
    <w:basedOn w:val="Normal"/>
    <w:semiHidden/>
    <w:rsid w:val="009404B2"/>
    <w:pPr>
      <w:ind w:left="566"/>
    </w:pPr>
  </w:style>
  <w:style w:type="paragraph" w:styleId="Listecontinue3">
    <w:name w:val="List Continue 3"/>
    <w:basedOn w:val="Normal"/>
    <w:semiHidden/>
    <w:rsid w:val="009404B2"/>
    <w:pPr>
      <w:ind w:left="849"/>
    </w:pPr>
  </w:style>
  <w:style w:type="paragraph" w:styleId="Listecontinue4">
    <w:name w:val="List Continue 4"/>
    <w:basedOn w:val="Normal"/>
    <w:semiHidden/>
    <w:rsid w:val="009404B2"/>
    <w:pPr>
      <w:ind w:left="1132"/>
    </w:pPr>
  </w:style>
  <w:style w:type="paragraph" w:styleId="Listecontinue5">
    <w:name w:val="List Continue 5"/>
    <w:basedOn w:val="Normal"/>
    <w:semiHidden/>
    <w:rsid w:val="009404B2"/>
    <w:pPr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9404B2"/>
    <w:rPr>
      <w:szCs w:val="24"/>
    </w:rPr>
  </w:style>
  <w:style w:type="paragraph" w:styleId="Normalcentr">
    <w:name w:val="Block Text"/>
    <w:basedOn w:val="Normal"/>
    <w:semiHidden/>
    <w:rsid w:val="009404B2"/>
    <w:pPr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ind w:left="283"/>
    </w:pPr>
  </w:style>
  <w:style w:type="paragraph" w:styleId="Retraitcorpsdetexte2">
    <w:name w:val="Body Text Indent 2"/>
    <w:basedOn w:val="Normal"/>
    <w:semiHidden/>
    <w:rsid w:val="009404B2"/>
    <w:pPr>
      <w:spacing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F10D60"/>
    <w:pPr>
      <w:spacing w:after="60"/>
      <w:jc w:val="center"/>
      <w:outlineLvl w:val="1"/>
    </w:pPr>
    <w:rPr>
      <w:sz w:val="28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center"/>
      <w:outlineLvl w:val="0"/>
    </w:pPr>
    <w:rPr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F10D6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10D60"/>
    <w:rPr>
      <w:rFonts w:ascii="Tahoma" w:hAnsi="Tahoma" w:cs="Tahoma"/>
      <w:sz w:val="16"/>
      <w:szCs w:val="16"/>
    </w:rPr>
  </w:style>
  <w:style w:type="paragraph" w:customStyle="1" w:styleId="Questions">
    <w:name w:val="Questions"/>
    <w:basedOn w:val="Normal"/>
    <w:link w:val="QuestionsCarCar"/>
    <w:qFormat/>
    <w:rsid w:val="00B17605"/>
    <w:pPr>
      <w:numPr>
        <w:numId w:val="16"/>
      </w:numPr>
      <w:tabs>
        <w:tab w:val="left" w:pos="1701"/>
      </w:tabs>
      <w:jc w:val="left"/>
    </w:pPr>
    <w:rPr>
      <w:rFonts w:cs="Arial"/>
      <w:szCs w:val="24"/>
    </w:rPr>
  </w:style>
  <w:style w:type="paragraph" w:styleId="Paragraphedeliste">
    <w:name w:val="List Paragraph"/>
    <w:basedOn w:val="Normal"/>
    <w:uiPriority w:val="34"/>
    <w:rsid w:val="009E080C"/>
    <w:pPr>
      <w:ind w:left="708"/>
    </w:pPr>
  </w:style>
  <w:style w:type="paragraph" w:customStyle="1" w:styleId="Style1">
    <w:name w:val="Style1"/>
    <w:basedOn w:val="Paragraphedeliste"/>
    <w:link w:val="Style1Car"/>
    <w:rsid w:val="00A263A2"/>
    <w:pPr>
      <w:numPr>
        <w:numId w:val="17"/>
      </w:numPr>
      <w:ind w:hanging="1400"/>
      <w:contextualSpacing/>
    </w:pPr>
  </w:style>
  <w:style w:type="character" w:customStyle="1" w:styleId="Style1Car">
    <w:name w:val="Style1 Car"/>
    <w:link w:val="Style1"/>
    <w:rsid w:val="00A263A2"/>
    <w:rPr>
      <w:sz w:val="24"/>
    </w:rPr>
  </w:style>
  <w:style w:type="character" w:customStyle="1" w:styleId="QuestionsCarCar">
    <w:name w:val="Questions Car Car"/>
    <w:basedOn w:val="Policepardfaut"/>
    <w:link w:val="Questions"/>
    <w:rsid w:val="00B17605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7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2F745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Normal"/>
    <w:next w:val="Normal"/>
    <w:rsid w:val="009404B2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rsid w:val="009404B2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rsid w:val="009404B2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rsid w:val="009404B2"/>
    <w:pPr>
      <w:numPr>
        <w:ilvl w:val="6"/>
        <w:numId w:val="14"/>
      </w:num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rsid w:val="009404B2"/>
    <w:pPr>
      <w:numPr>
        <w:ilvl w:val="7"/>
        <w:numId w:val="14"/>
      </w:num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rsid w:val="009404B2"/>
    <w:pPr>
      <w:numPr>
        <w:ilvl w:val="8"/>
        <w:numId w:val="14"/>
      </w:num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  <w:semiHidden/>
    <w:rsid w:val="009404B2"/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</w:style>
  <w:style w:type="paragraph" w:styleId="Corpsdetexte2">
    <w:name w:val="Body Text 2"/>
    <w:basedOn w:val="Normal"/>
    <w:semiHidden/>
    <w:rsid w:val="009404B2"/>
    <w:pPr>
      <w:spacing w:line="480" w:lineRule="auto"/>
    </w:pPr>
  </w:style>
  <w:style w:type="paragraph" w:styleId="Corpsdetexte3">
    <w:name w:val="Body Text 3"/>
    <w:basedOn w:val="Normal"/>
    <w:semiHidden/>
    <w:rsid w:val="009404B2"/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ind w:left="283"/>
    </w:pPr>
  </w:style>
  <w:style w:type="paragraph" w:styleId="Listecontinue2">
    <w:name w:val="List Continue 2"/>
    <w:basedOn w:val="Normal"/>
    <w:semiHidden/>
    <w:rsid w:val="009404B2"/>
    <w:pPr>
      <w:ind w:left="566"/>
    </w:pPr>
  </w:style>
  <w:style w:type="paragraph" w:styleId="Listecontinue3">
    <w:name w:val="List Continue 3"/>
    <w:basedOn w:val="Normal"/>
    <w:semiHidden/>
    <w:rsid w:val="009404B2"/>
    <w:pPr>
      <w:ind w:left="849"/>
    </w:pPr>
  </w:style>
  <w:style w:type="paragraph" w:styleId="Listecontinue4">
    <w:name w:val="List Continue 4"/>
    <w:basedOn w:val="Normal"/>
    <w:semiHidden/>
    <w:rsid w:val="009404B2"/>
    <w:pPr>
      <w:ind w:left="1132"/>
    </w:pPr>
  </w:style>
  <w:style w:type="paragraph" w:styleId="Listecontinue5">
    <w:name w:val="List Continue 5"/>
    <w:basedOn w:val="Normal"/>
    <w:semiHidden/>
    <w:rsid w:val="009404B2"/>
    <w:pPr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9404B2"/>
    <w:rPr>
      <w:szCs w:val="24"/>
    </w:rPr>
  </w:style>
  <w:style w:type="paragraph" w:styleId="Normalcentr">
    <w:name w:val="Block Text"/>
    <w:basedOn w:val="Normal"/>
    <w:semiHidden/>
    <w:rsid w:val="009404B2"/>
    <w:pPr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ind w:left="283"/>
    </w:pPr>
  </w:style>
  <w:style w:type="paragraph" w:styleId="Retraitcorpsdetexte2">
    <w:name w:val="Body Text Indent 2"/>
    <w:basedOn w:val="Normal"/>
    <w:semiHidden/>
    <w:rsid w:val="009404B2"/>
    <w:pPr>
      <w:spacing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F10D60"/>
    <w:pPr>
      <w:spacing w:after="60"/>
      <w:jc w:val="center"/>
      <w:outlineLvl w:val="1"/>
    </w:pPr>
    <w:rPr>
      <w:sz w:val="28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center"/>
      <w:outlineLvl w:val="0"/>
    </w:pPr>
    <w:rPr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F10D6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10D60"/>
    <w:rPr>
      <w:rFonts w:ascii="Tahoma" w:hAnsi="Tahoma" w:cs="Tahoma"/>
      <w:sz w:val="16"/>
      <w:szCs w:val="16"/>
    </w:rPr>
  </w:style>
  <w:style w:type="paragraph" w:customStyle="1" w:styleId="Questions">
    <w:name w:val="Questions"/>
    <w:basedOn w:val="Normal"/>
    <w:link w:val="QuestionsCarCar"/>
    <w:qFormat/>
    <w:rsid w:val="00B17605"/>
    <w:pPr>
      <w:numPr>
        <w:numId w:val="16"/>
      </w:numPr>
      <w:tabs>
        <w:tab w:val="left" w:pos="1701"/>
      </w:tabs>
      <w:jc w:val="left"/>
    </w:pPr>
    <w:rPr>
      <w:rFonts w:cs="Arial"/>
      <w:szCs w:val="24"/>
    </w:rPr>
  </w:style>
  <w:style w:type="paragraph" w:styleId="Paragraphedeliste">
    <w:name w:val="List Paragraph"/>
    <w:basedOn w:val="Normal"/>
    <w:uiPriority w:val="34"/>
    <w:rsid w:val="009E080C"/>
    <w:pPr>
      <w:ind w:left="708"/>
    </w:pPr>
  </w:style>
  <w:style w:type="paragraph" w:customStyle="1" w:styleId="Style1">
    <w:name w:val="Style1"/>
    <w:basedOn w:val="Paragraphedeliste"/>
    <w:link w:val="Style1Car"/>
    <w:rsid w:val="00A263A2"/>
    <w:pPr>
      <w:numPr>
        <w:numId w:val="17"/>
      </w:numPr>
      <w:ind w:hanging="1400"/>
      <w:contextualSpacing/>
    </w:pPr>
  </w:style>
  <w:style w:type="character" w:customStyle="1" w:styleId="Style1Car">
    <w:name w:val="Style1 Car"/>
    <w:link w:val="Style1"/>
    <w:rsid w:val="00A263A2"/>
    <w:rPr>
      <w:sz w:val="24"/>
    </w:rPr>
  </w:style>
  <w:style w:type="character" w:customStyle="1" w:styleId="QuestionsCarCar">
    <w:name w:val="Questions Car Car"/>
    <w:basedOn w:val="Policepardfaut"/>
    <w:link w:val="Questions"/>
    <w:rsid w:val="00B17605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7.xml"/><Relationship Id="rId21" Type="http://schemas.openxmlformats.org/officeDocument/2006/relationships/customXml" Target="ink/ink12.xml"/><Relationship Id="rId42" Type="http://schemas.openxmlformats.org/officeDocument/2006/relationships/customXml" Target="ink/ink33.xml"/><Relationship Id="rId47" Type="http://schemas.openxmlformats.org/officeDocument/2006/relationships/customXml" Target="ink/ink38.xml"/><Relationship Id="rId63" Type="http://schemas.openxmlformats.org/officeDocument/2006/relationships/image" Target="media/image12.emf"/><Relationship Id="rId68" Type="http://schemas.openxmlformats.org/officeDocument/2006/relationships/image" Target="media/image17.emf"/><Relationship Id="rId84" Type="http://schemas.openxmlformats.org/officeDocument/2006/relationships/image" Target="media/image33.emf"/><Relationship Id="rId89" Type="http://schemas.openxmlformats.org/officeDocument/2006/relationships/image" Target="media/image38.emf"/><Relationship Id="rId2" Type="http://schemas.openxmlformats.org/officeDocument/2006/relationships/numbering" Target="numbering.xml"/><Relationship Id="rId16" Type="http://schemas.openxmlformats.org/officeDocument/2006/relationships/customXml" Target="ink/ink7.xml"/><Relationship Id="rId29" Type="http://schemas.openxmlformats.org/officeDocument/2006/relationships/customXml" Target="ink/ink20.xml"/><Relationship Id="rId107" Type="http://schemas.openxmlformats.org/officeDocument/2006/relationships/header" Target="header4.xml"/><Relationship Id="rId11" Type="http://schemas.openxmlformats.org/officeDocument/2006/relationships/customXml" Target="ink/ink2.xml"/><Relationship Id="rId24" Type="http://schemas.openxmlformats.org/officeDocument/2006/relationships/customXml" Target="ink/ink15.xml"/><Relationship Id="rId32" Type="http://schemas.openxmlformats.org/officeDocument/2006/relationships/customXml" Target="ink/ink23.xml"/><Relationship Id="rId37" Type="http://schemas.openxmlformats.org/officeDocument/2006/relationships/customXml" Target="ink/ink28.xml"/><Relationship Id="rId40" Type="http://schemas.openxmlformats.org/officeDocument/2006/relationships/customXml" Target="ink/ink31.xml"/><Relationship Id="rId45" Type="http://schemas.openxmlformats.org/officeDocument/2006/relationships/customXml" Target="ink/ink36.xml"/><Relationship Id="rId53" Type="http://schemas.openxmlformats.org/officeDocument/2006/relationships/image" Target="media/image2.emf"/><Relationship Id="rId58" Type="http://schemas.openxmlformats.org/officeDocument/2006/relationships/image" Target="media/image7.emf"/><Relationship Id="rId66" Type="http://schemas.openxmlformats.org/officeDocument/2006/relationships/image" Target="media/image15.emf"/><Relationship Id="rId74" Type="http://schemas.openxmlformats.org/officeDocument/2006/relationships/image" Target="media/image23.emf"/><Relationship Id="rId79" Type="http://schemas.openxmlformats.org/officeDocument/2006/relationships/image" Target="media/image28.emf"/><Relationship Id="rId87" Type="http://schemas.openxmlformats.org/officeDocument/2006/relationships/image" Target="media/image36.emf"/><Relationship Id="rId102" Type="http://schemas.openxmlformats.org/officeDocument/2006/relationships/footer" Target="footer3.xml"/><Relationship Id="rId5" Type="http://schemas.openxmlformats.org/officeDocument/2006/relationships/settings" Target="settings.xml"/><Relationship Id="rId61" Type="http://schemas.openxmlformats.org/officeDocument/2006/relationships/image" Target="media/image10.emf"/><Relationship Id="rId82" Type="http://schemas.openxmlformats.org/officeDocument/2006/relationships/image" Target="media/image31.emf"/><Relationship Id="rId90" Type="http://schemas.openxmlformats.org/officeDocument/2006/relationships/image" Target="media/image39.emf"/><Relationship Id="rId95" Type="http://schemas.openxmlformats.org/officeDocument/2006/relationships/image" Target="media/image44.emf"/><Relationship Id="rId19" Type="http://schemas.openxmlformats.org/officeDocument/2006/relationships/customXml" Target="ink/ink10.xml"/><Relationship Id="rId14" Type="http://schemas.openxmlformats.org/officeDocument/2006/relationships/customXml" Target="ink/ink5.xml"/><Relationship Id="rId22" Type="http://schemas.openxmlformats.org/officeDocument/2006/relationships/customXml" Target="ink/ink13.xml"/><Relationship Id="rId27" Type="http://schemas.openxmlformats.org/officeDocument/2006/relationships/customXml" Target="ink/ink18.xml"/><Relationship Id="rId30" Type="http://schemas.openxmlformats.org/officeDocument/2006/relationships/customXml" Target="ink/ink21.xml"/><Relationship Id="rId35" Type="http://schemas.openxmlformats.org/officeDocument/2006/relationships/customXml" Target="ink/ink26.xml"/><Relationship Id="rId43" Type="http://schemas.openxmlformats.org/officeDocument/2006/relationships/customXml" Target="ink/ink34.xml"/><Relationship Id="rId48" Type="http://schemas.openxmlformats.org/officeDocument/2006/relationships/customXml" Target="ink/ink39.xml"/><Relationship Id="rId56" Type="http://schemas.openxmlformats.org/officeDocument/2006/relationships/image" Target="media/image5.emf"/><Relationship Id="rId64" Type="http://schemas.openxmlformats.org/officeDocument/2006/relationships/image" Target="media/image13.emf"/><Relationship Id="rId69" Type="http://schemas.openxmlformats.org/officeDocument/2006/relationships/image" Target="media/image18.emf"/><Relationship Id="rId77" Type="http://schemas.openxmlformats.org/officeDocument/2006/relationships/image" Target="media/image26.emf"/><Relationship Id="rId100" Type="http://schemas.openxmlformats.org/officeDocument/2006/relationships/footer" Target="footer2.xml"/><Relationship Id="rId105" Type="http://schemas.openxmlformats.org/officeDocument/2006/relationships/image" Target="media/image48.png"/><Relationship Id="rId8" Type="http://schemas.openxmlformats.org/officeDocument/2006/relationships/endnotes" Target="endnotes.xml"/><Relationship Id="rId51" Type="http://schemas.openxmlformats.org/officeDocument/2006/relationships/customXml" Target="ink/ink42.xml"/><Relationship Id="rId72" Type="http://schemas.openxmlformats.org/officeDocument/2006/relationships/image" Target="media/image21.emf"/><Relationship Id="rId80" Type="http://schemas.openxmlformats.org/officeDocument/2006/relationships/image" Target="media/image29.emf"/><Relationship Id="rId85" Type="http://schemas.openxmlformats.org/officeDocument/2006/relationships/image" Target="media/image34.emf"/><Relationship Id="rId93" Type="http://schemas.openxmlformats.org/officeDocument/2006/relationships/image" Target="media/image42.emf"/><Relationship Id="rId98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customXml" Target="ink/ink3.xml"/><Relationship Id="rId17" Type="http://schemas.openxmlformats.org/officeDocument/2006/relationships/customXml" Target="ink/ink8.xml"/><Relationship Id="rId25" Type="http://schemas.openxmlformats.org/officeDocument/2006/relationships/customXml" Target="ink/ink16.xml"/><Relationship Id="rId33" Type="http://schemas.openxmlformats.org/officeDocument/2006/relationships/customXml" Target="ink/ink24.xml"/><Relationship Id="rId38" Type="http://schemas.openxmlformats.org/officeDocument/2006/relationships/customXml" Target="ink/ink29.xml"/><Relationship Id="rId46" Type="http://schemas.openxmlformats.org/officeDocument/2006/relationships/customXml" Target="ink/ink37.xml"/><Relationship Id="rId59" Type="http://schemas.openxmlformats.org/officeDocument/2006/relationships/image" Target="media/image8.emf"/><Relationship Id="rId67" Type="http://schemas.openxmlformats.org/officeDocument/2006/relationships/image" Target="media/image16.emf"/><Relationship Id="rId103" Type="http://schemas.openxmlformats.org/officeDocument/2006/relationships/image" Target="media/image2.png"/><Relationship Id="rId108" Type="http://schemas.openxmlformats.org/officeDocument/2006/relationships/fontTable" Target="fontTable.xml"/><Relationship Id="rId20" Type="http://schemas.openxmlformats.org/officeDocument/2006/relationships/customXml" Target="ink/ink11.xml"/><Relationship Id="rId41" Type="http://schemas.openxmlformats.org/officeDocument/2006/relationships/customXml" Target="ink/ink32.xml"/><Relationship Id="rId54" Type="http://schemas.openxmlformats.org/officeDocument/2006/relationships/image" Target="media/image3.emf"/><Relationship Id="rId62" Type="http://schemas.openxmlformats.org/officeDocument/2006/relationships/image" Target="media/image11.emf"/><Relationship Id="rId70" Type="http://schemas.openxmlformats.org/officeDocument/2006/relationships/image" Target="media/image19.emf"/><Relationship Id="rId75" Type="http://schemas.openxmlformats.org/officeDocument/2006/relationships/image" Target="media/image24.emf"/><Relationship Id="rId83" Type="http://schemas.openxmlformats.org/officeDocument/2006/relationships/image" Target="media/image32.emf"/><Relationship Id="rId88" Type="http://schemas.openxmlformats.org/officeDocument/2006/relationships/image" Target="media/image37.emf"/><Relationship Id="rId91" Type="http://schemas.openxmlformats.org/officeDocument/2006/relationships/image" Target="media/image40.emf"/><Relationship Id="rId96" Type="http://schemas.openxmlformats.org/officeDocument/2006/relationships/image" Target="media/image45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ustomXml" Target="ink/ink6.xml"/><Relationship Id="rId23" Type="http://schemas.openxmlformats.org/officeDocument/2006/relationships/customXml" Target="ink/ink14.xml"/><Relationship Id="rId28" Type="http://schemas.openxmlformats.org/officeDocument/2006/relationships/customXml" Target="ink/ink19.xml"/><Relationship Id="rId36" Type="http://schemas.openxmlformats.org/officeDocument/2006/relationships/customXml" Target="ink/ink27.xml"/><Relationship Id="rId49" Type="http://schemas.openxmlformats.org/officeDocument/2006/relationships/customXml" Target="ink/ink40.xml"/><Relationship Id="rId57" Type="http://schemas.openxmlformats.org/officeDocument/2006/relationships/image" Target="media/image6.emf"/><Relationship Id="rId106" Type="http://schemas.openxmlformats.org/officeDocument/2006/relationships/image" Target="media/image46.emf"/><Relationship Id="rId10" Type="http://schemas.openxmlformats.org/officeDocument/2006/relationships/customXml" Target="ink/ink1.xml"/><Relationship Id="rId31" Type="http://schemas.openxmlformats.org/officeDocument/2006/relationships/customXml" Target="ink/ink22.xml"/><Relationship Id="rId44" Type="http://schemas.openxmlformats.org/officeDocument/2006/relationships/customXml" Target="ink/ink35.xml"/><Relationship Id="rId52" Type="http://schemas.openxmlformats.org/officeDocument/2006/relationships/customXml" Target="ink/ink43.xml"/><Relationship Id="rId60" Type="http://schemas.openxmlformats.org/officeDocument/2006/relationships/image" Target="media/image9.emf"/><Relationship Id="rId65" Type="http://schemas.openxmlformats.org/officeDocument/2006/relationships/image" Target="media/image14.emf"/><Relationship Id="rId73" Type="http://schemas.openxmlformats.org/officeDocument/2006/relationships/image" Target="media/image22.emf"/><Relationship Id="rId78" Type="http://schemas.openxmlformats.org/officeDocument/2006/relationships/image" Target="media/image27.emf"/><Relationship Id="rId81" Type="http://schemas.openxmlformats.org/officeDocument/2006/relationships/image" Target="media/image30.emf"/><Relationship Id="rId86" Type="http://schemas.openxmlformats.org/officeDocument/2006/relationships/image" Target="media/image35.emf"/><Relationship Id="rId94" Type="http://schemas.openxmlformats.org/officeDocument/2006/relationships/image" Target="media/image43.emf"/><Relationship Id="rId99" Type="http://schemas.openxmlformats.org/officeDocument/2006/relationships/footer" Target="footer1.xml"/><Relationship Id="rId10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3" Type="http://schemas.openxmlformats.org/officeDocument/2006/relationships/customXml" Target="ink/ink4.xml"/><Relationship Id="rId18" Type="http://schemas.openxmlformats.org/officeDocument/2006/relationships/customXml" Target="ink/ink9.xml"/><Relationship Id="rId39" Type="http://schemas.openxmlformats.org/officeDocument/2006/relationships/customXml" Target="ink/ink30.xml"/><Relationship Id="rId109" Type="http://schemas.openxmlformats.org/officeDocument/2006/relationships/theme" Target="theme/theme1.xml"/><Relationship Id="rId34" Type="http://schemas.openxmlformats.org/officeDocument/2006/relationships/customXml" Target="ink/ink25.xml"/><Relationship Id="rId50" Type="http://schemas.openxmlformats.org/officeDocument/2006/relationships/customXml" Target="ink/ink41.xml"/><Relationship Id="rId55" Type="http://schemas.openxmlformats.org/officeDocument/2006/relationships/image" Target="media/image4.emf"/><Relationship Id="rId76" Type="http://schemas.openxmlformats.org/officeDocument/2006/relationships/image" Target="media/image25.emf"/><Relationship Id="rId97" Type="http://schemas.openxmlformats.org/officeDocument/2006/relationships/header" Target="header1.xml"/><Relationship Id="rId104" Type="http://schemas.openxmlformats.org/officeDocument/2006/relationships/image" Target="media/image3.png"/><Relationship Id="rId7" Type="http://schemas.openxmlformats.org/officeDocument/2006/relationships/footnotes" Target="footnotes.xml"/><Relationship Id="rId71" Type="http://schemas.openxmlformats.org/officeDocument/2006/relationships/image" Target="media/image20.emf"/><Relationship Id="rId92" Type="http://schemas.openxmlformats.org/officeDocument/2006/relationships/image" Target="media/image4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no_2\AppData\Roaming\Microsoft\Templates\Modele-CAPET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1:56.28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194 68 33,'0'0'32,"0"0"-5,-15-10-7,15 10-1,-9-12-1,9 12-3,-14-15-1,14 15 0,-16-13 2,16 13 3,-20-3 1,20 3-1,-21 8-4,10-2-3,-1 1 0,1-1-2,11-6-4,-18 15-3,18-15 0,-20 15-1,20-15 2,-14 17 0,14-17 1,-9 23-1,5-9 0,1 3 2,7 0-2,-1 0-2,0 2 1,2-1-1,1 1 0,4-1 0,0 2 1,2-3-1,-1 2 0,4-5 1,-1 1-2,2-5 1,-2-6-2,0-6 0,-1-9-1,-2-6 0,-1-9-1,-1-3 0,-4-7 1,-2-2 1,-1 2-2,-2 2 2,-3 2-1,0 6 1,-2 4-1,-3 5 2,1 5-2,7 12 1,-15-12 0,15 12 1,-13 12 0,9 0-3,1 1 4,5 5-4,1-1 3,5 1-2,2-1 1,2-1-3,4-2 4,0-1 0,1 1-1,0-1 2,-1 1-2,0-3 2,-2 0-1,-1-1 0,-2-3 0,-11-7 1,16 9-2,-16-9 1,15 4 0,-15-4 1,14 0-1,-14 0 1,14-8 0,-14 8-1,18-17 1,-11 4-2,-1-3 1,-1-3-2,-1-1 1,-1 0 2,0 0-2,1 1 2,-2 5-2,0 0 3,-2 14-2,4-17 1,-4 17-1,0 0-1,0 0 1,0 0-1,0 0 0,0 0 1,0 0-1,0 0 1,0 0-1,5 12-2,-5-12 2,4 21-2,-3-7 3,0 3-2,2 0 1,-1 3-2,1-2 3,0 2 3,2-3-1,3 2 1,0-2-1,4-3 1,1 0 0,2-2 1,1-3-3,1-3 1,1-3-3,1-6 0,-2-4 1,0-3-2,-1-5 0,-2-2 0,-3-5 1,-3-2-2,-2-1 1,-2-4 2,-3 1-1,-1 1 1,0 1-2,-2 5 4,-1 4-4,0 5 3,3 12-1,0 0-1,0 0 1,0 0-4,-5 26 4,8-8-3,6 2 4,0 2-5,3-3 4,4 1-3,0-6 2,2-3-2,0-4-9,-2-6-14,1 1-35,-5-4-44,-12 2-7,16-2 2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12.70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-2 111 1,'0'0'12,"0"0"43,0 0-3,0 0-33,4-12 3,-4 12 5,0 0-3,2-16 2,-2 16 1,0 0 6,0 0 4,7-14 3,-7 14-2,0 0-2,0 0-4,0 0-2,13-3-3,-13 3-3,0 0-5,16-5-4,-5 5-3,1-1-2,3 1-2,4-2-2,4-1-1,5-2-1,3 2-1,1-5 1,4 2-1,-2-3-1,3 1 0,-5 2-1,-5 1 0,-5 4-1,-3-1 0,-7 5-1,-12-3 1,12 8 0,-12-8 0,-5 15-1,5-15 1,-17 22-1,6-6 1,-4 5-2,0 3 2,-1 0-1,0 3 0,2 1 0,0 1 1,3-2-1,3-1 1,0-2-1,3-2 1,3 0-1,-1-2 1,3 0 0,0-3 1,0-1-1,2-2 1,-2-3 0,0-11 0,2 16 0,-2-16 0,2 12 0,-2-12 0,5 12-1,-5-12 0,5 15-1,-5-15 2,3 16 1,-3-16-1,0 17 0,0-17-5,-8 15 6,8-15-4,-14 11 5,14-11-5,-20 10 5,9-7-5,-3 1 7,1-1-1,-2-2 0,2 1 0,-1-1-2,2-1 0,12 0 0,-19 2 0,19-2-2,-13 0 0,13 0-1,-14-3-2,14 3-3,-12-2-7,12 2-11,-16-6-27,16 6-68,0 0 0,-14-6-8,10-6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15.72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215 0 1,'-2'13'69,"2"-13"17,-3 11-10,3-11-38,0 0-5,0 0-3,-11 7-4,11-7-2,0 0-5,-13 1-2,13-1-3,0 0-2,-14 3-3,14-3 0,0 0-2,-16 1-1,16-1 0,-11 0-2,11 0 1,-13-1 0,13 1 0,-15-4-1,15 4 0,-16-3-1,16 3 0,-19-3 1,19 3-1,-19-1-1,19 1 0,-16 4-1,16-4 0,-13 6-1,13-6 0,0 0 0,-13 16-1,13-16 1,-6 12-1,6-12 2,-6 11-1,6-11 0,-5 12 0,5-12 0,-2 16 1,2-5-1,2 0 1,-1 3-2,0-1 1,2 3 0,-2 0-1,-1-2 1,1 2 1,-1-1-2,-1 1 1,0 1-1,-1 0 1,1 2-1,0 0 0,1 4-1,-3-4 2,2 1-3,0-2 3,1-3-2,-1-1 1,1-14 0,0 16 0,0-16 1,0 0-2,0 0 2,5 11-1,-5-11 0,0 0 0,0 0 0,0 0 0,11 2 0,-11-2 1,0 0 0,0 0 0,0 0 0,0 0 1,0 0-1,0 0 0,11-1 1,-11 1-1,0 0 0,0 0 1,0 0 0,0 0 0,0 0 0,0 0 0,13 9 0,-13-9 0,11 7 0,-11-7 0,13 9-1,-13-9 2,16 11-1,-16-11 2,16 14-1,-16-14 2,17 11-3,-17-11 4,17 9-3,-17-9 1,14 6-1,-14-6 0,12 1-4,-12-1-7,0 0-10,12-1-18,-12 1-31,15 0-42,-15 0 1,17-6-8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17.17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158 0 1,'0'0'38,"-5"12"39,5-12 0,0 0-48,-13 2-4,13-2-4,-11 2-3,11-2 0,-14 2-1,14-2-1,-15 2 0,15-2-2,-16 5 0,16-5-2,-14 6-4,14-6 0,-15 7-3,15-7-1,-16 9 0,16-9-1,-14 6 0,14-6-1,-12 5 0,12-5-1,0 0-1,-10 17 0,10-17-1,-2 21 1,2-6 1,1 1 0,4 3 0,-1 0-1,2 0 0,0-1 1,1-2-1,-2-3 0,-5-13 0,14 19-1,-14-19 2,11 6 1,-11-6 1,11-3 0,-11 3 0,13-13 2,-13 13-1,15-21 1,-8 7-1,1-2 0,-2-1-1,-1 0-1,0 0 0,-2 1-1,0 0 1,-2 3 0,0 1 0,-1 12 0,0-17 0,0 17 0,0 0 0,0 0 0,0 0-1,0 0-1,0 13 0,2 1 0,-2 2 0,2 2-2,-1 0 1,3 0 0,1-2 0,1 0 0,3-1 1,2-3 0,0-1 0,4-2 0,-1-2 1,0-1-1,-1-2 0,2-5 2,-3-3-1,-1-5 1,-1-2 0,-1-5 1,-3 0-1,0-2 2,-2 0-1,-5-1 1,-1 2 0,-2 3 1,0 3-1,4 11 0,-11-12 0,11 12-1,0 0 0,-9 12-2,12 1-1,2 0-1,2 3 1,3 0-2,1 0 1,2-2 0,1-5-1,1-2 1,-2-5 1,-1-3 0,0-3 0,-12 4 0,17-18 0,-11 5 0,-1 0 1,-3-2-1,1 2 0,-2-1 1,-1 14 0,0-18 1,0 18-1,0 0 0,0 0 0,9 13 0,-3 1 0,1 0-2,2 1 1,2 1-1,0-2 0,0-3 1,-11-11-1,21 13 0,-21-13-2,18 6-4,-18-6-9,19 3-12,-19-3-32,16-5-48,-16 5-3,16-12 1,-10 1 17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17.50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25 1 67,'14'-9'94,"-14"9"-5,-2 13-1,1 2-66,-1 2-3,0 6-4,1 8-4,1 5-2,-1 4-4,2 6 1,-2 1-2,1-1 0,-3-1-2,2-4-1,-2-7-2,1-7-1,-1-8-2,3-19-7,-7 15-14,7-15-26,-4-18-44,2-1-1,-1-5-2,0-2 46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17.72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-1 32 58,'-1'18'103,"1"-18"0,3 12-2,-3-12-63,11 3-15,-11-3-7,22-8-4,-6 1-6,3-2-7,2 2-7,0-4-8,3 5-11,-2-4-11,3 8-17,-3-3-12,-1 5-30,-1 2 3,-6 1 38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18.19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37 9 1,'0'0'37,"0"0"52,0 0 0,0 0-40,0 0-4,0 0-10,0 0-10,0 0-6,-5 13-7,5-13-6,-8 24-2,4-9-3,2 4 0,0 1 2,4 2 3,-1-1 2,3 1 1,2-5 1,2-1 2,1-2-1,6-4 6,1-7-7,2-3 0,3-6 0,0-4 0,-1-7 0,-2-4 0,-2-6 0,-2 0-7,-8 0 6,-5 1-3,-7 3-1,-7 3-3,-4 8 1,-4 5-4,-4 5-2,-2 7-2,1 5-5,0 2-1,6 4-2,3-2-2,7 1-3,10-15-5,-7 20-11,7-20-22,0 0-49,15-9 1,-6-4 1,2 0 18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19.10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-10 8 49,'-1'-11'83,"1"11"4,0 0-39,0 0-7,0 0-5,0 0-6,0 0-4,0 0 0,11 0-2,-11 0-1,12 3-1,-12-3-2,22 5-4,-9-3-2,3 3-4,-2-1-2,5 2-3,-2-1-3,0 1 0,0-1-2,1 0 0,-4-1-1,1-1 1,-3 0-1,-1-1 2,1-1-1,-12-1 1,17 3-2,-17-3 1,13 7 0,-13-7 1,11 14-2,-11-14 1,6 21-1,-6-21 1,-1 21 0,1-21 0,-8 19 0,8-19 0,-11 19 0,3-6 0,1 2-1,1 3 1,-2 3-1,3 3 0,2 2 0,0 1 1,1-2-2,2 0 1,1-3 0,1 0 1,1-3 0,-1-3 1,1-3 0,-1-1 1,-2-12 0,3 20 0,-3-20-1,-1 17 0,-2-4 0,2 1-1,0 4 3,-1-1-3,1 2 3,1 0-2,0-2 3,0-1-2,0-16 3,-1 16-3,1-16 0,0 0 0,0 0 0,-16-10 0,16 10-1,-20-8 0,8 4 0,0 2-1,-2 0 0,2 2 1,0 0-1,1 0 0,11 0-3,-19-5-3,19 5-12,-10-13-22,10 13-79,-1-22 1,1 3-8,2-4-4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26.79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5 221 1,'0'0'63,"0"0"18,-11 3-44,11-3-9,0 0-3,0 0 1,0 0 0,0 0-3,0 0-2,0 0-4,11-8-2,-11 8-3,8-13-1,-1 2-2,-2-1-2,4-4-1,-2-1-1,1-3-1,-2 0 0,1 1 2,-1-1 0,-1 5 0,-4 1 1,-1 2 0,0 12-1,-2-14 0,2 14-1,0 0-1,-11-13 1,11 13-2,0 0-1,0 0-1,-12 4-2,12-4 2,-7 21-2,4-5 1,0 5-2,0 1 0,1 3 1,1 0-1,2-2 0,3-3 1,1-1 0,1-3 0,3-5 0,-9-11 1,19 15 1,-8-12 0,3-3 2,-2-2 0,1-3 0,0-2 2,-1-2 0,1-1 1,-4-2 0,3-3 0,-5-2-1,0 1 2,-2-2-1,0 0-2,-1 1 1,-3 0-1,0 0-1,-1 4-1,0 13 0,-1-16-2,1 16 0,0 0 0,0 0-1,0 0 1,2 23 1,2-10 0,-1 6-1,2 3-1,-1 1 2,4-2-2,-1 0 1,4-4-1,0-2 1,2-4-4,1-6-8,-1-13-19,5 2-76,-4-6-6,-2-5 0,-2-3-5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27.55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40 0 53,'-6'13'110,"6"-13"5,-11 11 0,11-11-42,-12 10-35,12-10-3,-8 16-8,8-1-6,-2 2-6,3 9-6,-2 5-3,2 5-3,0 8-2,2 3-1,-2 1-1,1-1-1,2-4 0,-1-6 1,-1-5-1,1-7 2,1-8-2,-4-17 1,5 13-1,-5-13 1,0 0-1,7-21 2,-5 3-1,-2-7 0,-2-5 2,-1-6-1,-2-2 1,1-6 0,1-1 1,-1 2-1,0 5 2,2 5-2,1 6 1,-1 6-1,4 6 0,-2 15-1,0 0 1,0 0-1,8 11-1,0 4 2,0 2-1,3 3 0,2 1 1,1-1-2,2-3 1,0-4-2,-1-4-1,-1-8-11,2-1-14,-7-12-55,6 1-35,-4-6-6,0-4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02.69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-2 238 33,'0'0'33,"0"0"-5,-3-13 0,3 13-11,4-11-2,-4 11-3,9-15 1,-9 15-2,12-18-1,-12 18 9,13-20-7,-7 7 10,1-1-2,-1-2 0,0-1-4,1-1-2,-2 0 0,-1 1-9,0 2 6,0 4-8,-3 0 1,-1 11-3,3-11 2,-3 11-1,0 0 1,0 0 0,0 0-1,0 0 0,0 0-1,0 0 0,-7 14 0,7-14 1,-2 13-3,2-13 2,-3 19-6,3-19 7,-2 21-7,1-8 6,1 1-6,0 2-1,0-2 1,0 4-1,1-2 5,1 2-5,0-1 5,1-1-5,2-1 6,1-3 2,1 1 1,-7-13 1,16 16 0,-5-10 1,-11-6 1,21 6 0,-10-6 0,0-1 0,2-2 0,-3 1-1,1-3 1,-11 5-1,19-15 0,-19 15 1,13-21-1,-7 9-1,-3-2 2,-1 0 0,-1-2-1,-1 0 7,-1-2-7,0 2 6,-2 3-2,1-2 2,-1 2-3,1 2 0,2 11-1,-6-19-6,6 19 5,0 0-6,0 0 0,0 0-1,0 0 1,0 0 1,0 0-1,0 0 1,0 0-2,0 0 3,-1 12-3,1-12 2,0 0-7,1 15 7,-1-15-6,-3 21-3,0-7 2,2 3-2,-1 0 2,4 3-2,-2-3 6,2-1-7,2-1 8,2-4 1,1 0-1,-7-11 1,17 12 0,-17-12 1,18 5-1,-7-5 1,-11 0 0,18-2 1,-18 2-1,17-8 0,-17 8 1,16-8-2,-16 8 1,14-10 1,-14 10-1,11-11 0,-11 11 0,7-16 0,-4 5 0,-1 0 0,-1-3 2,1 0 5,-1 1-6,0-2 7,2 4-7,-2 0 7,-1 11-4,1-13 3,-1 13-2,0 0-6,0 0 5,0 0-5,0 0 5,0 0-6,0 0-4,0 0 5,0 0-1,0 0 1,0 0-5,0 0 4,0 0-4,0 0 6,0 0 0,0 0-8,5 13 3,-5-13-2,-1 15 7,-1-4-6,2-11 6,-1 21-7,0-10 7,1 1 1,1 0-2,0 1 0,1 0-1,0 2 1,1 2-1,0 0 1,0 4-1,0 0 0,0 3-1,-1 0 2,1 2-2,-2 0 1,0-2-1,-1 0 2,0-3-2,2-3 2,-2-3-1,-2-3 0,2-12 1,0 14-1,0-14 1,0 0-1,0 0 1,0 0-1,0 0 1,0 0 0,0 0 0,0 0 1,0 0-1,-8-21 1,5 7 0,3-2 0,0-2 1,1-4-1,1-2 1,0 0-1,2-3 1,1 2-1,0 1 1,0-1-1,1-1 1,0 2-1,-1-4 2,1 4 7,-1-1-2,0 2 2,-2 5-2,1 2 1,-3 4-1,-1 12-1,0 0-6,0 0-1,0 0-6,0 0-1,13 19 1,-7-8-2,2 0 1,1 1-1,3-1 7,2-1-6,2 1 6,-1-1 0,1-1 0,-2-2 0,2-1-4,-2-2-10,1 0-22,-15-4-63,14-8-15,-14 8 2,8-24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1:56.78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 1,'0'0'64,"3"23"32,1-2-45,-3 2-9,4 12-8,-3 1-10,4 10-4,2 1-5,0 4-9,1-3 0,-1-1-3,1-6 0,1-5-4,-1-5 0,-1-8-7,-1-5-5,-7-18-9,10 14-24,-10-14-47,0 0-9,2-16 24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09.98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285 353 1,'-4'-12'82,"4"12"3,0 0-19,-16-15-23,16 15-15,-17-11-3,17 11-10,-22-9 1,10 7 0,-4-2 1,2 4-2,-5 0 0,1 4-2,-1-1-4,1 5-2,-1 2-1,3 2 4,-1 3-7,1 1 6,2 1-2,2 0 2,4 0-1,1 1-3,6-4 2,1 2-10,5-2 10,3-3-10,2 0 3,4-4-4,0-2 5,5-4-2,1-4 2,-2-6 3,3-3-9,-1-5 10,-1-5-10,1-3 3,-3-3-2,-1-4 3,-1-4-3,-2-1-2,-3-1 7,-1-3-7,-5 1 8,-2 0-2,-2 3 1,-4 7 0,-2 4 0,-1 5 0,-1 8 1,8 13-1,-13-9 0,13 9 0,-10 21-1,9-4 1,1 5-3,2 6 2,2 3-1,2 4 1,1 1-2,3-1 3,0 1-2,1-2 7,0-1-1,2-3 1,1-6-2,0-3 2,1-5-1,-1-5 0,2-6-6,-1-3 1,0-6-5,1-5 4,-4-1-4,2-3 4,-2-3-4,-1 0 0,-2-1 5,-1 0-5,-2-1 5,-1 5-6,-2-1 7,-3 3-6,0 11 5,-3-12 0,3 12 1,0 0-2,-11 2 1,11-2 1,-8 16-2,3-5 1,2 4-1,1 1 8,2 1-8,1 1 8,1 0-3,3 0 2,3 1-2,-1-2-3,3-2 4,1-3-10,1-1 9,2-3-10,-1-6 6,2-2 0,0-5 1,0-3 4,1-5-10,-2-3 11,0-2-9,-2-2 5,-1-1-3,-2 0-1,-2-1 2,-2 1 0,-7 0 8,-2 4-7,-4 1 5,-3 2-1,-8 3-1,2 3-2,-7 3 0,2 5-2,-1 4-1,1 4 0,3 2-2,3 1 1,4 0-2,3 2 1,9-13 0,-2 14 0,2-14 0,13 3 0,-2-6 3,3-3-1,2-2 1,1-2 0,2 0 1,-2 0-1,0-1 1,-1 2 0,1 1-2,-2 0 2,0 3-2,0 2 2,-3 0-1,0 4 0,-1 3-1,-11-4 2,18 15 0,-12-3-1,-1 3 0,0 0 1,0 3-2,1 1 2,0-2-1,0 0 5,1-1-5,1-1 5,0-2-6,2 1 6,1-3 0,0 0 0,2-2 0,-2-3-5,1-2 5,-1-3-5,0-4 0,-11 3 0,20-18-4,-12 3-2,2-2 2,-2-3-1,-4-1 2,4-1-2,-4 1 8,-1 2-5,-2 3 6,-1 3 0,-1 2 0,1 11-1,-3-11 0,3 11-2,0 0 0,-12 2 0,12-2-2,-6 16 1,4-3-2,1 3 2,-2 5-1,3 1 6,0 3-1,4-1 1,0-2-1,3 0-5,3-3 6,0-3-6,4-6 4,2-3-9,3-3 5,0-5 1,1-3-5,-1-5 10,-1-4-10,0-3 11,0-4-11,-1-2 5,-4-3-3,0 2-3,-2-2 7,-3 3-5,-1 3 5,-3 1-6,-2 2 7,-2 3-1,0 13 1,-5-19-1,5 19 1,0 0-1,-13-12 1,13 12-1,0 0 0,-14-1 0,14 1-1,-11 3 0,11-3 1,-14 5-1,14-5 0,-13 5-1,13-5 1,0 0-1,-14 8 0,14-8 1,0 0-1,0 0 0,0 0 1,0 0 0,0 0 0,0 0 0,0 0 0,0 0 0,0 0 0,0 0 0,0 0-1,0 0 0,0 0 1,0 0 0,6 11-1,-6-11 2,0 0-1,14 3 0,-14-3 1,12 0 0,-12 0 1,16-1 0,-16 1 1,18-6-1,-18 6 1,20-6-1,-20 6 0,17-6 0,-17 6 0,14-4-2,-14 4 0,12-1-5,-12 1-10,14-4-17,-3 3-79,-11 1-7,17-8-2,-17 8-3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10.93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24 71,'0'0'99,"0"0"3,3 11-5,-3-11-64,0 0-11,2 17-4,-2-17-5,0 24-2,1-8-6,1 3-1,-1 2-4,-1 0 6,2 0-7,0-3 7,-1-2-3,1-3 2,-2-13 0,5 18-1,-5-18-3,0 0-1,0 0 2,0 0-1,6-20-1,-6 8 1,0-3 0,0-1 2,0-4 3,3 2-3,-1-2 4,2 3-4,0-1 5,2 0 1,-1 2 1,2 3 0,-1 1 2,-6 12-1,13-18 0,-13 18-2,12-6-1,-12 6-1,13 12-3,-6 2 0,-1 4-2,0 5 0,0 2-2,1 2 1,1 2 2,-2-3-1,1-6-4,-1-2 0,3-4-1,-9-14-8,20 10-12,-20-10-32,25-23-68,-5 0-3,5-8 3,3-7-6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29.14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227 201 1,'0'0'17,"0"0"57,0 0-27,0 0-13,-15-1 2,15 1-7,0 0-3,0 0-3,-14-5-3,14 5-1,-13-2 0,13 2-1,-13-1-4,13 1 0,-17 2-3,17-2 2,-20 5-3,9-1 0,-1-3-3,1 3-1,-2-2-2,1 1 0,1-1 0,0 0-1,11-2-1,-17 7-6,17-7 7,-15 8-6,15-8 8,-12 13-9,12-13 8,-8 18-7,8-18 7,-1 22-1,3-11-1,1 1 1,-3-12-1,11 20 1,-11-20 0,16 14 0,-16-14 0,18 11 0,-18-11-1,21 6-1,-10-4 0,0 1 0,-11-3-2,20 1 1,-20-1 0,17-1 0,-17 1 0,15-4 1,-15 4-1,14-7-1,-14 7 2,12-15 0,-6 4-1,-1-3 0,-1-2 0,-1-1 7,1-1-6,-2-1 7,1 3-7,-1 0 5,1 0-6,-2-1 6,0 1-6,-2-2-2,1-2-1,-1 0 0,-2 1 1,1 0-1,-1 2 2,0 2-1,0 4 0,1 0 1,2 11 1,-4-12-1,4 12 0,0 0 1,0 0 0,0 0 0,0 0 1,0 0 1,0 0 0,0 0 1,6 17-1,-2-6 2,0 1-1,1 3 2,0 0-1,-1 2 2,1-1 0,0 3 1,-1 0-1,1 3-4,0 1 4,1 2-5,-1 0 3,2-1-5,-1-3 4,2-1-7,-2-5 7,3-4-2,-9-11 0,17 6-4,-6-7-9,-3-10-26,5 3-79,-3-5 2,-1-1-12,-2 1 1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32.15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69 55 1,'0'0'56,"0"0"25,0 0 4,-11-4-61,11 4-1,-15 0 3,15 0 4,-12 5 0,12-5-2,-11 9-6,11-9-2,-10 12-6,10-12-1,-6 16-6,6-16-6,-4 22 3,5-7-6,1 0 8,0 3-6,4 0 5,3-1-6,1-2 7,2-1-2,0-4 0,3-1 0,-1-3-2,2-2 0,-3-2 0,1-1 1,-1-1-1,2-2 1,-2-2 0,1-1-1,-1-1 0,0-1-1,-13 7 0,19-18-2,-12 7 1,-4 0 0,-2-1 0,-3-2 7,-2-1-6,-3 0 6,-2-1-5,-2 1 6,-2 2-6,0 0 5,-1 3-3,1 2-2,0 3 0,2 1 0,0 3-1,11 1 1,-15 5-1,15-5 0,-9 11-1,9-11 2,-6 15-2,6-15 1,-2 14 0,2-14 0,-1 13-2,1-13 1,0 0-1,1 13 1,-1-13-2,0 0 2,0 0-2,15 9 2,-15-9 0,16 0-1,-16 0 1,20-3-1,-7 1 3,0-1-3,1 0 2,1-1-2,-1 0 2,2 1-1,0-2 1,0-1-2,-1 0 0,-3-2 0,-12 8 1,20-15-1,-20 15 0,12-13 0,-12 13 1,0 0-1,0 0 1,10-11 0,-10 11 1,0 0-1,0 0 1,0 0 0,0 0-1,0 0 2,0 0-1,0 0 1,-4 12-1,4-12 2,-8 14-2,8-14 1,-8 19-1,5-6-5,0 0 4,2 1-3,1-1 4,4 1-6,-3-1 6,3-1-6,-4-12 7,11 20-2,-11-20 2,14 17-2,-2-9 1,-1-2 1,3-1 0,4-2 0,-1-1 0,1-4 0,-1-1 0,1-6-2,-2-1 0,-4-3 1,-1-1-2,-2-2 8,-3 3-7,-1-3 6,-2 4-5,-1 0 6,-2 12-6,1-18 4,-1 18-5,-6-18-2,6 18 2,-11-21-2,11 21 2,-13-18-2,13 18 2,-12-11 0,12 11 0,0 0 1,0 0-1,-5 15 2,5-15-2,10 19 1,-10-19 0,15 18 0,-15-18-1,19 18-5,-8-9 5,0 0-6,1-1 6,-1 1-5,0 0 4,-11-9-4,19 18 4,-19-18 0,20 13 2,-20-13-2,18 5 1,-18-5 1,16-2-1,-16 2 0,15-7 0,-15 7 2,11-13-2,-11 13 8,8-16-7,-8 16 4,3-16-3,-3 16 3,0-14-4,0 14 5,-5-15-5,5 15-1,-7-11 0,7 11 0,-10-11 0,10 11 0,-10-11 0,10 11-1,0 0 1,-9-14 0,9 14-1,0 0 1,0 0 0,0 0 0,0 0 0,0 0-1,0 0 1,0 0 0,0 0 0,0 0 0,0 0 0,0 0 0,0 0 0,0 0 0,0 0 0,0 0 0,0 0 0,0 0-1,0 0 1,0 0 0,0 0 0,0 0 0,13-1-1,-13 1 1,0 0 0,0 0 0,12-3 0,-12 3 0,0 0 0,0 0 1,0 0-1,0 0 0,0 0 1,0 0-1,0 0 0,0 0-1,0 0 1,0 0 0,0 0 0,0 0-1,0 0 1,0 0 0,0 0 0,0 0 1,0 0-2,14 2 1,-14-2 0,16-4 0,-16 4 0,21-4 0,-9 2 0,0-2 0,1 2 1,-2-2-1,1-1 0,-12 5-1,16-11 0,-16 11 1,12-11-1,-12 11 1,0 0-1,9-11 1,-9 11 0,0 0 0,0 0 1,0 0-1,0 0 0,0 0 0,5 11 0,-5-11 0,0 0 1,0 0-1,0 0 0,0 0 0,0 0 0,0 0 1,0 0-1,0 0 0,0 0-1,0 0 1,0 0 0,0 0-1,0 0 1,0 0 0,0 0 0,0 0-1,0 0 1,0 0 0,0 0 0,0 0 0,0 0 1,0 0-1,0 0 0,0 0 1,12 13 0,-12-13-1,11 13 1,-11-13 0,12 14-1,-12-14 1,11 15 0,-11-15 1,9 17-2,-9-17 2,5 21-3,-4-10-3,0 3 4,1-1-4,-1 0 4,-1 1-7,0-14 7,1 20-7,-1-20 7,1 12-1,-1-12 1,0 0-2,0 0 1,0 0 1,0 0-1,0 0 3,8-17-3,-8 17 8,1-19-7,0 6 7,-2 0-7,1 2 7,-1-2-7,1 13 4,-3-19-3,3 19-2,-1-16 0,1 16 0,1-14 1,-1 14-2,8-11 2,-8 11-1,12-10 0,-12 10 0,18-8 1,-5 6 0,-1 1 0,0 1 0,1 1 0,0 2 1,1 1-1,-3-1 1,0 2-1,0 0 1,-11-5 0,18 12-1,-18-12 1,15 13 0,-15-13-1,11 15 1,-11-15-1,10 15-4,-5-3 4,0 0-3,1 1 3,0 5-6,0-5 7,2 2-7,-2-4 6,-6-11-1,13 13-2,-13-13-13,11-4-47,-11-9-54,-1 0-8,-6-5-6,-10-2-3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39.12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373 65 1,'0'0'80,"0"0"16,-17-6-42,17 6-5,-20-4-5,20 4-9,-22-2-6,11 3-6,-5-5-5,1 3-4,-3-3 0,2 3-4,-3-3-1,1 2-2,-2-2 0,0 3-1,0-2 1,0 2-1,1-1 1,1 1-1,2-2-1,1 1-2,2-2-1,2-1 0,11 5-1,-16-9 0,16 9-1,0 0 0,-13-3 1,13 3 0,-1 14-1,2 1 2,2 4-2,-1 2 1,2 2-1,1 3 2,0 1-2,-1 0 1,0-1-2,0-1 1,-1 1 4,-1 4-3,-2-2 3,-2 4-5,-1-1 5,-2 1-4,0-2 3,0-1-3,0-2-1,2-5-1,0-5 1,2-3 1,1-14 0,4 14 1,-4-14 0,0 0-1,15 4 1,-15-4 0,13-2 1,-13 2-1,11-3 0,-11 3 0,0 0 0,12-4 0,-12 4 1,0 0 0,13-1 0,-13 1 0,11-1 1,-11 1-1,17-2 0,-5 2 1,1-2-1,3 1 1,0 0 0,3 1 1,1-1-1,2-3-1,0 0 0,0-3-8,4 1-16,-5-7-89,1 0-15,-3-3-2,-6-2-8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40.15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17 216 1,'0'0'2,"-16"-10"77,16 10 1,-2-17-44,1 1-12,4 4 4,-3-7-3,5 8 4,-2-1-2,-3 12-2,15-16-1,-15 16-2,17-13-2,-4 8-1,-13 5-1,23-13-2,-12 7 0,2 6-3,0 3-2,-1 5-4,-2 8-4,-1 4-2,-2 7 2,-2 5-4,-3-1 4,1 1-5,-2-5 5,-1-3-5,2-5 5,0-5-6,-2-14 3,0 0 0,0 0-1,12-2 1,-7-14-4,0-5 6,1-5-5,1-2 5,2-3-5,0 0 6,0 0-4,2 5 5,0 5-1,1 5 0,-1 6 1,-11 10 2,19-6-1,-19 6 1,21 11-2,-10 0 1,-1 1-1,1 4-1,0 0-1,0 3-1,-2-1-1,-2-1 1,-1-2 1,1-4-2,-7-11 0,7 14 0,-7-14 0,0 0-1,13-13 1,-8 0 0,3-6-3,0-5 2,2-2 2,1-2-1,2 1 1,0 1-1,-1 5 2,2 6-1,-2 9 1,-1 10-1,-2 9 0,-2 8 1,-2 5-1,0 5 0,-1-2 1,-1 1-3,4-3-4,-4-9-8,5 1-8,-8-19-27,14 10-67,-14-10-7,16-4-1,-16 4-1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41.80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160 64 1,'0'0'47,"8"-17"53,-8 17 1,0 0-45,-3-18-2,3 18-5,-7-14-10,7 14-6,-13-10-8,13 10-8,-17-5-5,6 7-5,-1 0-5,0 4-1,-2 4-2,0 2 0,1 6 0,1 1 1,1 6 2,1 1-1,2 2 1,3-2-5,3-2 4,3-1-5,4-6 5,3-6-4,-8-11 1,20 5-3,-6-14 3,-1-4 5,0-5-4,0-2 6,-2-4-4,-1 2 6,-2-2-4,-2 4 6,-3 1-5,-1 4 1,-2 15 1,-3-14-2,3 14-1,-5 12 0,3 3-3,-1 4 2,3 8 1,2 1-6,0 0 4,3 0-4,1-3 4,3-5-5,2-7 6,0-4-6,2-8 3,1-6 1,-1-5 0,0-3 3,-1-3-5,-1-3 6,-1-2-5,-3 0 5,-1-1-5,1 1 5,-3 1-4,0 3 0,0 2 2,-4 15-2,7-16 2,-7 16-2,0 0 1,15 16 0,-11-2-1,1 2 0,1 4 2,1-1 0,2 2 0,-3 0-5,2-1 6,-1-2-7,0-3 6,-2-1-5,-5-14 2,7 16-3,-7-16 3,0 0 1,0 0 0,0 0 0,15-15-1,-15 15 2,11-22 1,-2 8 3,-1 0-5,3-2 6,-1-2-4,1 2 5,-3 1-4,0 2 5,-2 2-5,-6 11 1,7-16 1,-7 16-2,0 0 0,0 0-1,0 0 0,0 0-1,0 0-1,0 0-1,0 0 1,0 0 0,2 16 0,-2-16 1,2 19 0,1-7 1,-1 3 0,3 1 0,0 1 0,3-1-5,-1-3 5,3 1-5,-10-14 3,19 18-5,-7-12 6,-12-6-6,18 5 5,-18-5 0,18-1 0,-18 1 1,15-10 0,-15 10 4,15-18-4,-9 7 3,0-3-5,-1 1 5,-1-2-5,-2-1 4,2 1-5,-3 3 1,-1-2-1,0 2 2,0 0 1,0 12-1,-1-16 1,1 16-1,0 0 1,0 0-1,0 0 1,-1 17 0,1-1 0,0 1 1,2 4 1,1 2-6,0 1 6,4-1-6,1-2 6,2-3-6,2-4 3,2-4-4,-1-8 5,2-3 0,-1-5-1,0-5 2,0-4 0,-1-2 5,-3-2-4,1 1 5,-3-3-5,-1 0 6,-3 0-4,1 3 3,-3 0-6,-1 5 1,-1 13-1,0-16-1,0 16 0,0 0-1,3 16 0,-1-3 0,1 6 1,0-1-1,2 2 1,1 1-4,3-1 4,1-4-4,2-5 4,2-1-6,3-5 1,0-7-12,3-1-10,-8-12-37,8 5-69,-7-5-1,1 3-4,-6-3-3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42.62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33 0 55,'0'0'112,"-16"8"2,16-8 3,0 0-54,-18 3-18,18-3-7,0 0-9,0 0-6,0 0-7,0 0-4,0 0-5,20 6-1,-9-6-2,5-1-1,1 0-1,3 0-1,0-2 0,-1 1-1,1 2 1,-2 0-1,0 0 0,-4 3 0,-1 0 0,-13-3 1,17 12-1,-17-12 1,9 16-1,-9-16 1,3 21-1,-4-10 1,0 3-2,0 0 2,-2 2-2,2 0 2,0 4-2,1 1 2,0 1-2,0 1 2,1 2-2,-1 2 2,1 1-2,0 1 2,1 0 0,0 1 1,2-2-1,1 0-3,0-3 4,1-2-5,0-3 5,0-2-5,0-1 3,0-4-4,-3-2 5,-3-11-1,2 17 1,-2-17 0,0 0 0,-17 14 1,3-13-1,-3 1 1,-4 1-1,-3-1 1,-5 3-2,1 2-2,0 5-3,0-1-6,3 5-8,0-7-18,13 7-83,0-12-7,12-4-5,1-15 1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44.50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426 51 1,'0'0'48,"0"0"36,0 0 4,-17-16-51,17 16-2,-11-14-1,11 14-3,-17-13-4,6 11-2,-5-2 0,0 7-5,-4-1-1,1 3-1,-6-1-1,2 2-2,-4-4-1,4 3-2,-3-6-2,2-1-3,-1-3-2,2-1-2,3-1-1,2 2 0,2 2-1,3 2 1,2 2-1,11-1 0,-14 12-1,14-12 0,-9 20 0,7-9 0,2-11 1,0 19-1,3-7 0,2 0 0,3 3 0,0 2 0,2 4-2,-1 2 3,-2 3-2,-1 3 1,-2 6 2,-4 0-2,-5 1 4,-1 0-3,-2-3 5,0-2-5,-2-4 5,3-2-6,-1-9 3,5-4-2,3-12 0,1 12-1,-1-12 0,8 11 0,-8-11 1,18 15 0,-7-4 0,0 1 2,1 1-2,0-1 2,1-1-1,-1-1 0,0-5 0,0-3-1,2-3-1,0-4-4,4-1-10,-2-9-26,8 5-82,-4-6-3,5 0-5,-3-3-3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46.94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214 53 47,'0'0'93,"0"0"1,0 0-4,-9-11-67,9 11-6,-11-13-1,11 13 1,-14-11 1,3 5 0,11 6 1,-19-6 0,19 6-1,-25-5-3,14 5-3,-2-2-3,1 2-2,0 0-3,1 3 0,0 2-1,11-5-1,-18 21-2,8-5 0,4 4-2,-2 4-1,2 3 6,1 2-6,4-1 6,0 0-6,4-2 7,4-2-4,-1-8 4,6-5-3,0-6 0,3-8 1,-1-7-1,2-4 7,-2-7-9,0-5 8,-1-1-8,-2 0 6,-1 1-5,-2 4 6,-3 2-6,-4 6 1,-1 14 2,0 0-3,0 0 2,-13 8 2,7 6 1,3 5-7,0 3 6,3 0-6,3 3 5,2-2-5,2-4 5,3-3-7,5-5 4,1-4 1,1-4-1,1-6 0,-1-4 1,2-4 5,-2-5-8,-2-5 7,0-1-6,-3-2 4,-2 2-5,-3 0 5,-1 2-5,-3 4-1,-3 5 4,0 11-3,0 0 1,0 0 1,-10 20 3,9-3-7,3 3 7,4 1-6,3 0 5,3-3-5,1-3 5,4-5-5,2-6 2,2-6 0,-1-3-3,0-4 9,-2-6-8,-1-1 7,-3-1-5,-3 0 6,-2 0-5,-3 1 6,-4 3-2,-2 0-3,0 13 2,-2-14-1,2 14-1,0 0 0,0 0-1,0 0 0,1 19-1,4-2-2,2 3 6,2 4-5,2-2 5,1-1-6,2-3 6,-1-3-5,3-6 4,0-8-8,1 0-16,-2-14-33,2 1-68,-2-7 2,-3-3-9,0-4-1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1:57.07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84 24,'4'11'108,"7"5"-3,-11-16 0,14 7-93,0-9-4,5-7-4,3 1 3,4-6-5,2 2-1,3-2-1,2 1-4,0 0-5,-1 0-12,1 4-24,-4 3-55,-6 0 0,2 10 4,-13-1 96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47.30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67 0 108,'0'0'120,"0"0"-4,3 18 0,-2 9-73,-3 8-16,3 14-4,-5 10-9,2 12-3,-4 5-5,-2 2-2,-2-1 1,1-7-4,-1-9 1,1-9-6,2-14-2,1-13-11,6-12-13,0-13-16,6-20-49,0-10-20,5-7-2,0-6 3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47.51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-4 24 81,'7'-17'107,"-1"6"3,-6 11-3,0 0-54,0 0-22,0 0-11,0 0-7,0 0-6,14 16-4,-14-16 1,15 18-2,-3-8 0,1 0 0,3-3-1,4 0-4,0-5-3,3 0-16,-3-6-25,4-1-63,-3-3-4,-1 2 1,-2-3-4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47.97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49-2 91,'0'0'107,"0"0"3,0 0-4,0 0-72,0 0-12,-12-2-2,12 2-8,-10 29-7,4-3 2,1 5-6,2 6 2,2 2-5,2 0 6,5-2-3,3-7 4,6-9 0,1-13 2,5-6 2,-2-15 2,6-5 2,-4-14-1,2-1 5,-6-7-5,1 3 2,-9 1-5,-1 6 2,-9 4-8,-6 10 1,-6 11-9,-8 10-5,-2 13-2,-9 2-6,3 10 2,-4-2-10,9 5-10,-3-13-19,17 0-57,10-20-4,0 0 3,-3-16 1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3:48.81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59 9,'0'0'93,"0"0"2,-1-16 2,1 16-50,3-12-8,-3 12-2,8-11-4,-8 11-6,13-9-4,-13 9-1,25-6-4,-9 1-3,5 5-4,1 0-2,2 3-3,1-1-1,2 3-2,-2 0 0,-1 1-1,1 0-1,-3 1-1,-1 1 0,-5 2 1,-3 4-1,-4 3 1,-4 4-1,-4 6 1,-5 3-1,-3 7 2,-4 3-1,1 4 0,-2 0 3,1 2-3,1-2 2,3-1-2,0-3 2,2-3-4,3-5 4,0-5-2,3-4-2,1-4 2,-1-5-2,2-3 2,-3-11 0,9 12 0,-9-12 1,0 0 1,13 7 3,-13-7 2,0 0 1,0 0-1,0 0 0,-11 0-1,0-2-1,-3 0-3,-3 2-8,-5-3-9,1 9-18,-8-8-32,2 10-64,-3-3-3,1 1-4,-3-7-3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4:31.53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146 370 1,'0'0'42,"0"0"40,0 0-36,0 0-4,-14 8 1,14-8-7,-15 2-5,15-2-7,-18 5-10,7-1-1,0 3-7,-3 3 1,2 4-6,-2 3 1,3 2-3,1 6 3,2 2 1,2 1-1,3 4 2,3-1 0,6 1 2,3-2-1,3-3 1,4-4-1,3-3 0,2-6 0,-1-6-1,4-9-1,-2-9 1,-2-9-1,-3-5 1,-2-10 0,-7-2 0,-3-5 1,-5 2-2,-7 1 1,-2 3-3,-6 7 2,-1 8 1,-2 5-4,0 9 0,0 5 0,2 6 1,2 2-3,1 2 3,3 2-3,10-11-2,-8 18 2,8-18 1,4 13 0,-4-13-1,16 3 2,-5-3-2,1-1 3,3-1-1,1-2 0,-2 0 1,4 1-1,-1-3 0,0-1 0,0-1 3,2-3-3,-3-2 3,-2-3-3,2-6 4,-3-3-4,-1-4 2,-2-3-1,0-2-2,-3-1 3,-1-1-3,-1 0 3,-2 5-3,-2 4 4,-1 4-1,-3 4 2,0 7 0,3 12-1,-13-10 1,13 10 0,-14 12 0,6 2-2,2 4 0,2 5-2,1 4 0,1 3-2,2 5 1,-1 4 0,2 5-1,-1 4 0,-1 4 0,0 6 0,1 2 0,0 4 1,2 2-1,3-2-2,0-1 3,4-5-3,1-5 3,2-8-3,2-4-1,0-9 1,1-8 0,0-7 2,0-4-2,-1-10 4,1-6 2,-3-11 0,-1-7 3,-2-7-2,0-6 3,-6-7-2,0-1 2,-4-3-2,-4 2-4,-4 2 3,-2 4-2,-6 5 1,-3 6-2,-1 9 1,-2 6-1,1 9-1,1 8 1,5 6-1,1 7-1,6-1 0,5 2 1,5-2-2,2-3 2,-3-15 0,19 7 0,-7-15 1,3-8 1,1-8 0,1-3-1,2-5 2,0-2-1,0 1 1,0-2 3,0 2-3,-1 0 2,-1-2-3,1 1 1,-2-2-1,-3-3 2,1-2-1,-2-2-3,-3 0 3,-5 4-3,-1 3 5,-4 6-2,-7 4 3,1 7-1,-7 8 0,1 10 0,-2 9-2,2 9 2,-2 9-3,4 7 0,2 9-3,3 8-3,4 9 2,2 5 0,5 6 1,-1 3-1,6-1 1,3 1 0,3-3 2,3-6 4,1-9-6,0-7 2,2-9-1,-1-11 1,-2-5-1,1-9 1,-7-7 0,0-7 0,-13 0 0,15-21 1,-13 0 0,-3-4 1,-3-7 0,-3-1 0,-4-3 1,0 3 0,-3 4 2,0 5-2,0 7 1,-1 6-2,0 10 0,3 8-1,2 8-5,2 5-3,5 4-7,-1-1-2,9 3-8,0-7-4,7 0-7,-12-19-22,26 4-59,-7-12 1,-5-16 0,6-5 88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4:34.18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209 511 9,'-13'-6'36,"13"6"-4,0 0-2,-16-10-1,16 10 0,-14-5 0,14 5-1,-16-6-1,5 4-4,11 2-3,-22-2-5,10 5-2,0-1-3,0 6-1,-2-1-1,2 3-1,-1 1-1,3 3-1,0 2 1,5 2-1,3 3-2,2 3-2,3 1 3,3 2-1,4-1 1,2-1-1,4-6 2,2-2-2,-1-9 4,3-7-1,-1-7 0,1-10 0,-3-7 0,-1-8 1,-4-6-2,-5-4 0,-5 1-2,-3-2 1,-8 6-3,-3 4 1,-8 9-3,-2 6-1,-4 9 2,2 10-1,-2 5 2,4 8 0,2 2 1,5 3-1,7 1 0,3-2 1,5-2-2,5-4 2,-5-13-2,19 8 0,-6-11 0,-1-7-1,3-4 1,1-3-2,-2-1 2,4-2-1,-2 2 0,0-2 0,1 1 1,-1 2-2,2 0 2,-1-1-1,3-1 0,-3-1 0,2 0 0,-2-3 0,-2-1 0,-1-2-1,-2 1 2,-4 0-2,-2 0 2,-3-2-2,-4 2 2,-3 2 2,-4 2 0,0 4 3,-3 2-1,0 4 4,-2 1-2,1 7 3,0 0-3,12 3-2,-20 6 0,20-6-5,-12 20 1,9-2-2,3 6 2,4 5-1,1 7 2,4 6-1,0 2 3,4 8 1,0-1 0,1 5 0,-1 0-1,3 2 2,0 0-3,2 2-1,-1-1 2,0 1-2,0-1 1,0-1 0,-2-3 0,-1-4-1,-1-7 1,1-7 2,-2-8-3,-1-8 1,0-11-1,0-15 0,0-12-2,-3-10-1,-2-11 1,-1-8-3,-4-5 3,-5-6-4,-1 2 4,-5 4 0,-1 7 0,-3 7 3,-5 10-2,0 9 2,-1 8-1,1 7 3,1 7-6,2 5 3,5 3-1,1 2-5,5-1 4,4 1-3,3-3 3,-2-11-3,13 14 4,-13-14-6,16 2 6,-16-2-1,16-13 1,-16 13 4,14-17-3,-14 17 3,14-18-4,-14 18 3,15-21-2,-5 10 2,-1-4-3,2-1-2,2-5 1,-1-5-1,2-2 0,0-5-2,0-3 2,-2-3-2,-1 1 2,-1-3-2,-1 3 2,-4 4-1,-3 2 2,-2 6-1,-2 2 2,-3 4-1,-2 2 1,-1-1-1,-3 0 1,1 1 3,-1 1-3,0 1 3,1 2-2,3 3 2,7 11-1,-14 1-1,10 10 1,3 9-3,1 6 3,4 7-1,1 6 2,2 7-2,5 1 0,3 3 4,1 2-3,3 2 3,-1 0-3,3 2 3,-1-3-3,1 0-2,-3-3 3,0 1-3,0-4 2,-2-4-2,0-5 2,-3-4-2,2-3 1,0-4 2,-2-4-1,-1-6-1,3-4 0,-1-8 0,-2-9-1,-12 4 0,18-28 0,-13 2-2,-2-5 2,-3-6-2,-5 0 1,-5 1 0,-1 0 1,0 6 3,-3 5-3,1 4 4,1 6-3,-1 6 4,2 3-4,11 6 4,-17-2-4,17 2-1,-12 2 0,12-2 0,0 0-1,-13 16-3,13-16 2,-2 20-2,2-20 3,4 19-5,-4-19 0,0 0-10,22 8-8,-11-23-24,7-3-74,4-4-3,2-8-6,2-1 56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4:47.38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283 10 30,'-11'-10'94,"11"10"1,0 0-38,-13 4-4,13-4-8,0 0-10,-11 5-4,11-5-5,0 0-5,-14-3-2,14 3-3,0 0-4,-12 0 0,12 0-2,-14 2 0,14-2-2,-18 0 0,4 0-1,1 0-1,-2-2-1,-1 2-2,0 0-2,0 0-1,0 2 0,3 0 1,0 1-2,13-3 1,-18 4 0,18-4 0,-12 4 0,12-4 1,0 0-1,0 0 0,-11 4 0,11-4 1,0 0-1,0 0 1,-5 18-2,4-7 2,-1 4-2,0 2 1,-1 5 0,1 2-3,1 2 4,1 1-4,0 2 4,1-1-3,1 1 3,1-2-2,-1-1 1,2-2 1,0-2-1,-2-3 1,-1-4-1,2-2 0,-1-2 0,-2-11 0,5 19-1,-5-19 1,5 13 0,-5-13 0,7 12 0,-7-12 0,0 0 0,9 14 0,-9-14 0,0 0 2,12 8 0,-12-8 1,13 3 1,-13-3 0,16 1-1,-5-1 1,2 0-1,3 0-1,1 0-5,1-2-6,4 3-17,-5-6-44,5 0-54,0-2-2,-5-2-4,1-2-1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4:48.30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28 190 5,'0'0'98,"-14"-8"-1,14 8 4,-9-16-49,4-3-15,6 5-1,-4-7-7,8 3-2,-1-5-5,3 5-1,1-1-6,0 4-5,2 3-3,-10 12-4,22-7-2,-11 14-2,1 8 0,-3 8-5,4 9 2,-5 4-2,2 2 2,-3-1-2,0-1 2,-4-7-1,1-4 2,-2-9 4,-2-16-2,0 0 1,0 0 0,0 0 0,3-23 0,-3 1 1,1-5 1,2-2 2,0-2-2,5 2 4,-2 3-3,2 2 3,2 7-1,1 9 2,2 5-4,1 7 2,0 8 1,-1 3-4,1 3 2,-1 4-3,-1 1 2,-4 0-3,0-2 1,-4-2-2,0-5 0,-1-1 1,-3-13 0,2 12-1,-2-12 1,0 0-1,6-24 0,-2 3 2,1-5-1,1-4 1,1-3-1,3 1 2,0 2-1,0 7 2,1 6-1,0 9 0,1 12 1,-1 9-4,-2 11 4,0 5-3,-2 6 1,2-1-5,-2 2-3,-2-6-11,6 1-12,-6-10-63,6-6-24,-11-15-1,21 16-2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4:49.71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210 81 78,'0'0'113,"-5"-12"-1,5 12 1,-18-16-52,18 16-27,-26-14-6,12 5-8,-4-3-5,1 3-1,-1 1-4,2 5-3,1 4-2,0 8-1,2 7-2,2 7-4,3 4 0,0 2-2,3 1 3,3 0-3,2-3 3,2-5-3,6-6 2,-8-16 1,20 15 0,-8-15 0,1-4 1,1-5-1,1-4 1,-3-4 0,-2-3 1,-2-2 1,-1 0-2,-4 0 4,-2 1-3,-1 2 4,-3 5-4,3 14 5,0 0-4,0 0-3,-13 14 5,12 7-5,2 4 3,3 2-4,2 0 3,3-2-3,2-7 2,2-3 1,5-9-2,-1-4 1,0-4 0,-1-2-1,0-3 1,-4-2-1,1-2 1,-2-2 0,-3-3-1,-2-2 3,1 0-3,-1-4 3,1 0-3,1 0 4,-1 2-4,0 4 4,2 5-3,-9 11 1,17-11 0,-17 11 1,19 7-1,-19-7 1,17 19 1,-10-7-5,-1 4 5,2 1-4,-3 2 3,-1 0-3,0 2 3,-1-2-4,0-1 2,0-2 2,-1-4-3,2-1 1,-4-11 0,9 16 0,-9-16 0,0 0 0,13 13 0,-13-13 0,14-3 0,-14 3 0,14-17 2,-5 3-1,1-5 3,-2-3 2,1-3-2,0 2 3,-2-2-2,-1 5 3,-1 3-3,-1 4 2,-4 13-4,0 0 0,0 0 1,0 0-5,-2 22 3,1-4-3,1 3 2,0 1-2,6 2 2,2-3-3,2-3 1,1-4 3,2-3-2,1-4-1,-1-1 1,1-3-1,-14-3 1,21-2 1,-21 2-1,19-13 1,-10 1 0,1-4 1,0-5 0,-1-3 3,0-2-3,1 2 2,-3 1-2,-1 3 2,-1 3-3,-1 6 3,-4 11-3,0 0-1,0 0 0,0 0-2,7 23 3,-3-5-4,0 1 4,2 0-3,1 2 3,3-3-3,0-2 3,2-4-2,-12-12 1,21 12 0,-10-13 0,0-3 0,-11 4 1,20-22-1,-13 7 1,1-3 3,-2-2-2,0 3 2,-2 0-3,-2 3 3,-2 14-3,0 0 1,0 0 0,10 13-4,-6 5 3,2 4-3,2 0 0,4 0-5,1-3-3,1-9-11,8 0-44,-8-18-65,7-3-7,-6-10-2,2-5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4:50.49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44 23 157,'0'0'111,"0"0"2,-9-14-21,9 14-51,0 0-8,0 0-7,13-10-6,-13 10-3,14 1-3,-14-1-4,20 3-1,-8-1-2,-1-2-1,4 2 0,-2-2-1,3 0 0,0-2-1,1 4 0,-1-4-2,-1 4 0,-1-1 0,-2 1 1,-12-2-3,17 11 1,-17-11-1,8 20 0,-8-5 1,-2 0-1,0 3 0,-2 0 0,1 2 0,-1 1 0,1 1 1,2 1-4,1 1 4,1 2-3,2-2 4,-1 2-4,3-3 3,-1 1-2,1-2 0,-2-2 3,1-3-2,0-2 0,-2-4 1,1 0 1,-3-11 0,0 14 2,0-14 0,-6 12-1,6-12 0,-26 12-1,6-2 0,-4 1-2,-6 3-5,-2-1-7,1 4-22,-6-7-89,10 0-8,0-12-2,6-5-9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1:57.74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94 110 1,'0'0'88,"-12"-5"-10,12 5-34,0 0-7,-18-13-9,18 13-4,-12-8-5,12 8-5,-12-1-3,12 1-4,-16 9 5,10 3-5,-2-1 2,3 5-5,0-1 0,3 3 1,2-2-1,5 2 0,2-4 0,6-1 1,1-5 1,6 0 0,1-7-1,2-1 1,2-8 0,-1-1-1,0-6-1,-3-6 0,-3-2 0,-3-4 3,-6 0-3,-7-1 2,-8 3-4,-4 3 4,-10 2-5,-3 9 4,-4 6-4,-4 5 0,0 8 1,4 4-5,3 5 2,4-1-9,8 2-1,2-6-14,12 3-9,-2-15-24,14 0-57,1-3 2,-2-11-1,4-1 109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4:52.92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370 76 33,'0'0'69,"-11"10"-11,11-10-5,0 0-15,-12 0-8,12 0-4,0 0-4,-15-16-2,15 16 0,-12-12 1,12 12-1,-16-10 0,16 10-2,-21-6-3,9 4-6,-2-4-2,-2 2-2,-2-2-1,-2 4-1,2-2 0,-1 0 0,0 3 0,0-2 0,2 1 1,3 1 0,2 0 1,12 1-2,-18-4 1,18 4-1,-14-1 0,14 1 0,0 0-2,-12 7 0,12-7-1,0 0 0,-9 11 0,9-11 0,0 0 0,-6 14 0,6-14 1,-5 13-1,5-13 0,-5 19 0,3-7 1,-1 4-1,1 1 1,-1 3 0,1 2 0,1 2 1,-2-1-2,3 0 2,0 4 2,0-2-3,2-1 3,0 0-4,-1-3 4,2-1-4,-1-2 4,1-3-4,-3-15 2,6 18-2,-6-18 1,6 13 0,-6-13-1,0 0 1,7 17 0,-4-6 0,-2 2 0,0 3 0,2 2 0,-2 0 1,0-1-1,0-1 0,2-1 1,-1-4-1,-2-11 0,8 11 0,-8-11-1,0 0 0,11 4 1,-11-4-1,0 0 1,11 0-1,-11 0 1,0 0 0,0 0 0,0 0 0,11 13-1,-11-13 1,0 0 0,12 11 0,-12-11-1,20 5 1,-4-4-1,1-1-1,4-1-6,-1-4-9,4 5-26,-7-5-82,4 1-5,-4 2 0,-17 2-5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4:55.24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181 235 44,'0'0'38,"-13"-13"-13,13 13 1,-14-8-2,14 8 0,-16-13 0,16 13 1,-18-12 0,7 6-3,11 6 1,-18-4-3,18 4-2,-21 6-3,21-6 0,-21 14-3,21-14 0,-21 15-3,21-15-2,-16 22 1,10-10-9,2 3 5,2 1-4,2 0 3,1 1-3,2 0 4,0-1-3,2-2 0,1-1 3,2 0-2,-1-2-1,-7-11 0,19 18-1,-8-11 0,0-3 1,1-3 0,0-4 0,-1-6 0,2-3-4,-2-7 4,-2-5-4,-1-5 1,-2-4 4,-5-1-4,0-3 3,-3 0-3,-2-2 7,-1 2-6,-1 6 6,0 3-3,0 5 0,1 5-1,-1 5-1,6 13 1,-5-14-1,5 14 1,0 0-1,0 0 0,0 0 1,9 21 1,-5-6 2,-1 4 0,4 5 2,-2 4-1,0 4 2,1 2 3,3 3-7,1-3 6,1-1-5,1-5 3,0-2-6,-1-5 4,2-1-4,-2-8 1,0-1 2,-11-11-4,17 15 1,-17-15-2,16 7 1,-16-7 0,15 0 0,-15 0 0,13-11-1,-13 11 1,10-21-3,-5 8-1,-1-7 1,-2 0 0,-1-1 3,-1 3-3,-1 2 4,-1 2-3,2 14 7,-8-13-3,8 13 4,-7 11-5,7-11-3,-2 21 7,3-5-5,3 1 3,2 1-3,2 2 3,3 0-4,4-4 5,1 0-1,3-4-3,-1-2 1,0-4-1,1-1 0,-2-4 0,-2 0 0,-3-1-1,-12 0 1,17-3 1,-17 3 1,9-11-1,-8 0 1,-2-4-4,-2-6 1,-3-2 1,-1-3 2,-3 0-5,-2 0 4,-3 4-4,-2 4 3,1 3 0,-3 6 3,2 4-3,1 5 0,1 2 0,2 3 0,13-5 0,-17 12 0,17-12 0,-8 12 0,8-12-1,8 11 1,-8-11-1,18 6 1,-6-6-1,2 0 1,1-1 0,1-4 0,0-2 0,0-2-1,0-1 0,-2-2 1,1-1-1,-1 1 0,-1 1 0,-2 2 1,-11 9 0,19-12 0,-19 12 0,12 0 0,-12 0 1,6 12 0,-6-12 0,5 24 0,-4-6 0,3 2-2,0 2 5,1 2-4,0-2 3,3-1-3,0-3 4,1-1-4,1-6 3,1-1-1,2-2-2,-1-5 0,0 0 1,-1-5-1,0 0 0,-11 2 0,17-12 0,-17 12-2,10-26-1,-7 9 4,-3-3-3,-3-2 3,1 1-5,-3-1 5,0 2-3,0 2 4,-1 4-3,2 2 1,4 12 0,-5-13 0,5 13 0,0 0 0,0 0 0,3 18 2,0-1-2,4 4-1,0 2 5,3 3-4,1-1 4,2-1-4,2-2 3,2-3-3,2-8 3,-1-4 0,2-3-3,1-4 1,0-4-1,-2-2-2,-1-2 2,-2-6-2,-2-2-1,-1-1 4,-5-3-4,-2-1 5,-3-2-3,-4 1 6,-3-1-6,-3 4 7,-2 2-3,-1 1 0,-1 3 0,11 13-1,-21-17 0,21 17 0,-18-6-1,18 6 0,-15 4-1,15-4 0,-11 8-1,11-8 1,-6 11 0,6-11-1,0 0 1,7 11-1,-7-11 1,14 0-1,-14 0 1,14-6 0,-14 6-1,14-10 1,-14 10 0,12-8 0,-12 8 0,11-9 0,-11 9 0,13-7-1,-13 7 1,12-9-2,-12 9-1,12-6-1,-12 6-3,17-1-5,-6 6-3,-11-5-6,26 11-11,-26-11-15,26 6-67,-12 0-12,-14-6 2,19 6 59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4:55.89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7 35 1,'0'0'73,"0"0"27,0 0-48,0 0-14,-7-11-1,7 11-13,0 0-8,0 0-6,5 19-3,-3-6 0,2 5 0,0 3-1,1 1-2,-3 2 6,2-1-8,-3-1 5,0-1-5,-2-1 4,1-3-4,-3-4 6,3 0 0,0-13-2,0 0 2,0 0-2,0 0-3,7-16-2,-4-4-1,1-3-3,0-2 3,-1-2-1,1 1 3,-1 0-2,0 5 7,0-2-1,-1 5 4,1 2-3,0 3-1,-3 13-1,8-16 0,-8 16-1,18 2-1,-7 6-2,3 8 1,0 4-1,2 4 1,3 6 3,-2 2-5,-2-3 5,-3 1-5,-2-4 2,-3-7-9,1-1-2,-8-18-15,6 12-20,-6-12-44,-3-20-37,5 8 0,-4-9 28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4:56.88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13 1,'0'0'16,"0"0"84,0 0 0,0 0-76,0 0 1,0 0 1,0 0-1,0 0-4,0 0-1,17 9 1,-3-4 0,-1-5 1,5 3-2,1-6-3,6 3-3,-1-5-3,3 1-4,-1-1-2,0 1-3,-1 2-1,-1-2-2,-4 3 1,-2-1 0,-3 3 0,-1 1 0,-3 1 0,-11-3 0,14 7 1,-14-7 0,8 14-1,-8-14 1,-1 18-1,1-18 1,-8 20 0,2-9 0,0 0-1,0 1 1,0 1 0,-1 2-1,1 1 1,1 3 1,0 1-2,2 4 2,0 3 2,1 4-4,1-1 4,1 2-3,-2-2 5,4 1-2,-2-4 4,1-2-2,-2-7-1,1-3 2,-2-3-1,2-12 0,-2 16-3,2-16 0,-2 14-3,2-14 0,-4 12 1,4-12 0,0 0-1,-9 12 1,9-12 0,0 0-1,-16 3 1,16-3 0,-17-4 0,17 4 0,-22-5 1,8 4-1,0 1 0,-2 0 1,0 2-1,1 5 1,-1-1-2,1 0-2,3 1-8,0-6-13,12-1-50,-13 4-57,13-4-3,-18-13-2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00.76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5 356 1,'0'0'63,"0"0"26,0 0 2,-9-22-47,12 7-11,-2-7-7,4-1-4,-3-5-4,3-1-2,1-1-1,1 1-5,-1 1-1,1 2-1,1 3-1,1 2-2,0 1 0,1 6-3,-3 1 0,-7 13 2,19-13 0,-19 13 1,18 7-1,-8 8 1,0 6-1,0 7 0,-2 5-1,1 5 2,-3 3-4,0 2 3,-1-4-2,-3-1 1,0-4-2,-1-6 1,-2-6-3,1-6 2,1-5-1,-1-11-1,0 0 1,0 0-2,1-25 1,0 3-1,-1-6 3,3-3-3,-1-3 0,2 1-1,1 2 2,0 3-1,2 4 1,2 5-1,2 8 1,-11 11 1,22-15 1,-10 12 1,2 5-1,1 4 1,2 2-1,1 5 2,1 4-1,-2 5 1,-1 1-2,-3 4 1,0-2-1,-4 0 1,-2-5-2,-5-4 1,1-4-2,-3-12 0,0 0 0,0 0 0,4-21 0,-2 1-1,0-6 0,3-3-1,1-5 2,2 2-2,1 1 3,1 3 0,1 5 4,2 7-1,-1 8 3,3 8 0,-4 8 1,2 8 1,-3 7-1,2 6-1,-3 3-2,1 2-1,-3-1-2,-1-2-3,2-3-7,-3-7-5,2-2-16,-7-19-20,12 14-60,-12-14-7,16 0 0,-16 0 8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02.30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145 160 87,'-16'-4'101,"5"-4"0,1-3-49,10 11-22,-21-19-5,21 19-10,-19-16-5,19 16-1,-21-8-3,21 8-1,-19-2-2,19 2 0,-13 10-2,13-10 0,-10 19 0,8-6 0,2 4 0,0 3 0,1 1 0,1 0 0,2 0 0,1-1 0,0-3-2,0-5 0,-5-12 0,11 14-1,-11-14 1,11-3 0,-11 3 1,10-13-1,-5 1 2,0-1 0,-2-2 1,1 2 0,0-2-1,-1 4 0,-3 11 0,8-16 0,-8 16 0,0 0 1,0 0-1,16 7 1,-16-7 0,16 13 1,-16-13 0,21 7-1,-10-7 1,0-1 0,0-3 0,0 0 0,-11 4 0,15-10 0,-15 10 1,14-1-1,-14 1 0,15 9-1,-15-9 0,16 20 1,-5-12-1,-11-8 1,20 15-2,-20-15 0,19-5 0,-7-6 0,-1-4 0,1-5-3,-1-2 1,0 0-1,0-1 1,-2 2-1,-1 1 2,-2 6-2,-6 14 4,12-14 0,-12 14 1,11 5 0,-7 6 1,4 4 1,-2 3-1,3 2 3,-2 0-3,2-2 2,-1-1-1,1-1 1,-2-5-1,-7-11-1,14 15-1,-14-15 0,11 2-1,-11-2 0,10-11 0,-5 0-2,-1-5 1,3-2 0,-1-2 0,0-1-1,1 3 1,1-2-1,-2 4 0,1 1 0,-7 15 1,15-15-1,-15 15 1,15-3-1,-15 3 0,21 9 1,-10 0 0,1 5 1,0 1 0,2 0 0,-2-1-1,2 0 1,-5-1-1,2-2 1,-11-11-1,16 16 0,-16-16 0,14 7 0,-14-7 1,0 0 0,13-19 0,-8 4 0,-1-1 0,0-3-1,-1-5 0,1 3-1,-1 1 0,-1 2-1,-1 6 1,-1 12-2,2-15 1,-2 15 1,0 0-1,3 16 2,0-1 0,0 3 0,2 3-1,1 1 1,4 1 0,0-3 0,2 0-1,2-4 1,1-5-2,-1-5 1,0-4-1,-1-6 1,-1-5-1,-1-4 0,-4-4 1,-1-2-1,-2-2 1,-3-2-1,0 2 1,-1 1-1,-1 3 1,-1 6-1,2 11 2,0 0 0,0 0 0,0 0 1,16 25-1,-7-6 1,2 2 0,4 0 0,2-2-1,1-5 0,1-3-2,0-6-1,0-2-6,-3-7-12,3 4-32,-7-7-78,-12 7-1,14-22-4,-17 4-3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08.51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354 6 36,'0'0'78,"-3"15"3,3-15 0,0 0-46,0 0-4,0 0-5,0 0-4,0 0-4,0 0-3,0 0 0,0 0 1,0 0 0,0 0 2,-8-14-2,8 14-2,0 0 0,0 0-1,-18 0-3,18 0-1,-13 0-3,13 0-1,-17 2 0,17-2-1,-21 0-2,10-2 1,-2 1-1,1 0 0,0 0 0,-1-1-1,0 1 0,-2 0 1,2 1-2,-2 0 2,1 0-2,1 2 1,-1 0 0,2-1 0,0 1-1,1 1 0,11-3 0,-20 5 0,20-5 0,-16 2 0,16-2 0,-13 3 0,13-3 0,-12 2 1,12-2-1,0 0 0,-11 3 0,11-3 0,0 0-1,0 0 2,0 0-2,-8 12 1,8-12-1,0 0 1,1 17-1,-1-17 1,2 16-1,-2-16 1,3 21 0,-1-9-1,-2 3 1,2 1-1,-4 2 0,4 2 0,-2 1-1,1 0 1,0 1-2,0 0 2,2-1-1,-1-2 1,1-2-1,-2-1 1,0-3-1,0-2 2,-1-11-2,2 20 1,-2-20 0,-3 16 0,3-16 0,-4 16 1,4-16-1,-4 15 0,4-15 5,-4 17-3,4-17 3,-1 11-3,1-11 3,0 0-2,5 12 2,-5-12-2,0 0-6,0 0 2,13-13-3,-13 13 4,0 0-4,15-10 4,-15 10-3,12-6 3,-12 6 2,15-1-1,-15 1 2,20 2-1,-8-1 1,1 0 0,3 3 4,2-1-2,-1 2 3,2-3-2,1 0 2,0-2-3,-2 3 0,-1-6-9,-1 3-19,-16 0-83,18-2-5,-18 2-7,0 0-7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09.72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-1 81 16,'0'0'70,"0"0"1,0 0 1,4 12-42,-4-12 0,0 0-3,0 0-5,0 0-3,0 0-3,6 21-2,-5-10-1,3 4-1,-2 1-2,2 1-3,0-1-1,-1-1-1,-3-15-3,5 19 2,-5-19-3,0 0-1,0 0 1,0 0-1,9-19 1,-9 8 0,0-2 1,-1-1-2,-1 1 2,1-2-1,0 1 1,1-1 0,1 2 1,0-1 2,4 2 1,0 1 1,3-2 3,3 3-2,-11 10 2,21-14 0,-9 11-2,1 5-2,-13-2-1,24 13-2,-14 2-2,-1 1 0,1 1-1,-1 2-1,-1-2 0,-1-2 0,-3-2 0,-4-13 1,7 19-2,-7-19 1,0 12 0,0-12 1,0 0-1,0 0 1,-11 9 0,11-9-1,0 0 2,-5-19 0,5 6-1,3-4 1,2-3 2,1 0-1,3-1 1,1 0 0,1 3 1,1 3 1,-1 3 2,3 6-1,-3 2 1,2 5 0,1 2-2,1 3 1,-1 3-1,2 3-2,2 3-1,-2 2-1,1 0-2,-1 1 1,-4 1-1,0-2 0,-2-3-3,-10-14-1,14 18-8,-14-18-7,0 0-17,0 0-27,0 0-41,1-12-3,-1 12 0,-6-14-1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3472" units="cm"/>
          <inkml:channel name="Y" type="integer" max="13203" units="cm"/>
          <inkml:channel name="F" type="integer" max="1023" units="dev"/>
        </inkml:traceFormat>
        <inkml:channelProperties>
          <inkml:channelProperty channel="X" name="resolution" value="1000.08521" units="1/cm"/>
          <inkml:channelProperty channel="Y" name="resolution" value="1000.22729" units="1/cm"/>
          <inkml:channelProperty channel="F" name="resolution" value="0" units="1/dev"/>
        </inkml:channelProperties>
      </inkml:inkSource>
      <inkml:timestamp xml:id="ts0" timeString="2017-05-17T09:22:11.65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152 152 1,'0'0'16,"7"-15"41,-7 15-1,0 0-35,5-13 1,-5 13-1,0 0-1,-1-14 1,1 14 1,0 0 5,-7-16 2,7 16 3,-8-12-2,8 12-2,-8-11-2,8 11-4,-11-10-4,11 10-4,-14-8-4,14 8-4,-13-9-1,13 9-1,-14-12 0,14 12-1,-15-13 0,15 13 0,-13-12 1,13 12 0,-12-7-2,12 7 1,-11 1 0,11-1-1,-12 10-1,12-10-1,-12 22-2,7-7 2,0 2-1,3 3 0,1-1 0,1 1 1,1 0-1,3-2 1,0-2 0,1-2 0,2-3-1,-7-11 2,12 12-2,-12-12 1,15 0 0,-15 0 1,18-11 2,-18 11-1,21-21 1,-11 9 1,-2-4 1,2 0 0,-4-3 0,2 1-1,-5-1-1,0 1 0,-2 1 0,-1 2-2,-1 4 0,1 11 0,0 0-1,0 0 1,-12 12-1,8 7 1,3 2-1,-1 2 1,4 1-2,1 0 1,3-3 0,2-3 0,0-2-1,4-5 1,1-2-1,2-3 2,0-5-1,-2-2 0,1-3 0,-3-3 1,0-3 0,-3-3 0,-3-1 1,-1 1-1,-3-1 1,0 3 0,-1 11 0,-1-17 0,1 17 1,-1-11-1,1 11 0,0 0-1,0 0 1,4-13-1,-4 13 1,0 0-2,16 0 1,-16 0-1,18 14 0,-18-14 1,21 22-2,-11-8 0,1-1 0,-3 1 0,2-2 0,-10-12 1,16 12-1,-16-12 1,14-2 0,-14 2 0,10-15 1,-5 4-1,-1 0 1,1 0 0,-1-2 1,1 2-1,-1-1 1,1 0-1,-5 12 1,9-20 0,-9 20 0,9-12 1,-9 12 0,11 2-1,-11-2 0,12 16 1,-4-5-1,0 4 0,3 0-2,2 1 1,0-1-2,1 1 1,-1-3-1,-1 2 1,0-3-1,-1-2 0,-11-10 0,15 16 1,-15-16 0,11 7 0,-11-7 0,0 0 0,13-3 1,-13 3 0,13-18 1,-7 6-1,0-5 2,0-1-1,0-5 1,3 1-1,-2-1 1,1 1-1,-1 2 0,0 5-1,1 3 1,-8 12-1,13-10-1,-13 10 1,0 0-1,10 17 1,-8-4-2,0 1 3,0 2-3,-1 2 0,3 0 0,-1-1 0,1 1 1,3-4-1,0 0 0,0-3 1,-7-11 0,20 17 0,-20-17 0,20 9-1,-20-9 1,19 1 0,-19-1 1,16-6-2,-16 6 2,13-17 0,-10 4 0,1-1 1,-3-4 0,-1 1-1,2 0 1,-2 3 0,-2 1 0,2 13 0,0-16 0,0 16-1,0 0 0,0 0 0,0 0 0,0 0-1,0 0 0,14 15-1,-14-15 1,15 19 0,-7-6 0,2-1 1,1 0-2,0 0 2,1 0-1,1-1 1,-2-3-1,0 1 0,0-3 0,1-1 0,0-1 1,2-2-1,0-1 1,0-1 0,1-2-2,-1-4-4,0-3-15,-6-12-51,0 1-46,-6-5-5,-4-2-5,-8-7-6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070E0-E0CD-4B07-8DC1-E4485CAE2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Modele-CAPET.dot</Template>
  <TotalTime>9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</vt:vector>
  </HeadingPairs>
  <TitlesOfParts>
    <vt:vector size="5" baseType="lpstr">
      <vt:lpstr>Modèle mathématique._x000d_
Ne pas hésiter à consulter le fichier d'aide._x000d_
                              Réalisation Marc Guillemot.</vt:lpstr>
      <vt:lpstr>DR1 : Diagramme d’états</vt:lpstr>
      <vt:lpstr>DR2 : Entrées-sorties du calculateur</vt:lpstr>
      <vt:lpstr>DR3 : Chronogramme d’activation des EV</vt:lpstr>
      <vt:lpstr>DR4 : Diagramme d’activités</vt:lpstr>
    </vt:vector>
  </TitlesOfParts>
  <Company>Site de Digne les Bains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mathématique._x000d_
Ne pas hésiter à consulter le fichier d'aide._x000d_
                              Réalisation Marc Guillemot.</dc:title>
  <dc:creator>Bruno</dc:creator>
  <cp:lastModifiedBy>Bruno</cp:lastModifiedBy>
  <cp:revision>6</cp:revision>
  <cp:lastPrinted>2017-09-25T18:59:00Z</cp:lastPrinted>
  <dcterms:created xsi:type="dcterms:W3CDTF">2017-05-17T09:17:00Z</dcterms:created>
  <dcterms:modified xsi:type="dcterms:W3CDTF">2017-09-25T19:00:00Z</dcterms:modified>
</cp:coreProperties>
</file>