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1C2" w:rsidRDefault="007109D9" w:rsidP="000B31C2">
      <w:pPr>
        <w:rPr>
          <w:sz w:val="28"/>
          <w:szCs w:val="28"/>
          <w:u w:val="single"/>
        </w:rPr>
      </w:pPr>
      <w:r w:rsidRPr="00194D8B">
        <w:rPr>
          <w:noProof/>
          <w:sz w:val="28"/>
          <w:szCs w:val="28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9" type="#_x0000_t185" style="position:absolute;margin-left:154.35pt;margin-top:-34.85pt;width:452.95pt;height:104.3pt;rotation:-360;z-index:251661312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9" inset="3.6pt,,3.6pt">
              <w:txbxContent>
                <w:p w:rsidR="000B31C2" w:rsidRPr="00725FB7" w:rsidRDefault="000B31C2" w:rsidP="000B31C2">
                  <w:pPr>
                    <w:rPr>
                      <w:sz w:val="28"/>
                      <w:szCs w:val="28"/>
                      <w:u w:val="single"/>
                    </w:rPr>
                  </w:pPr>
                  <w:r w:rsidRPr="00725FB7">
                    <w:rPr>
                      <w:sz w:val="28"/>
                      <w:szCs w:val="28"/>
                      <w:u w:val="single"/>
                    </w:rPr>
                    <w:t xml:space="preserve">Objectifs de la séquence : </w:t>
                  </w:r>
                </w:p>
                <w:p w:rsidR="000B31C2" w:rsidRPr="00725FB7" w:rsidRDefault="000B31C2" w:rsidP="000B31C2">
                  <w:pPr>
                    <w:rPr>
                      <w:sz w:val="28"/>
                      <w:szCs w:val="28"/>
                    </w:rPr>
                  </w:pPr>
                  <w:r w:rsidRPr="00725FB7">
                    <w:rPr>
                      <w:sz w:val="28"/>
                      <w:szCs w:val="28"/>
                    </w:rPr>
                    <w:t>1.</w:t>
                  </w:r>
                </w:p>
                <w:p w:rsidR="000B31C2" w:rsidRPr="00725FB7" w:rsidRDefault="000B31C2" w:rsidP="000B31C2">
                  <w:pPr>
                    <w:rPr>
                      <w:sz w:val="28"/>
                      <w:szCs w:val="28"/>
                    </w:rPr>
                  </w:pPr>
                  <w:r w:rsidRPr="00725FB7">
                    <w:rPr>
                      <w:sz w:val="28"/>
                      <w:szCs w:val="28"/>
                    </w:rPr>
                    <w:t>2 …</w:t>
                  </w:r>
                </w:p>
                <w:p w:rsidR="000B31C2" w:rsidRDefault="000B31C2" w:rsidP="000B31C2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</w:p>
                <w:p w:rsidR="000B31C2" w:rsidRDefault="000B31C2"/>
              </w:txbxContent>
            </v:textbox>
            <w10:wrap type="square" anchorx="margin" anchory="margin"/>
          </v:shape>
        </w:pict>
      </w:r>
      <w:r w:rsidRPr="007109D9">
        <w:rPr>
          <w:noProof/>
          <w:sz w:val="28"/>
          <w:szCs w:val="2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642.7pt;margin-top:-52.45pt;width:90.15pt;height:121.9pt;z-index:251663360;mso-width-relative:margin;mso-height-relative:margin">
            <v:textbox>
              <w:txbxContent>
                <w:p w:rsidR="007109D9" w:rsidRDefault="007109D9">
                  <w:r w:rsidRPr="007109D9">
                    <w:drawing>
                      <wp:inline distT="0" distB="0" distL="0" distR="0">
                        <wp:extent cx="948513" cy="1451903"/>
                        <wp:effectExtent l="19050" t="0" r="3987" b="0"/>
                        <wp:docPr id="2" name="Image 0" descr="Pendulette Eo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endulette Eole.JPG"/>
                                <pic:cNvPicPr/>
                              </pic:nvPicPr>
                              <pic:blipFill>
                                <a:blip r:embed="rId4"/>
                                <a:srcRect l="30321" r="289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8513" cy="14519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94D8B" w:rsidRPr="00194D8B">
        <w:rPr>
          <w:b/>
          <w:noProof/>
          <w:sz w:val="28"/>
          <w:szCs w:val="28"/>
        </w:rPr>
        <w:pict>
          <v:shape id="_x0000_s1028" type="#_x0000_t202" style="position:absolute;margin-left:-14.25pt;margin-top:-27.4pt;width:162.7pt;height:59.05pt;z-index:251658240;mso-width-relative:margin;mso-height-relative:margin">
            <v:textbox>
              <w:txbxContent>
                <w:p w:rsidR="000B31C2" w:rsidRDefault="000B31C2" w:rsidP="000B31C2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FICHE DE DEROULEMENT </w:t>
                  </w:r>
                </w:p>
                <w:p w:rsidR="000B31C2" w:rsidRPr="00725FB7" w:rsidRDefault="000B31C2" w:rsidP="000B31C2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DE LA SEQUENCE</w:t>
                  </w:r>
                </w:p>
                <w:p w:rsidR="000B31C2" w:rsidRDefault="000B31C2" w:rsidP="000B31C2"/>
              </w:txbxContent>
            </v:textbox>
          </v:shape>
        </w:pict>
      </w:r>
    </w:p>
    <w:p w:rsidR="000B31C2" w:rsidRDefault="000B31C2" w:rsidP="000B31C2">
      <w:pPr>
        <w:rPr>
          <w:sz w:val="28"/>
          <w:szCs w:val="28"/>
          <w:u w:val="single"/>
        </w:rPr>
      </w:pPr>
    </w:p>
    <w:p w:rsidR="000B31C2" w:rsidRPr="00725FB7" w:rsidRDefault="000B31C2" w:rsidP="000B31C2">
      <w:pPr>
        <w:rPr>
          <w:sz w:val="28"/>
          <w:szCs w:val="28"/>
        </w:rPr>
      </w:pPr>
    </w:p>
    <w:tbl>
      <w:tblPr>
        <w:tblStyle w:val="Grilledutableau"/>
        <w:tblW w:w="0" w:type="auto"/>
        <w:tblLook w:val="04A0"/>
      </w:tblPr>
      <w:tblGrid>
        <w:gridCol w:w="2020"/>
        <w:gridCol w:w="2020"/>
        <w:gridCol w:w="2020"/>
        <w:gridCol w:w="2021"/>
        <w:gridCol w:w="2020"/>
        <w:gridCol w:w="2020"/>
        <w:gridCol w:w="2021"/>
      </w:tblGrid>
      <w:tr w:rsidR="000B31C2" w:rsidRPr="00725FB7" w:rsidTr="000B31C2">
        <w:tc>
          <w:tcPr>
            <w:tcW w:w="2020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N°</w:t>
            </w:r>
          </w:p>
        </w:tc>
        <w:tc>
          <w:tcPr>
            <w:tcW w:w="2020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Phase</w:t>
            </w:r>
          </w:p>
        </w:tc>
        <w:tc>
          <w:tcPr>
            <w:tcW w:w="2020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Activités du professeur</w:t>
            </w:r>
          </w:p>
        </w:tc>
        <w:tc>
          <w:tcPr>
            <w:tcW w:w="2021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Matériels</w:t>
            </w:r>
          </w:p>
        </w:tc>
        <w:tc>
          <w:tcPr>
            <w:tcW w:w="2020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Activités de l’élève</w:t>
            </w:r>
          </w:p>
        </w:tc>
        <w:tc>
          <w:tcPr>
            <w:tcW w:w="2020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Documents élèves</w:t>
            </w:r>
          </w:p>
        </w:tc>
        <w:tc>
          <w:tcPr>
            <w:tcW w:w="2021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temps</w:t>
            </w:r>
          </w:p>
        </w:tc>
      </w:tr>
      <w:tr w:rsidR="000B31C2" w:rsidRPr="00725FB7" w:rsidTr="000B31C2">
        <w:tc>
          <w:tcPr>
            <w:tcW w:w="2020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1</w:t>
            </w:r>
          </w:p>
        </w:tc>
        <w:tc>
          <w:tcPr>
            <w:tcW w:w="2020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0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1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0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0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1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</w:tr>
      <w:tr w:rsidR="000B31C2" w:rsidRPr="00725FB7" w:rsidTr="000B31C2">
        <w:tc>
          <w:tcPr>
            <w:tcW w:w="2020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0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1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0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0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  <w:tc>
          <w:tcPr>
            <w:tcW w:w="2021" w:type="dxa"/>
          </w:tcPr>
          <w:p w:rsidR="000B31C2" w:rsidRPr="00725FB7" w:rsidRDefault="000B31C2" w:rsidP="00351362">
            <w:pPr>
              <w:rPr>
                <w:sz w:val="28"/>
                <w:szCs w:val="28"/>
              </w:rPr>
            </w:pPr>
          </w:p>
        </w:tc>
      </w:tr>
    </w:tbl>
    <w:p w:rsidR="000B31C2" w:rsidRPr="00725FB7" w:rsidRDefault="000B31C2" w:rsidP="000B31C2">
      <w:pPr>
        <w:rPr>
          <w:sz w:val="28"/>
          <w:szCs w:val="28"/>
        </w:rPr>
      </w:pPr>
      <w:r w:rsidRPr="00725FB7">
        <w:rPr>
          <w:sz w:val="28"/>
          <w:szCs w:val="28"/>
        </w:rPr>
        <w:t>…….</w:t>
      </w:r>
    </w:p>
    <w:p w:rsidR="000B31C2" w:rsidRDefault="000B31C2" w:rsidP="000B31C2">
      <w:pPr>
        <w:rPr>
          <w:sz w:val="24"/>
          <w:szCs w:val="24"/>
        </w:rPr>
      </w:pPr>
    </w:p>
    <w:p w:rsidR="000B31C2" w:rsidRDefault="000B31C2" w:rsidP="000B31C2">
      <w:pPr>
        <w:rPr>
          <w:sz w:val="24"/>
          <w:szCs w:val="24"/>
        </w:rPr>
      </w:pPr>
    </w:p>
    <w:p w:rsidR="00892F93" w:rsidRDefault="00892F93"/>
    <w:p w:rsidR="000B31C2" w:rsidRDefault="000B31C2"/>
    <w:p w:rsidR="000B31C2" w:rsidRDefault="000B31C2"/>
    <w:p w:rsidR="000B31C2" w:rsidRDefault="000B31C2"/>
    <w:p w:rsidR="000B31C2" w:rsidRDefault="000B31C2"/>
    <w:p w:rsidR="000B31C2" w:rsidRDefault="000B31C2"/>
    <w:sectPr w:rsidR="000B31C2" w:rsidSect="000B31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B31C2"/>
    <w:rsid w:val="000B31C2"/>
    <w:rsid w:val="00194D8B"/>
    <w:rsid w:val="002263F0"/>
    <w:rsid w:val="007109D9"/>
    <w:rsid w:val="00827926"/>
    <w:rsid w:val="00892F93"/>
    <w:rsid w:val="00A1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1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B31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B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3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</dc:creator>
  <cp:lastModifiedBy>Cyrill</cp:lastModifiedBy>
  <cp:revision>3</cp:revision>
  <dcterms:created xsi:type="dcterms:W3CDTF">2015-01-15T14:44:00Z</dcterms:created>
  <dcterms:modified xsi:type="dcterms:W3CDTF">2015-01-15T14:45:00Z</dcterms:modified>
</cp:coreProperties>
</file>