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84" w:rsidRPr="00C00184" w:rsidRDefault="00C00184" w:rsidP="00C21556">
      <w:pPr>
        <w:pStyle w:val="Titre"/>
      </w:pPr>
      <w:r w:rsidRPr="00C00184">
        <w:t>CALCUL DU COÛT DE REVIENT</w:t>
      </w:r>
    </w:p>
    <w:p w:rsidR="00C21556" w:rsidRDefault="00C00184" w:rsidP="00C21556">
      <w:pPr>
        <w:pStyle w:val="Titre"/>
      </w:pPr>
      <w:r w:rsidRPr="00C00184">
        <w:t xml:space="preserve">ET </w:t>
      </w:r>
    </w:p>
    <w:p w:rsidR="00C00184" w:rsidRPr="00C00184" w:rsidRDefault="00C00184" w:rsidP="00C21556">
      <w:pPr>
        <w:pStyle w:val="Titre"/>
      </w:pPr>
      <w:r w:rsidRPr="00C00184">
        <w:t>FIXATION DU PRIX DE VENTE</w:t>
      </w:r>
    </w:p>
    <w:p w:rsidR="00C00184" w:rsidRDefault="00C00184" w:rsidP="00C00184"/>
    <w:p w:rsidR="00C00184" w:rsidRDefault="00ED71A4" w:rsidP="00C00184">
      <w:pPr>
        <w:pStyle w:val="Sous-titre"/>
      </w:pPr>
      <w:r>
        <w:t>TP Co-animation</w:t>
      </w:r>
      <w:r w:rsidR="00C00184" w:rsidRPr="00C00184">
        <w:t xml:space="preserve"> gestion et enseignement industriel</w:t>
      </w:r>
    </w:p>
    <w:p w:rsidR="00C21556" w:rsidRDefault="00C21556" w:rsidP="00C21556"/>
    <w:p w:rsidR="00C21556" w:rsidRPr="00C21556" w:rsidRDefault="00C21556" w:rsidP="00C21556"/>
    <w:p w:rsidR="00C00184" w:rsidRPr="00C00184" w:rsidRDefault="00C00184" w:rsidP="00C00184">
      <w:pPr>
        <w:pStyle w:val="Titre1"/>
      </w:pPr>
      <w:r w:rsidRPr="00C00184">
        <w:t xml:space="preserve">Savoir du référentiel : </w:t>
      </w:r>
    </w:p>
    <w:tbl>
      <w:tblPr>
        <w:tblW w:w="9232" w:type="dxa"/>
        <w:jc w:val="center"/>
        <w:tblInd w:w="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8438"/>
      </w:tblGrid>
      <w:tr w:rsidR="00C00184" w:rsidRPr="00C00184" w:rsidTr="00C00184">
        <w:trPr>
          <w:trHeight w:val="802"/>
          <w:jc w:val="center"/>
        </w:trPr>
        <w:tc>
          <w:tcPr>
            <w:tcW w:w="794" w:type="dxa"/>
          </w:tcPr>
          <w:p w:rsidR="00C00184" w:rsidRPr="00C00184" w:rsidRDefault="00C00184" w:rsidP="00C00184">
            <w:pPr>
              <w:rPr>
                <w:b/>
                <w:i/>
              </w:rPr>
            </w:pPr>
            <w:r w:rsidRPr="00C00184">
              <w:rPr>
                <w:b/>
                <w:i/>
              </w:rPr>
              <w:t>S1.21</w:t>
            </w:r>
          </w:p>
        </w:tc>
        <w:tc>
          <w:tcPr>
            <w:tcW w:w="8438" w:type="dxa"/>
          </w:tcPr>
          <w:p w:rsidR="00C00184" w:rsidRPr="00C00184" w:rsidRDefault="00C00184" w:rsidP="00C00184">
            <w:r w:rsidRPr="00C00184">
              <w:t>Les objectifs de la mercatique</w:t>
            </w:r>
          </w:p>
          <w:p w:rsidR="00C00184" w:rsidRPr="00C00184" w:rsidRDefault="00C00184" w:rsidP="00C00184">
            <w:r w:rsidRPr="00C00184">
              <w:t>La démarche mercatique.</w:t>
            </w:r>
          </w:p>
          <w:p w:rsidR="00C00184" w:rsidRPr="00C00184" w:rsidRDefault="00C00184" w:rsidP="00C00184">
            <w:r w:rsidRPr="00C00184">
              <w:t>L’analyse des marchés</w:t>
            </w:r>
          </w:p>
        </w:tc>
      </w:tr>
      <w:tr w:rsidR="00C00184" w:rsidRPr="00C00184" w:rsidTr="00C00184">
        <w:trPr>
          <w:trHeight w:val="1039"/>
          <w:jc w:val="center"/>
        </w:trPr>
        <w:tc>
          <w:tcPr>
            <w:tcW w:w="794" w:type="dxa"/>
          </w:tcPr>
          <w:p w:rsidR="00C00184" w:rsidRPr="00C00184" w:rsidRDefault="00C00184" w:rsidP="00C00184">
            <w:r w:rsidRPr="00C00184">
              <w:rPr>
                <w:b/>
                <w:i/>
              </w:rPr>
              <w:t>S1.22</w:t>
            </w:r>
          </w:p>
        </w:tc>
        <w:tc>
          <w:tcPr>
            <w:tcW w:w="8438" w:type="dxa"/>
          </w:tcPr>
          <w:p w:rsidR="00C00184" w:rsidRPr="00C00184" w:rsidRDefault="00C00184" w:rsidP="00C00184">
            <w:r w:rsidRPr="00C00184">
              <w:t>Les actions mercatiques.</w:t>
            </w:r>
          </w:p>
          <w:p w:rsidR="00C00184" w:rsidRPr="00C00184" w:rsidRDefault="00C00184" w:rsidP="00C00184">
            <w:r w:rsidRPr="00C00184">
              <w:t>Le plan de marchéage</w:t>
            </w:r>
          </w:p>
          <w:p w:rsidR="00C00184" w:rsidRPr="00C00184" w:rsidRDefault="00C00184" w:rsidP="00C00184">
            <w:r w:rsidRPr="00C00184">
              <w:t>Construire et valoriser l’offre</w:t>
            </w:r>
          </w:p>
          <w:p w:rsidR="00C00184" w:rsidRPr="00C00184" w:rsidRDefault="00C00184" w:rsidP="00C00184">
            <w:r w:rsidRPr="00C00184">
              <w:t>Communiquer et distribuer l’offre</w:t>
            </w:r>
          </w:p>
        </w:tc>
      </w:tr>
      <w:tr w:rsidR="00C00184" w:rsidRPr="00C00184" w:rsidTr="00C00184">
        <w:trPr>
          <w:trHeight w:val="397"/>
          <w:jc w:val="center"/>
        </w:trPr>
        <w:tc>
          <w:tcPr>
            <w:tcW w:w="794" w:type="dxa"/>
            <w:vAlign w:val="center"/>
          </w:tcPr>
          <w:p w:rsidR="00C00184" w:rsidRPr="00C00184" w:rsidRDefault="00C00184" w:rsidP="00C00184">
            <w:r w:rsidRPr="00C00184">
              <w:rPr>
                <w:b/>
                <w:i/>
              </w:rPr>
              <w:t>S6.3</w:t>
            </w:r>
          </w:p>
        </w:tc>
        <w:tc>
          <w:tcPr>
            <w:tcW w:w="8438" w:type="dxa"/>
            <w:vAlign w:val="center"/>
          </w:tcPr>
          <w:p w:rsidR="00C00184" w:rsidRPr="00C00184" w:rsidRDefault="00C00184" w:rsidP="00C00184">
            <w:r w:rsidRPr="00C00184">
              <w:t>Calcul des besoins pour les matériaux</w:t>
            </w:r>
          </w:p>
        </w:tc>
      </w:tr>
      <w:tr w:rsidR="00C00184" w:rsidRPr="00C00184" w:rsidTr="00C00184">
        <w:trPr>
          <w:trHeight w:val="397"/>
          <w:jc w:val="center"/>
        </w:trPr>
        <w:tc>
          <w:tcPr>
            <w:tcW w:w="794" w:type="dxa"/>
            <w:vAlign w:val="center"/>
          </w:tcPr>
          <w:p w:rsidR="00C00184" w:rsidRPr="00C00184" w:rsidRDefault="00C00184" w:rsidP="00C00184">
            <w:r w:rsidRPr="00C00184">
              <w:rPr>
                <w:b/>
                <w:i/>
              </w:rPr>
              <w:t>S6.4</w:t>
            </w:r>
          </w:p>
        </w:tc>
        <w:tc>
          <w:tcPr>
            <w:tcW w:w="8438" w:type="dxa"/>
            <w:vAlign w:val="center"/>
          </w:tcPr>
          <w:p w:rsidR="00C00184" w:rsidRPr="00C00184" w:rsidRDefault="00C00184" w:rsidP="00C00184">
            <w:r w:rsidRPr="00C00184">
              <w:t>Calcul du coût de revient</w:t>
            </w:r>
          </w:p>
        </w:tc>
      </w:tr>
    </w:tbl>
    <w:p w:rsidR="00C00184" w:rsidRPr="00FF6B73" w:rsidRDefault="00C00184" w:rsidP="00C00184">
      <w:pPr>
        <w:pStyle w:val="Titre1"/>
      </w:pPr>
      <w:r w:rsidRPr="00FF6B73">
        <w:t xml:space="preserve">Prérequis : </w:t>
      </w:r>
    </w:p>
    <w:p w:rsidR="00C00184" w:rsidRPr="008F6A4F" w:rsidRDefault="00C00184" w:rsidP="00C00184">
      <w:pPr>
        <w:pStyle w:val="Paragraphedeliste"/>
        <w:numPr>
          <w:ilvl w:val="0"/>
          <w:numId w:val="13"/>
        </w:numPr>
      </w:pPr>
      <w:r w:rsidRPr="008F6A4F">
        <w:t>Méthode de calcul du coût minute</w:t>
      </w:r>
    </w:p>
    <w:p w:rsidR="00C00184" w:rsidRPr="008F6A4F" w:rsidRDefault="00C00184" w:rsidP="00C00184">
      <w:pPr>
        <w:pStyle w:val="Paragraphedeliste"/>
        <w:numPr>
          <w:ilvl w:val="0"/>
          <w:numId w:val="13"/>
        </w:numPr>
      </w:pPr>
      <w:r w:rsidRPr="008F6A4F">
        <w:t>Méthode de calcul de coefficients.</w:t>
      </w:r>
    </w:p>
    <w:p w:rsidR="00C00184" w:rsidRDefault="00C00184" w:rsidP="00C00184">
      <w:pPr>
        <w:pStyle w:val="Paragraphedeliste"/>
        <w:numPr>
          <w:ilvl w:val="0"/>
          <w:numId w:val="13"/>
        </w:numPr>
      </w:pPr>
      <w:r w:rsidRPr="008F6A4F">
        <w:t>Méthode de mise en œuvre des fonctions du tableu</w:t>
      </w:r>
      <w:r>
        <w:t>r (recherhcev() ; si() ; formules</w:t>
      </w:r>
    </w:p>
    <w:p w:rsidR="0038126E" w:rsidRDefault="00C00184" w:rsidP="00C00184">
      <w:pPr>
        <w:pStyle w:val="Paragraphedeliste"/>
        <w:numPr>
          <w:ilvl w:val="0"/>
          <w:numId w:val="13"/>
        </w:numPr>
      </w:pPr>
      <w:r>
        <w:t>Les types de codification</w:t>
      </w:r>
    </w:p>
    <w:p w:rsidR="0038126E" w:rsidRDefault="0038126E" w:rsidP="00C00184">
      <w:pPr>
        <w:pStyle w:val="Paragraphedeliste"/>
        <w:numPr>
          <w:ilvl w:val="0"/>
          <w:numId w:val="13"/>
        </w:numPr>
      </w:pPr>
      <w:r>
        <w:t>L’identification du processus de fabrication du produit</w:t>
      </w:r>
    </w:p>
    <w:p w:rsidR="00C00184" w:rsidRPr="008F6A4F" w:rsidRDefault="0038126E" w:rsidP="00C00184">
      <w:pPr>
        <w:pStyle w:val="Paragraphedeliste"/>
        <w:numPr>
          <w:ilvl w:val="0"/>
          <w:numId w:val="13"/>
        </w:numPr>
      </w:pPr>
      <w:r>
        <w:t>La connaissance des matériaux employés</w:t>
      </w:r>
      <w:r w:rsidR="00C00184">
        <w:t xml:space="preserve"> </w:t>
      </w:r>
    </w:p>
    <w:p w:rsidR="00C00184" w:rsidRPr="00FF6B73" w:rsidRDefault="00C00184" w:rsidP="00C00184">
      <w:pPr>
        <w:pStyle w:val="Titre1"/>
      </w:pPr>
      <w:r w:rsidRPr="00FF6B73">
        <w:t xml:space="preserve">On donne : </w:t>
      </w:r>
    </w:p>
    <w:p w:rsidR="00C00184" w:rsidRPr="00FF6B73" w:rsidRDefault="00C00184" w:rsidP="00C00184">
      <w:pPr>
        <w:pStyle w:val="Paragraphedeliste"/>
        <w:numPr>
          <w:ilvl w:val="0"/>
          <w:numId w:val="12"/>
        </w:numPr>
      </w:pPr>
      <w:r>
        <w:t>Le document de présentation des méthodes de calcul du coût de revient</w:t>
      </w:r>
    </w:p>
    <w:p w:rsidR="00C00184" w:rsidRDefault="00C00184" w:rsidP="00C00184">
      <w:pPr>
        <w:pStyle w:val="Paragraphedeliste"/>
        <w:numPr>
          <w:ilvl w:val="0"/>
          <w:numId w:val="12"/>
        </w:numPr>
      </w:pPr>
      <w:r>
        <w:t>Le fichier à compléter pour le calcul du coût de revient</w:t>
      </w:r>
    </w:p>
    <w:p w:rsidR="00C00184" w:rsidRPr="00FF6B73" w:rsidRDefault="00C00184" w:rsidP="00C00184">
      <w:pPr>
        <w:pStyle w:val="Titre1"/>
      </w:pPr>
      <w:r w:rsidRPr="00FF6B73">
        <w:t xml:space="preserve">La durée : </w:t>
      </w:r>
    </w:p>
    <w:p w:rsidR="00C00184" w:rsidRPr="00FF6B73" w:rsidRDefault="00C21556" w:rsidP="00C00184">
      <w:pPr>
        <w:pStyle w:val="Paragraphedeliste"/>
        <w:numPr>
          <w:ilvl w:val="0"/>
          <w:numId w:val="12"/>
        </w:numPr>
      </w:pPr>
      <w:r>
        <w:t xml:space="preserve">2 séances de </w:t>
      </w:r>
      <w:r w:rsidR="00483C7C">
        <w:t>2</w:t>
      </w:r>
      <w:r w:rsidR="00C00184" w:rsidRPr="008F6A4F">
        <w:t xml:space="preserve"> heures</w:t>
      </w:r>
      <w:r w:rsidR="00483C7C">
        <w:t xml:space="preserve"> (si le temps est insuffisant, l’étudiant peut poursuivre  en dehors des cours)</w:t>
      </w:r>
    </w:p>
    <w:p w:rsidR="00C00184" w:rsidRPr="00FF6B73" w:rsidRDefault="00C00184" w:rsidP="00C00184">
      <w:pPr>
        <w:pStyle w:val="Titre1"/>
      </w:pPr>
      <w:r w:rsidRPr="00FF6B73">
        <w:t xml:space="preserve">Les compétences mises en œuvre : </w:t>
      </w:r>
    </w:p>
    <w:tbl>
      <w:tblPr>
        <w:tblW w:w="1019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9408"/>
      </w:tblGrid>
      <w:tr w:rsidR="00C00184" w:rsidRPr="008F6A4F" w:rsidTr="00C95127">
        <w:trPr>
          <w:trHeight w:val="20"/>
        </w:trPr>
        <w:tc>
          <w:tcPr>
            <w:tcW w:w="782" w:type="dxa"/>
            <w:shd w:val="clear" w:color="auto" w:fill="auto"/>
            <w:noWrap/>
            <w:vAlign w:val="bottom"/>
          </w:tcPr>
          <w:p w:rsidR="00C00184" w:rsidRPr="008F6A4F" w:rsidRDefault="00C00184" w:rsidP="00C00184"/>
        </w:tc>
        <w:tc>
          <w:tcPr>
            <w:tcW w:w="9411" w:type="dxa"/>
            <w:shd w:val="clear" w:color="auto" w:fill="auto"/>
            <w:vAlign w:val="center"/>
          </w:tcPr>
          <w:p w:rsidR="00C00184" w:rsidRDefault="00C00184" w:rsidP="00C00184"/>
        </w:tc>
      </w:tr>
      <w:tr w:rsidR="00C00184" w:rsidRPr="008F6A4F" w:rsidTr="00C95127">
        <w:trPr>
          <w:trHeight w:val="20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C00184" w:rsidRPr="008F6A4F" w:rsidRDefault="00C00184" w:rsidP="00C00184">
            <w:r w:rsidRPr="00C00184">
              <w:rPr>
                <w:b/>
                <w:i/>
              </w:rPr>
              <w:t>C2.42</w:t>
            </w:r>
          </w:p>
        </w:tc>
        <w:tc>
          <w:tcPr>
            <w:tcW w:w="9411" w:type="dxa"/>
            <w:shd w:val="clear" w:color="auto" w:fill="auto"/>
            <w:vAlign w:val="center"/>
            <w:hideMark/>
          </w:tcPr>
          <w:p w:rsidR="00C00184" w:rsidRPr="008F6A4F" w:rsidRDefault="00C00184" w:rsidP="00C00184">
            <w:r w:rsidRPr="008F6A4F">
              <w:t>Définir les besoins en composants et accessoires</w:t>
            </w:r>
          </w:p>
        </w:tc>
      </w:tr>
      <w:tr w:rsidR="00C00184" w:rsidRPr="008F6A4F" w:rsidTr="00C95127">
        <w:trPr>
          <w:trHeight w:val="20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C00184" w:rsidRPr="008F6A4F" w:rsidRDefault="00C00184" w:rsidP="00C00184">
            <w:r w:rsidRPr="00C00184">
              <w:rPr>
                <w:b/>
                <w:i/>
              </w:rPr>
              <w:t>C2.5</w:t>
            </w:r>
          </w:p>
        </w:tc>
        <w:tc>
          <w:tcPr>
            <w:tcW w:w="9411" w:type="dxa"/>
            <w:shd w:val="clear" w:color="auto" w:fill="auto"/>
            <w:vAlign w:val="center"/>
            <w:hideMark/>
          </w:tcPr>
          <w:p w:rsidR="00C00184" w:rsidRPr="008F6A4F" w:rsidRDefault="00C00184" w:rsidP="00C00184">
            <w:r w:rsidRPr="008F6A4F">
              <w:t>Déterminer les coûts prévisionnels du produit</w:t>
            </w:r>
          </w:p>
        </w:tc>
      </w:tr>
      <w:tr w:rsidR="00C00184" w:rsidRPr="008F6A4F" w:rsidTr="00C95127">
        <w:trPr>
          <w:trHeight w:val="20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C00184" w:rsidRPr="008F6A4F" w:rsidRDefault="00C00184" w:rsidP="00C00184">
            <w:r w:rsidRPr="00C00184">
              <w:rPr>
                <w:b/>
                <w:i/>
              </w:rPr>
              <w:t>C2.611</w:t>
            </w:r>
          </w:p>
        </w:tc>
        <w:tc>
          <w:tcPr>
            <w:tcW w:w="9411" w:type="dxa"/>
            <w:shd w:val="clear" w:color="auto" w:fill="auto"/>
            <w:vAlign w:val="center"/>
            <w:hideMark/>
          </w:tcPr>
          <w:p w:rsidR="00C00184" w:rsidRPr="008F6A4F" w:rsidRDefault="00C00184" w:rsidP="00C00184">
            <w:bookmarkStart w:id="0" w:name="RANGE!C111"/>
            <w:r w:rsidRPr="008F6A4F">
              <w:t>Élaborer l’ensemble des documents  numériques constitutifs du dossier d’industrialisation du produit</w:t>
            </w:r>
            <w:bookmarkEnd w:id="0"/>
          </w:p>
        </w:tc>
      </w:tr>
      <w:tr w:rsidR="00C00184" w:rsidRPr="008F6A4F" w:rsidTr="00C95127">
        <w:trPr>
          <w:trHeight w:val="20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C00184" w:rsidRPr="008F6A4F" w:rsidRDefault="00C00184" w:rsidP="00C00184">
            <w:r w:rsidRPr="00C00184">
              <w:rPr>
                <w:b/>
                <w:i/>
              </w:rPr>
              <w:t>C2.7</w:t>
            </w:r>
          </w:p>
        </w:tc>
        <w:tc>
          <w:tcPr>
            <w:tcW w:w="9411" w:type="dxa"/>
            <w:shd w:val="clear" w:color="auto" w:fill="auto"/>
            <w:vAlign w:val="center"/>
            <w:hideMark/>
          </w:tcPr>
          <w:p w:rsidR="00C00184" w:rsidRPr="008F6A4F" w:rsidRDefault="00C00184" w:rsidP="00C00184">
            <w:r w:rsidRPr="008F6A4F">
              <w:t>Organiser, enrichir et diffuser les bases de données techniques</w:t>
            </w:r>
          </w:p>
        </w:tc>
      </w:tr>
      <w:tr w:rsidR="00C00184" w:rsidRPr="008F6A4F" w:rsidTr="00C95127">
        <w:trPr>
          <w:trHeight w:val="20"/>
        </w:trPr>
        <w:tc>
          <w:tcPr>
            <w:tcW w:w="782" w:type="dxa"/>
            <w:shd w:val="clear" w:color="auto" w:fill="auto"/>
            <w:noWrap/>
            <w:vAlign w:val="bottom"/>
          </w:tcPr>
          <w:p w:rsidR="00C00184" w:rsidRPr="008F6A4F" w:rsidRDefault="00C00184" w:rsidP="00C00184">
            <w:r w:rsidRPr="00C00184">
              <w:rPr>
                <w:b/>
                <w:i/>
              </w:rPr>
              <w:t>C2.81</w:t>
            </w:r>
          </w:p>
        </w:tc>
        <w:tc>
          <w:tcPr>
            <w:tcW w:w="9411" w:type="dxa"/>
            <w:shd w:val="clear" w:color="auto" w:fill="auto"/>
            <w:vAlign w:val="center"/>
          </w:tcPr>
          <w:p w:rsidR="00C00184" w:rsidRPr="008F6A4F" w:rsidRDefault="00C00184" w:rsidP="00C00184">
            <w:r w:rsidRPr="008F6A4F">
              <w:t>Communiquer des informations</w:t>
            </w:r>
          </w:p>
        </w:tc>
      </w:tr>
    </w:tbl>
    <w:p w:rsidR="00C00184" w:rsidRPr="00FF6B73" w:rsidRDefault="00C00184" w:rsidP="00C00184">
      <w:pPr>
        <w:pStyle w:val="Titre1"/>
      </w:pPr>
      <w:r w:rsidRPr="00FF6B73">
        <w:t xml:space="preserve">Objectif du TP : </w:t>
      </w:r>
    </w:p>
    <w:p w:rsidR="00C00184" w:rsidRPr="008F6A4F" w:rsidRDefault="00C00184" w:rsidP="00C00184">
      <w:pPr>
        <w:pStyle w:val="Paragraphedeliste"/>
        <w:numPr>
          <w:ilvl w:val="0"/>
          <w:numId w:val="14"/>
        </w:numPr>
      </w:pPr>
      <w:r w:rsidRPr="008F6A4F">
        <w:t>Calculer le coût de revient d’un</w:t>
      </w:r>
      <w:r>
        <w:t xml:space="preserve"> article et analyser les marges</w:t>
      </w:r>
    </w:p>
    <w:p w:rsidR="00C00184" w:rsidRDefault="00C00184" w:rsidP="00C00184">
      <w:pPr>
        <w:pStyle w:val="Paragraphedeliste"/>
        <w:numPr>
          <w:ilvl w:val="0"/>
          <w:numId w:val="14"/>
        </w:numPr>
      </w:pPr>
      <w:r>
        <w:t>Concevoir un document sur tableur numérique pour le calcul du coût de revient.</w:t>
      </w:r>
    </w:p>
    <w:p w:rsidR="00C00184" w:rsidRDefault="00C00184" w:rsidP="00C00184">
      <w:r>
        <w:br w:type="page"/>
      </w:r>
    </w:p>
    <w:p w:rsidR="00C00184" w:rsidRDefault="00C00184" w:rsidP="00C21556">
      <w:pPr>
        <w:pStyle w:val="Titre"/>
      </w:pPr>
      <w:r w:rsidRPr="00C21556">
        <w:lastRenderedPageBreak/>
        <w:t>Contexte</w:t>
      </w:r>
      <w:r>
        <w:t xml:space="preserve"> : </w:t>
      </w:r>
    </w:p>
    <w:p w:rsidR="00C00184" w:rsidRPr="00C00184" w:rsidRDefault="00C00184" w:rsidP="00C00184">
      <w:pPr>
        <w:rPr>
          <w:b/>
        </w:rPr>
      </w:pPr>
      <w:r w:rsidRPr="00C00184">
        <w:rPr>
          <w:b/>
        </w:rPr>
        <w:t>Paris le 10 octobre 2012</w:t>
      </w:r>
    </w:p>
    <w:p w:rsidR="00C00184" w:rsidRDefault="00C00184" w:rsidP="00C00184"/>
    <w:p w:rsidR="00C00184" w:rsidRDefault="00C00184" w:rsidP="00C00184">
      <w:r>
        <w:t xml:space="preserve">Le service recherche et développement de l’entreprise </w:t>
      </w:r>
      <w:r w:rsidRPr="00C00184">
        <w:rPr>
          <w:b/>
        </w:rPr>
        <w:t>ATOUT’MOD</w:t>
      </w:r>
      <w:r>
        <w:t xml:space="preserve"> développe les produits de sa prochaine collection automne hiver 2013-2014. Pendant ce temps les ateliers de production fabriquent la collection printemps été 2013. </w:t>
      </w:r>
    </w:p>
    <w:p w:rsidR="00C00184" w:rsidRDefault="00C00184" w:rsidP="00C00184"/>
    <w:p w:rsidR="00C00184" w:rsidRDefault="00C00184" w:rsidP="00C00184">
      <w:r>
        <w:t xml:space="preserve">À l’issue d’une réunion de collection, il est décidé de valider le lancement de 3 nouveaux modèles. Cette validation lance le processus d’industrialisation et de calcul du coût de revient. Le travail engagé a pour objectif de définir dans un premier temps, la rentabilité du produit puis de préparer l’industrialisation. </w:t>
      </w:r>
    </w:p>
    <w:p w:rsidR="00C00184" w:rsidRDefault="00C00184" w:rsidP="00C00184">
      <w:r>
        <w:br/>
        <w:t xml:space="preserve">Une prochaine réunion permettra de valider définitivement le lancement en production aux deux  conditions suivantes :  </w:t>
      </w:r>
    </w:p>
    <w:p w:rsidR="00C00184" w:rsidRDefault="00C00184" w:rsidP="00C00184"/>
    <w:p w:rsidR="00C00184" w:rsidRDefault="00C00184" w:rsidP="00C00184">
      <w:pPr>
        <w:pStyle w:val="Paragraphedeliste"/>
        <w:numPr>
          <w:ilvl w:val="0"/>
          <w:numId w:val="12"/>
        </w:numPr>
      </w:pPr>
      <w:r>
        <w:t>que les marges soient suffisantes,</w:t>
      </w:r>
    </w:p>
    <w:p w:rsidR="00C00184" w:rsidRDefault="00C00184" w:rsidP="00C00184">
      <w:pPr>
        <w:pStyle w:val="Paragraphedeliste"/>
        <w:numPr>
          <w:ilvl w:val="0"/>
          <w:numId w:val="12"/>
        </w:numPr>
      </w:pPr>
      <w:r>
        <w:t>que les clients soient intéressés par ces produits.</w:t>
      </w:r>
    </w:p>
    <w:p w:rsidR="00C00184" w:rsidRDefault="00C00184" w:rsidP="00C00184"/>
    <w:p w:rsidR="00C00184" w:rsidRDefault="00C00184" w:rsidP="00C00184">
      <w:r>
        <w:t xml:space="preserve">La collection sera présentée dans les salons professionnels en février 2013. </w:t>
      </w:r>
    </w:p>
    <w:p w:rsidR="00C00184" w:rsidRDefault="00C00184" w:rsidP="00C00184"/>
    <w:p w:rsidR="00C00184" w:rsidRDefault="00C00184" w:rsidP="00C00184">
      <w:r w:rsidRPr="00C51345">
        <w:t>Le bureau des méthodes a la charge de déterminer les coûts de revient sur la base des indications du service financier, notamment pour ce qui concerne le coût minute</w:t>
      </w:r>
      <w:r>
        <w:t xml:space="preserve">. Les taux de marge </w:t>
      </w:r>
      <w:r w:rsidR="00307182">
        <w:t xml:space="preserve">sont estimés à </w:t>
      </w:r>
      <w:r w:rsidR="00442ACA">
        <w:t xml:space="preserve">partir </w:t>
      </w:r>
      <w:r w:rsidR="00307182">
        <w:t>des prix de vente industriels établis par le service commercial et du coût de revient des produits.</w:t>
      </w:r>
    </w:p>
    <w:p w:rsidR="00C00184" w:rsidRDefault="00C00184" w:rsidP="00C00184"/>
    <w:p w:rsidR="00C00184" w:rsidRDefault="00C00184" w:rsidP="00C00184">
      <w:r>
        <w:t xml:space="preserve">Le bureau des méthodes applique le protocole de calcul du coût de revient validé par la direction de l’entreprise. Le prix définitif sera arbitré par </w:t>
      </w:r>
      <w:r w:rsidR="00C21556">
        <w:t>les responsables</w:t>
      </w:r>
      <w:r>
        <w:t xml:space="preserve"> de la commercialisation et le chef de produits.</w:t>
      </w:r>
    </w:p>
    <w:p w:rsidR="00C21556" w:rsidRDefault="00C21556"/>
    <w:p w:rsidR="00C21556" w:rsidRDefault="00C21556"/>
    <w:p w:rsidR="00C21556" w:rsidRPr="00C21556" w:rsidRDefault="00C21556">
      <w:pPr>
        <w:rPr>
          <w:rFonts w:eastAsiaTheme="majorEastAsia"/>
          <w:b/>
          <w:bCs/>
          <w:kern w:val="32"/>
          <w:sz w:val="24"/>
          <w:szCs w:val="32"/>
        </w:rPr>
      </w:pPr>
      <w:r w:rsidRPr="00C21556">
        <w:rPr>
          <w:b/>
          <w:noProof/>
          <w:color w:val="1F497D" w:themeColor="text2"/>
          <w:sz w:val="24"/>
        </w:rPr>
        <w:drawing>
          <wp:anchor distT="0" distB="0" distL="114300" distR="114300" simplePos="0" relativeHeight="251665408" behindDoc="0" locked="0" layoutInCell="1" allowOverlap="0" wp14:anchorId="5EE5FF12" wp14:editId="38772E54">
            <wp:simplePos x="0" y="0"/>
            <wp:positionH relativeFrom="column">
              <wp:posOffset>1744345</wp:posOffset>
            </wp:positionH>
            <wp:positionV relativeFrom="paragraph">
              <wp:posOffset>2608580</wp:posOffset>
            </wp:positionV>
            <wp:extent cx="1924685" cy="1252855"/>
            <wp:effectExtent l="0" t="0" r="0" b="4445"/>
            <wp:wrapTopAndBottom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1556">
        <w:rPr>
          <w:b/>
          <w:noProof/>
          <w:color w:val="1F497D" w:themeColor="text2"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 wp14:anchorId="5FE89290" wp14:editId="784B8DA7">
                <wp:simplePos x="0" y="0"/>
                <wp:positionH relativeFrom="column">
                  <wp:posOffset>202565</wp:posOffset>
                </wp:positionH>
                <wp:positionV relativeFrom="paragraph">
                  <wp:posOffset>943610</wp:posOffset>
                </wp:positionV>
                <wp:extent cx="1907540" cy="1231265"/>
                <wp:effectExtent l="0" t="0" r="16510" b="26035"/>
                <wp:wrapNone/>
                <wp:docPr id="74" name="Grou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7540" cy="1231265"/>
                          <a:chOff x="1374" y="2414"/>
                          <a:chExt cx="3004" cy="1939"/>
                        </a:xfrm>
                      </wpg:grpSpPr>
                      <wps:wsp>
                        <wps:cNvPr id="75" name="Freeform 3"/>
                        <wps:cNvSpPr>
                          <a:spLocks/>
                        </wps:cNvSpPr>
                        <wps:spPr bwMode="auto">
                          <a:xfrm>
                            <a:off x="1374" y="3082"/>
                            <a:ext cx="2964" cy="1238"/>
                          </a:xfrm>
                          <a:custGeom>
                            <a:avLst/>
                            <a:gdLst>
                              <a:gd name="T0" fmla="*/ 0 w 2964"/>
                              <a:gd name="T1" fmla="*/ 1139 h 1238"/>
                              <a:gd name="T2" fmla="*/ 239 w 2964"/>
                              <a:gd name="T3" fmla="*/ 1238 h 1238"/>
                              <a:gd name="T4" fmla="*/ 1338 w 2964"/>
                              <a:gd name="T5" fmla="*/ 1127 h 1238"/>
                              <a:gd name="T6" fmla="*/ 1608 w 2964"/>
                              <a:gd name="T7" fmla="*/ 902 h 1238"/>
                              <a:gd name="T8" fmla="*/ 2084 w 2964"/>
                              <a:gd name="T9" fmla="*/ 422 h 1238"/>
                              <a:gd name="T10" fmla="*/ 2964 w 2964"/>
                              <a:gd name="T11" fmla="*/ 0 h 1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64" h="1238">
                                <a:moveTo>
                                  <a:pt x="0" y="1139"/>
                                </a:moveTo>
                                <a:cubicBezTo>
                                  <a:pt x="81" y="1169"/>
                                  <a:pt x="144" y="1202"/>
                                  <a:pt x="239" y="1238"/>
                                </a:cubicBezTo>
                                <a:cubicBezTo>
                                  <a:pt x="477" y="1211"/>
                                  <a:pt x="1110" y="1151"/>
                                  <a:pt x="1338" y="1127"/>
                                </a:cubicBezTo>
                                <a:cubicBezTo>
                                  <a:pt x="1566" y="1103"/>
                                  <a:pt x="1485" y="1057"/>
                                  <a:pt x="1608" y="902"/>
                                </a:cubicBezTo>
                                <a:cubicBezTo>
                                  <a:pt x="1731" y="747"/>
                                  <a:pt x="1856" y="574"/>
                                  <a:pt x="2084" y="422"/>
                                </a:cubicBezTo>
                                <a:cubicBezTo>
                                  <a:pt x="2312" y="270"/>
                                  <a:pt x="2804" y="109"/>
                                  <a:pt x="2964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"/>
                        <wps:cNvSpPr>
                          <a:spLocks/>
                        </wps:cNvSpPr>
                        <wps:spPr bwMode="auto">
                          <a:xfrm>
                            <a:off x="3790" y="2414"/>
                            <a:ext cx="588" cy="671"/>
                          </a:xfrm>
                          <a:custGeom>
                            <a:avLst/>
                            <a:gdLst>
                              <a:gd name="T0" fmla="*/ 0 w 588"/>
                              <a:gd name="T1" fmla="*/ 179 h 671"/>
                              <a:gd name="T2" fmla="*/ 345 w 588"/>
                              <a:gd name="T3" fmla="*/ 50 h 671"/>
                              <a:gd name="T4" fmla="*/ 530 w 588"/>
                              <a:gd name="T5" fmla="*/ 399 h 671"/>
                              <a:gd name="T6" fmla="*/ 547 w 588"/>
                              <a:gd name="T7" fmla="*/ 671 h 6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88" h="671">
                                <a:moveTo>
                                  <a:pt x="0" y="179"/>
                                </a:moveTo>
                                <a:cubicBezTo>
                                  <a:pt x="185" y="121"/>
                                  <a:pt x="311" y="0"/>
                                  <a:pt x="345" y="50"/>
                                </a:cubicBezTo>
                                <a:cubicBezTo>
                                  <a:pt x="379" y="100"/>
                                  <a:pt x="471" y="244"/>
                                  <a:pt x="530" y="399"/>
                                </a:cubicBezTo>
                                <a:cubicBezTo>
                                  <a:pt x="588" y="553"/>
                                  <a:pt x="564" y="548"/>
                                  <a:pt x="547" y="671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7" name="Group 5"/>
                        <wpg:cNvGrpSpPr>
                          <a:grpSpLocks/>
                        </wpg:cNvGrpSpPr>
                        <wpg:grpSpPr bwMode="auto">
                          <a:xfrm rot="-1289994">
                            <a:off x="3187" y="2857"/>
                            <a:ext cx="230" cy="170"/>
                            <a:chOff x="3020" y="3028"/>
                            <a:chExt cx="230" cy="170"/>
                          </a:xfrm>
                        </wpg:grpSpPr>
                        <wps:wsp>
                          <wps:cNvPr id="78" name="Freeform 6"/>
                          <wps:cNvSpPr>
                            <a:spLocks/>
                          </wps:cNvSpPr>
                          <wps:spPr bwMode="auto">
                            <a:xfrm rot="-19081831">
                              <a:off x="3044" y="3028"/>
                              <a:ext cx="206" cy="170"/>
                            </a:xfrm>
                            <a:custGeom>
                              <a:avLst/>
                              <a:gdLst>
                                <a:gd name="T0" fmla="*/ 67 w 447"/>
                                <a:gd name="T1" fmla="*/ 249 h 370"/>
                                <a:gd name="T2" fmla="*/ 166 w 447"/>
                                <a:gd name="T3" fmla="*/ 123 h 370"/>
                                <a:gd name="T4" fmla="*/ 340 w 447"/>
                                <a:gd name="T5" fmla="*/ 90 h 370"/>
                                <a:gd name="T6" fmla="*/ 256 w 447"/>
                                <a:gd name="T7" fmla="*/ 263 h 370"/>
                                <a:gd name="T8" fmla="*/ 109 w 447"/>
                                <a:gd name="T9" fmla="*/ 288 h 370"/>
                                <a:gd name="T10" fmla="*/ 61 w 447"/>
                                <a:gd name="T11" fmla="*/ 360 h 370"/>
                                <a:gd name="T12" fmla="*/ 304 w 447"/>
                                <a:gd name="T13" fmla="*/ 324 h 370"/>
                                <a:gd name="T14" fmla="*/ 444 w 447"/>
                                <a:gd name="T15" fmla="*/ 83 h 370"/>
                                <a:gd name="T16" fmla="*/ 322 w 447"/>
                                <a:gd name="T17" fmla="*/ 3 h 370"/>
                                <a:gd name="T18" fmla="*/ 58 w 447"/>
                                <a:gd name="T19" fmla="*/ 102 h 370"/>
                                <a:gd name="T20" fmla="*/ 1 w 447"/>
                                <a:gd name="T21" fmla="*/ 291 h 370"/>
                                <a:gd name="T22" fmla="*/ 67 w 447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7" h="370">
                                  <a:moveTo>
                                    <a:pt x="67" y="249"/>
                                  </a:moveTo>
                                  <a:cubicBezTo>
                                    <a:pt x="94" y="221"/>
                                    <a:pt x="120" y="150"/>
                                    <a:pt x="166" y="123"/>
                                  </a:cubicBezTo>
                                  <a:cubicBezTo>
                                    <a:pt x="212" y="96"/>
                                    <a:pt x="325" y="67"/>
                                    <a:pt x="340" y="90"/>
                                  </a:cubicBezTo>
                                  <a:cubicBezTo>
                                    <a:pt x="355" y="113"/>
                                    <a:pt x="294" y="230"/>
                                    <a:pt x="256" y="263"/>
                                  </a:cubicBezTo>
                                  <a:cubicBezTo>
                                    <a:pt x="218" y="296"/>
                                    <a:pt x="141" y="272"/>
                                    <a:pt x="109" y="288"/>
                                  </a:cubicBezTo>
                                  <a:cubicBezTo>
                                    <a:pt x="77" y="304"/>
                                    <a:pt x="29" y="354"/>
                                    <a:pt x="61" y="360"/>
                                  </a:cubicBezTo>
                                  <a:cubicBezTo>
                                    <a:pt x="93" y="366"/>
                                    <a:pt x="240" y="370"/>
                                    <a:pt x="304" y="324"/>
                                  </a:cubicBezTo>
                                  <a:cubicBezTo>
                                    <a:pt x="368" y="278"/>
                                    <a:pt x="441" y="136"/>
                                    <a:pt x="444" y="83"/>
                                  </a:cubicBezTo>
                                  <a:cubicBezTo>
                                    <a:pt x="447" y="30"/>
                                    <a:pt x="386" y="0"/>
                                    <a:pt x="322" y="3"/>
                                  </a:cubicBezTo>
                                  <a:cubicBezTo>
                                    <a:pt x="258" y="6"/>
                                    <a:pt x="111" y="54"/>
                                    <a:pt x="58" y="102"/>
                                  </a:cubicBezTo>
                                  <a:cubicBezTo>
                                    <a:pt x="5" y="150"/>
                                    <a:pt x="0" y="267"/>
                                    <a:pt x="1" y="291"/>
                                  </a:cubicBezTo>
                                  <a:cubicBezTo>
                                    <a:pt x="2" y="315"/>
                                    <a:pt x="35" y="280"/>
                                    <a:pt x="67" y="2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"/>
                          <wps:cNvSpPr>
                            <a:spLocks/>
                          </wps:cNvSpPr>
                          <wps:spPr bwMode="auto">
                            <a:xfrm rot="-19081831">
                              <a:off x="3020" y="3067"/>
                              <a:ext cx="83" cy="60"/>
                            </a:xfrm>
                            <a:custGeom>
                              <a:avLst/>
                              <a:gdLst>
                                <a:gd name="T0" fmla="*/ 156 w 181"/>
                                <a:gd name="T1" fmla="*/ 4 h 131"/>
                                <a:gd name="T2" fmla="*/ 102 w 181"/>
                                <a:gd name="T3" fmla="*/ 28 h 131"/>
                                <a:gd name="T4" fmla="*/ 9 w 181"/>
                                <a:gd name="T5" fmla="*/ 127 h 131"/>
                                <a:gd name="T6" fmla="*/ 156 w 181"/>
                                <a:gd name="T7" fmla="*/ 52 h 131"/>
                                <a:gd name="T8" fmla="*/ 156 w 181"/>
                                <a:gd name="T9" fmla="*/ 4 h 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1" h="131">
                                  <a:moveTo>
                                    <a:pt x="156" y="4"/>
                                  </a:moveTo>
                                  <a:cubicBezTo>
                                    <a:pt x="147" y="0"/>
                                    <a:pt x="126" y="8"/>
                                    <a:pt x="102" y="28"/>
                                  </a:cubicBezTo>
                                  <a:cubicBezTo>
                                    <a:pt x="78" y="48"/>
                                    <a:pt x="0" y="123"/>
                                    <a:pt x="9" y="127"/>
                                  </a:cubicBezTo>
                                  <a:cubicBezTo>
                                    <a:pt x="18" y="131"/>
                                    <a:pt x="131" y="73"/>
                                    <a:pt x="156" y="52"/>
                                  </a:cubicBezTo>
                                  <a:cubicBezTo>
                                    <a:pt x="181" y="31"/>
                                    <a:pt x="165" y="8"/>
                                    <a:pt x="156" y="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0" name="Freeform 8"/>
                        <wps:cNvSpPr>
                          <a:spLocks/>
                        </wps:cNvSpPr>
                        <wps:spPr bwMode="auto">
                          <a:xfrm>
                            <a:off x="3406" y="2760"/>
                            <a:ext cx="362" cy="172"/>
                          </a:xfrm>
                          <a:custGeom>
                            <a:avLst/>
                            <a:gdLst>
                              <a:gd name="T0" fmla="*/ 14 w 362"/>
                              <a:gd name="T1" fmla="*/ 172 h 172"/>
                              <a:gd name="T2" fmla="*/ 0 w 362"/>
                              <a:gd name="T3" fmla="*/ 117 h 172"/>
                              <a:gd name="T4" fmla="*/ 254 w 362"/>
                              <a:gd name="T5" fmla="*/ 30 h 172"/>
                              <a:gd name="T6" fmla="*/ 269 w 362"/>
                              <a:gd name="T7" fmla="*/ 99 h 172"/>
                              <a:gd name="T8" fmla="*/ 14 w 362"/>
                              <a:gd name="T9" fmla="*/ 17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2" h="172">
                                <a:moveTo>
                                  <a:pt x="14" y="172"/>
                                </a:moveTo>
                                <a:cubicBezTo>
                                  <a:pt x="29" y="144"/>
                                  <a:pt x="14" y="143"/>
                                  <a:pt x="0" y="117"/>
                                </a:cubicBezTo>
                                <a:cubicBezTo>
                                  <a:pt x="92" y="92"/>
                                  <a:pt x="188" y="60"/>
                                  <a:pt x="254" y="30"/>
                                </a:cubicBezTo>
                                <a:cubicBezTo>
                                  <a:pt x="320" y="0"/>
                                  <a:pt x="362" y="78"/>
                                  <a:pt x="269" y="99"/>
                                </a:cubicBezTo>
                                <a:cubicBezTo>
                                  <a:pt x="176" y="120"/>
                                  <a:pt x="134" y="141"/>
                                  <a:pt x="14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9"/>
                        <wps:cNvSpPr>
                          <a:spLocks/>
                        </wps:cNvSpPr>
                        <wps:spPr bwMode="auto">
                          <a:xfrm>
                            <a:off x="3408" y="2470"/>
                            <a:ext cx="723" cy="411"/>
                          </a:xfrm>
                          <a:custGeom>
                            <a:avLst/>
                            <a:gdLst>
                              <a:gd name="T0" fmla="*/ 723 w 723"/>
                              <a:gd name="T1" fmla="*/ 0 h 411"/>
                              <a:gd name="T2" fmla="*/ 0 w 723"/>
                              <a:gd name="T3" fmla="*/ 411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3" h="411">
                                <a:moveTo>
                                  <a:pt x="723" y="0"/>
                                </a:moveTo>
                                <a:cubicBezTo>
                                  <a:pt x="468" y="259"/>
                                  <a:pt x="357" y="277"/>
                                  <a:pt x="0" y="411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0"/>
                        <wps:cNvSpPr>
                          <a:spLocks/>
                        </wps:cNvSpPr>
                        <wps:spPr bwMode="auto">
                          <a:xfrm>
                            <a:off x="3687" y="2697"/>
                            <a:ext cx="330" cy="159"/>
                          </a:xfrm>
                          <a:custGeom>
                            <a:avLst/>
                            <a:gdLst>
                              <a:gd name="T0" fmla="*/ 0 w 330"/>
                              <a:gd name="T1" fmla="*/ 159 h 159"/>
                              <a:gd name="T2" fmla="*/ 330 w 330"/>
                              <a:gd name="T3" fmla="*/ 0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0" h="159">
                                <a:moveTo>
                                  <a:pt x="0" y="159"/>
                                </a:moveTo>
                                <a:cubicBezTo>
                                  <a:pt x="195" y="84"/>
                                  <a:pt x="180" y="75"/>
                                  <a:pt x="33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1"/>
                        <wps:cNvSpPr>
                          <a:spLocks/>
                        </wps:cNvSpPr>
                        <wps:spPr bwMode="auto">
                          <a:xfrm>
                            <a:off x="2548" y="2610"/>
                            <a:ext cx="1517" cy="1148"/>
                          </a:xfrm>
                          <a:custGeom>
                            <a:avLst/>
                            <a:gdLst>
                              <a:gd name="T0" fmla="*/ 407 w 1517"/>
                              <a:gd name="T1" fmla="*/ 281 h 1148"/>
                              <a:gd name="T2" fmla="*/ 25 w 1517"/>
                              <a:gd name="T3" fmla="*/ 416 h 1148"/>
                              <a:gd name="T4" fmla="*/ 317 w 1517"/>
                              <a:gd name="T5" fmla="*/ 1043 h 1148"/>
                              <a:gd name="T6" fmla="*/ 1300 w 1517"/>
                              <a:gd name="T7" fmla="*/ 255 h 1148"/>
                              <a:gd name="T8" fmla="*/ 1442 w 1517"/>
                              <a:gd name="T9" fmla="*/ 0 h 1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17" h="1148">
                                <a:moveTo>
                                  <a:pt x="407" y="281"/>
                                </a:moveTo>
                                <a:cubicBezTo>
                                  <a:pt x="227" y="319"/>
                                  <a:pt x="2" y="319"/>
                                  <a:pt x="25" y="416"/>
                                </a:cubicBezTo>
                                <a:cubicBezTo>
                                  <a:pt x="0" y="550"/>
                                  <a:pt x="204" y="938"/>
                                  <a:pt x="317" y="1043"/>
                                </a:cubicBezTo>
                                <a:cubicBezTo>
                                  <a:pt x="430" y="1148"/>
                                  <a:pt x="1083" y="442"/>
                                  <a:pt x="1300" y="255"/>
                                </a:cubicBezTo>
                                <a:cubicBezTo>
                                  <a:pt x="1517" y="68"/>
                                  <a:pt x="1495" y="60"/>
                                  <a:pt x="1442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2"/>
                        <wps:cNvSpPr>
                          <a:spLocks/>
                        </wps:cNvSpPr>
                        <wps:spPr bwMode="auto">
                          <a:xfrm>
                            <a:off x="2463" y="2913"/>
                            <a:ext cx="819" cy="359"/>
                          </a:xfrm>
                          <a:custGeom>
                            <a:avLst/>
                            <a:gdLst>
                              <a:gd name="T0" fmla="*/ 0 w 819"/>
                              <a:gd name="T1" fmla="*/ 359 h 359"/>
                              <a:gd name="T2" fmla="*/ 147 w 819"/>
                              <a:gd name="T3" fmla="*/ 233 h 359"/>
                              <a:gd name="T4" fmla="*/ 759 w 819"/>
                              <a:gd name="T5" fmla="*/ 77 h 359"/>
                              <a:gd name="T6" fmla="*/ 717 w 819"/>
                              <a:gd name="T7" fmla="*/ 56 h 359"/>
                              <a:gd name="T8" fmla="*/ 750 w 819"/>
                              <a:gd name="T9" fmla="*/ 11 h 359"/>
                              <a:gd name="T10" fmla="*/ 300 w 819"/>
                              <a:gd name="T11" fmla="*/ 122 h 359"/>
                              <a:gd name="T12" fmla="*/ 81 w 819"/>
                              <a:gd name="T13" fmla="*/ 191 h 359"/>
                              <a:gd name="T14" fmla="*/ 0 w 819"/>
                              <a:gd name="T15" fmla="*/ 359 h 3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19" h="359">
                                <a:moveTo>
                                  <a:pt x="0" y="359"/>
                                </a:moveTo>
                                <a:cubicBezTo>
                                  <a:pt x="66" y="257"/>
                                  <a:pt x="21" y="280"/>
                                  <a:pt x="147" y="233"/>
                                </a:cubicBezTo>
                                <a:cubicBezTo>
                                  <a:pt x="273" y="186"/>
                                  <a:pt x="664" y="106"/>
                                  <a:pt x="759" y="77"/>
                                </a:cubicBezTo>
                                <a:cubicBezTo>
                                  <a:pt x="723" y="53"/>
                                  <a:pt x="719" y="68"/>
                                  <a:pt x="717" y="56"/>
                                </a:cubicBezTo>
                                <a:cubicBezTo>
                                  <a:pt x="715" y="45"/>
                                  <a:pt x="819" y="0"/>
                                  <a:pt x="750" y="11"/>
                                </a:cubicBezTo>
                                <a:cubicBezTo>
                                  <a:pt x="678" y="32"/>
                                  <a:pt x="411" y="92"/>
                                  <a:pt x="300" y="122"/>
                                </a:cubicBezTo>
                                <a:cubicBezTo>
                                  <a:pt x="189" y="152"/>
                                  <a:pt x="131" y="152"/>
                                  <a:pt x="81" y="191"/>
                                </a:cubicBezTo>
                                <a:cubicBezTo>
                                  <a:pt x="31" y="230"/>
                                  <a:pt x="17" y="324"/>
                                  <a:pt x="0" y="3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3"/>
                        <wps:cNvSpPr>
                          <a:spLocks/>
                        </wps:cNvSpPr>
                        <wps:spPr bwMode="auto">
                          <a:xfrm>
                            <a:off x="2153" y="3191"/>
                            <a:ext cx="675" cy="709"/>
                          </a:xfrm>
                          <a:custGeom>
                            <a:avLst/>
                            <a:gdLst>
                              <a:gd name="T0" fmla="*/ 382 w 675"/>
                              <a:gd name="T1" fmla="*/ 0 h 709"/>
                              <a:gd name="T2" fmla="*/ 615 w 675"/>
                              <a:gd name="T3" fmla="*/ 514 h 709"/>
                              <a:gd name="T4" fmla="*/ 60 w 675"/>
                              <a:gd name="T5" fmla="*/ 634 h 709"/>
                              <a:gd name="T6" fmla="*/ 232 w 675"/>
                              <a:gd name="T7" fmla="*/ 492 h 7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75" h="709">
                                <a:moveTo>
                                  <a:pt x="382" y="0"/>
                                </a:moveTo>
                                <a:cubicBezTo>
                                  <a:pt x="412" y="87"/>
                                  <a:pt x="555" y="386"/>
                                  <a:pt x="615" y="514"/>
                                </a:cubicBezTo>
                                <a:cubicBezTo>
                                  <a:pt x="675" y="642"/>
                                  <a:pt x="120" y="709"/>
                                  <a:pt x="60" y="634"/>
                                </a:cubicBezTo>
                                <a:cubicBezTo>
                                  <a:pt x="0" y="559"/>
                                  <a:pt x="142" y="517"/>
                                  <a:pt x="232" y="492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4"/>
                        <wps:cNvSpPr>
                          <a:spLocks/>
                        </wps:cNvSpPr>
                        <wps:spPr bwMode="auto">
                          <a:xfrm>
                            <a:off x="2523" y="2982"/>
                            <a:ext cx="57" cy="135"/>
                          </a:xfrm>
                          <a:custGeom>
                            <a:avLst/>
                            <a:gdLst>
                              <a:gd name="T0" fmla="*/ 0 w 57"/>
                              <a:gd name="T1" fmla="*/ 135 h 135"/>
                              <a:gd name="T2" fmla="*/ 57 w 57"/>
                              <a:gd name="T3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" h="135">
                                <a:moveTo>
                                  <a:pt x="0" y="135"/>
                                </a:moveTo>
                                <a:cubicBezTo>
                                  <a:pt x="0" y="75"/>
                                  <a:pt x="45" y="28"/>
                                  <a:pt x="57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7" name="Group 15"/>
                        <wpg:cNvGrpSpPr>
                          <a:grpSpLocks/>
                        </wpg:cNvGrpSpPr>
                        <wpg:grpSpPr bwMode="auto">
                          <a:xfrm>
                            <a:off x="1377" y="3735"/>
                            <a:ext cx="2853" cy="618"/>
                            <a:chOff x="1377" y="3735"/>
                            <a:chExt cx="2853" cy="618"/>
                          </a:xfrm>
                        </wpg:grpSpPr>
                        <wps:wsp>
                          <wps:cNvPr id="88" name="Freeform 16"/>
                          <wps:cNvSpPr>
                            <a:spLocks/>
                          </wps:cNvSpPr>
                          <wps:spPr bwMode="auto">
                            <a:xfrm>
                              <a:off x="1380" y="3735"/>
                              <a:ext cx="863" cy="480"/>
                            </a:xfrm>
                            <a:custGeom>
                              <a:avLst/>
                              <a:gdLst>
                                <a:gd name="T0" fmla="*/ 0 w 863"/>
                                <a:gd name="T1" fmla="*/ 480 h 480"/>
                                <a:gd name="T2" fmla="*/ 102 w 863"/>
                                <a:gd name="T3" fmla="*/ 300 h 480"/>
                                <a:gd name="T4" fmla="*/ 645 w 863"/>
                                <a:gd name="T5" fmla="*/ 160 h 480"/>
                                <a:gd name="T6" fmla="*/ 863 w 863"/>
                                <a:gd name="T7" fmla="*/ 0 h 4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3" h="480">
                                  <a:moveTo>
                                    <a:pt x="0" y="480"/>
                                  </a:moveTo>
                                  <a:cubicBezTo>
                                    <a:pt x="17" y="450"/>
                                    <a:pt x="42" y="396"/>
                                    <a:pt x="102" y="300"/>
                                  </a:cubicBezTo>
                                  <a:cubicBezTo>
                                    <a:pt x="270" y="264"/>
                                    <a:pt x="518" y="210"/>
                                    <a:pt x="645" y="160"/>
                                  </a:cubicBezTo>
                                  <a:cubicBezTo>
                                    <a:pt x="772" y="110"/>
                                    <a:pt x="818" y="32"/>
                                    <a:pt x="863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17"/>
                          <wps:cNvSpPr>
                            <a:spLocks/>
                          </wps:cNvSpPr>
                          <wps:spPr bwMode="auto">
                            <a:xfrm>
                              <a:off x="1377" y="4053"/>
                              <a:ext cx="2853" cy="300"/>
                            </a:xfrm>
                            <a:custGeom>
                              <a:avLst/>
                              <a:gdLst>
                                <a:gd name="T0" fmla="*/ 0 w 2853"/>
                                <a:gd name="T1" fmla="*/ 165 h 300"/>
                                <a:gd name="T2" fmla="*/ 6 w 2853"/>
                                <a:gd name="T3" fmla="*/ 204 h 300"/>
                                <a:gd name="T4" fmla="*/ 234 w 2853"/>
                                <a:gd name="T5" fmla="*/ 300 h 300"/>
                                <a:gd name="T6" fmla="*/ 573 w 2853"/>
                                <a:gd name="T7" fmla="*/ 260 h 300"/>
                                <a:gd name="T8" fmla="*/ 1451 w 2853"/>
                                <a:gd name="T9" fmla="*/ 185 h 300"/>
                                <a:gd name="T10" fmla="*/ 1946 w 2853"/>
                                <a:gd name="T11" fmla="*/ 87 h 300"/>
                                <a:gd name="T12" fmla="*/ 2853 w 2853"/>
                                <a:gd name="T13" fmla="*/ 0 h 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853" h="300">
                                  <a:moveTo>
                                    <a:pt x="0" y="165"/>
                                  </a:moveTo>
                                  <a:cubicBezTo>
                                    <a:pt x="3" y="172"/>
                                    <a:pt x="0" y="180"/>
                                    <a:pt x="6" y="204"/>
                                  </a:cubicBezTo>
                                  <a:cubicBezTo>
                                    <a:pt x="90" y="240"/>
                                    <a:pt x="141" y="270"/>
                                    <a:pt x="234" y="300"/>
                                  </a:cubicBezTo>
                                  <a:cubicBezTo>
                                    <a:pt x="333" y="294"/>
                                    <a:pt x="436" y="272"/>
                                    <a:pt x="573" y="260"/>
                                  </a:cubicBezTo>
                                  <a:cubicBezTo>
                                    <a:pt x="776" y="241"/>
                                    <a:pt x="1222" y="214"/>
                                    <a:pt x="1451" y="185"/>
                                  </a:cubicBezTo>
                                  <a:cubicBezTo>
                                    <a:pt x="1680" y="156"/>
                                    <a:pt x="1712" y="118"/>
                                    <a:pt x="1946" y="87"/>
                                  </a:cubicBezTo>
                                  <a:cubicBezTo>
                                    <a:pt x="2180" y="56"/>
                                    <a:pt x="2658" y="15"/>
                                    <a:pt x="2853" y="0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18"/>
                          <wps:cNvSpPr>
                            <a:spLocks/>
                          </wps:cNvSpPr>
                          <wps:spPr bwMode="auto">
                            <a:xfrm>
                              <a:off x="1539" y="4062"/>
                              <a:ext cx="435" cy="63"/>
                            </a:xfrm>
                            <a:custGeom>
                              <a:avLst/>
                              <a:gdLst>
                                <a:gd name="T0" fmla="*/ 0 w 435"/>
                                <a:gd name="T1" fmla="*/ 0 h 63"/>
                                <a:gd name="T2" fmla="*/ 153 w 435"/>
                                <a:gd name="T3" fmla="*/ 63 h 63"/>
                                <a:gd name="T4" fmla="*/ 435 w 435"/>
                                <a:gd name="T5" fmla="*/ 39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5" h="63">
                                  <a:moveTo>
                                    <a:pt x="0" y="0"/>
                                  </a:moveTo>
                                  <a:cubicBezTo>
                                    <a:pt x="25" y="10"/>
                                    <a:pt x="90" y="36"/>
                                    <a:pt x="153" y="63"/>
                                  </a:cubicBezTo>
                                  <a:cubicBezTo>
                                    <a:pt x="255" y="51"/>
                                    <a:pt x="386" y="42"/>
                                    <a:pt x="435" y="39"/>
                                  </a:cubicBezTo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19"/>
                          <wps:cNvSpPr>
                            <a:spLocks/>
                          </wps:cNvSpPr>
                          <wps:spPr bwMode="auto">
                            <a:xfrm>
                              <a:off x="1623" y="4119"/>
                              <a:ext cx="60" cy="198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0 h 198"/>
                                <a:gd name="T2" fmla="*/ 0 w 60"/>
                                <a:gd name="T3" fmla="*/ 19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0" h="198">
                                  <a:moveTo>
                                    <a:pt x="60" y="0"/>
                                  </a:moveTo>
                                  <a:cubicBezTo>
                                    <a:pt x="33" y="83"/>
                                    <a:pt x="7" y="166"/>
                                    <a:pt x="0" y="198"/>
                                  </a:cubicBezTo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20"/>
                        <wpg:cNvGrpSpPr>
                          <a:grpSpLocks/>
                        </wpg:cNvGrpSpPr>
                        <wpg:grpSpPr bwMode="auto">
                          <a:xfrm>
                            <a:off x="2931" y="3084"/>
                            <a:ext cx="1417" cy="1086"/>
                            <a:chOff x="2931" y="3084"/>
                            <a:chExt cx="1417" cy="1086"/>
                          </a:xfrm>
                        </wpg:grpSpPr>
                        <wps:wsp>
                          <wps:cNvPr id="93" name="Freeform 21"/>
                          <wps:cNvSpPr>
                            <a:spLocks/>
                          </wps:cNvSpPr>
                          <wps:spPr bwMode="auto">
                            <a:xfrm>
                              <a:off x="3561" y="3084"/>
                              <a:ext cx="787" cy="1086"/>
                            </a:xfrm>
                            <a:custGeom>
                              <a:avLst/>
                              <a:gdLst>
                                <a:gd name="T0" fmla="*/ 787 w 787"/>
                                <a:gd name="T1" fmla="*/ 0 h 1086"/>
                                <a:gd name="T2" fmla="*/ 672 w 787"/>
                                <a:gd name="T3" fmla="*/ 1029 h 1086"/>
                                <a:gd name="T4" fmla="*/ 3 w 787"/>
                                <a:gd name="T5" fmla="*/ 1086 h 1086"/>
                                <a:gd name="T6" fmla="*/ 3 w 787"/>
                                <a:gd name="T7" fmla="*/ 1041 h 10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87" h="1086">
                                  <a:moveTo>
                                    <a:pt x="787" y="0"/>
                                  </a:moveTo>
                                  <a:cubicBezTo>
                                    <a:pt x="768" y="171"/>
                                    <a:pt x="697" y="812"/>
                                    <a:pt x="672" y="1029"/>
                                  </a:cubicBezTo>
                                  <a:cubicBezTo>
                                    <a:pt x="553" y="1037"/>
                                    <a:pt x="115" y="1085"/>
                                    <a:pt x="3" y="1086"/>
                                  </a:cubicBezTo>
                                  <a:cubicBezTo>
                                    <a:pt x="0" y="1065"/>
                                    <a:pt x="5" y="1050"/>
                                    <a:pt x="3" y="1041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22"/>
                          <wps:cNvSpPr>
                            <a:spLocks/>
                          </wps:cNvSpPr>
                          <wps:spPr bwMode="auto">
                            <a:xfrm>
                              <a:off x="2931" y="3960"/>
                              <a:ext cx="1308" cy="156"/>
                            </a:xfrm>
                            <a:custGeom>
                              <a:avLst/>
                              <a:gdLst>
                                <a:gd name="T0" fmla="*/ 1308 w 1308"/>
                                <a:gd name="T1" fmla="*/ 0 h 156"/>
                                <a:gd name="T2" fmla="*/ 0 w 1308"/>
                                <a:gd name="T3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08" h="156">
                                  <a:moveTo>
                                    <a:pt x="1308" y="0"/>
                                  </a:moveTo>
                                  <a:cubicBezTo>
                                    <a:pt x="1112" y="18"/>
                                    <a:pt x="216" y="72"/>
                                    <a:pt x="0" y="156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23"/>
                          <wps:cNvSpPr>
                            <a:spLocks/>
                          </wps:cNvSpPr>
                          <wps:spPr bwMode="auto">
                            <a:xfrm>
                              <a:off x="2948" y="4028"/>
                              <a:ext cx="1110" cy="127"/>
                            </a:xfrm>
                            <a:custGeom>
                              <a:avLst/>
                              <a:gdLst>
                                <a:gd name="T0" fmla="*/ 1110 w 1110"/>
                                <a:gd name="T1" fmla="*/ 0 h 127"/>
                                <a:gd name="T2" fmla="*/ 0 w 1110"/>
                                <a:gd name="T3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10" h="127">
                                  <a:moveTo>
                                    <a:pt x="1110" y="0"/>
                                  </a:moveTo>
                                  <a:cubicBezTo>
                                    <a:pt x="645" y="37"/>
                                    <a:pt x="337" y="67"/>
                                    <a:pt x="0" y="127"/>
                                  </a:cubicBezTo>
                                </a:path>
                              </a:pathLst>
                            </a:cu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24"/>
                          <wps:cNvSpPr>
                            <a:spLocks/>
                          </wps:cNvSpPr>
                          <wps:spPr bwMode="auto">
                            <a:xfrm>
                              <a:off x="2976" y="3897"/>
                              <a:ext cx="1266" cy="144"/>
                            </a:xfrm>
                            <a:custGeom>
                              <a:avLst/>
                              <a:gdLst>
                                <a:gd name="T0" fmla="*/ 1266 w 1266"/>
                                <a:gd name="T1" fmla="*/ 0 h 144"/>
                                <a:gd name="T2" fmla="*/ 0 w 1266"/>
                                <a:gd name="T3" fmla="*/ 144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266" h="144">
                                  <a:moveTo>
                                    <a:pt x="1266" y="0"/>
                                  </a:moveTo>
                                  <a:cubicBezTo>
                                    <a:pt x="1077" y="20"/>
                                    <a:pt x="192" y="84"/>
                                    <a:pt x="0" y="144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25"/>
                          <wps:cNvSpPr>
                            <a:spLocks/>
                          </wps:cNvSpPr>
                          <wps:spPr bwMode="auto">
                            <a:xfrm>
                              <a:off x="3042" y="3840"/>
                              <a:ext cx="1218" cy="132"/>
                            </a:xfrm>
                            <a:custGeom>
                              <a:avLst/>
                              <a:gdLst>
                                <a:gd name="T0" fmla="*/ 1218 w 1218"/>
                                <a:gd name="T1" fmla="*/ 0 h 132"/>
                                <a:gd name="T2" fmla="*/ 0 w 1218"/>
                                <a:gd name="T3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218" h="132">
                                  <a:moveTo>
                                    <a:pt x="1218" y="0"/>
                                  </a:moveTo>
                                  <a:cubicBezTo>
                                    <a:pt x="1022" y="18"/>
                                    <a:pt x="198" y="63"/>
                                    <a:pt x="0" y="132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26"/>
                          <wps:cNvSpPr>
                            <a:spLocks/>
                          </wps:cNvSpPr>
                          <wps:spPr bwMode="auto">
                            <a:xfrm>
                              <a:off x="3102" y="3786"/>
                              <a:ext cx="1164" cy="120"/>
                            </a:xfrm>
                            <a:custGeom>
                              <a:avLst/>
                              <a:gdLst>
                                <a:gd name="T0" fmla="*/ 1164 w 1164"/>
                                <a:gd name="T1" fmla="*/ 0 h 120"/>
                                <a:gd name="T2" fmla="*/ 0 w 1164"/>
                                <a:gd name="T3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64" h="120">
                                  <a:moveTo>
                                    <a:pt x="1164" y="0"/>
                                  </a:moveTo>
                                  <a:cubicBezTo>
                                    <a:pt x="963" y="22"/>
                                    <a:pt x="186" y="72"/>
                                    <a:pt x="0" y="120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27"/>
                          <wps:cNvSpPr>
                            <a:spLocks/>
                          </wps:cNvSpPr>
                          <wps:spPr bwMode="auto">
                            <a:xfrm>
                              <a:off x="3147" y="3735"/>
                              <a:ext cx="1122" cy="114"/>
                            </a:xfrm>
                            <a:custGeom>
                              <a:avLst/>
                              <a:gdLst>
                                <a:gd name="T0" fmla="*/ 1122 w 1122"/>
                                <a:gd name="T1" fmla="*/ 0 h 114"/>
                                <a:gd name="T2" fmla="*/ 0 w 1122"/>
                                <a:gd name="T3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22" h="114">
                                  <a:moveTo>
                                    <a:pt x="1122" y="0"/>
                                  </a:moveTo>
                                  <a:cubicBezTo>
                                    <a:pt x="926" y="18"/>
                                    <a:pt x="126" y="69"/>
                                    <a:pt x="0" y="114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28"/>
                          <wps:cNvSpPr>
                            <a:spLocks/>
                          </wps:cNvSpPr>
                          <wps:spPr bwMode="auto">
                            <a:xfrm>
                              <a:off x="3183" y="3684"/>
                              <a:ext cx="1098" cy="117"/>
                            </a:xfrm>
                            <a:custGeom>
                              <a:avLst/>
                              <a:gdLst>
                                <a:gd name="T0" fmla="*/ 1098 w 1098"/>
                                <a:gd name="T1" fmla="*/ 0 h 117"/>
                                <a:gd name="T2" fmla="*/ 198 w 1098"/>
                                <a:gd name="T3" fmla="*/ 81 h 117"/>
                                <a:gd name="T4" fmla="*/ 0 w 1098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98" h="117">
                                  <a:moveTo>
                                    <a:pt x="1098" y="0"/>
                                  </a:moveTo>
                                  <a:cubicBezTo>
                                    <a:pt x="948" y="16"/>
                                    <a:pt x="381" y="62"/>
                                    <a:pt x="198" y="81"/>
                                  </a:cubicBezTo>
                                  <a:cubicBezTo>
                                    <a:pt x="15" y="100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29"/>
                          <wps:cNvSpPr>
                            <a:spLocks/>
                          </wps:cNvSpPr>
                          <wps:spPr bwMode="auto">
                            <a:xfrm>
                              <a:off x="3213" y="3633"/>
                              <a:ext cx="1062" cy="117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30"/>
                          <wps:cNvSpPr>
                            <a:spLocks/>
                          </wps:cNvSpPr>
                          <wps:spPr bwMode="auto">
                            <a:xfrm>
                              <a:off x="3267" y="3585"/>
                              <a:ext cx="1005" cy="111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31"/>
                          <wps:cNvSpPr>
                            <a:spLocks/>
                          </wps:cNvSpPr>
                          <wps:spPr bwMode="auto">
                            <a:xfrm>
                              <a:off x="3321" y="3546"/>
                              <a:ext cx="963" cy="105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32"/>
                          <wps:cNvSpPr>
                            <a:spLocks/>
                          </wps:cNvSpPr>
                          <wps:spPr bwMode="auto">
                            <a:xfrm>
                              <a:off x="3366" y="3504"/>
                              <a:ext cx="927" cy="99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33"/>
                          <wps:cNvSpPr>
                            <a:spLocks/>
                          </wps:cNvSpPr>
                          <wps:spPr bwMode="auto">
                            <a:xfrm>
                              <a:off x="3429" y="3462"/>
                              <a:ext cx="870" cy="90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34"/>
                          <wps:cNvSpPr>
                            <a:spLocks/>
                          </wps:cNvSpPr>
                          <wps:spPr bwMode="auto">
                            <a:xfrm>
                              <a:off x="3504" y="3420"/>
                              <a:ext cx="798" cy="84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35"/>
                          <wps:cNvSpPr>
                            <a:spLocks/>
                          </wps:cNvSpPr>
                          <wps:spPr bwMode="auto">
                            <a:xfrm>
                              <a:off x="3582" y="3378"/>
                              <a:ext cx="726" cy="72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36"/>
                          <wps:cNvSpPr>
                            <a:spLocks/>
                          </wps:cNvSpPr>
                          <wps:spPr bwMode="auto">
                            <a:xfrm>
                              <a:off x="3699" y="3336"/>
                              <a:ext cx="612" cy="60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37"/>
                          <wps:cNvSpPr>
                            <a:spLocks/>
                          </wps:cNvSpPr>
                          <wps:spPr bwMode="auto">
                            <a:xfrm>
                              <a:off x="3807" y="3286"/>
                              <a:ext cx="501" cy="56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38"/>
                          <wps:cNvSpPr>
                            <a:spLocks/>
                          </wps:cNvSpPr>
                          <wps:spPr bwMode="auto">
                            <a:xfrm>
                              <a:off x="3933" y="3243"/>
                              <a:ext cx="387" cy="48"/>
                            </a:xfrm>
                            <a:custGeom>
                              <a:avLst/>
                              <a:gdLst>
                                <a:gd name="T0" fmla="*/ 387 w 387"/>
                                <a:gd name="T1" fmla="*/ 0 h 48"/>
                                <a:gd name="T2" fmla="*/ 71 w 387"/>
                                <a:gd name="T3" fmla="*/ 31 h 48"/>
                                <a:gd name="T4" fmla="*/ 0 w 387"/>
                                <a:gd name="T5" fmla="*/ 48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87" h="48">
                                  <a:moveTo>
                                    <a:pt x="387" y="0"/>
                                  </a:moveTo>
                                  <a:cubicBezTo>
                                    <a:pt x="333" y="8"/>
                                    <a:pt x="135" y="23"/>
                                    <a:pt x="71" y="31"/>
                                  </a:cubicBezTo>
                                  <a:cubicBezTo>
                                    <a:pt x="7" y="39"/>
                                    <a:pt x="15" y="45"/>
                                    <a:pt x="0" y="48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39"/>
                          <wps:cNvSpPr>
                            <a:spLocks/>
                          </wps:cNvSpPr>
                          <wps:spPr bwMode="auto">
                            <a:xfrm>
                              <a:off x="4071" y="3198"/>
                              <a:ext cx="261" cy="39"/>
                            </a:xfrm>
                            <a:custGeom>
                              <a:avLst/>
                              <a:gdLst>
                                <a:gd name="T0" fmla="*/ 261 w 261"/>
                                <a:gd name="T1" fmla="*/ 0 h 39"/>
                                <a:gd name="T2" fmla="*/ 63 w 261"/>
                                <a:gd name="T3" fmla="*/ 24 h 39"/>
                                <a:gd name="T4" fmla="*/ 0 w 261"/>
                                <a:gd name="T5" fmla="*/ 39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1" h="39">
                                  <a:moveTo>
                                    <a:pt x="261" y="0"/>
                                  </a:moveTo>
                                  <a:cubicBezTo>
                                    <a:pt x="225" y="9"/>
                                    <a:pt x="106" y="18"/>
                                    <a:pt x="63" y="24"/>
                                  </a:cubicBezTo>
                                  <a:cubicBezTo>
                                    <a:pt x="20" y="30"/>
                                    <a:pt x="13" y="36"/>
                                    <a:pt x="0" y="39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40"/>
                          <wps:cNvSpPr>
                            <a:spLocks/>
                          </wps:cNvSpPr>
                          <wps:spPr bwMode="auto">
                            <a:xfrm>
                              <a:off x="4173" y="3156"/>
                              <a:ext cx="156" cy="30"/>
                            </a:xfrm>
                            <a:custGeom>
                              <a:avLst/>
                              <a:gdLst>
                                <a:gd name="T0" fmla="*/ 156 w 156"/>
                                <a:gd name="T1" fmla="*/ 0 h 30"/>
                                <a:gd name="T2" fmla="*/ 63 w 156"/>
                                <a:gd name="T3" fmla="*/ 15 h 30"/>
                                <a:gd name="T4" fmla="*/ 0 w 156"/>
                                <a:gd name="T5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6" h="30">
                                  <a:moveTo>
                                    <a:pt x="156" y="0"/>
                                  </a:moveTo>
                                  <a:cubicBezTo>
                                    <a:pt x="120" y="9"/>
                                    <a:pt x="89" y="10"/>
                                    <a:pt x="63" y="15"/>
                                  </a:cubicBezTo>
                                  <a:cubicBezTo>
                                    <a:pt x="37" y="20"/>
                                    <a:pt x="13" y="27"/>
                                    <a:pt x="0" y="30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74" o:spid="_x0000_s1026" style="position:absolute;margin-left:15.95pt;margin-top:74.3pt;width:150.2pt;height:96.95pt;z-index:251663360" coordorigin="1374,2414" coordsize="3004,1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" o:allowincell="f">
                <v:shape id="Freeform 3" o:spid="_x0000_s1027" style="position:absolute;left:1374;top:3082;width:2964;height:1238;visibility:visible;mso-wrap-style:square;v-text-anchor:top" coordsize="2964,1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+GscMA&#10;AADbAAAADwAAAGRycy9kb3ducmV2LnhtbESPT4vCMBTE78J+h/AWvIimClWpRqmCsOzNfwdvj+Zt&#10;W7Z5CU3U6qffLAgeh5n5DbNcd6YRN2p9bVnBeJSAIC6srrlUcDruhnMQPiBrbCyTggd5WK8+ekvM&#10;tL3znm6HUIoIYZ+hgioEl0npi4oM+pF1xNH7sa3BEGVbSt3iPcJNIydJMpUGa44LFTraVlT8Hq5G&#10;gXTN5TRIbP1MN6k+0zNPv12uVP+zyxcgAnXhHX61v7SCWQr/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+GscMAAADbAAAADwAAAAAAAAAAAAAAAACYAgAAZHJzL2Rv&#10;d25yZXYueG1sUEsFBgAAAAAEAAQA9QAAAIgDAAAAAA==&#10;" path="m,1139v81,30,144,63,239,99c477,1211,1110,1151,1338,1127v228,-24,147,-70,270,-225c1731,747,1856,574,2084,422,2312,270,2804,109,2964,e" filled="f">
                  <v:path arrowok="t" o:connecttype="custom" o:connectlocs="0,1139;239,1238;1338,1127;1608,902;2084,422;2964,0" o:connectangles="0,0,0,0,0,0"/>
                </v:shape>
                <v:shape id="Freeform 4" o:spid="_x0000_s1028" style="position:absolute;left:3790;top:2414;width:588;height:671;visibility:visible;mso-wrap-style:square;v-text-anchor:top" coordsize="588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yTacIA&#10;AADbAAAADwAAAGRycy9kb3ducmV2LnhtbESPQWsCMRSE7wX/Q3hCL0WzerC6GkUq0qW3ruL5sXlu&#10;Fjcv2yTq9t83BcHjMDPfMKtNb1txIx8axwom4wwEceV0w7WC42E/moMIEVlj65gU/FKAzXrwssJc&#10;uzt/062MtUgQDjkqMDF2uZShMmQxjF1HnLyz8xZjkr6W2uM9wW0rp1k2kxYbTgsGO/owVF3Kq1VQ&#10;XMl9+vnb18RMS787BSyaxY9Sr8N+uwQRqY/P8KNdaAXvM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fJNpwgAAANsAAAAPAAAAAAAAAAAAAAAAAJgCAABkcnMvZG93&#10;bnJldi54bWxQSwUGAAAAAAQABAD1AAAAhwMAAAAA&#10;" path="m,179c185,121,311,,345,50v34,50,126,194,185,349c588,553,564,548,547,671e" filled="f">
                  <v:path arrowok="t" o:connecttype="custom" o:connectlocs="0,179;345,50;530,399;547,671" o:connectangles="0,0,0,0"/>
                </v:shape>
                <v:group id="Group 5" o:spid="_x0000_s1029" style="position:absolute;left:3187;top:2857;width:230;height:170;rotation:-1409017fd" coordorigin="3020,3028" coordsize="23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kdlf5wwAAANsAAAAP&#10;AAAAAAAAAAAAAAAAAKoCAABkcnMvZG93bnJldi54bWxQSwUGAAAAAAQABAD6AAAAmgMAAAAA&#10;">
                  <v:shape id="Freeform 6" o:spid="_x0000_s1030" style="position:absolute;left:3044;top:3028;width:206;height:170;rotation:2750512fd;visibility:visible;mso-wrap-style:square;v-text-anchor:top" coordsize="447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I73MAA&#10;AADbAAAADwAAAGRycy9kb3ducmV2LnhtbERPz2uDMBS+D/o/hFfYbY3dwBXbKNJNGOy06qHHh3lV&#10;W/MiSVbdf78cBjt+fL8PxWJGcSfnB8sKtpsEBHFr9cCdgqaunnYgfEDWOFomBT/kochXDwfMtJ35&#10;i+6n0IkYwj5DBX0IUyalb3sy6Dd2Io7cxTqDIULXSe1wjuFmlM9JkkqDA8eGHic69tTeTt9GwVi9&#10;sDu69PzJ72XaLK4uw/VNqcf1Uu5BBFrCv/jP/aEVvMax8Uv8ATL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I73MAAAADbAAAADwAAAAAAAAAAAAAAAACYAgAAZHJzL2Rvd25y&#10;ZXYueG1sUEsFBgAAAAAEAAQA9QAAAIUDAAAAAA==&#10;" path="m67,249v27,-28,53,-99,99,-126c212,96,325,67,340,90v15,23,-46,140,-84,173c218,296,141,272,109,288,77,304,29,354,61,360v32,6,179,10,243,-36c368,278,441,136,444,83,447,30,386,,322,3,258,6,111,54,58,102,5,150,,267,1,291v1,24,34,-11,66,-42xe" fillcolor="yellow">
                    <v:path arrowok="t" o:connecttype="custom" o:connectlocs="31,114;77,57;157,41;118,121;50,132;28,165;140,149;205,38;148,1;27,47;0,134;31,114" o:connectangles="0,0,0,0,0,0,0,0,0,0,0,0"/>
                  </v:shape>
                  <v:shape id="Freeform 7" o:spid="_x0000_s1031" style="position:absolute;left:3020;top:3067;width:83;height:60;rotation:2750512fd;visibility:visible;mso-wrap-style:square;v-text-anchor:top" coordsize="18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HUMQA&#10;AADbAAAADwAAAGRycy9kb3ducmV2LnhtbESPT2vCQBTE7wW/w/KE3uomPfgnZiMihAaKhVoVj4/s&#10;Mwlm34bsqvHbu4VCj8PM/IZJV4NpxY1611hWEE8iEMSl1Q1XCvY/+dschPPIGlvLpOBBDlbZ6CXF&#10;RNs7f9Nt5ysRIOwSVFB73yVSurImg25iO+LgnW1v0AfZV1L3eA9w08r3KJpKgw2HhRo72tRUXnZX&#10;o2DR5c4ePufroYjkcRu708eXLpR6HQ/rJQhPg/8P/7ULrWC2gN8v4QfI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aR1DEAAAA2wAAAA8AAAAAAAAAAAAAAAAAmAIAAGRycy9k&#10;b3ducmV2LnhtbFBLBQYAAAAABAAEAPUAAACJAwAAAAA=&#10;" path="m156,4c147,,126,8,102,28,78,48,,123,9,127v9,4,122,-54,147,-75c181,31,165,8,156,4xe" filled="f">
                    <v:path arrowok="t" o:connecttype="custom" o:connectlocs="72,2;47,13;4,58;72,24;72,2" o:connectangles="0,0,0,0,0"/>
                  </v:shape>
                </v:group>
                <v:shape id="Freeform 8" o:spid="_x0000_s1032" style="position:absolute;left:3406;top:2760;width:362;height:172;visibility:visible;mso-wrap-style:square;v-text-anchor:top" coordsize="362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bBsIA&#10;AADbAAAADwAAAGRycy9kb3ducmV2LnhtbERP3WrCMBS+H/gO4Qi7EU23wdBqFJEJbrCLdnuAQ3NM&#10;q81JSWJb9/TLxWCXH9//ZjfaVvTkQ+NYwdMiA0FcOd2wUfD9dZwvQYSIrLF1TAruFGC3nTxsMNdu&#10;4IL6MhqRQjjkqKCOsculDFVNFsPCdcSJOztvMSbojdQehxRuW/mcZa/SYsOpocaODjVV1/JmFcze&#10;fsZ9IV/C6n34GGaX3tjzp1HqcTru1yAijfFf/Oc+aQXLtD59ST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mdsGwgAAANsAAAAPAAAAAAAAAAAAAAAAAJgCAABkcnMvZG93&#10;bnJldi54bWxQSwUGAAAAAAQABAD1AAAAhwMAAAAA&#10;" path="m14,172c29,144,14,143,,117,92,92,188,60,254,30,320,,362,78,269,99,176,120,134,141,14,172xe">
                  <v:path arrowok="t" o:connecttype="custom" o:connectlocs="14,172;0,117;254,30;269,99;14,172" o:connectangles="0,0,0,0,0"/>
                </v:shape>
                <v:shape id="Freeform 9" o:spid="_x0000_s1033" style="position:absolute;left:3408;top:2470;width:723;height:411;visibility:visible;mso-wrap-style:square;v-text-anchor:top" coordsize="723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75f8QA&#10;AADbAAAADwAAAGRycy9kb3ducmV2LnhtbESPQWvCQBSE70L/w/IK3nRjoRpSV5FSofQixoAeH9ln&#10;Epp9G3a3MfbXu4LgcZiZb5jlejCt6Mn5xrKC2TQBQVxa3XCloDhsJykIH5A1tpZJwZU8rFcvoyVm&#10;2l54T30eKhEh7DNUUIfQZVL6siaDfmo74uidrTMYonSV1A4vEW5a+ZYkc2mw4bhQY0efNZW/+Z9R&#10;sLPFNvnvFj8nUxzLk/vq3zf5Wanx67D5ABFoCM/wo/2tFaQzuH+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e+X/EAAAA2wAAAA8AAAAAAAAAAAAAAAAAmAIAAGRycy9k&#10;b3ducmV2LnhtbFBLBQYAAAAABAAEAPUAAACJAwAAAAA=&#10;" path="m723,c468,259,357,277,,411e" filled="f">
                  <v:path arrowok="t" o:connecttype="custom" o:connectlocs="723,0;0,411" o:connectangles="0,0"/>
                </v:shape>
                <v:shape id="Freeform 10" o:spid="_x0000_s1034" style="position:absolute;left:3687;top:2697;width:330;height:159;visibility:visible;mso-wrap-style:square;v-text-anchor:top" coordsize="330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rEO8MA&#10;AADbAAAADwAAAGRycy9kb3ducmV2LnhtbESPzWrDMBCE74W+g9hAb42UH0JwIocQKO2lpHGS+2Kt&#10;LbfWylhqYr99VSj0OMzMN8x2N7hW3KgPjWcNs6kCQVx603Ct4XJ+eV6DCBHZYOuZNIwUYJc/Pmwx&#10;M/7OJ7oVsRYJwiFDDTbGLpMylJYchqnviJNX+d5hTLKvpenxnuCulXOlVtJhw2nBYkcHS+VX8e00&#10;nJfXz8XHeHhXi9G+zgp1rEhJrZ8mw34DItIQ/8N/7TejYT2H3y/pB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rEO8MAAADbAAAADwAAAAAAAAAAAAAAAACYAgAAZHJzL2Rv&#10;d25yZXYueG1sUEsFBgAAAAAEAAQA9QAAAIgDAAAAAA==&#10;" path="m,159c195,84,180,75,330,e" filled="f">
                  <v:path arrowok="t" o:connecttype="custom" o:connectlocs="0,159;330,0" o:connectangles="0,0"/>
                </v:shape>
                <v:shape id="Freeform 11" o:spid="_x0000_s1035" style="position:absolute;left:2548;top:2610;width:1517;height:1148;visibility:visible;mso-wrap-style:square;v-text-anchor:top" coordsize="1517,1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EYgMEA&#10;AADbAAAADwAAAGRycy9kb3ducmV2LnhtbESP0YrCMBRE3wX/IVzBN01cWdFqFFcQVBbE6gdcmmtb&#10;bG5KE7X+vVkQ9nGYmTPMYtXaSjyo8aVjDaOhAkGcOVNyruFy3g6mIHxANlg5Jg0v8rBadjsLTIx7&#10;8okeachFhLBPUEMRQp1I6bOCLPqhq4mjd3WNxRBlk0vT4DPCbSW/lJpIiyXHhQJr2hSU3dK71ZCf&#10;yvNs8vvDrzo9fpuwVz49KK37vXY9BxGoDf/hT3tnNEzH8Pcl/gC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RGIDBAAAA2wAAAA8AAAAAAAAAAAAAAAAAmAIAAGRycy9kb3du&#10;cmV2LnhtbFBLBQYAAAAABAAEAPUAAACGAwAAAAA=&#10;" path="m407,281c227,319,2,319,25,416,,550,204,938,317,1043v113,105,766,-601,983,-788c1517,68,1495,60,1442,e" filled="f">
                  <v:path arrowok="t" o:connecttype="custom" o:connectlocs="407,281;25,416;317,1043;1300,255;1442,0" o:connectangles="0,0,0,0,0"/>
                </v:shape>
                <v:shape id="Freeform 12" o:spid="_x0000_s1036" style="position:absolute;left:2463;top:2913;width:819;height:359;visibility:visible;mso-wrap-style:square;v-text-anchor:top" coordsize="819,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yKMAA&#10;AADbAAAADwAAAGRycy9kb3ducmV2LnhtbESPS6vCMBSE94L/IRzBjWjqE6lGEVFwpfjaH5pjW2xO&#10;ShO1+utvLgguh5n5hpkva1OIJ1Uut6yg34tAECdW55wquJy33SkI55E1FpZJwZscLBfNxhxjbV98&#10;pOfJpyJA2MWoIPO+jKV0SUYGXc+WxMG72cqgD7JKpa7wFeCmkIMomkiDOYeFDEtaZ5TcTw+jYHzY&#10;bPVj7d7DWg7dB/d7TK4dpdqtejUD4an2v/C3vdMKpiP4/x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XyKMAAAADbAAAADwAAAAAAAAAAAAAAAACYAgAAZHJzL2Rvd25y&#10;ZXYueG1sUEsFBgAAAAAEAAQA9QAAAIUDAAAAAA==&#10;" path="m,359c66,257,21,280,147,233,273,186,664,106,759,77,723,53,719,68,717,56,715,45,819,,750,11,678,32,411,92,300,122,189,152,131,152,81,191,31,230,17,324,,359xe">
                  <v:path arrowok="t" o:connecttype="custom" o:connectlocs="0,359;147,233;759,77;717,56;750,11;300,122;81,191;0,359" o:connectangles="0,0,0,0,0,0,0,0"/>
                </v:shape>
                <v:shape id="Freeform 13" o:spid="_x0000_s1037" style="position:absolute;left:2153;top:3191;width:675;height:709;visibility:visible;mso-wrap-style:square;v-text-anchor:top" coordsize="675,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08MMUA&#10;AADbAAAADwAAAGRycy9kb3ducmV2LnhtbESPQWvCQBSE7wX/w/IEb3VjbUuMriIFQUoPNQ16fWSf&#10;2WD2bcyuMf333UKhx2FmvmFWm8E2oqfO144VzKYJCOLS6ZorBcXX7jEF4QOyxsYxKfgmD5v16GGF&#10;mXZ3PlCfh0pECPsMFZgQ2kxKXxqy6KeuJY7e2XUWQ5RdJXWH9wi3jXxKkldpsea4YLClN0PlJb9Z&#10;Bb1JT89Fujhei3w3f/+U54/rSSo1GQ/bJYhAQ/gP/7X3WkH6A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/TwwxQAAANsAAAAPAAAAAAAAAAAAAAAAAJgCAABkcnMv&#10;ZG93bnJldi54bWxQSwUGAAAAAAQABAD1AAAAigMAAAAA&#10;" path="m382,v30,87,173,386,233,514c675,642,120,709,60,634,,559,142,517,232,492e" filled="f">
                  <v:path arrowok="t" o:connecttype="custom" o:connectlocs="382,0;615,514;60,634;232,492" o:connectangles="0,0,0,0"/>
                </v:shape>
                <v:shape id="Freeform 14" o:spid="_x0000_s1038" style="position:absolute;left:2523;top:2982;width:57;height:135;visibility:visible;mso-wrap-style:square;v-text-anchor:top" coordsize="57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3kDsQA&#10;AADbAAAADwAAAGRycy9kb3ducmV2LnhtbESPQWvCQBSE70L/w/IK3nST0gZNXUOpNKQIBbX0/Mg+&#10;k9Ds27C7avz33YLgcZiZb5hVMZpenMn5zrKCdJ6AIK6t7rhR8H34mC1A+ICssbdMCq7koVg/TFaY&#10;a3vhHZ33oRERwj5HBW0IQy6lr1sy6Od2II7e0TqDIUrXSO3wEuGml09JkkmDHceFFgd6b6n+3Z+M&#10;gpfDz65ZbpZHTEv3+bUdn+usrJSaPo5vryACjeEevrUrrWCRwf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N5A7EAAAA2wAAAA8AAAAAAAAAAAAAAAAAmAIAAGRycy9k&#10;b3ducmV2LnhtbFBLBQYAAAAABAAEAPUAAACJAwAAAAA=&#10;" path="m,135c,75,45,28,57,e" filled="f">
                  <v:path arrowok="t" o:connecttype="custom" o:connectlocs="0,135;57,0" o:connectangles="0,0"/>
                </v:shape>
                <v:group id="Group 15" o:spid="_x0000_s1039" style="position:absolute;left:1377;top:3735;width:2853;height:618" coordorigin="1377,3735" coordsize="2853,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6" o:spid="_x0000_s1040" style="position:absolute;left:1380;top:3735;width:863;height:480;visibility:visible;mso-wrap-style:square;v-text-anchor:top" coordsize="863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gOcEA&#10;AADbAAAADwAAAGRycy9kb3ducmV2LnhtbERP3WrCMBS+H+wdwhnsZszEIeKqUeZA2MAbax/g0Byb&#10;YnLSNVmte/rlQvDy4/tfbUbvxEB9bANrmE4UCOI6mJYbDdVx97oAEROyQReYNFwpwmb9+LDCwoQL&#10;H2goUyNyCMcCNdiUukLKWFvyGCehI87cKfQeU4Z9I02PlxzunXxTai49tpwbLHb0aak+l79ew6C2&#10;77Mfu1X7P6em7vtcvVx3ldbPT+PHEkSiMd3FN/eX0bDIY/OX/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TYDnBAAAA2wAAAA8AAAAAAAAAAAAAAAAAmAIAAGRycy9kb3du&#10;cmV2LnhtbFBLBQYAAAAABAAEAPUAAACGAwAAAAA=&#10;" path="m,480c17,450,42,396,102,300,270,264,518,210,645,160,772,110,818,32,863,e" filled="f">
                    <v:path arrowok="t" o:connecttype="custom" o:connectlocs="0,480;102,300;645,160;863,0" o:connectangles="0,0,0,0"/>
                  </v:shape>
                  <v:shape id="Freeform 17" o:spid="_x0000_s1041" style="position:absolute;left:1377;top:4053;width:2853;height:300;visibility:visible;mso-wrap-style:square;v-text-anchor:top" coordsize="28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Bf8YA&#10;AADbAAAADwAAAGRycy9kb3ducmV2LnhtbESPQWvCQBSE70L/w/IK3nTTFqqmriKWgtB60Cjo7TX7&#10;mk2bfRuyq4n/3i0IHoeZ+YaZzjtbiTM1vnSs4GmYgCDOnS65ULDLPgZjED4ga6wck4ILeZjPHnpT&#10;TLVreUPnbShEhLBPUYEJoU6l9Lkhi37oauLo/bjGYoiyKaRusI1wW8nnJHmVFkuOCwZrWhrK/7Yn&#10;q+B99Lk+Vuaw//rN5Spp16PsJXwr1X/sFm8gAnXhHr61V1rBeAL/X+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2Bf8YAAADbAAAADwAAAAAAAAAAAAAAAACYAgAAZHJz&#10;L2Rvd25yZXYueG1sUEsFBgAAAAAEAAQA9QAAAIsDAAAAAA==&#10;" path="m,165v3,7,,15,6,39c90,240,141,270,234,300v99,-6,202,-28,339,-40c776,241,1222,214,1451,185v229,-29,261,-67,495,-98c2180,56,2658,15,2853,e" filled="f">
                    <v:path arrowok="t" o:connecttype="custom" o:connectlocs="0,165;6,204;234,300;573,260;1451,185;1946,87;2853,0" o:connectangles="0,0,0,0,0,0,0"/>
                  </v:shape>
                  <v:shape id="Freeform 18" o:spid="_x0000_s1042" style="position:absolute;left:1539;top:4062;width:435;height:63;visibility:visible;mso-wrap-style:square;v-text-anchor:top" coordsize="435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u5D78A&#10;AADbAAAADwAAAGRycy9kb3ducmV2LnhtbERPyW7CMBC9I/EP1lTqBYFDpSBIMQi6iSvLB4ziaeJi&#10;j6PYWdqvrw+Venx6+3Y/Oit6aoPxrGC5yEAQl14brhTcru/zNYgQkTVaz6TgmwLsd9PJFgvtBz5T&#10;f4mVSCEcClRQx9gUUoayJodh4RvixH361mFMsK2kbnFI4c7KpyxbSYeGU0ONDb3UVN4vnVPwk39k&#10;X/Y+092xeR3tGxmTo1Hq8WE8PIOINMZ/8Z/7pBVs0vr0Jf0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67kPvwAAANsAAAAPAAAAAAAAAAAAAAAAAJgCAABkcnMvZG93bnJl&#10;di54bWxQSwUGAAAAAAQABAD1AAAAhAMAAAAA&#10;" path="m,c25,10,90,36,153,63,255,51,386,42,435,39e" filled="f" strokeweight=".25pt">
                    <v:path arrowok="t" o:connecttype="custom" o:connectlocs="0,0;153,63;435,39" o:connectangles="0,0,0"/>
                  </v:shape>
                  <v:shape id="Freeform 19" o:spid="_x0000_s1043" style="position:absolute;left:1623;top:4119;width:60;height:198;visibility:visible;mso-wrap-style:square;v-text-anchor:top" coordsize="60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2YccUA&#10;AADbAAAADwAAAGRycy9kb3ducmV2LnhtbESPQWvCQBSE70L/w/IK3nSTUqRGN8EWWgR7adJDvT2z&#10;zySYfRuyGxP/fbdQ8DjMzDfMNptMK67Uu8aygngZgSAurW64UvBdvC9eQDiPrLG1TApu5CBLH2Zb&#10;TLQd+Yuuua9EgLBLUEHtfZdI6cqaDLql7YiDd7a9QR9kX0nd4xjgppVPUbSSBhsOCzV29FZTeckH&#10;owA/ZXEch+54+hmeP+J9fngt3Emp+eO024DwNPl7+L+91wrWM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ZhxxQAAANsAAAAPAAAAAAAAAAAAAAAAAJgCAABkcnMv&#10;ZG93bnJldi54bWxQSwUGAAAAAAQABAD1AAAAigMAAAAA&#10;" path="m60,c33,83,7,166,,198e" filled="f" strokeweight=".25pt">
                    <v:path arrowok="t" o:connecttype="custom" o:connectlocs="60,0;0,198" o:connectangles="0,0"/>
                  </v:shape>
                </v:group>
                <v:group id="Group 20" o:spid="_x0000_s1044" style="position:absolute;left:2931;top:3084;width:1417;height:1086" coordorigin="2931,3084" coordsize="1417,1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21" o:spid="_x0000_s1045" style="position:absolute;left:3561;top:3084;width:787;height:1086;visibility:visible;mso-wrap-style:square;v-text-anchor:top" coordsize="787,1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5MN8cA&#10;AADbAAAADwAAAGRycy9kb3ducmV2LnhtbESPQWvCQBSE74X+h+UVvIhuatHa6CpFEFTModpCe3vN&#10;PpNg9m3IrjH667uC0OMwM98w03lrStFQ7QrLCp77EQji1OqCMwWf+2VvDMJ5ZI2lZVJwIQfz2ePD&#10;FGNtz/xBzc5nIkDYxagg976KpXRpTgZd31bEwTvY2qAPss6krvEc4KaUgygaSYMFh4UcK1rklB53&#10;JxMotvu9/kp+kutp2yTHcfG6qYa/SnWe2vcJCE+t/w/f2yut4O0Fbl/CD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eTDfHAAAA2wAAAA8AAAAAAAAAAAAAAAAAmAIAAGRy&#10;cy9kb3ducmV2LnhtbFBLBQYAAAAABAAEAPUAAACMAwAAAAA=&#10;" path="m787,c768,171,697,812,672,1029v-119,8,-557,56,-669,57c,1065,5,1050,3,1041e" filled="f">
                    <v:path arrowok="t" o:connecttype="custom" o:connectlocs="787,0;672,1029;3,1086;3,1041" o:connectangles="0,0,0,0"/>
                  </v:shape>
                  <v:shape id="Freeform 22" o:spid="_x0000_s1046" style="position:absolute;left:2931;top:3960;width:1308;height:156;visibility:visible;mso-wrap-style:square;v-text-anchor:top" coordsize="130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3eMMA&#10;AADbAAAADwAAAGRycy9kb3ducmV2LnhtbESPQWvCQBSE74X+h+UVetNNRYtGVymixZ6qMSDeHrvP&#10;JJh9G7Krxn/vFoQeh5n5hpktOluLK7W+cqzgo5+AINbOVFwoyPfr3hiED8gGa8ek4E4eFvPXlxmm&#10;xt14R9csFCJC2KeooAyhSaX0uiSLvu8a4uidXGsxRNkW0rR4i3Bby0GSfEqLFceFEhtalqTP2cUq&#10;2K4OsjsSnvUoz5K1/vm95N8npd7fuq8piEBd+A8/2xujYDKEv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O3eMMAAADbAAAADwAAAAAAAAAAAAAAAACYAgAAZHJzL2Rv&#10;d25yZXYueG1sUEsFBgAAAAAEAAQA9QAAAIgDAAAAAA==&#10;" path="m1308,c1112,18,216,72,,156e" filled="f" strokeweight="0">
                    <v:stroke dashstyle="longDash"/>
                    <v:path arrowok="t" o:connecttype="custom" o:connectlocs="1308,0;0,156" o:connectangles="0,0"/>
                  </v:shape>
                  <v:shape id="Freeform 23" o:spid="_x0000_s1047" style="position:absolute;left:2948;top:4028;width:1110;height:127;visibility:visible;mso-wrap-style:square;v-text-anchor:top" coordsize="1110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ybcUA&#10;AADbAAAADwAAAGRycy9kb3ducmV2LnhtbESPQWvCQBSE70L/w/KE3sxGoVpTN0GFgiBUtFXo7ZF9&#10;JrHZtyG7jWl/fVcQehxm5htmkfWmFh21rrKsYBzFIIhzqysuFHy8v46eQTiPrLG2TAp+yEGWPgwW&#10;mGh75T11B1+IAGGXoILS+yaR0uUlGXSRbYiDd7atQR9kW0jd4jXATS0ncTyVBisOCyU2tC4p/zp8&#10;GwWn1YVn+tgcf9fbXf223NIndaTU47BfvoDw1Pv/8L290QrmT3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7JtxQAAANsAAAAPAAAAAAAAAAAAAAAAAJgCAABkcnMv&#10;ZG93bnJldi54bWxQSwUGAAAAAAQABAD1AAAAigMAAAAA&#10;" path="m1110,c645,37,337,67,,127e" filled="f" strokeweight=".5pt">
                    <v:path arrowok="t" o:connecttype="custom" o:connectlocs="1110,0;0,127" o:connectangles="0,0"/>
                  </v:shape>
                  <v:shape id="Freeform 24" o:spid="_x0000_s1048" style="position:absolute;left:2976;top:3897;width:1266;height:144;visibility:visible;mso-wrap-style:square;v-text-anchor:top" coordsize="126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9fvMMA&#10;AADbAAAADwAAAGRycy9kb3ducmV2LnhtbESPzWrDMBCE74G8g9hALyGR24MTO1FCqFvTHOP2ARZr&#10;a7uxVsZS/fP2VaHQ4zAz3zDH82RaMVDvGssKHrcRCOLS6oYrBR/vr5s9COeRNbaWScFMDs6n5eKI&#10;qbYj32gofCUChF2KCmrvu1RKV9Zk0G1tRxy8T9sb9EH2ldQ9jgFuWvkURbE02HBYqLGj55rKe/Ft&#10;FND0kttsJ6siS76u+TpufCZnpR5W0+UAwtPk/8N/7TetIInh90v4AfL0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9fvMMAAADbAAAADwAAAAAAAAAAAAAAAACYAgAAZHJzL2Rv&#10;d25yZXYueG1sUEsFBgAAAAAEAAQA9QAAAIgDAAAAAA==&#10;" path="m1266,c1077,20,192,84,,144e" filled="f" strokeweight="0">
                    <v:stroke dashstyle="longDash"/>
                    <v:path arrowok="t" o:connecttype="custom" o:connectlocs="1266,0;0,144" o:connectangles="0,0"/>
                  </v:shape>
                  <v:shape id="Freeform 25" o:spid="_x0000_s1049" style="position:absolute;left:3042;top:3840;width:1218;height:132;visibility:visible;mso-wrap-style:square;v-text-anchor:top" coordsize="121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d+uMUA&#10;AADbAAAADwAAAGRycy9kb3ducmV2LnhtbESP3WrCQBSE74W+w3IKvaubWtCauhFbFKSgUH/uj9nT&#10;JCR7Nma3Zvv2rlDwcpiZb5jZPJhGXKhzlWUFL8MEBHFudcWFgsN+9fwGwnlkjY1lUvBHDubZw2CG&#10;qbY9f9Nl5wsRIexSVFB636ZSurwkg25oW+Lo/djOoI+yK6TusI9w08hRkoylwYrjQoktfZaU17tf&#10;o+Brue6P++3JnjeL12U9On+40ASlnh7D4h2Ep+Dv4f/2WiuYTuD2Jf4A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364xQAAANsAAAAPAAAAAAAAAAAAAAAAAJgCAABkcnMv&#10;ZG93bnJldi54bWxQSwUGAAAAAAQABAD1AAAAigMAAAAA&#10;" path="m1218,c1022,18,198,63,,132e" filled="f" strokeweight="0">
                    <v:stroke dashstyle="longDash"/>
                    <v:path arrowok="t" o:connecttype="custom" o:connectlocs="1218,0;0,132" o:connectangles="0,0"/>
                  </v:shape>
                  <v:shape id="Freeform 26" o:spid="_x0000_s1050" style="position:absolute;left:3102;top:3786;width:1164;height:120;visibility:visible;mso-wrap-style:square;v-text-anchor:top" coordsize="1164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76YLwA&#10;AADbAAAADwAAAGRycy9kb3ducmV2LnhtbERPvQrCMBDeBd8hnOCmaVVEq1FEEARRsLq4Hc3ZFptL&#10;aaLWtzeD4Pjx/S/XranEixpXWlYQDyMQxJnVJecKrpfdYAbCeWSNlWVS8CEH61W3s8RE2zef6ZX6&#10;XIQQdgkqKLyvEyldVpBBN7Q1ceDutjHoA2xyqRt8h3BTyVEUTaXBkkNDgTVtC8oe6dMoOI4n9xOb&#10;DcZOysuNzvHhoSul+r12swDhqfV/8c+91wrmYWz4En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7vpgvAAAANsAAAAPAAAAAAAAAAAAAAAAAJgCAABkcnMvZG93bnJldi54&#10;bWxQSwUGAAAAAAQABAD1AAAAgQMAAAAA&#10;" path="m1164,c963,22,186,72,,120e" filled="f" strokeweight="0">
                    <v:stroke dashstyle="longDash"/>
                    <v:path arrowok="t" o:connecttype="custom" o:connectlocs="1164,0;0,120" o:connectangles="0,0"/>
                  </v:shape>
                  <v:shape id="Freeform 27" o:spid="_x0000_s1051" style="position:absolute;left:3147;top:3735;width:1122;height:114;visibility:visible;mso-wrap-style:square;v-text-anchor:top" coordsize="1122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J2sUA&#10;AADbAAAADwAAAGRycy9kb3ducmV2LnhtbESPzWrDMBCE74W8g9hCLqWRk0JJnMgmFALJoYc6OfS4&#10;sTa2qLVyLfknb18VCj0OM/MNs8sn24iBOm8cK1guEhDEpdOGKwWX8+F5DcIHZI2NY1JwJw95NnvY&#10;YardyB80FKESEcI+RQV1CG0qpS9rsugXriWO3s11FkOUXSV1h2OE20aukuRVWjQcF2ps6a2m8qvo&#10;rYIreyrGF/Ntbqfj+NnT8j08HZSaP077LYhAU/gP/7WPWsFmA79f4g+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OknaxQAAANsAAAAPAAAAAAAAAAAAAAAAAJgCAABkcnMv&#10;ZG93bnJldi54bWxQSwUGAAAAAAQABAD1AAAAigMAAAAA&#10;" path="m1122,c926,18,126,69,,114e" filled="f" strokeweight="0">
                    <v:stroke dashstyle="longDash"/>
                    <v:path arrowok="t" o:connecttype="custom" o:connectlocs="1122,0;0,114" o:connectangles="0,0"/>
                  </v:shape>
                  <v:shape id="Freeform 28" o:spid="_x0000_s1052" style="position:absolute;left:3183;top:3684;width:1098;height:117;visibility:visible;mso-wrap-style:square;v-text-anchor:top" coordsize="109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CZcUA&#10;AADcAAAADwAAAGRycy9kb3ducmV2LnhtbESPQWvCQBCF7wX/wzKFXopulLZIdBVRCvYimAribciO&#10;SWh2NmbXGP+9cxB6m+G9ee+b+bJ3teqoDZVnA+NRAoo497biwsDh93s4BRUissXaMxm4U4DlYvAy&#10;x9T6G++py2KhJIRDigbKGJtU65CX5DCMfEMs2tm3DqOsbaFtizcJd7WeJMmXdlixNJTY0Lqk/C+7&#10;OgOfP5Px3u+60/n9kh85bvDD7dCYt9d+NQMVqY//5uf11gp+I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0JlxQAAANwAAAAPAAAAAAAAAAAAAAAAAJgCAABkcnMv&#10;ZG93bnJldi54bWxQSwUGAAAAAAQABAD1AAAAigMAAAAA&#10;" path="m1098,c948,16,381,62,198,81,15,100,41,110,,117e" filled="f" strokeweight="0">
                    <v:stroke dashstyle="longDash"/>
                    <v:path arrowok="t" o:connecttype="custom" o:connectlocs="1098,0;198,81;0,117" o:connectangles="0,0,0"/>
                  </v:shape>
                  <v:shape id="Freeform 29" o:spid="_x0000_s1053" style="position:absolute;left:3213;top:3633;width:1062;height:117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47qsIA&#10;AADcAAAADwAAAGRycy9kb3ducmV2LnhtbERPS2sCMRC+F/ofwhR6KTVxD1W2RhFBEMRDtYd6Gzbj&#10;7uJmsiRxH/++EQRv8/E9Z7EabCM68qF2rGE6USCIC2dqLjX8nrafcxAhIhtsHJOGkQKslq8vC8yN&#10;6/mHumMsRQrhkKOGKsY2lzIUFVkME9cSJ+7ivMWYoC+l8dincNvITKkvabHm1FBhS5uKiuvxZjVI&#10;2WXjufmz1/FD1f0tmx1av9f6/W1Yf4OINMSn+OHemTRfTeH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juq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1062,0;198,81;0,117" o:connectangles="0,0,0"/>
                  </v:shape>
                  <v:shape id="Freeform 30" o:spid="_x0000_s1054" style="position:absolute;left:3267;top:3585;width:1005;height:111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yl3cMA&#10;AADcAAAADwAAAGRycy9kb3ducmV2LnhtbERPO2vDMBDeA/kP4gpdQiPFQxucyKEEAoXSoWmGdDus&#10;i21snYyk+PHvq0Kh2318z9sfJtuJgXxoHGvYrBUI4tKZhisNl6/T0xZEiMgGO8ekYaYAh2K52GNu&#10;3MifNJxjJVIIhxw11DH2uZShrMliWLueOHE35y3GBH0ljccxhdtOZko9S4sNp4YaezrWVLbnu9Ug&#10;5ZDN393VtvNKNeM9e/no/bvWjw/T6w5EpCn+i//cbybNVxn8PpMu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yl3c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1005,0;187,77;0,111" o:connectangles="0,0,0"/>
                  </v:shape>
                  <v:shape id="Freeform 31" o:spid="_x0000_s1055" style="position:absolute;left:3321;top:3546;width:963;height:105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ARsIA&#10;AADcAAAADwAAAGRycy9kb3ducmV2LnhtbERPS2sCMRC+F/ofwhS8FE26QltWo5SCIIgHH4f2Nmym&#10;u4ubyZLEffx7Iwi9zcf3nOV6sI3oyIfasYa3mQJBXDhTc6nhfNpMP0GEiGywcUwaRgqwXj0/LTE3&#10;rucDdcdYihTCIUcNVYxtLmUoKrIYZq4lTtyf8xZjgr6UxmOfwm0jM6XepcWaU0OFLX1XVFyOV6tB&#10;yi4bf5sfexlfVd1fs49963daT16GrwWISEP8Fz/cW5Pmqzncn0kX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ABG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963,0;180,73;0,105" o:connectangles="0,0,0"/>
                  </v:shape>
                  <v:shape id="Freeform 32" o:spid="_x0000_s1056" style="position:absolute;left:3366;top:3504;width:927;height:99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mYMsIA&#10;AADcAAAADwAAAGRycy9kb3ducmV2LnhtbERPS2sCMRC+F/ofwhS8FE26SFtWo5SCIIgHH4f2Nmym&#10;u4ubyZLEffx7Iwi9zcf3nOV6sI3oyIfasYa3mQJBXDhTc6nhfNpMP0GEiGywcUwaRgqwXj0/LTE3&#10;rucDdcdYihTCIUcNVYxtLmUoKrIYZq4lTtyf8xZjgr6UxmOfwm0jM6XepcWaU0OFLX1XVFyOV6tB&#10;yi4bf5sfexlfVd1fs49963daT16GrwWISEP8Fz/cW5Pmqzncn0kX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Zgy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927,0;173,69;0,99" o:connectangles="0,0,0"/>
                  </v:shape>
                  <v:shape id="Freeform 33" o:spid="_x0000_s1057" style="position:absolute;left:3429;top:3462;width:870;height:9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9qcIA&#10;AADcAAAADwAAAGRycy9kb3ducmV2LnhtbERPS2sCMRC+F/ofwhS8FE26YFtWo5SCIIgHH4f2Nmym&#10;u4ubyZLEffx7Iwi9zcf3nOV6sI3oyIfasYa3mQJBXDhTc6nhfNpMP0GEiGywcUwaRgqwXj0/LTE3&#10;rucDdcdYihTCIUcNVYxtLmUoKrIYZq4lTtyf8xZjgr6UxmOfwm0jM6XepcWaU0OFLX1XVFyOV6tB&#10;yi4bf5sfexlfVd1fs49963daT16GrwWISEP8Fz/cW5Pmqzncn0kX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9T2p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870,0;162,62;0,90" o:connectangles="0,0,0"/>
                  </v:shape>
                  <v:shape id="Freeform 34" o:spid="_x0000_s1058" style="position:absolute;left:3504;top:3420;width:798;height:84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j3sIA&#10;AADcAAAADwAAAGRycy9kb3ducmV2LnhtbERPS2sCMRC+C/0PYQpepCbdgy1bo4ggFKQHrQd7Gzbj&#10;7uJmsiRxH/++EQRv8/E9Z7kebCM68qF2rOF9rkAQF87UXGo4/e7ePkGEiGywcUwaRgqwXr1Mlpgb&#10;1/OBumMsRQrhkKOGKsY2lzIUFVkMc9cSJ+7ivMWYoC+l8dincNvITKmFtFhzaqiwpW1FxfV4sxqk&#10;7LLxrznb6zhTdX/LPn5av9d6+jpsvkBEGuJT/HB/mzRfLeD+TLp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J6Pe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798,0;149,58;0,84" o:connectangles="0,0,0"/>
                  </v:shape>
                  <v:shape id="Freeform 35" o:spid="_x0000_s1059" style="position:absolute;left:3582;top:3378;width:726;height:72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sGRcIA&#10;AADcAAAADwAAAGRycy9kb3ducmV2LnhtbERPS2sCMRC+F/ofwhR6KTVxDypbo4ggCKUHtYd6Gzbj&#10;7uJmsiRxH/++EQRv8/E9Z7kebCM68qF2rGE6USCIC2dqLjX8nnafCxAhIhtsHJOGkQKsV68vS8yN&#10;6/lA3TGWIoVwyFFDFWObSxmKiiyGiWuJE3dx3mJM0JfSeOxTuG1kptRMWqw5NVTY0rai4nq8WQ1S&#10;dtl4bv7sdfxQdX/L5j+t/9b6/W3YfIGINMSn+OHemzRfzeH+TLp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wZF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726,0;135,50;0,72" o:connectangles="0,0,0"/>
                  </v:shape>
                  <v:shape id="Freeform 36" o:spid="_x0000_s1060" style="position:absolute;left:3699;top:3336;width:612;height:6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SN8UA&#10;AADcAAAADwAAAGRycy9kb3ducmV2LnhtbESPT2vDMAzF74N9B6PBLqO1l8M20rqlDAaDscPaHrqb&#10;iNUkNJaD7ebPt58Og94k3tN7P623k+/UQDG1gS08Lw0o4iq4lmsLx8PH4g1UysgOu8BkYaYE2839&#10;3RpLF0b+oWGfayUhnEq00OTcl1qnqiGPaRl6YtHOIXrMssZau4ijhPtOF8a8aI8tS0ODPb03VF32&#10;V29B66GYf7uTv8xPph2vxet3H7+sfXyYditQmaZ8M/9ffzrBN0Irz8gEe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JI3xQAAANwAAAAPAAAAAAAAAAAAAAAAAJgCAABkcnMv&#10;ZG93bnJldi54bWxQSwUGAAAAAAQABAD1AAAAigMAAAAA&#10;" path="m1062,c912,16,375,61,198,81,21,101,41,110,,117e" filled="f" strokeweight="0">
                    <v:stroke dashstyle="longDash"/>
                    <v:path arrowok="t" o:connecttype="custom" o:connectlocs="612,0;114,42;0,60" o:connectangles="0,0,0"/>
                  </v:shape>
                  <v:shape id="Freeform 37" o:spid="_x0000_s1061" style="position:absolute;left:3807;top:3286;width:501;height:56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g3rMMA&#10;AADcAAAADwAAAGRycy9kb3ducmV2LnhtbERPS2sCMRC+F/ofwhS8FE26B9uuRikFQRAPPg7tbdhM&#10;dxc3kyWJ+/j3RhB6m4/vOcv1YBvRkQ+1Yw1vMwWCuHCm5lLD+bSZfoAIEdlg45g0jBRgvXp+WmJu&#10;XM8H6o6xFCmEQ44aqhjbXMpQVGQxzFxLnLg/5y3GBH0pjcc+hdtGZkrNpcWaU0OFLX1XVFyOV6tB&#10;yi4bf5sfexlfVd1fs/d963daT16GrwWISEP8Fz/cW5Pmq0+4P5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g3rM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501,0;93,39;0,56" o:connectangles="0,0,0"/>
                  </v:shape>
                  <v:shape id="Freeform 38" o:spid="_x0000_s1062" style="position:absolute;left:3933;top:3243;width:387;height:48;visibility:visible;mso-wrap-style:square;v-text-anchor:top" coordsize="38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8tcMA&#10;AADcAAAADwAAAGRycy9kb3ducmV2LnhtbESP3WrCQBCF7wu+wzJC7+pGxSLRVUTwh95IXR9gyI5J&#10;MDsbsmtM375zUejdHOZ8Z86st4NvVE9drAMbmE4yUMRFcDWXBm728LEEFROywyYwGfihCNvN6G2N&#10;uQsv/qb+mkolIRxzNFCl1OZax6Iij3ESWmLZ3UPnMYnsSu06fEm4b/Qsyz61x5rlQoUt7SsqHten&#10;lxrH2fnk2dr54mZxCF99b+8XY97Hw24FKtGQ/s1/9NkJN5X68oxM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R8tcMAAADcAAAADwAAAAAAAAAAAAAAAACYAgAAZHJzL2Rv&#10;d25yZXYueG1sUEsFBgAAAAAEAAQA9QAAAIgDAAAAAA==&#10;" path="m387,c333,8,135,23,71,31,7,39,15,45,,48e" filled="f" strokeweight="0">
                    <v:stroke dashstyle="longDash"/>
                    <v:path arrowok="t" o:connecttype="custom" o:connectlocs="387,0;71,31;0,48" o:connectangles="0,0,0"/>
                  </v:shape>
                  <v:shape id="Freeform 39" o:spid="_x0000_s1063" style="position:absolute;left:4071;top:3198;width:261;height:39;visibility:visible;mso-wrap-style:square;v-text-anchor:top" coordsize="26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CYcMA&#10;AADcAAAADwAAAGRycy9kb3ducmV2LnhtbERPTWvCQBC9C/0PyxR6Ed1EpJbUVWxtQb2ZitLbkJ1u&#10;QrOzIbuN8d+7QsHbPN7nzJe9rUVHra8cK0jHCQjiwumKjYLD1+foBYQPyBprx6TgQh6Wi4fBHDPt&#10;zrynLg9GxBD2GSooQ2gyKX1RkkU/dg1x5H5cazFE2BqpWzzHcFvLSZI8S4sVx4YSG3ovqfjN/6yC&#10;7mO3zrfHYPy0MuY0G76t3PdeqafHfvUKIlAf7uJ/90bH+WkKt2fiB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dCYcMAAADcAAAADwAAAAAAAAAAAAAAAACYAgAAZHJzL2Rv&#10;d25yZXYueG1sUEsFBgAAAAAEAAQA9QAAAIgDAAAAAA==&#10;" path="m261,c225,9,106,18,63,24,20,30,13,36,,39e" filled="f" strokeweight="0">
                    <v:stroke dashstyle="longDash"/>
                    <v:path arrowok="t" o:connecttype="custom" o:connectlocs="261,0;63,24;0,39" o:connectangles="0,0,0"/>
                  </v:shape>
                  <v:shape id="Freeform 40" o:spid="_x0000_s1064" style="position:absolute;left:4173;top:3156;width:156;height:30;visibility:visible;mso-wrap-style:square;v-text-anchor:top" coordsize="15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PMesIA&#10;AADcAAAADwAAAGRycy9kb3ducmV2LnhtbERPTWuDQBC9F/oflin01qx6KMFklRBICELBWCE9Tt2J&#10;iu6suNvE/vtuodDbPN7nbPPFjOJGs+stK4hXEQjixuqeWwX1++FlDcJ5ZI2jZVLwTQ7y7PFhi6m2&#10;dz7TrfKtCCHsUlTQeT+lUrqmI4NuZSfiwF3tbNAHOLdSz3gP4WaUSRS9SoM9h4YOJ9p31AzVl1Fw&#10;mZbh09Rvdd8YlsePskiKslDq+WnZbUB4Wvy/+M990mF+nMDvM+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8x6wgAAANwAAAAPAAAAAAAAAAAAAAAAAJgCAABkcnMvZG93&#10;bnJldi54bWxQSwUGAAAAAAQABAD1AAAAhwMAAAAA&#10;" path="m156,c120,9,89,10,63,15,37,20,13,27,,30e" filled="f" strokeweight="0">
                    <v:stroke dashstyle="longDash"/>
                    <v:path arrowok="t" o:connecttype="custom" o:connectlocs="156,0;63,15;0,30" o:connectangles="0,0,0"/>
                  </v:shape>
                </v:group>
              </v:group>
            </w:pict>
          </mc:Fallback>
        </mc:AlternateContent>
      </w:r>
      <w:r w:rsidRPr="00C21556">
        <w:rPr>
          <w:b/>
          <w:noProof/>
          <w:color w:val="1F497D" w:themeColor="text2"/>
          <w:sz w:val="32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1" wp14:anchorId="09D46532" wp14:editId="343AD66D">
                <wp:simplePos x="0" y="0"/>
                <wp:positionH relativeFrom="column">
                  <wp:posOffset>3507105</wp:posOffset>
                </wp:positionH>
                <wp:positionV relativeFrom="paragraph">
                  <wp:posOffset>763270</wp:posOffset>
                </wp:positionV>
                <wp:extent cx="1907540" cy="1231265"/>
                <wp:effectExtent l="0" t="0" r="16510" b="26035"/>
                <wp:wrapNone/>
                <wp:docPr id="114" name="Grou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7540" cy="1231265"/>
                          <a:chOff x="8234" y="2414"/>
                          <a:chExt cx="3004" cy="1939"/>
                        </a:xfrm>
                      </wpg:grpSpPr>
                      <wps:wsp>
                        <wps:cNvPr id="115" name="Freeform 42"/>
                        <wps:cNvSpPr>
                          <a:spLocks/>
                        </wps:cNvSpPr>
                        <wps:spPr bwMode="auto">
                          <a:xfrm>
                            <a:off x="8234" y="3082"/>
                            <a:ext cx="2964" cy="1238"/>
                          </a:xfrm>
                          <a:custGeom>
                            <a:avLst/>
                            <a:gdLst>
                              <a:gd name="T0" fmla="*/ 0 w 2964"/>
                              <a:gd name="T1" fmla="*/ 1139 h 1238"/>
                              <a:gd name="T2" fmla="*/ 239 w 2964"/>
                              <a:gd name="T3" fmla="*/ 1238 h 1238"/>
                              <a:gd name="T4" fmla="*/ 1338 w 2964"/>
                              <a:gd name="T5" fmla="*/ 1127 h 1238"/>
                              <a:gd name="T6" fmla="*/ 1608 w 2964"/>
                              <a:gd name="T7" fmla="*/ 902 h 1238"/>
                              <a:gd name="T8" fmla="*/ 2084 w 2964"/>
                              <a:gd name="T9" fmla="*/ 422 h 1238"/>
                              <a:gd name="T10" fmla="*/ 2964 w 2964"/>
                              <a:gd name="T11" fmla="*/ 0 h 1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64" h="1238">
                                <a:moveTo>
                                  <a:pt x="0" y="1139"/>
                                </a:moveTo>
                                <a:cubicBezTo>
                                  <a:pt x="81" y="1169"/>
                                  <a:pt x="144" y="1202"/>
                                  <a:pt x="239" y="1238"/>
                                </a:cubicBezTo>
                                <a:cubicBezTo>
                                  <a:pt x="477" y="1211"/>
                                  <a:pt x="1110" y="1151"/>
                                  <a:pt x="1338" y="1127"/>
                                </a:cubicBezTo>
                                <a:cubicBezTo>
                                  <a:pt x="1566" y="1103"/>
                                  <a:pt x="1485" y="1057"/>
                                  <a:pt x="1608" y="902"/>
                                </a:cubicBezTo>
                                <a:cubicBezTo>
                                  <a:pt x="1731" y="747"/>
                                  <a:pt x="1856" y="574"/>
                                  <a:pt x="2084" y="422"/>
                                </a:cubicBezTo>
                                <a:cubicBezTo>
                                  <a:pt x="2312" y="270"/>
                                  <a:pt x="2804" y="109"/>
                                  <a:pt x="2964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43"/>
                        <wps:cNvSpPr>
                          <a:spLocks/>
                        </wps:cNvSpPr>
                        <wps:spPr bwMode="auto">
                          <a:xfrm>
                            <a:off x="10650" y="2414"/>
                            <a:ext cx="588" cy="671"/>
                          </a:xfrm>
                          <a:custGeom>
                            <a:avLst/>
                            <a:gdLst>
                              <a:gd name="T0" fmla="*/ 0 w 588"/>
                              <a:gd name="T1" fmla="*/ 179 h 671"/>
                              <a:gd name="T2" fmla="*/ 345 w 588"/>
                              <a:gd name="T3" fmla="*/ 50 h 671"/>
                              <a:gd name="T4" fmla="*/ 530 w 588"/>
                              <a:gd name="T5" fmla="*/ 399 h 671"/>
                              <a:gd name="T6" fmla="*/ 547 w 588"/>
                              <a:gd name="T7" fmla="*/ 671 h 6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88" h="671">
                                <a:moveTo>
                                  <a:pt x="0" y="179"/>
                                </a:moveTo>
                                <a:cubicBezTo>
                                  <a:pt x="185" y="121"/>
                                  <a:pt x="311" y="0"/>
                                  <a:pt x="345" y="50"/>
                                </a:cubicBezTo>
                                <a:cubicBezTo>
                                  <a:pt x="379" y="100"/>
                                  <a:pt x="471" y="244"/>
                                  <a:pt x="530" y="399"/>
                                </a:cubicBezTo>
                                <a:cubicBezTo>
                                  <a:pt x="588" y="553"/>
                                  <a:pt x="564" y="548"/>
                                  <a:pt x="547" y="671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4"/>
                        <wps:cNvSpPr>
                          <a:spLocks/>
                        </wps:cNvSpPr>
                        <wps:spPr bwMode="auto">
                          <a:xfrm>
                            <a:off x="9013" y="2468"/>
                            <a:ext cx="2012" cy="1432"/>
                          </a:xfrm>
                          <a:custGeom>
                            <a:avLst/>
                            <a:gdLst>
                              <a:gd name="T0" fmla="*/ 1982 w 2012"/>
                              <a:gd name="T1" fmla="*/ 0 h 1432"/>
                              <a:gd name="T2" fmla="*/ 615 w 2012"/>
                              <a:gd name="T3" fmla="*/ 1237 h 1432"/>
                              <a:gd name="T4" fmla="*/ 60 w 2012"/>
                              <a:gd name="T5" fmla="*/ 1357 h 1432"/>
                              <a:gd name="T6" fmla="*/ 232 w 2012"/>
                              <a:gd name="T7" fmla="*/ 1215 h 1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12" h="1432">
                                <a:moveTo>
                                  <a:pt x="1982" y="0"/>
                                </a:moveTo>
                                <a:cubicBezTo>
                                  <a:pt x="2012" y="87"/>
                                  <a:pt x="715" y="1102"/>
                                  <a:pt x="615" y="1237"/>
                                </a:cubicBezTo>
                                <a:cubicBezTo>
                                  <a:pt x="515" y="1372"/>
                                  <a:pt x="120" y="1432"/>
                                  <a:pt x="60" y="1357"/>
                                </a:cubicBezTo>
                                <a:cubicBezTo>
                                  <a:pt x="0" y="1282"/>
                                  <a:pt x="142" y="1240"/>
                                  <a:pt x="232" y="121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8" name="Group 45"/>
                        <wpg:cNvGrpSpPr>
                          <a:grpSpLocks/>
                        </wpg:cNvGrpSpPr>
                        <wpg:grpSpPr bwMode="auto">
                          <a:xfrm>
                            <a:off x="8237" y="3735"/>
                            <a:ext cx="2853" cy="618"/>
                            <a:chOff x="1377" y="3735"/>
                            <a:chExt cx="2853" cy="618"/>
                          </a:xfrm>
                        </wpg:grpSpPr>
                        <wps:wsp>
                          <wps:cNvPr id="119" name="Freeform 46"/>
                          <wps:cNvSpPr>
                            <a:spLocks/>
                          </wps:cNvSpPr>
                          <wps:spPr bwMode="auto">
                            <a:xfrm>
                              <a:off x="1380" y="3735"/>
                              <a:ext cx="863" cy="480"/>
                            </a:xfrm>
                            <a:custGeom>
                              <a:avLst/>
                              <a:gdLst>
                                <a:gd name="T0" fmla="*/ 0 w 863"/>
                                <a:gd name="T1" fmla="*/ 480 h 480"/>
                                <a:gd name="T2" fmla="*/ 102 w 863"/>
                                <a:gd name="T3" fmla="*/ 300 h 480"/>
                                <a:gd name="T4" fmla="*/ 645 w 863"/>
                                <a:gd name="T5" fmla="*/ 160 h 480"/>
                                <a:gd name="T6" fmla="*/ 863 w 863"/>
                                <a:gd name="T7" fmla="*/ 0 h 4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3" h="480">
                                  <a:moveTo>
                                    <a:pt x="0" y="480"/>
                                  </a:moveTo>
                                  <a:cubicBezTo>
                                    <a:pt x="17" y="450"/>
                                    <a:pt x="42" y="396"/>
                                    <a:pt x="102" y="300"/>
                                  </a:cubicBezTo>
                                  <a:cubicBezTo>
                                    <a:pt x="270" y="264"/>
                                    <a:pt x="518" y="210"/>
                                    <a:pt x="645" y="160"/>
                                  </a:cubicBezTo>
                                  <a:cubicBezTo>
                                    <a:pt x="772" y="110"/>
                                    <a:pt x="818" y="32"/>
                                    <a:pt x="863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47"/>
                          <wps:cNvSpPr>
                            <a:spLocks/>
                          </wps:cNvSpPr>
                          <wps:spPr bwMode="auto">
                            <a:xfrm>
                              <a:off x="1377" y="4053"/>
                              <a:ext cx="2853" cy="300"/>
                            </a:xfrm>
                            <a:custGeom>
                              <a:avLst/>
                              <a:gdLst>
                                <a:gd name="T0" fmla="*/ 0 w 2853"/>
                                <a:gd name="T1" fmla="*/ 165 h 300"/>
                                <a:gd name="T2" fmla="*/ 6 w 2853"/>
                                <a:gd name="T3" fmla="*/ 204 h 300"/>
                                <a:gd name="T4" fmla="*/ 234 w 2853"/>
                                <a:gd name="T5" fmla="*/ 300 h 300"/>
                                <a:gd name="T6" fmla="*/ 573 w 2853"/>
                                <a:gd name="T7" fmla="*/ 260 h 300"/>
                                <a:gd name="T8" fmla="*/ 1451 w 2853"/>
                                <a:gd name="T9" fmla="*/ 185 h 300"/>
                                <a:gd name="T10" fmla="*/ 1946 w 2853"/>
                                <a:gd name="T11" fmla="*/ 87 h 300"/>
                                <a:gd name="T12" fmla="*/ 2853 w 2853"/>
                                <a:gd name="T13" fmla="*/ 0 h 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853" h="300">
                                  <a:moveTo>
                                    <a:pt x="0" y="165"/>
                                  </a:moveTo>
                                  <a:cubicBezTo>
                                    <a:pt x="3" y="172"/>
                                    <a:pt x="0" y="180"/>
                                    <a:pt x="6" y="204"/>
                                  </a:cubicBezTo>
                                  <a:cubicBezTo>
                                    <a:pt x="90" y="240"/>
                                    <a:pt x="141" y="270"/>
                                    <a:pt x="234" y="300"/>
                                  </a:cubicBezTo>
                                  <a:cubicBezTo>
                                    <a:pt x="333" y="294"/>
                                    <a:pt x="436" y="272"/>
                                    <a:pt x="573" y="260"/>
                                  </a:cubicBezTo>
                                  <a:cubicBezTo>
                                    <a:pt x="776" y="241"/>
                                    <a:pt x="1222" y="214"/>
                                    <a:pt x="1451" y="185"/>
                                  </a:cubicBezTo>
                                  <a:cubicBezTo>
                                    <a:pt x="1680" y="156"/>
                                    <a:pt x="1712" y="118"/>
                                    <a:pt x="1946" y="87"/>
                                  </a:cubicBezTo>
                                  <a:cubicBezTo>
                                    <a:pt x="2180" y="56"/>
                                    <a:pt x="2658" y="15"/>
                                    <a:pt x="2853" y="0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48"/>
                          <wps:cNvSpPr>
                            <a:spLocks/>
                          </wps:cNvSpPr>
                          <wps:spPr bwMode="auto">
                            <a:xfrm>
                              <a:off x="1539" y="4062"/>
                              <a:ext cx="435" cy="63"/>
                            </a:xfrm>
                            <a:custGeom>
                              <a:avLst/>
                              <a:gdLst>
                                <a:gd name="T0" fmla="*/ 0 w 435"/>
                                <a:gd name="T1" fmla="*/ 0 h 63"/>
                                <a:gd name="T2" fmla="*/ 153 w 435"/>
                                <a:gd name="T3" fmla="*/ 63 h 63"/>
                                <a:gd name="T4" fmla="*/ 435 w 435"/>
                                <a:gd name="T5" fmla="*/ 39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5" h="63">
                                  <a:moveTo>
                                    <a:pt x="0" y="0"/>
                                  </a:moveTo>
                                  <a:cubicBezTo>
                                    <a:pt x="25" y="10"/>
                                    <a:pt x="90" y="36"/>
                                    <a:pt x="153" y="63"/>
                                  </a:cubicBezTo>
                                  <a:cubicBezTo>
                                    <a:pt x="255" y="51"/>
                                    <a:pt x="386" y="42"/>
                                    <a:pt x="435" y="39"/>
                                  </a:cubicBezTo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49"/>
                          <wps:cNvSpPr>
                            <a:spLocks/>
                          </wps:cNvSpPr>
                          <wps:spPr bwMode="auto">
                            <a:xfrm>
                              <a:off x="1623" y="4119"/>
                              <a:ext cx="60" cy="198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0 h 198"/>
                                <a:gd name="T2" fmla="*/ 0 w 60"/>
                                <a:gd name="T3" fmla="*/ 19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0" h="198">
                                  <a:moveTo>
                                    <a:pt x="60" y="0"/>
                                  </a:moveTo>
                                  <a:cubicBezTo>
                                    <a:pt x="33" y="83"/>
                                    <a:pt x="7" y="166"/>
                                    <a:pt x="0" y="198"/>
                                  </a:cubicBezTo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0"/>
                        <wpg:cNvGrpSpPr>
                          <a:grpSpLocks/>
                        </wpg:cNvGrpSpPr>
                        <wpg:grpSpPr bwMode="auto">
                          <a:xfrm>
                            <a:off x="9791" y="3084"/>
                            <a:ext cx="1417" cy="1086"/>
                            <a:chOff x="2931" y="3084"/>
                            <a:chExt cx="1417" cy="1086"/>
                          </a:xfrm>
                        </wpg:grpSpPr>
                        <wps:wsp>
                          <wps:cNvPr id="124" name="Freeform 51"/>
                          <wps:cNvSpPr>
                            <a:spLocks/>
                          </wps:cNvSpPr>
                          <wps:spPr bwMode="auto">
                            <a:xfrm>
                              <a:off x="3561" y="3084"/>
                              <a:ext cx="787" cy="1086"/>
                            </a:xfrm>
                            <a:custGeom>
                              <a:avLst/>
                              <a:gdLst>
                                <a:gd name="T0" fmla="*/ 787 w 787"/>
                                <a:gd name="T1" fmla="*/ 0 h 1086"/>
                                <a:gd name="T2" fmla="*/ 672 w 787"/>
                                <a:gd name="T3" fmla="*/ 1029 h 1086"/>
                                <a:gd name="T4" fmla="*/ 3 w 787"/>
                                <a:gd name="T5" fmla="*/ 1086 h 1086"/>
                                <a:gd name="T6" fmla="*/ 3 w 787"/>
                                <a:gd name="T7" fmla="*/ 1041 h 10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87" h="1086">
                                  <a:moveTo>
                                    <a:pt x="787" y="0"/>
                                  </a:moveTo>
                                  <a:cubicBezTo>
                                    <a:pt x="768" y="171"/>
                                    <a:pt x="697" y="812"/>
                                    <a:pt x="672" y="1029"/>
                                  </a:cubicBezTo>
                                  <a:cubicBezTo>
                                    <a:pt x="553" y="1037"/>
                                    <a:pt x="115" y="1085"/>
                                    <a:pt x="3" y="1086"/>
                                  </a:cubicBezTo>
                                  <a:cubicBezTo>
                                    <a:pt x="0" y="1065"/>
                                    <a:pt x="5" y="1050"/>
                                    <a:pt x="3" y="1041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2"/>
                          <wps:cNvSpPr>
                            <a:spLocks/>
                          </wps:cNvSpPr>
                          <wps:spPr bwMode="auto">
                            <a:xfrm>
                              <a:off x="2931" y="3960"/>
                              <a:ext cx="1308" cy="156"/>
                            </a:xfrm>
                            <a:custGeom>
                              <a:avLst/>
                              <a:gdLst>
                                <a:gd name="T0" fmla="*/ 1308 w 1308"/>
                                <a:gd name="T1" fmla="*/ 0 h 156"/>
                                <a:gd name="T2" fmla="*/ 0 w 1308"/>
                                <a:gd name="T3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08" h="156">
                                  <a:moveTo>
                                    <a:pt x="1308" y="0"/>
                                  </a:moveTo>
                                  <a:cubicBezTo>
                                    <a:pt x="1112" y="18"/>
                                    <a:pt x="216" y="72"/>
                                    <a:pt x="0" y="156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3"/>
                          <wps:cNvSpPr>
                            <a:spLocks/>
                          </wps:cNvSpPr>
                          <wps:spPr bwMode="auto">
                            <a:xfrm>
                              <a:off x="2948" y="4028"/>
                              <a:ext cx="1110" cy="127"/>
                            </a:xfrm>
                            <a:custGeom>
                              <a:avLst/>
                              <a:gdLst>
                                <a:gd name="T0" fmla="*/ 1110 w 1110"/>
                                <a:gd name="T1" fmla="*/ 0 h 127"/>
                                <a:gd name="T2" fmla="*/ 0 w 1110"/>
                                <a:gd name="T3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10" h="127">
                                  <a:moveTo>
                                    <a:pt x="1110" y="0"/>
                                  </a:moveTo>
                                  <a:cubicBezTo>
                                    <a:pt x="645" y="37"/>
                                    <a:pt x="337" y="67"/>
                                    <a:pt x="0" y="127"/>
                                  </a:cubicBezTo>
                                </a:path>
                              </a:pathLst>
                            </a:cu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54"/>
                          <wps:cNvSpPr>
                            <a:spLocks/>
                          </wps:cNvSpPr>
                          <wps:spPr bwMode="auto">
                            <a:xfrm>
                              <a:off x="2976" y="3897"/>
                              <a:ext cx="1266" cy="144"/>
                            </a:xfrm>
                            <a:custGeom>
                              <a:avLst/>
                              <a:gdLst>
                                <a:gd name="T0" fmla="*/ 1266 w 1266"/>
                                <a:gd name="T1" fmla="*/ 0 h 144"/>
                                <a:gd name="T2" fmla="*/ 0 w 1266"/>
                                <a:gd name="T3" fmla="*/ 144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266" h="144">
                                  <a:moveTo>
                                    <a:pt x="1266" y="0"/>
                                  </a:moveTo>
                                  <a:cubicBezTo>
                                    <a:pt x="1077" y="20"/>
                                    <a:pt x="192" y="84"/>
                                    <a:pt x="0" y="144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55"/>
                          <wps:cNvSpPr>
                            <a:spLocks/>
                          </wps:cNvSpPr>
                          <wps:spPr bwMode="auto">
                            <a:xfrm>
                              <a:off x="3042" y="3840"/>
                              <a:ext cx="1218" cy="132"/>
                            </a:xfrm>
                            <a:custGeom>
                              <a:avLst/>
                              <a:gdLst>
                                <a:gd name="T0" fmla="*/ 1218 w 1218"/>
                                <a:gd name="T1" fmla="*/ 0 h 132"/>
                                <a:gd name="T2" fmla="*/ 0 w 1218"/>
                                <a:gd name="T3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218" h="132">
                                  <a:moveTo>
                                    <a:pt x="1218" y="0"/>
                                  </a:moveTo>
                                  <a:cubicBezTo>
                                    <a:pt x="1022" y="18"/>
                                    <a:pt x="198" y="63"/>
                                    <a:pt x="0" y="132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6"/>
                          <wps:cNvSpPr>
                            <a:spLocks/>
                          </wps:cNvSpPr>
                          <wps:spPr bwMode="auto">
                            <a:xfrm>
                              <a:off x="3102" y="3786"/>
                              <a:ext cx="1164" cy="120"/>
                            </a:xfrm>
                            <a:custGeom>
                              <a:avLst/>
                              <a:gdLst>
                                <a:gd name="T0" fmla="*/ 1164 w 1164"/>
                                <a:gd name="T1" fmla="*/ 0 h 120"/>
                                <a:gd name="T2" fmla="*/ 0 w 1164"/>
                                <a:gd name="T3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64" h="120">
                                  <a:moveTo>
                                    <a:pt x="1164" y="0"/>
                                  </a:moveTo>
                                  <a:cubicBezTo>
                                    <a:pt x="963" y="22"/>
                                    <a:pt x="186" y="72"/>
                                    <a:pt x="0" y="120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57"/>
                          <wps:cNvSpPr>
                            <a:spLocks/>
                          </wps:cNvSpPr>
                          <wps:spPr bwMode="auto">
                            <a:xfrm>
                              <a:off x="3147" y="3735"/>
                              <a:ext cx="1122" cy="114"/>
                            </a:xfrm>
                            <a:custGeom>
                              <a:avLst/>
                              <a:gdLst>
                                <a:gd name="T0" fmla="*/ 1122 w 1122"/>
                                <a:gd name="T1" fmla="*/ 0 h 114"/>
                                <a:gd name="T2" fmla="*/ 0 w 1122"/>
                                <a:gd name="T3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22" h="114">
                                  <a:moveTo>
                                    <a:pt x="1122" y="0"/>
                                  </a:moveTo>
                                  <a:cubicBezTo>
                                    <a:pt x="926" y="18"/>
                                    <a:pt x="126" y="69"/>
                                    <a:pt x="0" y="114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58"/>
                          <wps:cNvSpPr>
                            <a:spLocks/>
                          </wps:cNvSpPr>
                          <wps:spPr bwMode="auto">
                            <a:xfrm>
                              <a:off x="3183" y="3684"/>
                              <a:ext cx="1098" cy="117"/>
                            </a:xfrm>
                            <a:custGeom>
                              <a:avLst/>
                              <a:gdLst>
                                <a:gd name="T0" fmla="*/ 1098 w 1098"/>
                                <a:gd name="T1" fmla="*/ 0 h 117"/>
                                <a:gd name="T2" fmla="*/ 198 w 1098"/>
                                <a:gd name="T3" fmla="*/ 81 h 117"/>
                                <a:gd name="T4" fmla="*/ 0 w 1098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98" h="117">
                                  <a:moveTo>
                                    <a:pt x="1098" y="0"/>
                                  </a:moveTo>
                                  <a:cubicBezTo>
                                    <a:pt x="948" y="16"/>
                                    <a:pt x="381" y="62"/>
                                    <a:pt x="198" y="81"/>
                                  </a:cubicBezTo>
                                  <a:cubicBezTo>
                                    <a:pt x="15" y="100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59"/>
                          <wps:cNvSpPr>
                            <a:spLocks/>
                          </wps:cNvSpPr>
                          <wps:spPr bwMode="auto">
                            <a:xfrm>
                              <a:off x="3213" y="3633"/>
                              <a:ext cx="1062" cy="117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60"/>
                          <wps:cNvSpPr>
                            <a:spLocks/>
                          </wps:cNvSpPr>
                          <wps:spPr bwMode="auto">
                            <a:xfrm>
                              <a:off x="3267" y="3585"/>
                              <a:ext cx="1005" cy="111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61"/>
                          <wps:cNvSpPr>
                            <a:spLocks/>
                          </wps:cNvSpPr>
                          <wps:spPr bwMode="auto">
                            <a:xfrm>
                              <a:off x="3321" y="3546"/>
                              <a:ext cx="963" cy="105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62"/>
                          <wps:cNvSpPr>
                            <a:spLocks/>
                          </wps:cNvSpPr>
                          <wps:spPr bwMode="auto">
                            <a:xfrm>
                              <a:off x="3366" y="3504"/>
                              <a:ext cx="927" cy="99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63"/>
                          <wps:cNvSpPr>
                            <a:spLocks/>
                          </wps:cNvSpPr>
                          <wps:spPr bwMode="auto">
                            <a:xfrm>
                              <a:off x="3429" y="3462"/>
                              <a:ext cx="870" cy="90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64"/>
                          <wps:cNvSpPr>
                            <a:spLocks/>
                          </wps:cNvSpPr>
                          <wps:spPr bwMode="auto">
                            <a:xfrm>
                              <a:off x="3504" y="3420"/>
                              <a:ext cx="798" cy="84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65"/>
                          <wps:cNvSpPr>
                            <a:spLocks/>
                          </wps:cNvSpPr>
                          <wps:spPr bwMode="auto">
                            <a:xfrm>
                              <a:off x="3582" y="3378"/>
                              <a:ext cx="726" cy="72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66"/>
                          <wps:cNvSpPr>
                            <a:spLocks/>
                          </wps:cNvSpPr>
                          <wps:spPr bwMode="auto">
                            <a:xfrm>
                              <a:off x="3699" y="3336"/>
                              <a:ext cx="612" cy="60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67"/>
                          <wps:cNvSpPr>
                            <a:spLocks/>
                          </wps:cNvSpPr>
                          <wps:spPr bwMode="auto">
                            <a:xfrm>
                              <a:off x="3807" y="3286"/>
                              <a:ext cx="501" cy="56"/>
                            </a:xfrm>
                            <a:custGeom>
                              <a:avLst/>
                              <a:gdLst>
                                <a:gd name="T0" fmla="*/ 1062 w 1062"/>
                                <a:gd name="T1" fmla="*/ 0 h 117"/>
                                <a:gd name="T2" fmla="*/ 198 w 1062"/>
                                <a:gd name="T3" fmla="*/ 81 h 117"/>
                                <a:gd name="T4" fmla="*/ 0 w 1062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2" h="117">
                                  <a:moveTo>
                                    <a:pt x="1062" y="0"/>
                                  </a:moveTo>
                                  <a:cubicBezTo>
                                    <a:pt x="912" y="16"/>
                                    <a:pt x="375" y="61"/>
                                    <a:pt x="198" y="81"/>
                                  </a:cubicBezTo>
                                  <a:cubicBezTo>
                                    <a:pt x="21" y="101"/>
                                    <a:pt x="41" y="110"/>
                                    <a:pt x="0" y="117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68"/>
                          <wps:cNvSpPr>
                            <a:spLocks/>
                          </wps:cNvSpPr>
                          <wps:spPr bwMode="auto">
                            <a:xfrm>
                              <a:off x="3933" y="3243"/>
                              <a:ext cx="387" cy="48"/>
                            </a:xfrm>
                            <a:custGeom>
                              <a:avLst/>
                              <a:gdLst>
                                <a:gd name="T0" fmla="*/ 387 w 387"/>
                                <a:gd name="T1" fmla="*/ 0 h 48"/>
                                <a:gd name="T2" fmla="*/ 71 w 387"/>
                                <a:gd name="T3" fmla="*/ 31 h 48"/>
                                <a:gd name="T4" fmla="*/ 0 w 387"/>
                                <a:gd name="T5" fmla="*/ 48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87" h="48">
                                  <a:moveTo>
                                    <a:pt x="387" y="0"/>
                                  </a:moveTo>
                                  <a:cubicBezTo>
                                    <a:pt x="333" y="8"/>
                                    <a:pt x="135" y="23"/>
                                    <a:pt x="71" y="31"/>
                                  </a:cubicBezTo>
                                  <a:cubicBezTo>
                                    <a:pt x="7" y="39"/>
                                    <a:pt x="15" y="45"/>
                                    <a:pt x="0" y="48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69"/>
                          <wps:cNvSpPr>
                            <a:spLocks/>
                          </wps:cNvSpPr>
                          <wps:spPr bwMode="auto">
                            <a:xfrm>
                              <a:off x="4071" y="3198"/>
                              <a:ext cx="261" cy="39"/>
                            </a:xfrm>
                            <a:custGeom>
                              <a:avLst/>
                              <a:gdLst>
                                <a:gd name="T0" fmla="*/ 261 w 261"/>
                                <a:gd name="T1" fmla="*/ 0 h 39"/>
                                <a:gd name="T2" fmla="*/ 63 w 261"/>
                                <a:gd name="T3" fmla="*/ 24 h 39"/>
                                <a:gd name="T4" fmla="*/ 0 w 261"/>
                                <a:gd name="T5" fmla="*/ 39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1" h="39">
                                  <a:moveTo>
                                    <a:pt x="261" y="0"/>
                                  </a:moveTo>
                                  <a:cubicBezTo>
                                    <a:pt x="225" y="9"/>
                                    <a:pt x="106" y="18"/>
                                    <a:pt x="63" y="24"/>
                                  </a:cubicBezTo>
                                  <a:cubicBezTo>
                                    <a:pt x="20" y="30"/>
                                    <a:pt x="13" y="36"/>
                                    <a:pt x="0" y="39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70"/>
                          <wps:cNvSpPr>
                            <a:spLocks/>
                          </wps:cNvSpPr>
                          <wps:spPr bwMode="auto">
                            <a:xfrm>
                              <a:off x="4173" y="3156"/>
                              <a:ext cx="156" cy="30"/>
                            </a:xfrm>
                            <a:custGeom>
                              <a:avLst/>
                              <a:gdLst>
                                <a:gd name="T0" fmla="*/ 156 w 156"/>
                                <a:gd name="T1" fmla="*/ 0 h 30"/>
                                <a:gd name="T2" fmla="*/ 63 w 156"/>
                                <a:gd name="T3" fmla="*/ 15 h 30"/>
                                <a:gd name="T4" fmla="*/ 0 w 156"/>
                                <a:gd name="T5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6" h="30">
                                  <a:moveTo>
                                    <a:pt x="156" y="0"/>
                                  </a:moveTo>
                                  <a:cubicBezTo>
                                    <a:pt x="120" y="9"/>
                                    <a:pt x="89" y="10"/>
                                    <a:pt x="63" y="15"/>
                                  </a:cubicBezTo>
                                  <a:cubicBezTo>
                                    <a:pt x="37" y="20"/>
                                    <a:pt x="13" y="27"/>
                                    <a:pt x="0" y="30"/>
                                  </a:cubicBez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14" o:spid="_x0000_s1026" style="position:absolute;margin-left:276.15pt;margin-top:60.1pt;width:150.2pt;height:96.95pt;z-index:251667456" coordorigin="8234,2414" coordsize="3004,1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" o:allowincell="f">
                <v:shape id="Freeform 42" o:spid="_x0000_s1027" style="position:absolute;left:8234;top:3082;width:2964;height:1238;visibility:visible;mso-wrap-style:square;v-text-anchor:top" coordsize="2964,1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WIN8IA&#10;AADcAAAADwAAAGRycy9kb3ducmV2LnhtbERPTWvCQBC9F/wPywheSt1ESJHUTYiCIL3V6sHbkJ0m&#10;odnZJbvG6K/vFgq9zeN9zqacTC9GGnxnWUG6TEAQ11Z33Cg4fe5f1iB8QNbYWyYFd/JQFrOnDeba&#10;3viDxmNoRAxhn6OCNgSXS+nrlgz6pXXEkfuyg8EQ4dBIPeAthpterpLkVRrsODa06GjXUv19vBoF&#10;0vWX03Niu0e2zfSZHlX27iqlFvOpegMRaAr/4j/3Qcf5aQa/z8QL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Yg3wgAAANwAAAAPAAAAAAAAAAAAAAAAAJgCAABkcnMvZG93&#10;bnJldi54bWxQSwUGAAAAAAQABAD1AAAAhwMAAAAA&#10;" path="m,1139v81,30,144,63,239,99c477,1211,1110,1151,1338,1127v228,-24,147,-70,270,-225c1731,747,1856,574,2084,422,2312,270,2804,109,2964,e" filled="f">
                  <v:path arrowok="t" o:connecttype="custom" o:connectlocs="0,1139;239,1238;1338,1127;1608,902;2084,422;2964,0" o:connectangles="0,0,0,0,0,0"/>
                </v:shape>
                <v:shape id="Freeform 43" o:spid="_x0000_s1028" style="position:absolute;left:10650;top:2414;width:588;height:671;visibility:visible;mso-wrap-style:square;v-text-anchor:top" coordsize="588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RGMEA&#10;AADcAAAADwAAAGRycy9kb3ducmV2LnhtbERPTWsCMRC9F/wPYQq9FM2uB7GrUYpSunhzW3oeNuNm&#10;cTNZk6jbf28Ewds83ucs14PtxIV8aB0ryCcZCOLa6ZYbBb8/X+M5iBCRNXaOScE/BVivRi9LLLS7&#10;8p4uVWxECuFQoAITY19IGWpDFsPE9cSJOzhvMSboG6k9XlO47eQ0y2bSYsupwWBPG0P1sTpbBeWZ&#10;3Lefv+9yM6389i9g2X6clHp7HT4XICIN8Sl+uEud5uczuD+TLpC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w0RjBAAAA3AAAAA8AAAAAAAAAAAAAAAAAmAIAAGRycy9kb3du&#10;cmV2LnhtbFBLBQYAAAAABAAEAPUAAACGAwAAAAA=&#10;" path="m,179c185,121,311,,345,50v34,50,126,194,185,349c588,553,564,548,547,671e" filled="f">
                  <v:path arrowok="t" o:connecttype="custom" o:connectlocs="0,179;345,50;530,399;547,671" o:connectangles="0,0,0,0"/>
                </v:shape>
                <v:shape id="Freeform 44" o:spid="_x0000_s1029" style="position:absolute;left:9013;top:2468;width:2012;height:1432;visibility:visible;mso-wrap-style:square;v-text-anchor:top" coordsize="2012,1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tasMA&#10;AADcAAAADwAAAGRycy9kb3ducmV2LnhtbERPS2vCQBC+F/oflin0VncVWiVmlSoIpfRQH2C8Ddkx&#10;Cc3Oxuw2Sf99VxC8zcf3nHQ52Fp01PrKsYbxSIEgzp2puNBw2G9eZiB8QDZYOyYNf+RhuXh8SDEx&#10;ructdbtQiBjCPkENZQhNIqXPS7LoR64hjtzZtRZDhG0hTYt9DLe1nCj1Ji1WHBtKbGhdUv6z+7Ua&#10;6Cs7Xk6bTH3Tani1R3NRE/mp9fPT8D4HEWgId/HN/WHi/PEUrs/EC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MtasMAAADcAAAADwAAAAAAAAAAAAAAAACYAgAAZHJzL2Rv&#10;d25yZXYueG1sUEsFBgAAAAAEAAQA9QAAAIgDAAAAAA==&#10;" path="m1982,c2012,87,715,1102,615,1237,515,1372,120,1432,60,1357,,1282,142,1240,232,1215e" filled="f">
                  <v:path arrowok="t" o:connecttype="custom" o:connectlocs="1982,0;615,1237;60,1357;232,1215" o:connectangles="0,0,0,0"/>
                </v:shape>
                <v:group id="Group 45" o:spid="_x0000_s1030" style="position:absolute;left:8237;top:3735;width:2853;height:618" coordorigin="1377,3735" coordsize="2853,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46" o:spid="_x0000_s1031" style="position:absolute;left:1380;top:3735;width:863;height:480;visibility:visible;mso-wrap-style:square;v-text-anchor:top" coordsize="863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GB8MA&#10;AADcAAAADwAAAGRycy9kb3ducmV2LnhtbERP3UrDMBS+F3yHcARvxCWVIa4uG5swcLAbax/g0Byb&#10;suSkNlnX+fRmIHh3Pr7fs1xP3omRhtgF1lDMFAjiJpiOWw315+7xBURMyAZdYNJwoQjr1e3NEksT&#10;zvxBY5VakUM4lqjBptSXUsbGksc4Cz1x5r7C4DFlOLTSDHjO4d7JJ6WepceOc4PFnt4sNcfq5DWM&#10;aruYf9utOvw4Vbj9sX647Gqt7++mzSuIRFP6F/+5302eXyzg+ky+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kGB8MAAADcAAAADwAAAAAAAAAAAAAAAACYAgAAZHJzL2Rv&#10;d25yZXYueG1sUEsFBgAAAAAEAAQA9QAAAIgDAAAAAA==&#10;" path="m,480c17,450,42,396,102,300,270,264,518,210,645,160,772,110,818,32,863,e" filled="f">
                    <v:path arrowok="t" o:connecttype="custom" o:connectlocs="0,480;102,300;645,160;863,0" o:connectangles="0,0,0,0"/>
                  </v:shape>
                  <v:shape id="Freeform 47" o:spid="_x0000_s1032" style="position:absolute;left:1377;top:4053;width:2853;height:300;visibility:visible;mso-wrap-style:square;v-text-anchor:top" coordsize="28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bVL8cA&#10;AADcAAAADwAAAGRycy9kb3ducmV2LnhtbESPQWvCQBCF7wX/wzJCb3VTC1pSVymKIKiHagvtbZqd&#10;ZlOzsyG7mvjvnUOhtxnem/e+mS16X6sLtbEKbOBxlIEiLoKtuDTwflw/PIOKCdliHZgMXCnCYj64&#10;m2FuQ8dvdDmkUkkIxxwNuJSaXOtYOPIYR6EhFu0ntB6TrG2pbYudhPtaj7Nsoj1WLA0OG1o6Kk6H&#10;szewmm73X7X7/Nj9FnqTdfvp8Sl9G3M/7F9fQCXq07/573pjBX8s+PKMTK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W1S/HAAAA3AAAAA8AAAAAAAAAAAAAAAAAmAIAAGRy&#10;cy9kb3ducmV2LnhtbFBLBQYAAAAABAAEAPUAAACMAwAAAAA=&#10;" path="m,165v3,7,,15,6,39c90,240,141,270,234,300v99,-6,202,-28,339,-40c776,241,1222,214,1451,185v229,-29,261,-67,495,-98c2180,56,2658,15,2853,e" filled="f">
                    <v:path arrowok="t" o:connecttype="custom" o:connectlocs="0,165;6,204;234,300;573,260;1451,185;1946,87;2853,0" o:connectangles="0,0,0,0,0,0,0"/>
                  </v:shape>
                  <v:shape id="Freeform 48" o:spid="_x0000_s1033" style="position:absolute;left:1539;top:4062;width:435;height:63;visibility:visible;mso-wrap-style:square;v-text-anchor:top" coordsize="435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p98AA&#10;AADcAAAADwAAAGRycy9kb3ducmV2LnhtbERPyWrDMBC9F/oPYgq9lER2IKU4UULW0mvTfMBgTWwl&#10;0shY8tJ8fVUo9DaPt85yPToremqD8awgn2YgiEuvDVcKzl/HyRuIEJE1Ws+k4JsCrFePD0sstB/4&#10;k/pTrEQK4VCggjrGppAylDU5DFPfECfu4luHMcG2krrFIYU7K2dZ9iodGk4NNTa0q6m8nTqn4D5/&#10;z6729qK7bbMf7YGMmaNR6vlp3CxARBrjv/jP/aHT/FkOv8+kC+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Qp98AAAADcAAAADwAAAAAAAAAAAAAAAACYAgAAZHJzL2Rvd25y&#10;ZXYueG1sUEsFBgAAAAAEAAQA9QAAAIUDAAAAAA==&#10;" path="m,c25,10,90,36,153,63,255,51,386,42,435,39e" filled="f" strokeweight=".25pt">
                    <v:path arrowok="t" o:connecttype="custom" o:connectlocs="0,0;153,63;435,39" o:connectangles="0,0,0"/>
                  </v:shape>
                  <v:shape id="Freeform 49" o:spid="_x0000_s1034" style="position:absolute;left:1623;top:4119;width:60;height:198;visibility:visible;mso-wrap-style:square;v-text-anchor:top" coordsize="60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mGfsMA&#10;AADcAAAADwAAAGRycy9kb3ducmV2LnhtbERPTWvCQBC9F/wPywjemo1BSkldpQqKoJcmHvQ2ZqdJ&#10;aHY2ZDcm/nu3UOhtHu9zluvRNOJOnastK5hHMQjiwuqaSwXnfPf6DsJ5ZI2NZVLwIAfr1eRliam2&#10;A3/RPfOlCCHsUlRQed+mUrqiIoMusi1x4L5tZ9AH2JVSdziEcNPIJI7fpMGaQ0OFLW0rKn6y3ijA&#10;k8yvQ99eb5d+sZ8fsuMmdzelZtPx8wOEp9H/i//cBx3mJwn8PhM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mGfsMAAADcAAAADwAAAAAAAAAAAAAAAACYAgAAZHJzL2Rv&#10;d25yZXYueG1sUEsFBgAAAAAEAAQA9QAAAIgDAAAAAA==&#10;" path="m60,c33,83,7,166,,198e" filled="f" strokeweight=".25pt">
                    <v:path arrowok="t" o:connecttype="custom" o:connectlocs="60,0;0,198" o:connectangles="0,0"/>
                  </v:shape>
                </v:group>
                <v:group id="Group 50" o:spid="_x0000_s1035" style="position:absolute;left:9791;top:3084;width:1417;height:1086" coordorigin="2931,3084" coordsize="1417,1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1" o:spid="_x0000_s1036" style="position:absolute;left:3561;top:3084;width:787;height:1086;visibility:visible;mso-wrap-style:square;v-text-anchor:top" coordsize="787,1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Wj2cgA&#10;AADcAAAADwAAAGRycy9kb3ducmV2LnhtbESPT2vCQBDF7wW/wzKFXopuKlYluooUCq2Yg/9Ab2N2&#10;mgSzsyG7xrSf3hUK3mZ47/3mzXTemlI0VLvCsoK3XgSCOLW64EzBbvvZHYNwHlljaZkU/JKD+azz&#10;NMVY2yuvqdn4TAQIuxgV5N5XsZQuzcmg69mKOGg/tjbow1pnUtd4DXBTyn4UDaXBgsOFHCv6yCk9&#10;by4mUOzr4XufHJO/y6pJzuNitKzeT0q9PLeLCQhPrX+Y/9NfOtTvD+D+TJhAz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BaPZyAAAANwAAAAPAAAAAAAAAAAAAAAAAJgCAABk&#10;cnMvZG93bnJldi54bWxQSwUGAAAAAAQABAD1AAAAjQMAAAAA&#10;" path="m787,c768,171,697,812,672,1029v-119,8,-557,56,-669,57c,1065,5,1050,3,1041e" filled="f">
                    <v:path arrowok="t" o:connecttype="custom" o:connectlocs="787,0;672,1029;3,1086;3,1041" o:connectangles="0,0,0,0"/>
                  </v:shape>
                  <v:shape id="Freeform 52" o:spid="_x0000_s1037" style="position:absolute;left:2931;top:3960;width:1308;height:156;visibility:visible;mso-wrap-style:square;v-text-anchor:top" coordsize="130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41wMIA&#10;AADcAAAADwAAAGRycy9kb3ducmV2LnhtbERPS2vCQBC+F/oflhG81Y1CSkndiEgt9dQ2DZTeht3J&#10;A7OzIbua+O/dguBtPr7nrDeT7cSZBt86VrBcJCCItTMt1wrKn/3TCwgfkA12jknBhTxs8seHNWbG&#10;jfxN5yLUIoawz1BBE0KfSel1Qxb9wvXEkavcYDFEONTSDDjGcNvJVZI8S4stx4YGe9o1pI/FySr4&#10;evuV0x/hUadlkez14fNUvldKzWfT9hVEoCncxTf3h4nzVyn8PxMv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3jXAwgAAANwAAAAPAAAAAAAAAAAAAAAAAJgCAABkcnMvZG93&#10;bnJldi54bWxQSwUGAAAAAAQABAD1AAAAhwMAAAAA&#10;" path="m1308,c1112,18,216,72,,156e" filled="f" strokeweight="0">
                    <v:stroke dashstyle="longDash"/>
                    <v:path arrowok="t" o:connecttype="custom" o:connectlocs="1308,0;0,156" o:connectangles="0,0"/>
                  </v:shape>
                  <v:shape id="Freeform 53" o:spid="_x0000_s1038" style="position:absolute;left:2948;top:4028;width:1110;height:127;visibility:visible;mso-wrap-style:square;v-text-anchor:top" coordsize="1110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5zsIA&#10;AADcAAAADwAAAGRycy9kb3ducmV2LnhtbERPTYvCMBC9L/gfwgjeNNWDLtUoKggLgrJqBW9DM7bV&#10;ZlKabK3++s2CsLd5vM+ZLVpTioZqV1hWMBxEIIhTqwvOFJyOm/4nCOeRNZaWScGTHCzmnY8Zxto+&#10;+Juag89ECGEXo4Lc+yqW0qU5GXQDWxEH7mprgz7AOpO6xkcIN6UcRdFYGiw4NORY0Tqn9H74MQrO&#10;qxtPdFIlr/V2X+6WW7pQQ0r1uu1yCsJT6//Fb/eXDvNHY/h7Jlw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FPnOwgAAANwAAAAPAAAAAAAAAAAAAAAAAJgCAABkcnMvZG93&#10;bnJldi54bWxQSwUGAAAAAAQABAD1AAAAhwMAAAAA&#10;" path="m1110,c645,37,337,67,,127e" filled="f" strokeweight=".5pt">
                    <v:path arrowok="t" o:connecttype="custom" o:connectlocs="1110,0;0,127" o:connectangles="0,0"/>
                  </v:shape>
                  <v:shape id="Freeform 54" o:spid="_x0000_s1039" style="position:absolute;left:2976;top:3897;width:1266;height:144;visibility:visible;mso-wrap-style:square;v-text-anchor:top" coordsize="126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upMIA&#10;AADcAAAADwAAAGRycy9kb3ducmV2LnhtbERPzU6DQBC+m/gOm2nixZSlHFpLWYgp2uix2AeYsCNg&#10;2VnCri28fbeJibf58v1OVkymFxcaXWdZwSqKQRDXVnfcKDh9vS9fQDiPrLG3TApmclDkjw8Zptpe&#10;+UiXyjcihLBLUUHr/ZBK6eqWDLrIDsSB+7ajQR/g2Eg94jWEm14mcbyWBjsODS0OtG+pPle/RgFN&#10;bwdbbmRTldufz8PzuvOlnJV6WkyvOxCeJv8v/nN/6DA/2cD9mXCB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S6kwgAAANwAAAAPAAAAAAAAAAAAAAAAAJgCAABkcnMvZG93&#10;bnJldi54bWxQSwUGAAAAAAQABAD1AAAAhwMAAAAA&#10;" path="m1266,c1077,20,192,84,,144e" filled="f" strokeweight="0">
                    <v:stroke dashstyle="longDash"/>
                    <v:path arrowok="t" o:connecttype="custom" o:connectlocs="1266,0;0,144" o:connectangles="0,0"/>
                  </v:shape>
                  <v:shape id="Freeform 55" o:spid="_x0000_s1040" style="position:absolute;left:3042;top:3840;width:1218;height:132;visibility:visible;mso-wrap-style:square;v-text-anchor:top" coordsize="121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MsT8UA&#10;AADcAAAADwAAAGRycy9kb3ducmV2LnhtbESPQWvCQBCF7wX/wzKCt7oxQinRVVQsSKGFansfs2MS&#10;zM7G7NZs/33nUOhthvfmvW+W6+Radac+NJ4NzKYZKOLS24YrA5+nl8dnUCEiW2w9k4EfCrBejR6W&#10;WFg/8Afdj7FSEsKhQAN1jF2hdShrchimviMW7eJ7h1HWvtK2x0HCXavzLHvSDhuWhho72tVUXo/f&#10;zsDr/jB8nd7P/va2me+v+W0bUpuMmYzTZgEqUor/5r/rgxX8XGjlGZ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yxPxQAAANwAAAAPAAAAAAAAAAAAAAAAAJgCAABkcnMv&#10;ZG93bnJldi54bWxQSwUGAAAAAAQABAD1AAAAigMAAAAA&#10;" path="m1218,c1022,18,198,63,,132e" filled="f" strokeweight="0">
                    <v:stroke dashstyle="longDash"/>
                    <v:path arrowok="t" o:connecttype="custom" o:connectlocs="1218,0;0,132" o:connectangles="0,0"/>
                  </v:shape>
                  <v:shape id="Freeform 56" o:spid="_x0000_s1041" style="position:absolute;left:3102;top:3786;width:1164;height:120;visibility:visible;mso-wrap-style:square;v-text-anchor:top" coordsize="1164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40L0A&#10;AADcAAAADwAAAGRycy9kb3ducmV2LnhtbERPSwrCMBDdC94hjOBO06qIVqOIIAii4GfjbmjGtthM&#10;ShO13t4Igrt5vO/Ml40pxZNqV1hWEPcjEMSp1QVnCi7nTW8CwnlkjaVlUvAmB8tFuzXHRNsXH+l5&#10;8pkIIewSVJB7XyVSujQng65vK+LA3Wxt0AdYZ1LX+ArhppSDKBpLgwWHhhwrWueU3k8Po2A/HN0O&#10;bFYYOynPVzrGu7sulep2mtUMhKfG/8U/91aH+YMpfJ8JF8jF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vn40L0AAADcAAAADwAAAAAAAAAAAAAAAACYAgAAZHJzL2Rvd25yZXYu&#10;eG1sUEsFBgAAAAAEAAQA9QAAAIIDAAAAAA==&#10;" path="m1164,c963,22,186,72,,120e" filled="f" strokeweight="0">
                    <v:stroke dashstyle="longDash"/>
                    <v:path arrowok="t" o:connecttype="custom" o:connectlocs="1164,0;0,120" o:connectangles="0,0"/>
                  </v:shape>
                  <v:shape id="Freeform 57" o:spid="_x0000_s1042" style="position:absolute;left:3147;top:3735;width:1122;height:114;visibility:visible;mso-wrap-style:square;v-text-anchor:top" coordsize="1122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ZAMQA&#10;AADcAAAADwAAAGRycy9kb3ducmV2LnhtbESPQWvCQBCF7wX/wzIFL0U3KoikrlIKgj30YPTgccyO&#10;ydLsbMyuJv33zqHQ2wzvzXvfrLeDb9SDuugCG5hNM1DEZbCOKwOn426yAhUTssUmMBn4pQjbzehl&#10;jbkNPR/oUaRKSQjHHA3UKbW51rGsyWOchpZYtGvoPCZZu0rbDnsJ942eZ9lSe3QsDTW29FlT+VPc&#10;vYELRyr6hbu569e+P99p9p3edsaMX4ePd1CJhvRv/rveW8FfCL48IxPo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RWQDEAAAA3AAAAA8AAAAAAAAAAAAAAAAAmAIAAGRycy9k&#10;b3ducmV2LnhtbFBLBQYAAAAABAAEAPUAAACJAwAAAAA=&#10;" path="m1122,c926,18,126,69,,114e" filled="f" strokeweight="0">
                    <v:stroke dashstyle="longDash"/>
                    <v:path arrowok="t" o:connecttype="custom" o:connectlocs="1122,0;0,114" o:connectangles="0,0"/>
                  </v:shape>
                  <v:shape id="Freeform 58" o:spid="_x0000_s1043" style="position:absolute;left:3183;top:3684;width:1098;height:117;visibility:visible;mso-wrap-style:square;v-text-anchor:top" coordsize="109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tQ8MA&#10;AADcAAAADwAAAGRycy9kb3ducmV2LnhtbERPS2vCQBC+F/wPywheim5iWylpVpGK0F4CUUG8DdnJ&#10;A7OzaXaN6b/vFgq9zcf3nHQzmlYM1LvGsoJ4EYEgLqxuuFJwOu7nryCcR9bYWiYF3+Rgs548pJho&#10;e+echoOvRAhhl6CC2vsukdIVNRl0C9sRB660vUEfYF9J3eM9hJtWLqNoJQ02HBpq7Oi9puJ6uBkF&#10;L5/LOLfZcCkfv4oz+x0+mwyVmk3H7RsIT6P/F/+5P3SY/xTD7zPhA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ctQ8MAAADcAAAADwAAAAAAAAAAAAAAAACYAgAAZHJzL2Rv&#10;d25yZXYueG1sUEsFBgAAAAAEAAQA9QAAAIgDAAAAAA==&#10;" path="m1098,c948,16,381,62,198,81,15,100,41,110,,117e" filled="f" strokeweight="0">
                    <v:stroke dashstyle="longDash"/>
                    <v:path arrowok="t" o:connecttype="custom" o:connectlocs="1098,0;198,81;0,117" o:connectangles="0,0,0"/>
                  </v:shape>
                  <v:shape id="Freeform 59" o:spid="_x0000_s1044" style="position:absolute;left:3213;top:3633;width:1062;height:117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BvYMIA&#10;AADcAAAADwAAAGRycy9kb3ducmV2LnhtbERPS4vCMBC+L/gfwgheFk23wirVKLIgCLIH3T3obWjG&#10;tthMShL7+PcbQdjbfHzPWW97U4uWnK8sK/iYJSCIc6srLhT8/uynSxA+IGusLZOCgTxsN6O3NWba&#10;dnyi9hwKEUPYZ6igDKHJpPR5SQb9zDbEkbtZZzBE6AqpHXYx3NQyTZJPabDi2FBiQ18l5ffzwyiQ&#10;sk2Ha30x9+E9qbpHuvhu3FGpybjfrUAE6sO/+OU+6Dh/nsLzmXiB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G9g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1062,0;198,81;0,117" o:connectangles="0,0,0"/>
                  </v:shape>
                  <v:shape id="Freeform 60" o:spid="_x0000_s1045" style="position:absolute;left:3267;top:3585;width:1005;height:111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K+8MA&#10;AADcAAAADwAAAGRycy9kb3ducmV2LnhtbERPyWrDMBC9B/oPYgq9hFqOA2lxrYRSCBRKDkl6aG+D&#10;NbWNrZGRFC9/XwUCuc3jrVPsJtOJgZxvLCtYJSkI4tLqhisF3+f98ysIH5A1dpZJwUwedtuHRYG5&#10;tiMfaTiFSsQQ9jkqqEPocyl9WZNBn9ieOHJ/1hkMEbpKaodjDDedzNJ0Iw02HBtq7OmjprI9XYwC&#10;KYds/u1+TDsv02a8ZC+H3n0p9fQ4vb+BCDSFu/jm/tRx/noN12fiBX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zK+8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1005,0;187,77;0,111" o:connectangles="0,0,0"/>
                  </v:shape>
                  <v:shape id="Freeform 61" o:spid="_x0000_s1046" style="position:absolute;left:3321;top:3546;width:963;height:105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VSj8MA&#10;AADcAAAADwAAAGRycy9kb3ducmV2LnhtbERPS2sCMRC+F/ofwgi9FM12K1VWo5RCQSge1B70NmzG&#10;3cXNZEniPv69EQRv8/E9Z7nuTS1acr6yrOBjkoAgzq2uuFDwf/gdz0H4gKyxtkwKBvKwXr2+LDHT&#10;tuMdtftQiBjCPkMFZQhNJqXPSzLoJ7YhjtzZOoMhQldI7bCL4aaWaZJ8SYMVx4YSG/opKb/sr0aB&#10;lG06nOqjuQzvSdVd09m2cX9KvY367wWIQH14ih/ujY7zP6dwfyZ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VSj8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963,0;180,73;0,105" o:connectangles="0,0,0"/>
                  </v:shape>
                  <v:shape id="Freeform 62" o:spid="_x0000_s1047" style="position:absolute;left:3366;top:3504;width:927;height:99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3FMMA&#10;AADcAAAADwAAAGRycy9kb3ducmV2LnhtbERPS2sCMRC+F/ofwgi9FM12i1VWo5RCQSge1B70NmzG&#10;3cXNZEniPv69EQRv8/E9Z7nuTS1acr6yrOBjkoAgzq2uuFDwf/gdz0H4gKyxtkwKBvKwXr2+LDHT&#10;tuMdtftQiBjCPkMFZQhNJqXPSzLoJ7YhjtzZOoMhQldI7bCL4aaWaZJ8SYMVx4YSG/opKb/sr0aB&#10;lG06nOqjuQzvSdVd09m2cX9KvY367wWIQH14ih/ujY7zP6dwfyZ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n3FM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927,0;173,69;0,99" o:connectangles="0,0,0"/>
                  </v:shape>
                  <v:shape id="Freeform 63" o:spid="_x0000_s1048" style="position:absolute;left:3429;top:3462;width:870;height:9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tpY8IA&#10;AADcAAAADwAAAGRycy9kb3ducmV2LnhtbERPS4vCMBC+C/6HMIIX0dQuuNI1yrIgCLIHdQ+7t6GZ&#10;bYvNpCSxj39vBMHbfHzP2ex6U4uWnK8sK1guEhDEudUVFwp+Lvv5GoQPyBpry6RgIA+77Xi0wUzb&#10;jk/UnkMhYgj7DBWUITSZlD4vyaBf2IY4cv/WGQwRukJqh10MN7VMk2QlDVYcG0ps6Kuk/Hq+GQVS&#10;tunwV/+a6zBLqu6Wvn837qjUdNJ/foAI1IeX+Ok+6Dj/bQWPZ+IF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2ljwgAAANwAAAAPAAAAAAAAAAAAAAAAAJgCAABkcnMvZG93&#10;bnJldi54bWxQSwUGAAAAAAQABAD1AAAAhwMAAAAA&#10;" path="m1062,c912,16,375,61,198,81,21,101,41,110,,117e" filled="f" strokeweight="0">
                    <v:stroke dashstyle="longDash"/>
                    <v:path arrowok="t" o:connecttype="custom" o:connectlocs="870,0;162,62;0,90" o:connectangles="0,0,0"/>
                  </v:shape>
                  <v:shape id="Freeform 64" o:spid="_x0000_s1049" style="position:absolute;left:3504;top:3420;width:798;height:84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fM+MMA&#10;AADcAAAADwAAAGRycy9kb3ducmV2LnhtbERPS2vCQBC+F/wPywheSt00hVpSNyIFQRAPVQ/2NmTH&#10;JCQ7G3bXPP69Wyj0Nh/fc9ab0bSiJ+drywpelwkI4sLqmksFl/Pu5QOED8gaW8ukYCIPm3z2tMZM&#10;24G/qT+FUsQQ9hkqqELoMil9UZFBv7QdceRu1hkMEbpSaodDDDetTJPkXRqsOTZU2NFXRUVzuhsF&#10;Uvbp9NNeTTM9J/VwT1fHzh2UWszH7SeIQGP4F/+59zrOf1vB7zPxA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fM+M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798,0;149,58;0,84" o:connectangles="0,0,0"/>
                  </v:shape>
                  <v:shape id="Freeform 65" o:spid="_x0000_s1050" style="position:absolute;left:3582;top:3378;width:726;height:72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YisYA&#10;AADcAAAADwAAAGRycy9kb3ducmV2LnhtbESPT2vDMAzF74N+B6PCLqN1lkFX0rplDAaDsUPbHbab&#10;iNUkNJaD7ebPt58Ohd4k3tN7P233o2tVTyE2ng08LzNQxKW3DVcGfk4fizWomJAttp7JwEQR9rvZ&#10;wxYL6wc+UH9MlZIQjgUaqFPqCq1jWZPDuPQdsWhnHxwmWUOlbcBBwl2r8yxbaYcNS0ONHb3XVF6O&#10;V2dA6z6f/tpfd5mesma45q/fXfgy5nE+vm1AJRrT3Xy7/rSC/yK08oxMoH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hYisYAAADcAAAADwAAAAAAAAAAAAAAAACYAgAAZHJz&#10;L2Rvd25yZXYueG1sUEsFBgAAAAAEAAQA9QAAAIsDAAAAAA==&#10;" path="m1062,c912,16,375,61,198,81,21,101,41,110,,117e" filled="f" strokeweight="0">
                    <v:stroke dashstyle="longDash"/>
                    <v:path arrowok="t" o:connecttype="custom" o:connectlocs="726,0;135,50;0,72" o:connectangles="0,0,0"/>
                  </v:shape>
                  <v:shape id="Freeform 66" o:spid="_x0000_s1051" style="position:absolute;left:3699;top:3336;width:612;height:6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9EcMA&#10;AADcAAAADwAAAGRycy9kb3ducmV2LnhtbERPS2sCMRC+F/ofwgi9FM12C1ZXo5RCQSge1B70NmzG&#10;3cXNZEniPv69EQRv8/E9Z7nuTS1acr6yrOBjkoAgzq2uuFDwf/gdz0D4gKyxtkwKBvKwXr2+LDHT&#10;tuMdtftQiBjCPkMFZQhNJqXPSzLoJ7YhjtzZOoMhQldI7bCL4aaWaZJMpcGKY0OJDf2UlF/2V6NA&#10;yjYdTvXRXIb3pOqu6de2cX9KvY367wWIQH14ih/ujY7zP+dwfyZ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T9EcMAAADcAAAADwAAAAAAAAAAAAAAAACYAgAAZHJzL2Rv&#10;d25yZXYueG1sUEsFBgAAAAAEAAQA9QAAAIgDAAAAAA==&#10;" path="m1062,c912,16,375,61,198,81,21,101,41,110,,117e" filled="f" strokeweight="0">
                    <v:stroke dashstyle="longDash"/>
                    <v:path arrowok="t" o:connecttype="custom" o:connectlocs="612,0;114,42;0,60" o:connectangles="0,0,0"/>
                  </v:shape>
                  <v:shape id="Freeform 67" o:spid="_x0000_s1052" style="position:absolute;left:3807;top:3286;width:501;height:56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gn8cYA&#10;AADcAAAADwAAAGRycy9kb3ducmV2LnhtbESPT2vDMAzF74N+B6PCLqN1FkZX0rplDAaDsUPbHbab&#10;iNUkNJaD7ebPt58Ohd4k3tN7P233o2tVTyE2ng08LzNQxKW3DVcGfk4fizWomJAttp7JwEQR9rvZ&#10;wxYL6wc+UH9MlZIQjgUaqFPqCq1jWZPDuPQdsWhnHxwmWUOlbcBBwl2r8yxbaYcNS0ONHb3XVF6O&#10;V2dA6z6f/tpfd5mesma45q/fXfgy5nE+vm1AJRrT3Xy7/rSC/yL48oxMoH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gn8cYAAADcAAAADwAAAAAAAAAAAAAAAACYAgAAZHJz&#10;L2Rvd25yZXYueG1sUEsFBgAAAAAEAAQA9QAAAIsDAAAAAA==&#10;" path="m1062,c912,16,375,61,198,81,21,101,41,110,,117e" filled="f" strokeweight="0">
                    <v:stroke dashstyle="longDash"/>
                    <v:path arrowok="t" o:connecttype="custom" o:connectlocs="501,0;93,39;0,56" o:connectangles="0,0,0"/>
                  </v:shape>
                  <v:shape id="Freeform 68" o:spid="_x0000_s1053" style="position:absolute;left:3933;top:3243;width:387;height:48;visibility:visible;mso-wrap-style:square;v-text-anchor:top" coordsize="38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2M8QA&#10;AADcAAAADwAAAGRycy9kb3ducmV2LnhtbESP0WrCQBBF3wv+wzJC3+rG1BaJrkEK2uBLqesHDNkx&#10;CWZnQ3abpH/vFgq+zXDvuXNnm0+2FQP1vnGsYLlIQBCXzjRcKbjow8sahA/IBlvHpOCXPOS72dMW&#10;M+NG/qbhHCoRQ9hnqKAOocuk9GVNFv3CdcRRu7reYohrX0nT4xjDbSvTJHmXFhuOF2rs6KOm8nb+&#10;sbHGMS0+LWv9+nbROLnTMOjrl1LP82m/ARFoCg/zP12YyK2W8PdMnE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r9jPEAAAA3AAAAA8AAAAAAAAAAAAAAAAAmAIAAGRycy9k&#10;b3ducmV2LnhtbFBLBQYAAAAABAAEAPUAAACJAwAAAAA=&#10;" path="m387,c333,8,135,23,71,31,7,39,15,45,,48e" filled="f" strokeweight="0">
                    <v:stroke dashstyle="longDash"/>
                    <v:path arrowok="t" o:connecttype="custom" o:connectlocs="387,0;71,31;0,48" o:connectangles="0,0,0"/>
                  </v:shape>
                  <v:shape id="Freeform 69" o:spid="_x0000_s1054" style="position:absolute;left:4071;top:3198;width:261;height:39;visibility:visible;mso-wrap-style:square;v-text-anchor:top" coordsize="26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bzC8MA&#10;AADcAAAADwAAAGRycy9kb3ducmV2LnhtbERPTWvCQBC9C/6HZQQvopuKVImuorWFtjejKN6G7LgJ&#10;ZmdDdhvTf98tFHqbx/uc1aazlWip8aVjBU+TBARx7nTJRsHp+DZegPABWWPlmBR8k4fNut9bYard&#10;gw/UZsGIGMI+RQVFCHUqpc8LsugnriaO3M01FkOEjZG6wUcMt5WcJsmztFhybCiwppeC8nv2ZRW0&#10;r5/77OMcjJ+Vxlzmo93WXQ9KDQfddgkiUBf+xX/udx3nz6b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bzC8MAAADcAAAADwAAAAAAAAAAAAAAAACYAgAAZHJzL2Rv&#10;d25yZXYueG1sUEsFBgAAAAAEAAQA9QAAAIgDAAAAAA==&#10;" path="m261,c225,9,106,18,63,24,20,30,13,36,,39e" filled="f" strokeweight="0">
                    <v:stroke dashstyle="longDash"/>
                    <v:path arrowok="t" o:connecttype="custom" o:connectlocs="261,0;63,24;0,39" o:connectangles="0,0,0"/>
                  </v:shape>
                  <v:shape id="Freeform 70" o:spid="_x0000_s1055" style="position:absolute;left:4173;top:3156;width:156;height:30;visibility:visible;mso-wrap-style:square;v-text-anchor:top" coordsize="15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xG/MEA&#10;AADcAAAADwAAAGRycy9kb3ducmV2LnhtbERPTYvCMBC9C/6HMMLebKq7LFKNIoIiBcHVgh7HZmyL&#10;zaQ0Ueu/3ywseJvH+5zZojO1eFDrKssKRlEMgji3uuJCQXZcDycgnEfWWFsmBS9ysJj3ezNMtH3y&#10;Dz0OvhAhhF2CCkrvm0RKl5dk0EW2IQ7c1bYGfYBtIXWLzxBuajmO429psOLQUGJDq5Ly2+FuFJya&#10;7nYx2S6rcsNyc96n43SfKvUx6JZTEJ46/xb/u7c6zP/6hL9nwgV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cRvzBAAAA3AAAAA8AAAAAAAAAAAAAAAAAmAIAAGRycy9kb3du&#10;cmV2LnhtbFBLBQYAAAAABAAEAPUAAACGAwAAAAA=&#10;" path="m156,c120,9,89,10,63,15,37,20,13,27,,30e" filled="f" strokeweight="0">
                    <v:stroke dashstyle="longDash"/>
                    <v:path arrowok="t" o:connecttype="custom" o:connectlocs="156,0;63,15;0,30" o:connectangles="0,0,0"/>
                  </v:shape>
                </v:group>
              </v:group>
            </w:pict>
          </mc:Fallback>
        </mc:AlternateContent>
      </w:r>
      <w:r w:rsidRPr="00C21556">
        <w:rPr>
          <w:b/>
          <w:color w:val="1F497D" w:themeColor="text2"/>
          <w:sz w:val="24"/>
        </w:rPr>
        <w:t>Collection automne hiver 2113 2014</w:t>
      </w:r>
      <w:r w:rsidRPr="00C21556">
        <w:rPr>
          <w:b/>
        </w:rPr>
        <w:br w:type="page"/>
      </w:r>
    </w:p>
    <w:p w:rsidR="00C00184" w:rsidRPr="009B3230" w:rsidRDefault="00C00184" w:rsidP="00C00184">
      <w:pPr>
        <w:pStyle w:val="Titre1"/>
      </w:pPr>
      <w:r w:rsidRPr="009B3230">
        <w:t xml:space="preserve">Travail demandé : </w:t>
      </w:r>
    </w:p>
    <w:p w:rsidR="00C00184" w:rsidRDefault="00C00184" w:rsidP="0000709B">
      <w:r>
        <w:t>Établir une fiche de calcul du coût de revient sur tableur et déterminer la rentabilité des 3 produits compte tenu des matériaux employés et des techniques de fabrications préconisées.</w:t>
      </w:r>
      <w:r w:rsidR="0000709B">
        <w:t xml:space="preserve"> </w:t>
      </w:r>
      <w:r w:rsidR="0000709B">
        <w:br/>
        <w:t>Le coût minute est égal à 0,449€</w:t>
      </w:r>
    </w:p>
    <w:p w:rsidR="00E3706C" w:rsidRDefault="00E3706C" w:rsidP="0000709B">
      <w:r>
        <w:t>Coefficient distributeur 2,40</w:t>
      </w:r>
    </w:p>
    <w:p w:rsidR="00C00184" w:rsidRPr="00C00184" w:rsidRDefault="00C00184" w:rsidP="00C00184">
      <w:pPr>
        <w:pStyle w:val="Titre2"/>
      </w:pPr>
      <w:r w:rsidRPr="00C00184">
        <w:t xml:space="preserve">Ressource : </w:t>
      </w:r>
    </w:p>
    <w:p w:rsidR="00C00184" w:rsidRDefault="00C00184" w:rsidP="00C00184">
      <w:pPr>
        <w:pStyle w:val="Paragraphedeliste"/>
        <w:numPr>
          <w:ilvl w:val="0"/>
          <w:numId w:val="12"/>
        </w:numPr>
      </w:pPr>
      <w:r>
        <w:t>Cadre de collection des chaussures,</w:t>
      </w:r>
    </w:p>
    <w:p w:rsidR="00C00184" w:rsidRDefault="00C00184" w:rsidP="00C00184">
      <w:pPr>
        <w:pStyle w:val="Paragraphedeliste"/>
        <w:numPr>
          <w:ilvl w:val="0"/>
          <w:numId w:val="12"/>
        </w:numPr>
      </w:pPr>
      <w:r>
        <w:t>Fichier des composants (au format tableur),</w:t>
      </w:r>
    </w:p>
    <w:p w:rsidR="00C00184" w:rsidRDefault="00C00184" w:rsidP="00C00184">
      <w:pPr>
        <w:pStyle w:val="Paragraphedeliste"/>
        <w:numPr>
          <w:ilvl w:val="0"/>
          <w:numId w:val="12"/>
        </w:numPr>
      </w:pPr>
      <w:r>
        <w:t>Cahier des charges pour la conception de la fiche</w:t>
      </w:r>
      <w:r w:rsidR="00C21556">
        <w:t>,</w:t>
      </w:r>
    </w:p>
    <w:p w:rsidR="00C21556" w:rsidRDefault="00C21556" w:rsidP="00C00184">
      <w:pPr>
        <w:pStyle w:val="Paragraphedeliste"/>
        <w:numPr>
          <w:ilvl w:val="0"/>
          <w:numId w:val="12"/>
        </w:numPr>
      </w:pPr>
      <w:r>
        <w:t>Diaporama de calcul des coûts de revient.</w:t>
      </w:r>
    </w:p>
    <w:p w:rsidR="00C21556" w:rsidRDefault="00C21556">
      <w:pPr>
        <w:rPr>
          <w:rFonts w:eastAsiaTheme="majorEastAsia"/>
          <w:b/>
          <w:bCs/>
          <w:iCs/>
          <w:sz w:val="22"/>
          <w:szCs w:val="28"/>
        </w:rPr>
      </w:pPr>
    </w:p>
    <w:p w:rsidR="00C00184" w:rsidRDefault="00C00184" w:rsidP="00C00184">
      <w:pPr>
        <w:pStyle w:val="Titre2"/>
      </w:pPr>
      <w:r>
        <w:t xml:space="preserve">Première partie : </w:t>
      </w:r>
    </w:p>
    <w:p w:rsidR="00C00184" w:rsidRDefault="00C00184" w:rsidP="00C00184">
      <w:r>
        <w:t>Concevoir la fiche de calcul de coût de revient conformément au cahier des charges</w:t>
      </w:r>
    </w:p>
    <w:p w:rsidR="00C00184" w:rsidRPr="008F6A4F" w:rsidRDefault="00C00184" w:rsidP="00C00184"/>
    <w:p w:rsidR="00C00184" w:rsidRDefault="00C00184" w:rsidP="00C00184">
      <w:pPr>
        <w:pStyle w:val="Paragraphedeliste"/>
        <w:numPr>
          <w:ilvl w:val="0"/>
          <w:numId w:val="10"/>
        </w:numPr>
      </w:pPr>
      <w:r>
        <w:t xml:space="preserve">Compléter la base de données de la feuille </w:t>
      </w:r>
      <w:r w:rsidRPr="00C00184">
        <w:rPr>
          <w:b/>
          <w:i/>
        </w:rPr>
        <w:t>matière</w:t>
      </w:r>
      <w:r>
        <w:t xml:space="preserve"> du fichier </w:t>
      </w:r>
      <w:r w:rsidRPr="00C00184">
        <w:rPr>
          <w:b/>
          <w:i/>
        </w:rPr>
        <w:t>base coût de revient</w:t>
      </w:r>
      <w:r w:rsidRPr="00C00184">
        <w:rPr>
          <w:b/>
          <w:i/>
          <w:iCs/>
          <w:color w:val="000000"/>
        </w:rPr>
        <w:t>.xls</w:t>
      </w:r>
      <w:r w:rsidRPr="00C00184">
        <w:rPr>
          <w:i/>
          <w:iCs/>
        </w:rPr>
        <w:t xml:space="preserve"> </w:t>
      </w:r>
      <w:r>
        <w:t>avec les éléments de la nomenclature fournies dans le cadre de collection. Codifier chaque élément en respectant la codification existante.</w:t>
      </w:r>
    </w:p>
    <w:p w:rsidR="00C00184" w:rsidRDefault="00C00184" w:rsidP="00C00184">
      <w:pPr>
        <w:ind w:left="142"/>
      </w:pPr>
    </w:p>
    <w:p w:rsidR="00C00184" w:rsidRDefault="00C00184" w:rsidP="00C00184">
      <w:pPr>
        <w:pStyle w:val="Paragraphedeliste"/>
        <w:numPr>
          <w:ilvl w:val="0"/>
          <w:numId w:val="10"/>
        </w:numPr>
      </w:pPr>
      <w:r>
        <w:t>Compléter les formules de la fiche coût</w:t>
      </w:r>
      <w:r w:rsidRPr="00C00184">
        <w:rPr>
          <w:i/>
          <w:iCs/>
        </w:rPr>
        <w:t xml:space="preserve"> de revient</w:t>
      </w:r>
      <w:r>
        <w:t xml:space="preserve"> en respectant les éléments du cahier des charges. </w:t>
      </w:r>
    </w:p>
    <w:p w:rsidR="00C00184" w:rsidRDefault="00C00184" w:rsidP="00C00184">
      <w:pPr>
        <w:pStyle w:val="Paragraphedeliste"/>
      </w:pPr>
    </w:p>
    <w:p w:rsidR="00C00184" w:rsidRDefault="00C00184" w:rsidP="00C00184">
      <w:pPr>
        <w:pStyle w:val="Paragraphedeliste"/>
        <w:numPr>
          <w:ilvl w:val="0"/>
          <w:numId w:val="10"/>
        </w:numPr>
      </w:pPr>
      <w:r>
        <w:t>Tester la fiche de calcul et réaliser la mise en page.</w:t>
      </w:r>
    </w:p>
    <w:p w:rsidR="00C00184" w:rsidRDefault="00C00184" w:rsidP="00C00184">
      <w:pPr>
        <w:pStyle w:val="Paragraphedeliste"/>
      </w:pPr>
    </w:p>
    <w:p w:rsidR="00C00184" w:rsidRDefault="00C00184" w:rsidP="00C00184">
      <w:pPr>
        <w:pStyle w:val="Titre2"/>
      </w:pPr>
      <w:r>
        <w:t>Deuxième partie</w:t>
      </w:r>
    </w:p>
    <w:p w:rsidR="00C00184" w:rsidRDefault="00C00184" w:rsidP="00C00184">
      <w:r>
        <w:t>Calculer les coûts de revient des différents modèles et analyser leurs marges</w:t>
      </w:r>
      <w:r w:rsidR="00442ACA">
        <w:t>.</w:t>
      </w:r>
    </w:p>
    <w:p w:rsidR="00C00184" w:rsidRPr="00C00184" w:rsidRDefault="00C00184" w:rsidP="00C00184"/>
    <w:p w:rsidR="00C00184" w:rsidRDefault="00C00184" w:rsidP="00C00184">
      <w:pPr>
        <w:pStyle w:val="Paragraphedeliste"/>
        <w:numPr>
          <w:ilvl w:val="0"/>
          <w:numId w:val="10"/>
        </w:numPr>
      </w:pPr>
      <w:r>
        <w:t xml:space="preserve">Calculer le coût de revient et le prix de vente en magasin de chaque modèle en fonction du cadre de collection proposé. </w:t>
      </w:r>
    </w:p>
    <w:p w:rsidR="00C00184" w:rsidRDefault="00C00184" w:rsidP="00C00184">
      <w:pPr>
        <w:ind w:left="142"/>
      </w:pPr>
    </w:p>
    <w:p w:rsidR="00C00184" w:rsidRDefault="00C00184" w:rsidP="00C00184">
      <w:pPr>
        <w:pStyle w:val="Paragraphedeliste"/>
        <w:numPr>
          <w:ilvl w:val="0"/>
          <w:numId w:val="10"/>
        </w:numPr>
      </w:pPr>
      <w:r>
        <w:t>Réaliser un tableau de synthèse mettant en évidence les valeurs caractéristiques de calcul des différents modèles afin de comparer leurs résultats</w:t>
      </w:r>
      <w:r w:rsidR="0038126E">
        <w:t xml:space="preserve"> </w:t>
      </w:r>
      <w:r w:rsidR="0038126E">
        <w:rPr>
          <w:rStyle w:val="Appeldenotedefin"/>
        </w:rPr>
        <w:endnoteReference w:id="1"/>
      </w:r>
    </w:p>
    <w:p w:rsidR="00C00184" w:rsidRDefault="00C00184" w:rsidP="00C00184">
      <w:pPr>
        <w:pStyle w:val="Paragraphedeliste"/>
      </w:pPr>
    </w:p>
    <w:p w:rsidR="00C00184" w:rsidRDefault="00C00184" w:rsidP="00C00184">
      <w:pPr>
        <w:pStyle w:val="Paragraphedeliste"/>
        <w:numPr>
          <w:ilvl w:val="0"/>
          <w:numId w:val="10"/>
        </w:numPr>
      </w:pPr>
      <w:r>
        <w:t xml:space="preserve">Sur le même tableau, calculer le chiffre d’affaires et la marge </w:t>
      </w:r>
      <w:r w:rsidR="00E3706C">
        <w:t xml:space="preserve">brute </w:t>
      </w:r>
      <w:r>
        <w:t>totale pour chaque modèle de cette ligne.</w:t>
      </w:r>
      <w:r w:rsidR="00307182">
        <w:t xml:space="preserve"> Représenter graphiquement les marges dégagées par les différents modèles.</w:t>
      </w:r>
    </w:p>
    <w:p w:rsidR="00C00184" w:rsidRPr="00EC4571" w:rsidRDefault="00C00184" w:rsidP="00C00184"/>
    <w:p w:rsidR="00C00184" w:rsidRDefault="00C00184" w:rsidP="00C00184">
      <w:pPr>
        <w:pStyle w:val="Paragraphedeliste"/>
        <w:numPr>
          <w:ilvl w:val="0"/>
          <w:numId w:val="10"/>
        </w:numPr>
      </w:pPr>
      <w:r w:rsidRPr="00C00184">
        <w:rPr>
          <w:color w:val="000000"/>
        </w:rPr>
        <w:t>C</w:t>
      </w:r>
      <w:r>
        <w:t>alculer le taux de marge global de la collection tous modèles confondus.</w:t>
      </w:r>
    </w:p>
    <w:p w:rsidR="00C00184" w:rsidRDefault="00C00184" w:rsidP="00C00184">
      <w:pPr>
        <w:pStyle w:val="Paragraphedeliste"/>
      </w:pPr>
    </w:p>
    <w:p w:rsidR="00C00184" w:rsidRPr="00167F18" w:rsidRDefault="00C00184" w:rsidP="00C00184">
      <w:pPr>
        <w:pStyle w:val="Paragraphedeliste"/>
        <w:numPr>
          <w:ilvl w:val="0"/>
          <w:numId w:val="10"/>
        </w:numPr>
      </w:pPr>
      <w:r>
        <w:t>Commenter les résultats.</w:t>
      </w:r>
    </w:p>
    <w:p w:rsidR="00C00184" w:rsidRDefault="00C00184" w:rsidP="00C00184"/>
    <w:p w:rsidR="00E3706C" w:rsidRDefault="00E3706C" w:rsidP="00C00184"/>
    <w:p w:rsidR="00E3706C" w:rsidRDefault="00E3706C" w:rsidP="00C00184">
      <w:r>
        <w:t>Remarque : Dans cette étude la marge brute comprend les frais de distribution.</w:t>
      </w:r>
      <w:bookmarkStart w:id="1" w:name="_GoBack"/>
      <w:bookmarkEnd w:id="1"/>
    </w:p>
    <w:p w:rsidR="00C00184" w:rsidRDefault="00C00184" w:rsidP="00C00184"/>
    <w:p w:rsidR="00C21556" w:rsidRDefault="00C21556">
      <w:pPr>
        <w:rPr>
          <w:rFonts w:eastAsiaTheme="majorEastAsia"/>
          <w:b/>
          <w:bCs/>
          <w:kern w:val="28"/>
          <w:sz w:val="44"/>
          <w:szCs w:val="32"/>
        </w:rPr>
      </w:pPr>
      <w:r>
        <w:br w:type="page"/>
      </w:r>
    </w:p>
    <w:p w:rsidR="00C00184" w:rsidRPr="00EF770B" w:rsidRDefault="00C00184" w:rsidP="00C21556">
      <w:pPr>
        <w:pStyle w:val="Titre"/>
      </w:pPr>
      <w:r w:rsidRPr="00EF770B">
        <w:t>DONNÉES TECHNIQUES</w:t>
      </w:r>
    </w:p>
    <w:p w:rsidR="00C00184" w:rsidRDefault="00C00184" w:rsidP="00C00184">
      <w:pPr>
        <w:pStyle w:val="Titre1"/>
      </w:pPr>
      <w:r w:rsidRPr="003572E2">
        <w:t xml:space="preserve">CADRE DE COLLECTION </w:t>
      </w:r>
      <w:r>
        <w:t>printemps été</w:t>
      </w:r>
      <w:r w:rsidRPr="003572E2">
        <w:t xml:space="preserve"> 2013</w:t>
      </w:r>
    </w:p>
    <w:p w:rsidR="00C00184" w:rsidRPr="003572E2" w:rsidRDefault="00C00184" w:rsidP="00C00184">
      <w:pPr>
        <w:pStyle w:val="Sous-titre"/>
        <w:jc w:val="left"/>
      </w:pPr>
      <w:r>
        <w:t>Marque : ATOUT’MOD</w:t>
      </w:r>
    </w:p>
    <w:p w:rsidR="00C00184" w:rsidRDefault="00C00184" w:rsidP="00C00184">
      <w:pPr>
        <w:pStyle w:val="schema"/>
      </w:pPr>
      <w:r>
        <w:t xml:space="preserve">Ces modèles appartiennent à la ligne </w:t>
      </w:r>
      <w:r w:rsidRPr="009B3230">
        <w:rPr>
          <w:b/>
          <w:i/>
        </w:rPr>
        <w:t>BANJO</w:t>
      </w:r>
      <w:r>
        <w:t xml:space="preserve">. Ils utilisent la même forme et le même bloc semelle. 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8"/>
        <w:gridCol w:w="3345"/>
        <w:gridCol w:w="3345"/>
      </w:tblGrid>
      <w:tr w:rsidR="00706F31" w:rsidTr="00706F31">
        <w:trPr>
          <w:trHeight w:val="4000"/>
          <w:jc w:val="center"/>
        </w:trPr>
        <w:tc>
          <w:tcPr>
            <w:tcW w:w="3288" w:type="dxa"/>
          </w:tcPr>
          <w:p w:rsidR="00706F31" w:rsidRPr="00D339A6" w:rsidRDefault="00706F31" w:rsidP="00C00184">
            <w:pPr>
              <w:rPr>
                <w:b/>
                <w:color w:val="1F497D" w:themeColor="text2"/>
                <w:sz w:val="24"/>
                <w:lang w:val="de-DE"/>
              </w:rPr>
            </w:pPr>
            <w:r w:rsidRPr="00D339A6">
              <w:rPr>
                <w:b/>
                <w:noProof/>
                <w:color w:val="1F497D" w:themeColor="text2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0" allowOverlap="1" wp14:anchorId="56FC5567" wp14:editId="296546CE">
                      <wp:simplePos x="0" y="0"/>
                      <wp:positionH relativeFrom="column">
                        <wp:posOffset>1929228</wp:posOffset>
                      </wp:positionH>
                      <wp:positionV relativeFrom="paragraph">
                        <wp:posOffset>339627</wp:posOffset>
                      </wp:positionV>
                      <wp:extent cx="1907540" cy="1231265"/>
                      <wp:effectExtent l="0" t="0" r="16510" b="26035"/>
                      <wp:wrapNone/>
                      <wp:docPr id="44" name="Grou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7540" cy="1231265"/>
                                <a:chOff x="8234" y="2414"/>
                                <a:chExt cx="3004" cy="1939"/>
                              </a:xfrm>
                            </wpg:grpSpPr>
                            <wps:wsp>
                              <wps:cNvPr id="45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34" y="3082"/>
                                  <a:ext cx="2964" cy="1238"/>
                                </a:xfrm>
                                <a:custGeom>
                                  <a:avLst/>
                                  <a:gdLst>
                                    <a:gd name="T0" fmla="*/ 0 w 2964"/>
                                    <a:gd name="T1" fmla="*/ 1139 h 1238"/>
                                    <a:gd name="T2" fmla="*/ 239 w 2964"/>
                                    <a:gd name="T3" fmla="*/ 1238 h 1238"/>
                                    <a:gd name="T4" fmla="*/ 1338 w 2964"/>
                                    <a:gd name="T5" fmla="*/ 1127 h 1238"/>
                                    <a:gd name="T6" fmla="*/ 1608 w 2964"/>
                                    <a:gd name="T7" fmla="*/ 902 h 1238"/>
                                    <a:gd name="T8" fmla="*/ 2084 w 2964"/>
                                    <a:gd name="T9" fmla="*/ 422 h 1238"/>
                                    <a:gd name="T10" fmla="*/ 2964 w 2964"/>
                                    <a:gd name="T11" fmla="*/ 0 h 12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64" h="1238">
                                      <a:moveTo>
                                        <a:pt x="0" y="1139"/>
                                      </a:moveTo>
                                      <a:cubicBezTo>
                                        <a:pt x="81" y="1169"/>
                                        <a:pt x="144" y="1202"/>
                                        <a:pt x="239" y="1238"/>
                                      </a:cubicBezTo>
                                      <a:cubicBezTo>
                                        <a:pt x="477" y="1211"/>
                                        <a:pt x="1110" y="1151"/>
                                        <a:pt x="1338" y="1127"/>
                                      </a:cubicBezTo>
                                      <a:cubicBezTo>
                                        <a:pt x="1566" y="1103"/>
                                        <a:pt x="1485" y="1057"/>
                                        <a:pt x="1608" y="902"/>
                                      </a:cubicBezTo>
                                      <a:cubicBezTo>
                                        <a:pt x="1731" y="747"/>
                                        <a:pt x="1856" y="574"/>
                                        <a:pt x="2084" y="422"/>
                                      </a:cubicBezTo>
                                      <a:cubicBezTo>
                                        <a:pt x="2312" y="270"/>
                                        <a:pt x="2804" y="109"/>
                                        <a:pt x="2964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50" y="2414"/>
                                  <a:ext cx="588" cy="671"/>
                                </a:xfrm>
                                <a:custGeom>
                                  <a:avLst/>
                                  <a:gdLst>
                                    <a:gd name="T0" fmla="*/ 0 w 588"/>
                                    <a:gd name="T1" fmla="*/ 179 h 671"/>
                                    <a:gd name="T2" fmla="*/ 345 w 588"/>
                                    <a:gd name="T3" fmla="*/ 50 h 671"/>
                                    <a:gd name="T4" fmla="*/ 530 w 588"/>
                                    <a:gd name="T5" fmla="*/ 399 h 671"/>
                                    <a:gd name="T6" fmla="*/ 547 w 588"/>
                                    <a:gd name="T7" fmla="*/ 671 h 6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8" h="671">
                                      <a:moveTo>
                                        <a:pt x="0" y="179"/>
                                      </a:moveTo>
                                      <a:cubicBezTo>
                                        <a:pt x="185" y="121"/>
                                        <a:pt x="311" y="0"/>
                                        <a:pt x="345" y="50"/>
                                      </a:cubicBezTo>
                                      <a:cubicBezTo>
                                        <a:pt x="379" y="100"/>
                                        <a:pt x="471" y="244"/>
                                        <a:pt x="530" y="399"/>
                                      </a:cubicBezTo>
                                      <a:cubicBezTo>
                                        <a:pt x="588" y="553"/>
                                        <a:pt x="564" y="548"/>
                                        <a:pt x="547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3" y="2468"/>
                                  <a:ext cx="2012" cy="1432"/>
                                </a:xfrm>
                                <a:custGeom>
                                  <a:avLst/>
                                  <a:gdLst>
                                    <a:gd name="T0" fmla="*/ 1982 w 2012"/>
                                    <a:gd name="T1" fmla="*/ 0 h 1432"/>
                                    <a:gd name="T2" fmla="*/ 615 w 2012"/>
                                    <a:gd name="T3" fmla="*/ 1237 h 1432"/>
                                    <a:gd name="T4" fmla="*/ 60 w 2012"/>
                                    <a:gd name="T5" fmla="*/ 1357 h 1432"/>
                                    <a:gd name="T6" fmla="*/ 232 w 2012"/>
                                    <a:gd name="T7" fmla="*/ 1215 h 14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012" h="1432">
                                      <a:moveTo>
                                        <a:pt x="1982" y="0"/>
                                      </a:moveTo>
                                      <a:cubicBezTo>
                                        <a:pt x="2012" y="87"/>
                                        <a:pt x="715" y="1102"/>
                                        <a:pt x="615" y="1237"/>
                                      </a:cubicBezTo>
                                      <a:cubicBezTo>
                                        <a:pt x="515" y="1372"/>
                                        <a:pt x="120" y="1432"/>
                                        <a:pt x="60" y="1357"/>
                                      </a:cubicBezTo>
                                      <a:cubicBezTo>
                                        <a:pt x="0" y="1282"/>
                                        <a:pt x="142" y="1240"/>
                                        <a:pt x="232" y="12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8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237" y="3735"/>
                                  <a:ext cx="2853" cy="618"/>
                                  <a:chOff x="1377" y="3735"/>
                                  <a:chExt cx="2853" cy="618"/>
                                </a:xfrm>
                              </wpg:grpSpPr>
                              <wps:wsp>
                                <wps:cNvPr id="49" name="Freeform 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80" y="3735"/>
                                    <a:ext cx="863" cy="480"/>
                                  </a:xfrm>
                                  <a:custGeom>
                                    <a:avLst/>
                                    <a:gdLst>
                                      <a:gd name="T0" fmla="*/ 0 w 863"/>
                                      <a:gd name="T1" fmla="*/ 480 h 480"/>
                                      <a:gd name="T2" fmla="*/ 102 w 863"/>
                                      <a:gd name="T3" fmla="*/ 300 h 480"/>
                                      <a:gd name="T4" fmla="*/ 645 w 863"/>
                                      <a:gd name="T5" fmla="*/ 160 h 480"/>
                                      <a:gd name="T6" fmla="*/ 863 w 863"/>
                                      <a:gd name="T7" fmla="*/ 0 h 48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863" h="480">
                                        <a:moveTo>
                                          <a:pt x="0" y="480"/>
                                        </a:moveTo>
                                        <a:cubicBezTo>
                                          <a:pt x="17" y="450"/>
                                          <a:pt x="42" y="396"/>
                                          <a:pt x="102" y="300"/>
                                        </a:cubicBezTo>
                                        <a:cubicBezTo>
                                          <a:pt x="270" y="264"/>
                                          <a:pt x="518" y="210"/>
                                          <a:pt x="645" y="160"/>
                                        </a:cubicBezTo>
                                        <a:cubicBezTo>
                                          <a:pt x="772" y="110"/>
                                          <a:pt x="818" y="32"/>
                                          <a:pt x="86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Freeform 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77" y="4053"/>
                                    <a:ext cx="2853" cy="300"/>
                                  </a:xfrm>
                                  <a:custGeom>
                                    <a:avLst/>
                                    <a:gdLst>
                                      <a:gd name="T0" fmla="*/ 0 w 2853"/>
                                      <a:gd name="T1" fmla="*/ 165 h 300"/>
                                      <a:gd name="T2" fmla="*/ 6 w 2853"/>
                                      <a:gd name="T3" fmla="*/ 204 h 300"/>
                                      <a:gd name="T4" fmla="*/ 234 w 2853"/>
                                      <a:gd name="T5" fmla="*/ 300 h 300"/>
                                      <a:gd name="T6" fmla="*/ 573 w 2853"/>
                                      <a:gd name="T7" fmla="*/ 260 h 300"/>
                                      <a:gd name="T8" fmla="*/ 1451 w 2853"/>
                                      <a:gd name="T9" fmla="*/ 185 h 300"/>
                                      <a:gd name="T10" fmla="*/ 1946 w 2853"/>
                                      <a:gd name="T11" fmla="*/ 87 h 300"/>
                                      <a:gd name="T12" fmla="*/ 2853 w 2853"/>
                                      <a:gd name="T13" fmla="*/ 0 h 3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853" h="300">
                                        <a:moveTo>
                                          <a:pt x="0" y="165"/>
                                        </a:moveTo>
                                        <a:cubicBezTo>
                                          <a:pt x="3" y="172"/>
                                          <a:pt x="0" y="180"/>
                                          <a:pt x="6" y="204"/>
                                        </a:cubicBezTo>
                                        <a:cubicBezTo>
                                          <a:pt x="90" y="240"/>
                                          <a:pt x="141" y="270"/>
                                          <a:pt x="234" y="300"/>
                                        </a:cubicBezTo>
                                        <a:cubicBezTo>
                                          <a:pt x="333" y="294"/>
                                          <a:pt x="436" y="272"/>
                                          <a:pt x="573" y="260"/>
                                        </a:cubicBezTo>
                                        <a:cubicBezTo>
                                          <a:pt x="776" y="241"/>
                                          <a:pt x="1222" y="214"/>
                                          <a:pt x="1451" y="185"/>
                                        </a:cubicBezTo>
                                        <a:cubicBezTo>
                                          <a:pt x="1680" y="156"/>
                                          <a:pt x="1712" y="118"/>
                                          <a:pt x="1946" y="87"/>
                                        </a:cubicBezTo>
                                        <a:cubicBezTo>
                                          <a:pt x="2180" y="56"/>
                                          <a:pt x="2658" y="15"/>
                                          <a:pt x="285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Freeform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39" y="4062"/>
                                    <a:ext cx="435" cy="63"/>
                                  </a:xfrm>
                                  <a:custGeom>
                                    <a:avLst/>
                                    <a:gdLst>
                                      <a:gd name="T0" fmla="*/ 0 w 435"/>
                                      <a:gd name="T1" fmla="*/ 0 h 63"/>
                                      <a:gd name="T2" fmla="*/ 153 w 435"/>
                                      <a:gd name="T3" fmla="*/ 63 h 63"/>
                                      <a:gd name="T4" fmla="*/ 435 w 435"/>
                                      <a:gd name="T5" fmla="*/ 39 h 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35" h="63">
                                        <a:moveTo>
                                          <a:pt x="0" y="0"/>
                                        </a:moveTo>
                                        <a:cubicBezTo>
                                          <a:pt x="25" y="10"/>
                                          <a:pt x="90" y="36"/>
                                          <a:pt x="153" y="63"/>
                                        </a:cubicBezTo>
                                        <a:cubicBezTo>
                                          <a:pt x="255" y="51"/>
                                          <a:pt x="386" y="42"/>
                                          <a:pt x="435" y="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1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23" y="4119"/>
                                    <a:ext cx="60" cy="198"/>
                                  </a:xfrm>
                                  <a:custGeom>
                                    <a:avLst/>
                                    <a:gdLst>
                                      <a:gd name="T0" fmla="*/ 60 w 60"/>
                                      <a:gd name="T1" fmla="*/ 0 h 198"/>
                                      <a:gd name="T2" fmla="*/ 0 w 60"/>
                                      <a:gd name="T3" fmla="*/ 198 h 1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60" h="198">
                                        <a:moveTo>
                                          <a:pt x="60" y="0"/>
                                        </a:moveTo>
                                        <a:cubicBezTo>
                                          <a:pt x="33" y="83"/>
                                          <a:pt x="7" y="166"/>
                                          <a:pt x="0" y="19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1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3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91" y="3084"/>
                                  <a:ext cx="1417" cy="1086"/>
                                  <a:chOff x="2931" y="3084"/>
                                  <a:chExt cx="1417" cy="1086"/>
                                </a:xfrm>
                              </wpg:grpSpPr>
                              <wps:wsp>
                                <wps:cNvPr id="54" name="Freeform 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61" y="3084"/>
                                    <a:ext cx="787" cy="1086"/>
                                  </a:xfrm>
                                  <a:custGeom>
                                    <a:avLst/>
                                    <a:gdLst>
                                      <a:gd name="T0" fmla="*/ 787 w 787"/>
                                      <a:gd name="T1" fmla="*/ 0 h 1086"/>
                                      <a:gd name="T2" fmla="*/ 672 w 787"/>
                                      <a:gd name="T3" fmla="*/ 1029 h 1086"/>
                                      <a:gd name="T4" fmla="*/ 3 w 787"/>
                                      <a:gd name="T5" fmla="*/ 1086 h 1086"/>
                                      <a:gd name="T6" fmla="*/ 3 w 787"/>
                                      <a:gd name="T7" fmla="*/ 1041 h 10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787" h="1086">
                                        <a:moveTo>
                                          <a:pt x="787" y="0"/>
                                        </a:moveTo>
                                        <a:cubicBezTo>
                                          <a:pt x="768" y="171"/>
                                          <a:pt x="697" y="812"/>
                                          <a:pt x="672" y="1029"/>
                                        </a:cubicBezTo>
                                        <a:cubicBezTo>
                                          <a:pt x="553" y="1037"/>
                                          <a:pt x="115" y="1085"/>
                                          <a:pt x="3" y="1086"/>
                                        </a:cubicBezTo>
                                        <a:cubicBezTo>
                                          <a:pt x="0" y="1065"/>
                                          <a:pt x="5" y="1050"/>
                                          <a:pt x="3" y="104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31" y="3960"/>
                                    <a:ext cx="1308" cy="156"/>
                                  </a:xfrm>
                                  <a:custGeom>
                                    <a:avLst/>
                                    <a:gdLst>
                                      <a:gd name="T0" fmla="*/ 1308 w 1308"/>
                                      <a:gd name="T1" fmla="*/ 0 h 156"/>
                                      <a:gd name="T2" fmla="*/ 0 w 1308"/>
                                      <a:gd name="T3" fmla="*/ 156 h 1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308" h="156">
                                        <a:moveTo>
                                          <a:pt x="1308" y="0"/>
                                        </a:moveTo>
                                        <a:cubicBezTo>
                                          <a:pt x="1112" y="18"/>
                                          <a:pt x="216" y="72"/>
                                          <a:pt x="0" y="15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48" y="4028"/>
                                    <a:ext cx="1110" cy="127"/>
                                  </a:xfrm>
                                  <a:custGeom>
                                    <a:avLst/>
                                    <a:gdLst>
                                      <a:gd name="T0" fmla="*/ 1110 w 1110"/>
                                      <a:gd name="T1" fmla="*/ 0 h 127"/>
                                      <a:gd name="T2" fmla="*/ 0 w 1110"/>
                                      <a:gd name="T3" fmla="*/ 127 h 1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110" h="127">
                                        <a:moveTo>
                                          <a:pt x="1110" y="0"/>
                                        </a:moveTo>
                                        <a:cubicBezTo>
                                          <a:pt x="645" y="37"/>
                                          <a:pt x="337" y="67"/>
                                          <a:pt x="0" y="1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76" y="3897"/>
                                    <a:ext cx="1266" cy="144"/>
                                  </a:xfrm>
                                  <a:custGeom>
                                    <a:avLst/>
                                    <a:gdLst>
                                      <a:gd name="T0" fmla="*/ 1266 w 1266"/>
                                      <a:gd name="T1" fmla="*/ 0 h 144"/>
                                      <a:gd name="T2" fmla="*/ 0 w 1266"/>
                                      <a:gd name="T3" fmla="*/ 144 h 1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266" h="144">
                                        <a:moveTo>
                                          <a:pt x="1266" y="0"/>
                                        </a:moveTo>
                                        <a:cubicBezTo>
                                          <a:pt x="1077" y="20"/>
                                          <a:pt x="192" y="84"/>
                                          <a:pt x="0" y="14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Freeform 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42" y="3840"/>
                                    <a:ext cx="1218" cy="132"/>
                                  </a:xfrm>
                                  <a:custGeom>
                                    <a:avLst/>
                                    <a:gdLst>
                                      <a:gd name="T0" fmla="*/ 1218 w 1218"/>
                                      <a:gd name="T1" fmla="*/ 0 h 132"/>
                                      <a:gd name="T2" fmla="*/ 0 w 1218"/>
                                      <a:gd name="T3" fmla="*/ 132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218" h="132">
                                        <a:moveTo>
                                          <a:pt x="1218" y="0"/>
                                        </a:moveTo>
                                        <a:cubicBezTo>
                                          <a:pt x="1022" y="18"/>
                                          <a:pt x="198" y="63"/>
                                          <a:pt x="0" y="13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" name="Freeform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02" y="3786"/>
                                    <a:ext cx="1164" cy="120"/>
                                  </a:xfrm>
                                  <a:custGeom>
                                    <a:avLst/>
                                    <a:gdLst>
                                      <a:gd name="T0" fmla="*/ 1164 w 1164"/>
                                      <a:gd name="T1" fmla="*/ 0 h 120"/>
                                      <a:gd name="T2" fmla="*/ 0 w 1164"/>
                                      <a:gd name="T3" fmla="*/ 120 h 1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164" h="120">
                                        <a:moveTo>
                                          <a:pt x="1164" y="0"/>
                                        </a:moveTo>
                                        <a:cubicBezTo>
                                          <a:pt x="963" y="22"/>
                                          <a:pt x="186" y="72"/>
                                          <a:pt x="0" y="12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Freeform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47" y="3735"/>
                                    <a:ext cx="1122" cy="114"/>
                                  </a:xfrm>
                                  <a:custGeom>
                                    <a:avLst/>
                                    <a:gdLst>
                                      <a:gd name="T0" fmla="*/ 1122 w 1122"/>
                                      <a:gd name="T1" fmla="*/ 0 h 114"/>
                                      <a:gd name="T2" fmla="*/ 0 w 1122"/>
                                      <a:gd name="T3" fmla="*/ 114 h 1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122" h="114">
                                        <a:moveTo>
                                          <a:pt x="1122" y="0"/>
                                        </a:moveTo>
                                        <a:cubicBezTo>
                                          <a:pt x="926" y="18"/>
                                          <a:pt x="126" y="69"/>
                                          <a:pt x="0" y="11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" name="Freeform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83" y="3684"/>
                                    <a:ext cx="1098" cy="117"/>
                                  </a:xfrm>
                                  <a:custGeom>
                                    <a:avLst/>
                                    <a:gdLst>
                                      <a:gd name="T0" fmla="*/ 1098 w 1098"/>
                                      <a:gd name="T1" fmla="*/ 0 h 117"/>
                                      <a:gd name="T2" fmla="*/ 198 w 1098"/>
                                      <a:gd name="T3" fmla="*/ 81 h 117"/>
                                      <a:gd name="T4" fmla="*/ 0 w 1098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98" h="117">
                                        <a:moveTo>
                                          <a:pt x="1098" y="0"/>
                                        </a:moveTo>
                                        <a:cubicBezTo>
                                          <a:pt x="948" y="16"/>
                                          <a:pt x="381" y="62"/>
                                          <a:pt x="198" y="81"/>
                                        </a:cubicBezTo>
                                        <a:cubicBezTo>
                                          <a:pt x="15" y="100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Freeform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13" y="3633"/>
                                    <a:ext cx="1062" cy="117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Freeform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67" y="3585"/>
                                    <a:ext cx="1005" cy="111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21" y="3546"/>
                                    <a:ext cx="963" cy="105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Freeform 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66" y="3504"/>
                                    <a:ext cx="927" cy="99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Freeform 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29" y="3462"/>
                                    <a:ext cx="870" cy="90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Freeform 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04" y="3420"/>
                                    <a:ext cx="798" cy="84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Freeform 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82" y="3378"/>
                                    <a:ext cx="726" cy="72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9" y="3336"/>
                                    <a:ext cx="612" cy="60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" name="Freeform 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07" y="3286"/>
                                    <a:ext cx="501" cy="56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Freeform 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33" y="3243"/>
                                    <a:ext cx="387" cy="48"/>
                                  </a:xfrm>
                                  <a:custGeom>
                                    <a:avLst/>
                                    <a:gdLst>
                                      <a:gd name="T0" fmla="*/ 387 w 387"/>
                                      <a:gd name="T1" fmla="*/ 0 h 48"/>
                                      <a:gd name="T2" fmla="*/ 71 w 387"/>
                                      <a:gd name="T3" fmla="*/ 31 h 48"/>
                                      <a:gd name="T4" fmla="*/ 0 w 387"/>
                                      <a:gd name="T5" fmla="*/ 48 h 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87" h="48">
                                        <a:moveTo>
                                          <a:pt x="387" y="0"/>
                                        </a:moveTo>
                                        <a:cubicBezTo>
                                          <a:pt x="333" y="8"/>
                                          <a:pt x="135" y="23"/>
                                          <a:pt x="71" y="31"/>
                                        </a:cubicBezTo>
                                        <a:cubicBezTo>
                                          <a:pt x="7" y="39"/>
                                          <a:pt x="15" y="45"/>
                                          <a:pt x="0" y="4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Freeform 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71" y="3198"/>
                                    <a:ext cx="261" cy="39"/>
                                  </a:xfrm>
                                  <a:custGeom>
                                    <a:avLst/>
                                    <a:gdLst>
                                      <a:gd name="T0" fmla="*/ 261 w 261"/>
                                      <a:gd name="T1" fmla="*/ 0 h 39"/>
                                      <a:gd name="T2" fmla="*/ 63 w 261"/>
                                      <a:gd name="T3" fmla="*/ 24 h 39"/>
                                      <a:gd name="T4" fmla="*/ 0 w 261"/>
                                      <a:gd name="T5" fmla="*/ 39 h 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61" h="39">
                                        <a:moveTo>
                                          <a:pt x="261" y="0"/>
                                        </a:moveTo>
                                        <a:cubicBezTo>
                                          <a:pt x="225" y="9"/>
                                          <a:pt x="106" y="18"/>
                                          <a:pt x="63" y="24"/>
                                        </a:cubicBezTo>
                                        <a:cubicBezTo>
                                          <a:pt x="20" y="30"/>
                                          <a:pt x="13" y="36"/>
                                          <a:pt x="0" y="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Freeform 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73" y="3156"/>
                                    <a:ext cx="156" cy="30"/>
                                  </a:xfrm>
                                  <a:custGeom>
                                    <a:avLst/>
                                    <a:gdLst>
                                      <a:gd name="T0" fmla="*/ 156 w 156"/>
                                      <a:gd name="T1" fmla="*/ 0 h 30"/>
                                      <a:gd name="T2" fmla="*/ 63 w 156"/>
                                      <a:gd name="T3" fmla="*/ 15 h 30"/>
                                      <a:gd name="T4" fmla="*/ 0 w 156"/>
                                      <a:gd name="T5" fmla="*/ 30 h 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56" h="30">
                                        <a:moveTo>
                                          <a:pt x="156" y="0"/>
                                        </a:moveTo>
                                        <a:cubicBezTo>
                                          <a:pt x="120" y="9"/>
                                          <a:pt x="89" y="10"/>
                                          <a:pt x="63" y="15"/>
                                        </a:cubicBezTo>
                                        <a:cubicBezTo>
                                          <a:pt x="37" y="20"/>
                                          <a:pt x="13" y="27"/>
                                          <a:pt x="0" y="3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44" o:spid="_x0000_s1026" style="position:absolute;margin-left:151.9pt;margin-top:26.75pt;width:150.2pt;height:96.95pt;z-index:251674624" coordorigin="8234,2414" coordsize="3004,1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" o:allowincell="f">
                      <v:shape id="Freeform 42" o:spid="_x0000_s1027" style="position:absolute;left:8234;top:3082;width:2964;height:1238;visibility:visible;mso-wrap-style:square;v-text-anchor:top" coordsize="2964,1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NMDMMA&#10;AADbAAAADwAAAGRycy9kb3ducmV2LnhtbESPT4vCMBTE78J+h/AWvIimylakGqUKwrI3/x28PZq3&#10;bdnmJTRRq59+Iwgeh5n5DbNYdaYRV2p9bVnBeJSAIC6srrlUcDxshzMQPiBrbCyTgjt5WC0/egvM&#10;tL3xjq77UIoIYZ+hgioEl0npi4oM+pF1xNH7ta3BEGVbSt3iLcJNIydJMpUGa44LFTraVFT87S9G&#10;gXTN+ThIbP1I16k+0SNPf1yuVP+zy+cgAnXhHX61v7WCrxSe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NMDMMAAADbAAAADwAAAAAAAAAAAAAAAACYAgAAZHJzL2Rv&#10;d25yZXYueG1sUEsFBgAAAAAEAAQA9QAAAIgDAAAAAA==&#10;" path="m,1139v81,30,144,63,239,99c477,1211,1110,1151,1338,1127v228,-24,147,-70,270,-225c1731,747,1856,574,2084,422,2312,270,2804,109,2964,e" filled="f">
                        <v:path arrowok="t" o:connecttype="custom" o:connectlocs="0,1139;239,1238;1338,1127;1608,902;2084,422;2964,0" o:connectangles="0,0,0,0,0,0"/>
                      </v:shape>
                      <v:shape id="Freeform 43" o:spid="_x0000_s1028" style="position:absolute;left:10650;top:2414;width:588;height:671;visibility:visible;mso-wrap-style:square;v-text-anchor:top" coordsize="588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BZ1MIA&#10;AADbAAAADwAAAGRycy9kb3ducmV2LnhtbESPQWsCMRSE7wX/Q3gFL0WziohujSItxcWbq3h+bF43&#10;Szcv2yTq9t83guBxmJlvmNWmt624kg+NYwWTcQaCuHK64VrB6fg1WoAIEVlj65gU/FGAzXrwssJc&#10;uxsf6FrGWiQIhxwVmBi7XMpQGbIYxq4jTt638xZjkr6W2uMtwW0rp1k2lxYbTgsGO/owVP2UF6ug&#10;uJDb+cXbfmKmpf88Byya5a9Sw9d++w4iUh+f4Ue70Apmc7h/S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FnUwgAAANsAAAAPAAAAAAAAAAAAAAAAAJgCAABkcnMvZG93&#10;bnJldi54bWxQSwUGAAAAAAQABAD1AAAAhwMAAAAA&#10;" path="m,179c185,121,311,,345,50v34,50,126,194,185,349c588,553,564,548,547,671e" filled="f">
                        <v:path arrowok="t" o:connecttype="custom" o:connectlocs="0,179;345,50;530,399;547,671" o:connectangles="0,0,0,0"/>
                      </v:shape>
                      <v:shape id="Freeform 44" o:spid="_x0000_s1029" style="position:absolute;left:9013;top:2468;width:2012;height:1432;visibility:visible;mso-wrap-style:square;v-text-anchor:top" coordsize="2012,1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/2dcQA&#10;AADbAAAADwAAAGRycy9kb3ducmV2LnhtbESPT2sCMRTE74LfITyhNzdR2iqrUbQgiPRQ/4B6e2ye&#10;u4ubl3WT6vbbN4WCx2FmfsNM562txJ0aXzrWMEgUCOLMmZJzDYf9qj8G4QOywcoxafghD/NZtzPF&#10;1LgHb+m+C7mIEPYpaihCqFMpfVaQRZ+4mjh6F9dYDFE2uTQNPiLcVnKo1Lu0WHJcKLCmj4Ky6+7b&#10;aqDP0/F2Xp3UFy3bN3s0NzWUG61feu1iAiJQG57h//baaHgdwd+X+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/9nXEAAAA2wAAAA8AAAAAAAAAAAAAAAAAmAIAAGRycy9k&#10;b3ducmV2LnhtbFBLBQYAAAAABAAEAPUAAACJAwAAAAA=&#10;" path="m1982,c2012,87,715,1102,615,1237,515,1372,120,1432,60,1357,,1282,142,1240,232,1215e" filled="f">
                        <v:path arrowok="t" o:connecttype="custom" o:connectlocs="1982,0;615,1237;60,1357;232,1215" o:connectangles="0,0,0,0"/>
                      </v:shape>
                      <v:group id="Group 45" o:spid="_x0000_s1030" style="position:absolute;left:8237;top:3735;width:2853;height:618" coordorigin="1377,3735" coordsize="2853,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shape id="Freeform 46" o:spid="_x0000_s1031" style="position:absolute;left:1380;top:3735;width:863;height:480;visibility:visible;mso-wrap-style:square;v-text-anchor:top" coordsize="863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/OMQA&#10;AADbAAAADwAAAGRycy9kb3ducmV2LnhtbESP0WoCMRRE3wv+Q7hCX0pNLFLqapQqCBX6Ut0PuGyu&#10;m8XkZruJ69qvN4VCH4eZOcMs14N3oqcuNoE1TCcKBHEVTMO1hvK4e34DEROyQReYNNwowno1elhi&#10;YcKVv6g/pFpkCMcCNdiU2kLKWFnyGCehJc7eKXQeU5ZdLU2H1wz3Tr4o9So9NpwXLLa0tVSdDxev&#10;oVeb+ezbbtTnj1NTtz+XT7ddqfXjeHhfgEg0pP/wX/vDaJjN4fdL/g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mfzjEAAAA2wAAAA8AAAAAAAAAAAAAAAAAmAIAAGRycy9k&#10;b3ducmV2LnhtbFBLBQYAAAAABAAEAPUAAACJAwAAAAA=&#10;" path="m,480c17,450,42,396,102,300,270,264,518,210,645,160,772,110,818,32,863,e" filled="f">
                          <v:path arrowok="t" o:connecttype="custom" o:connectlocs="0,480;102,300;645,160;863,0" o:connectangles="0,0,0,0"/>
                        </v:shape>
                        <v:shape id="Freeform 47" o:spid="_x0000_s1032" style="position:absolute;left:1377;top:4053;width:2853;height:300;visibility:visible;mso-wrap-style:square;v-text-anchor:top" coordsize="28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cEpcMA&#10;AADbAAAADwAAAGRycy9kb3ducmV2LnhtbERPz2vCMBS+D/wfwhO8zVRlUzrTMhRB2DxMHWy3Z/Ns&#10;6pqX0mS2/vfmMNjx4/u9zHtbiyu1vnKsYDJOQBAXTldcKjgeNo8LED4ga6wdk4IbecizwcMSU+06&#10;/qDrPpQihrBPUYEJoUml9IUhi37sGuLInV1rMUTYllK32MVwW8tpkjxLixXHBoMNrQwVP/tfq2A9&#10;f9t91+br8/1SyG3S7eaHWTgpNRr2ry8gAvXhX/zn3moFT3F9/BJ/gM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cEpcMAAADbAAAADwAAAAAAAAAAAAAAAACYAgAAZHJzL2Rv&#10;d25yZXYueG1sUEsFBgAAAAAEAAQA9QAAAIgDAAAAAA==&#10;" path="m,165v3,7,,15,6,39c90,240,141,270,234,300v99,-6,202,-28,339,-40c776,241,1222,214,1451,185v229,-29,261,-67,495,-98c2180,56,2658,15,2853,e" filled="f">
                          <v:path arrowok="t" o:connecttype="custom" o:connectlocs="0,165;6,204;234,300;573,260;1451,185;1946,87;2853,0" o:connectangles="0,0,0,0,0,0,0"/>
                        </v:shape>
                        <v:shape id="Freeform 48" o:spid="_x0000_s1033" style="position:absolute;left:1539;top:4062;width:435;height:63;visibility:visible;mso-wrap-style:square;v-text-anchor:top" coordsize="435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6mDsIA&#10;AADbAAAADwAAAGRycy9kb3ducmV2LnhtbESP3WoCMRSE7wXfIRzBG9GshS1lNYo/tfS2ax/gsDnu&#10;RpOTZRN19embQqGXw8x8wyzXvbPiRl0wnhXMZxkI4sprw7WC7+Nh+gYiRGSN1jMpeFCA9Wo4WGKh&#10;/Z2/6FbGWiQIhwIVNDG2hZShashhmPmWOHkn3zmMSXa11B3eE9xZ+ZJlr9Kh4bTQYEu7hqpLeXUK&#10;nvlHdraXib5u231v38mYHI1S41G/WYCI1Mf/8F/7UyvI5/D7Jf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qYOwgAAANsAAAAPAAAAAAAAAAAAAAAAAJgCAABkcnMvZG93&#10;bnJldi54bWxQSwUGAAAAAAQABAD1AAAAhwMAAAAA&#10;" path="m,c25,10,90,36,153,63,255,51,386,42,435,39e" filled="f" strokeweight=".25pt">
                          <v:path arrowok="t" o:connecttype="custom" o:connectlocs="0,0;153,63;435,39" o:connectangles="0,0,0"/>
                        </v:shape>
                        <v:shape id="Freeform 49" o:spid="_x0000_s1034" style="position:absolute;left:1623;top:4119;width:60;height:198;visibility:visible;mso-wrap-style:square;v-text-anchor:top" coordsize="60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8nMUA&#10;AADbAAAADwAAAGRycy9kb3ducmV2LnhtbESPQWvCQBSE7wX/w/IEb3WjaJE0G9FCRbCXJh7q7Zl9&#10;TUKzb0N2Y+K/7xYKHoeZ+YZJtqNpxI06V1tWsJhHIIgLq2suFZzz9+cNCOeRNTaWScGdHGzTyVOC&#10;sbYDf9It86UIEHYxKqi8b2MpXVGRQTe3LXHwvm1n0AfZlVJ3OAS4aeQyil6kwZrDQoUtvVVU/GS9&#10;UYAfMr8MfXu5fvWrw+KYnfa5uyo1m467VxCeRv8I/7ePWsF6CX9fwg+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NrycxQAAANsAAAAPAAAAAAAAAAAAAAAAAJgCAABkcnMv&#10;ZG93bnJldi54bWxQSwUGAAAAAAQABAD1AAAAigMAAAAA&#10;" path="m60,c33,83,7,166,,198e" filled="f" strokeweight=".25pt">
                          <v:path arrowok="t" o:connecttype="custom" o:connectlocs="60,0;0,198" o:connectangles="0,0"/>
                        </v:shape>
                      </v:group>
                      <v:group id="Group 50" o:spid="_x0000_s1035" style="position:absolute;left:9791;top:3084;width:1417;height:1086" coordorigin="2931,3084" coordsize="1417,1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<v:shape id="Freeform 51" o:spid="_x0000_s1036" style="position:absolute;left:3561;top:3084;width:787;height:1086;visibility:visible;mso-wrap-style:square;v-text-anchor:top" coordsize="787,1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5u2cYA&#10;AADbAAAADwAAAGRycy9kb3ducmV2LnhtbESPT2vCQBTE70K/w/IKXkQ3Fv+RukoRCirNQaugt9fs&#10;axLMvg3ZNcZ+erdQ6HGYmd8w82VrStFQ7QrLCoaDCARxanXBmYLD53t/BsJ5ZI2lZVJwJwfLxVNn&#10;jrG2N95Rs/eZCBB2MSrIva9iKV2ak0E3sBVx8L5tbdAHWWdS13gLcFPKlyiaSIMFh4UcK1rllF72&#10;VxMotnfaHJNz8nP9aJLLrJhuq/GXUt3n9u0VhKfW/4f/2mutYDyC3y/hB8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5u2cYAAADbAAAADwAAAAAAAAAAAAAAAACYAgAAZHJz&#10;L2Rvd25yZXYueG1sUEsFBgAAAAAEAAQA9QAAAIsDAAAAAA==&#10;" path="m787,c768,171,697,812,672,1029v-119,8,-557,56,-669,57c,1065,5,1050,3,1041e" filled="f">
                          <v:path arrowok="t" o:connecttype="custom" o:connectlocs="787,0;672,1029;3,1086;3,1041" o:connectangles="0,0,0,0"/>
                        </v:shape>
                        <v:shape id="Freeform 52" o:spid="_x0000_s1037" style="position:absolute;left:2931;top:3960;width:1308;height:156;visibility:visible;mso-wrap-style:square;v-text-anchor:top" coordsize="130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oecMA&#10;AADbAAAADwAAAGRycy9kb3ducmV2LnhtbESPQWvCQBSE74X+h+UVeqsbC5GSugkiVezJNgaKt8fu&#10;Mwlm34bsqvHfuwXB4zAz3zDzYrSdONPgW8cKppMEBLF2puVaQbVbvX2A8AHZYOeYFFzJQ5E/P80x&#10;M+7Cv3QuQy0ihH2GCpoQ+kxKrxuy6CeuJ47ewQ0WQ5RDLc2Alwi3nXxPkpm02HJcaLCnZUP6WJ6s&#10;gp+vPznuCY86rcpkpb+3p2p9UOr1ZVx8ggg0hkf43t4YBWkK/1/iD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aoecMAAADbAAAADwAAAAAAAAAAAAAAAACYAgAAZHJzL2Rv&#10;d25yZXYueG1sUEsFBgAAAAAEAAQA9QAAAIgDAAAAAA==&#10;" path="m1308,c1112,18,216,72,,156e" filled="f" strokeweight="0">
                          <v:stroke dashstyle="longDash"/>
                          <v:path arrowok="t" o:connecttype="custom" o:connectlocs="1308,0;0,156" o:connectangles="0,0"/>
                        </v:shape>
                        <v:shape id="Freeform 53" o:spid="_x0000_s1038" style="position:absolute;left:2948;top:4028;width:1110;height:127;visibility:visible;mso-wrap-style:square;v-text-anchor:top" coordsize="1110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WgMUA&#10;AADbAAAADwAAAGRycy9kb3ducmV2LnhtbESPQWvCQBSE74X+h+UVeqsbC01LdBUbEISAUquCt0f2&#10;mUSzb0N2TdL+ercg9DjMzDfMdD6YWnTUusqygvEoAkGcW11xoWD3vXz5AOE8ssbaMin4IQfz2ePD&#10;FBNte/6ibusLESDsElRQet8kUrq8JINuZBvi4J1sa9AH2RZSt9gHuKnlaxTF0mDFYaHEhtKS8sv2&#10;ahQcPs/8rvfN/jfNNvV6kdGROlLq+WlYTEB4Gvx/+N5eaQVvMfx9C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QJaAxQAAANsAAAAPAAAAAAAAAAAAAAAAAJgCAABkcnMv&#10;ZG93bnJldi54bWxQSwUGAAAAAAQABAD1AAAAigMAAAAA&#10;" path="m1110,c645,37,337,67,,127e" filled="f" strokeweight=".5pt">
                          <v:path arrowok="t" o:connecttype="custom" o:connectlocs="1110,0;0,127" o:connectangles="0,0"/>
                        </v:shape>
                        <v:shape id="Freeform 54" o:spid="_x0000_s1039" style="position:absolute;left:2976;top:3897;width:1266;height:144;visibility:visible;mso-wrap-style:square;v-text-anchor:top" coordsize="126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AvcEA&#10;AADbAAAADwAAAGRycy9kb3ducmV2LnhtbESP3YrCMBSE7xd8h3AEb0RTBf+qUcTuil5afYBDc2yr&#10;zUlpota3NwsLeznMzDfMatOaSjypcaVlBaNhBII4s7rkXMHl/DOYg3AeWWNlmRS8ycFm3flaYazt&#10;i0/0TH0uAoRdjAoK7+tYSpcVZNANbU0cvKttDPogm1zqBl8Bbio5jqKpNFhyWCiwpl1B2T19GAXU&#10;fu9tMpN5mixux31/WvpEvpXqddvtEoSn1v+H/9oHrWAyg98v4QfI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aQL3BAAAA2wAAAA8AAAAAAAAAAAAAAAAAmAIAAGRycy9kb3du&#10;cmV2LnhtbFBLBQYAAAAABAAEAPUAAACGAwAAAAA=&#10;" path="m1266,c1077,20,192,84,,144e" filled="f" strokeweight="0">
                          <v:stroke dashstyle="longDash"/>
                          <v:path arrowok="t" o:connecttype="custom" o:connectlocs="1266,0;0,144" o:connectangles="0,0"/>
                        </v:shape>
                        <v:shape id="Freeform 55" o:spid="_x0000_s1040" style="position:absolute;left:3042;top:3840;width:1218;height:132;visibility:visible;mso-wrap-style:square;v-text-anchor:top" coordsize="121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FQUMIA&#10;AADbAAAADwAAAGRycy9kb3ducmV2LnhtbERPXWvCMBR9F/Yfwh3sbabrcIzOKG50UAYK6vZ+ba5t&#10;sblpm8zGf28eBB8P53u+DKYVZxpcY1nByzQBQVxa3XCl4Hf//fwOwnlkja1lUnAhB8vFw2SOmbYj&#10;b+m885WIIewyVFB732VSurImg25qO+LIHe1g0Ec4VFIPOMZw08o0Sd6kwYZjQ40dfdVUnnb/RsFP&#10;Xox/+83B9uvVa35K+08X2qDU02NYfYDwFPxdfHMXWsEsjo1f4g+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VBQwgAAANsAAAAPAAAAAAAAAAAAAAAAAJgCAABkcnMvZG93&#10;bnJldi54bWxQSwUGAAAAAAQABAD1AAAAhwMAAAAA&#10;" path="m1218,c1022,18,198,63,,132e" filled="f" strokeweight="0">
                          <v:stroke dashstyle="longDash"/>
                          <v:path arrowok="t" o:connecttype="custom" o:connectlocs="1218,0;0,132" o:connectangles="0,0"/>
                        </v:shape>
                        <v:shape id="Freeform 56" o:spid="_x0000_s1041" style="position:absolute;left:3102;top:3786;width:1164;height:120;visibility:visible;mso-wrap-style:square;v-text-anchor:top" coordsize="1164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lYcIA&#10;AADbAAAADwAAAGRycy9kb3ducmV2LnhtbESPQYvCMBSE78L+h/CEvWnaXZW1NooICwuiUN2Lt0fz&#10;bEubl9JErf/eCILHYWa+YdJVbxpxpc5VlhXE4wgEcW51xYWC/+Pv6AeE88gaG8uk4E4OVsuPQYqJ&#10;tjfO6HrwhQgQdgkqKL1vEyldXpJBN7YtcfDOtjPog+wKqTu8Bbhp5FcUzaTBisNCiS1tSsrrw8Uo&#10;2H1Pzns2a4ydlMcTZfG21o1Sn8N+vQDhqffv8Kv9pxVM5/D8En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+VhwgAAANsAAAAPAAAAAAAAAAAAAAAAAJgCAABkcnMvZG93&#10;bnJldi54bWxQSwUGAAAAAAQABAD1AAAAhwMAAAAA&#10;" path="m1164,c963,22,186,72,,120e" filled="f" strokeweight="0">
                          <v:stroke dashstyle="longDash"/>
                          <v:path arrowok="t" o:connecttype="custom" o:connectlocs="1164,0;0,120" o:connectangles="0,0"/>
                        </v:shape>
                        <v:shape id="Freeform 57" o:spid="_x0000_s1042" style="position:absolute;left:3147;top:3735;width:1122;height:114;visibility:visible;mso-wrap-style:square;v-text-anchor:top" coordsize="1122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WQYMAA&#10;AADbAAAADwAAAGRycy9kb3ducmV2LnhtbERPTYvCMBC9C/6HMAteRFMVRLpNZVkQ3IOHrR48js3Y&#10;hm0mtYm2/vvNQfD4eN/ZdrCNeFDnjWMFi3kCgrh02nCl4HTczTYgfEDW2DgmBU/ysM3HowxT7Xr+&#10;pUcRKhFD2KeooA6hTaX0ZU0W/dy1xJG7us5iiLCrpO6wj+G2kcskWUuLhmNDjS1911T+FXer4MKe&#10;in5lbub6s+/Pd1ocwnSn1ORj+PoEEWgIb/HLvdcK1nF9/BJ/gM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WQYMAAAADbAAAADwAAAAAAAAAAAAAAAACYAgAAZHJzL2Rvd25y&#10;ZXYueG1sUEsFBgAAAAAEAAQA9QAAAIUDAAAAAA==&#10;" path="m1122,c926,18,126,69,,114e" filled="f" strokeweight="0">
                          <v:stroke dashstyle="longDash"/>
                          <v:path arrowok="t" o:connecttype="custom" o:connectlocs="1122,0;0,114" o:connectangles="0,0"/>
                        </v:shape>
                        <v:shape id="Freeform 58" o:spid="_x0000_s1043" style="position:absolute;left:3183;top:3684;width:1098;height:117;visibility:visible;mso-wrap-style:square;v-text-anchor:top" coordsize="109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0J8UA&#10;AADbAAAADwAAAGRycy9kb3ducmV2LnhtbESPzWrDMBCE74W8g9hCLyWRbVIT3CgmpBSaiyE/EHpb&#10;rI1taq0cS7Xdt68KhRyHmfmGWeeTacVAvWssK4gXEQji0uqGKwXn0/t8BcJ5ZI2tZVLwQw7yzexh&#10;jZm2Ix9oOPpKBAi7DBXU3neZlK6syaBb2I44eFfbG/RB9pXUPY4BblqZRFEqDTYcFmrsaFdT+XX8&#10;Ngpe9kl8sMXweX2+lRf2b7g0BSr19DhtX0F4mvw9/N/+0ArSG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23QnxQAAANsAAAAPAAAAAAAAAAAAAAAAAJgCAABkcnMv&#10;ZG93bnJldi54bWxQSwUGAAAAAAQABAD1AAAAigMAAAAA&#10;" path="m1098,c948,16,381,62,198,81,15,100,41,110,,117e" filled="f" strokeweight="0">
                          <v:stroke dashstyle="longDash"/>
                          <v:path arrowok="t" o:connecttype="custom" o:connectlocs="1098,0;198,81;0,117" o:connectangles="0,0,0"/>
                        </v:shape>
                        <v:shape id="Freeform 59" o:spid="_x0000_s1044" style="position:absolute;left:3213;top:3633;width:1062;height:117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UoUsMA&#10;AADbAAAADwAAAGRycy9kb3ducmV2LnhtbESPzYvCMBTE78L+D+Et7EU0tQddqlFkYUFYPPhxcG+P&#10;5tkWm5eSxH7890YQPA4z8xtmtelNLVpyvrKsYDZNQBDnVldcKDiffiffIHxA1lhbJgUDedisP0Yr&#10;zLTt+EDtMRQiQthnqKAMocmk9HlJBv3UNsTRu1pnMETpCqkddhFuapkmyVwarDgulNjQT0n57Xg3&#10;CqRs0+G/vpjbME6q7p4u9o37U+rrs98uQQTqwzv8au+0gnkKzy/x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UoUsMAAADbAAAADwAAAAAAAAAAAAAAAACYAgAAZHJzL2Rv&#10;d25yZXYueG1sUEsFBgAAAAAEAAQA9QAAAIgDAAAAAA==&#10;" path="m1062,c912,16,375,61,198,81,21,101,41,110,,117e" filled="f" strokeweight="0">
                          <v:stroke dashstyle="longDash"/>
                          <v:path arrowok="t" o:connecttype="custom" o:connectlocs="1062,0;198,81;0,117" o:connectangles="0,0,0"/>
                        </v:shape>
                        <v:shape id="Freeform 60" o:spid="_x0000_s1045" style="position:absolute;left:3267;top:3585;width:1005;height:111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mNycUA&#10;AADbAAAADwAAAGRycy9kb3ducmV2LnhtbESPzWrDMBCE74W+g9hCL6WW60BSHCshBAqFkkOTHJLb&#10;Ym1sY2tlJMU/b18VCj0OM/MNU2wn04mBnG8sK3hLUhDEpdUNVwrOp4/XdxA+IGvsLJOCmTxsN48P&#10;BebajvxNwzFUIkLY56igDqHPpfRlTQZ9Ynvi6N2sMxiidJXUDscIN53M0nQpDTYcF2rsaV9T2R7v&#10;RoGUQzZfu4tp55e0Ge/Z6tC7L6Wen6bdGkSgKfyH/9qfWsFyAb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Y3J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1005,0;187,77;0,111" o:connectangles="0,0,0"/>
                        </v:shape>
                        <v:shape id="Freeform 61" o:spid="_x0000_s1046" style="position:absolute;left:3321;top:3546;width:963;height:105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AVvcUA&#10;AADbAAAADwAAAGRycy9kb3ducmV2LnhtbESPzWrDMBCE74W+g9hCL6WWa0JSHCshBAqFkkOTHJLb&#10;Ym1sY2tlJMU/b18VCj0OM/MNU2wn04mBnG8sK3hLUhDEpdUNVwrOp4/XdxA+IGvsLJOCmTxsN48P&#10;BebajvxNwzFUIkLY56igDqHPpfRlTQZ9Ynvi6N2sMxiidJXUDscIN53M0nQpDTYcF2rsaV9T2R7v&#10;RoGUQzZfu4tp55e0Ge/Z6tC7L6Wen6bdGkSgKfyH/9qfWsFyAb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BW9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963,0;180,73;0,105" o:connectangles="0,0,0"/>
                        </v:shape>
                        <v:shape id="Freeform 62" o:spid="_x0000_s1047" style="position:absolute;left:3366;top:3504;width:927;height:99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wJsUA&#10;AADbAAAADwAAAGRycy9kb3ducmV2LnhtbESPzWrDMBCE74W+g9hCL6WWa0hSHCshBAqFkkOTHJLb&#10;Ym1sY2tlJMU/b18VCj0OM/MNU2wn04mBnG8sK3hLUhDEpdUNVwrOp4/XdxA+IGvsLJOCmTxsN48P&#10;BebajvxNwzFUIkLY56igDqHPpfRlTQZ9Ynvi6N2sMxiidJXUDscIN53M0nQpDTYcF2rsaV9T2R7v&#10;RoGUQzZfu4tp55e0Ge/Z6tC7L6Wen6bdGkSgKfyH/9qfWsFyAb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jLAm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927,0;173,69;0,99" o:connectangles="0,0,0"/>
                        </v:shape>
                        <v:shape id="Freeform 63" o:spid="_x0000_s1048" style="position:absolute;left:3429;top:3462;width:870;height:9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4uUcQA&#10;AADbAAAADwAAAGRycy9kb3ducmV2LnhtbESPzWrDMBCE74W+g9hCLyWR44NbnCghFAqBkkPdHNLb&#10;Ym1sE2tlJPnv7aNCIMdhZr5hNrvJtGIg5xvLClbLBARxaXXDlYLT79fiA4QPyBpby6RgJg+77fPT&#10;BnNtR/6hoQiViBD2OSqoQ+hyKX1Zk0G/tB1x9C7WGQxRukpqh2OEm1amSZJJgw3HhRo7+qypvBa9&#10;USDlkM5/7dlc57ekGfv0/di5b6VeX6b9GkSgKTzC9/ZBK8gy+P8Sf4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LlHEAAAA2wAAAA8AAAAAAAAAAAAAAAAAmAIAAGRycy9k&#10;b3ducmV2LnhtbFBLBQYAAAAABAAEAPUAAACJAwAAAAA=&#10;" path="m1062,c912,16,375,61,198,81,21,101,41,110,,117e" filled="f" strokeweight="0">
                          <v:stroke dashstyle="longDash"/>
                          <v:path arrowok="t" o:connecttype="custom" o:connectlocs="870,0;162,62;0,90" o:connectangles="0,0,0"/>
                        </v:shape>
                        <v:shape id="Freeform 64" o:spid="_x0000_s1049" style="position:absolute;left:3504;top:3420;width:798;height:84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LysQA&#10;AADbAAAADwAAAGRycy9kb3ducmV2LnhtbESPzWrDMBCE74W8g9hCLiWW60MSXMuhBAqF0kPTHJLb&#10;Ym1tY2tlJMU/bx8VCj0OM/MNUxxm04uRnG8tK3hOUhDEldUt1wrO32+bPQgfkDX2lknBQh4O5eqh&#10;wFzbib9oPIVaRAj7HBU0IQy5lL5qyKBP7EAcvR/rDIYoXS21wynCTS+zNN1Kgy3HhQYHOjZUdaeb&#10;USDlmC3X/mK65Sltp1u2+xzch1Lrx/n1BUSgOfyH/9rvWsF2B79f4g+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Si8rEAAAA2wAAAA8AAAAAAAAAAAAAAAAAmAIAAGRycy9k&#10;b3ducmV2LnhtbFBLBQYAAAAABAAEAPUAAACJAwAAAAA=&#10;" path="m1062,c912,16,375,61,198,81,21,101,41,110,,117e" filled="f" strokeweight="0">
                          <v:stroke dashstyle="longDash"/>
                          <v:path arrowok="t" o:connecttype="custom" o:connectlocs="798,0;149,58;0,84" o:connectangles="0,0,0"/>
                        </v:shape>
                        <v:shape id="Freeform 65" o:spid="_x0000_s1050" style="position:absolute;left:3582;top:3378;width:726;height:72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0fuMAA&#10;AADbAAAADwAAAGRycy9kb3ducmV2LnhtbERPy4rCMBTdC/MP4Q64kTG1Cx1qowwDgiAufCxmdpfm&#10;2habm5LEPv7eLASXh/POt4NpREfO15YVLOYJCOLC6ppLBdfL7usbhA/IGhvLpGAkD9vNxyTHTNue&#10;T9SdQyliCPsMFVQhtJmUvqjIoJ/bljhyN+sMhghdKbXDPoabRqZJspQGa44NFbb0W1FxPz+MAim7&#10;dPxv/sx9nCV1/0hXx9YdlJp+Dj9rEIGG8Ba/3HutYBnHxi/x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0fuMAAAADbAAAADwAAAAAAAAAAAAAAAACYAgAAZHJzL2Rvd25y&#10;ZXYueG1sUEsFBgAAAAAEAAQA9QAAAIUDAAAAAA==&#10;" path="m1062,c912,16,375,61,198,81,21,101,41,110,,117e" filled="f" strokeweight="0">
                          <v:stroke dashstyle="longDash"/>
                          <v:path arrowok="t" o:connecttype="custom" o:connectlocs="726,0;135,50;0,72" o:connectangles="0,0,0"/>
                        </v:shape>
                        <v:shape id="Freeform 66" o:spid="_x0000_s1051" style="position:absolute;left:3699;top:3336;width:612;height:6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6I8UA&#10;AADbAAAADwAAAGRycy9kb3ducmV2LnhtbESPzWrDMBCE74G+g9hCL6GW40PSulZCKQQKJYckPbS3&#10;xdraxtbKSIp/3r4KBHIcZuYbpthNphMDOd9YVrBKUhDEpdUNVwq+z/vnFxA+IGvsLJOCmTzstg+L&#10;AnNtRz7ScAqViBD2OSqoQ+hzKX1Zk0Gf2J44en/WGQxRukpqh2OEm05mabqWBhuOCzX29FFT2Z4u&#10;RoGUQzb/dj+mnZdpM16yzaF3X0o9PU7vbyACTeEevrU/tYL1K1y/xB8gt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boj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612,0;114,42;0,60" o:connectangles="0,0,0"/>
                        </v:shape>
                        <v:shape id="Freeform 67" o:spid="_x0000_s1052" style="position:absolute;left:3807;top:3286;width:501;height:56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FY8AA&#10;AADbAAAADwAAAGRycy9kb3ducmV2LnhtbERPy4rCMBTdC/MP4Q64kTG1Cx1qowwDgiAufCxmdpfm&#10;2habm5LEPv7eLASXh/POt4NpREfO15YVLOYJCOLC6ppLBdfL7usbhA/IGhvLpGAkD9vNxyTHTNue&#10;T9SdQyliCPsMFVQhtJmUvqjIoJ/bljhyN+sMhghdKbXDPoabRqZJspQGa44NFbb0W1FxPz+MAim7&#10;dPxv/sx9nCV1/0hXx9YdlJp+Dj9rEIGG8Ba/3HutYBXXxy/x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KFY8AAAADbAAAADwAAAAAAAAAAAAAAAACYAgAAZHJzL2Rvd25y&#10;ZXYueG1sUEsFBgAAAAAEAAQA9QAAAIUDAAAAAA==&#10;" path="m1062,c912,16,375,61,198,81,21,101,41,110,,117e" filled="f" strokeweight="0">
                          <v:stroke dashstyle="longDash"/>
                          <v:path arrowok="t" o:connecttype="custom" o:connectlocs="501,0;93,39;0,56" o:connectangles="0,0,0"/>
                        </v:shape>
                        <v:shape id="Freeform 68" o:spid="_x0000_s1053" style="position:absolute;left:3933;top:3243;width:387;height:48;visibility:visible;mso-wrap-style:square;v-text-anchor:top" coordsize="38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SP8MA&#10;AADbAAAADwAAAGRycy9kb3ducmV2LnhtbESPUWvCQBCE3wv+h2OFvtWLKbYSPYMUtMGXUs8fsOTW&#10;JJjbC7lrkv57r1DwcZidb3a2+WRbMVDvG8cKlosEBHHpTMOVgos+vKxB+IBssHVMCn7JQ76bPW0x&#10;M27kbxrOoRIRwj5DBXUIXSalL2uy6BeuI47e1fUWQ5R9JU2PY4TbVqZJ8iYtNhwbauzoo6bydv6x&#10;8Y1jWnxa1vp1ddE4udMw6OuXUs/zab8BEWgKj+P/dGEUvC/hb0sE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rSP8MAAADbAAAADwAAAAAAAAAAAAAAAACYAgAAZHJzL2Rv&#10;d25yZXYueG1sUEsFBgAAAAAEAAQA9QAAAIgDAAAAAA==&#10;" path="m387,c333,8,135,23,71,31,7,39,15,45,,48e" filled="f" strokeweight="0">
                          <v:stroke dashstyle="longDash"/>
                          <v:path arrowok="t" o:connecttype="custom" o:connectlocs="387,0;71,31;0,48" o:connectangles="0,0,0"/>
                        </v:shape>
                        <v:shape id="Freeform 69" o:spid="_x0000_s1054" style="position:absolute;left:4071;top:3198;width:261;height:39;visibility:visible;mso-wrap-style:square;v-text-anchor:top" coordsize="26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BDMQA&#10;AADbAAAADwAAAGRycy9kb3ducmV2LnhtbESPQWvCQBSE7wX/w/KEXopuKlIluorVFmxvRlG8PbLP&#10;TTD7NmS3Mf57t1DocZiZb5j5srOVaKnxpWMFr8MEBHHudMlGwWH/OZiC8AFZY+WYFNzJw3LRe5pj&#10;qt2Nd9RmwYgIYZ+igiKEOpXS5wVZ9ENXE0fv4hqLIcrGSN3gLcJtJUdJ8iYtlhwXCqxpXVB+zX6s&#10;gvbje5N9HYPx49KY0+TlfeXOO6We+91qBiJQF/7Df+2tVjAZwe+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zwQzEAAAA2wAAAA8AAAAAAAAAAAAAAAAAmAIAAGRycy9k&#10;b3ducmV2LnhtbFBLBQYAAAAABAAEAPUAAACJAwAAAAA=&#10;" path="m261,c225,9,106,18,63,24,20,30,13,36,,39e" filled="f" strokeweight="0">
                          <v:stroke dashstyle="longDash"/>
                          <v:path arrowok="t" o:connecttype="custom" o:connectlocs="261,0;63,24;0,39" o:connectangles="0,0,0"/>
                        </v:shape>
                        <v:shape id="Freeform 70" o:spid="_x0000_s1055" style="position:absolute;left:4173;top:3156;width:156;height:30;visibility:visible;mso-wrap-style:square;v-text-anchor:top" coordsize="15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3ngcQA&#10;AADbAAAADwAAAGRycy9kb3ducmV2LnhtbESPQWvCQBSE74X+h+UVvNVNFbTEbEQKLSVQiDagx2f2&#10;mQSzb0N2a9J/7wqCx2FmvmGS9WhacaHeNZYVvE0jEMSl1Q1XCorfz9d3EM4ja2wtk4J/crBOn58S&#10;jLUdeEuXna9EgLCLUUHtfRdL6cqaDLqp7YiDd7K9QR9kX0nd4xDgppWzKFpIgw2HhRo7+qipPO/+&#10;jIJ9N56PpvgpmtKw/Drk2SzLM6UmL+NmBcLT6B/he/tbK1jO4fYl/A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N54HEAAAA2wAAAA8AAAAAAAAAAAAAAAAAmAIAAGRycy9k&#10;b3ducmV2LnhtbFBLBQYAAAAABAAEAPUAAACJAwAAAAA=&#10;" path="m156,c120,9,89,10,63,15,37,20,13,27,,30e" filled="f" strokeweight="0">
                          <v:stroke dashstyle="longDash"/>
                          <v:path arrowok="t" o:connecttype="custom" o:connectlocs="156,0;63,15;0,30" o:connectangles="0,0,0"/>
                        </v:shape>
                      </v:group>
                    </v:group>
                  </w:pict>
                </mc:Fallback>
              </mc:AlternateContent>
            </w:r>
            <w:r w:rsidRPr="00D339A6">
              <w:rPr>
                <w:b/>
                <w:noProof/>
                <w:color w:val="1F497D" w:themeColor="text2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0" allowOverlap="1" wp14:anchorId="2D5A2660" wp14:editId="767F0D09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156210</wp:posOffset>
                      </wp:positionV>
                      <wp:extent cx="1907540" cy="1231265"/>
                      <wp:effectExtent l="0" t="0" r="16510" b="26035"/>
                      <wp:wrapNone/>
                      <wp:docPr id="5" name="Grou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7540" cy="1231265"/>
                                <a:chOff x="1374" y="2414"/>
                                <a:chExt cx="3004" cy="1939"/>
                              </a:xfrm>
                            </wpg:grpSpPr>
                            <wps:wsp>
                              <wps:cNvPr id="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74" y="3082"/>
                                  <a:ext cx="2964" cy="1238"/>
                                </a:xfrm>
                                <a:custGeom>
                                  <a:avLst/>
                                  <a:gdLst>
                                    <a:gd name="T0" fmla="*/ 0 w 2964"/>
                                    <a:gd name="T1" fmla="*/ 1139 h 1238"/>
                                    <a:gd name="T2" fmla="*/ 239 w 2964"/>
                                    <a:gd name="T3" fmla="*/ 1238 h 1238"/>
                                    <a:gd name="T4" fmla="*/ 1338 w 2964"/>
                                    <a:gd name="T5" fmla="*/ 1127 h 1238"/>
                                    <a:gd name="T6" fmla="*/ 1608 w 2964"/>
                                    <a:gd name="T7" fmla="*/ 902 h 1238"/>
                                    <a:gd name="T8" fmla="*/ 2084 w 2964"/>
                                    <a:gd name="T9" fmla="*/ 422 h 1238"/>
                                    <a:gd name="T10" fmla="*/ 2964 w 2964"/>
                                    <a:gd name="T11" fmla="*/ 0 h 12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64" h="1238">
                                      <a:moveTo>
                                        <a:pt x="0" y="1139"/>
                                      </a:moveTo>
                                      <a:cubicBezTo>
                                        <a:pt x="81" y="1169"/>
                                        <a:pt x="144" y="1202"/>
                                        <a:pt x="239" y="1238"/>
                                      </a:cubicBezTo>
                                      <a:cubicBezTo>
                                        <a:pt x="477" y="1211"/>
                                        <a:pt x="1110" y="1151"/>
                                        <a:pt x="1338" y="1127"/>
                                      </a:cubicBezTo>
                                      <a:cubicBezTo>
                                        <a:pt x="1566" y="1103"/>
                                        <a:pt x="1485" y="1057"/>
                                        <a:pt x="1608" y="902"/>
                                      </a:cubicBezTo>
                                      <a:cubicBezTo>
                                        <a:pt x="1731" y="747"/>
                                        <a:pt x="1856" y="574"/>
                                        <a:pt x="2084" y="422"/>
                                      </a:cubicBezTo>
                                      <a:cubicBezTo>
                                        <a:pt x="2312" y="270"/>
                                        <a:pt x="2804" y="109"/>
                                        <a:pt x="2964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90" y="2414"/>
                                  <a:ext cx="588" cy="671"/>
                                </a:xfrm>
                                <a:custGeom>
                                  <a:avLst/>
                                  <a:gdLst>
                                    <a:gd name="T0" fmla="*/ 0 w 588"/>
                                    <a:gd name="T1" fmla="*/ 179 h 671"/>
                                    <a:gd name="T2" fmla="*/ 345 w 588"/>
                                    <a:gd name="T3" fmla="*/ 50 h 671"/>
                                    <a:gd name="T4" fmla="*/ 530 w 588"/>
                                    <a:gd name="T5" fmla="*/ 399 h 671"/>
                                    <a:gd name="T6" fmla="*/ 547 w 588"/>
                                    <a:gd name="T7" fmla="*/ 671 h 6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8" h="671">
                                      <a:moveTo>
                                        <a:pt x="0" y="179"/>
                                      </a:moveTo>
                                      <a:cubicBezTo>
                                        <a:pt x="185" y="121"/>
                                        <a:pt x="311" y="0"/>
                                        <a:pt x="345" y="50"/>
                                      </a:cubicBezTo>
                                      <a:cubicBezTo>
                                        <a:pt x="379" y="100"/>
                                        <a:pt x="471" y="244"/>
                                        <a:pt x="530" y="399"/>
                                      </a:cubicBezTo>
                                      <a:cubicBezTo>
                                        <a:pt x="588" y="553"/>
                                        <a:pt x="564" y="548"/>
                                        <a:pt x="547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" name="Group 5"/>
                              <wpg:cNvGrpSpPr>
                                <a:grpSpLocks/>
                              </wpg:cNvGrpSpPr>
                              <wpg:grpSpPr bwMode="auto">
                                <a:xfrm rot="-1289994">
                                  <a:off x="3187" y="2857"/>
                                  <a:ext cx="230" cy="170"/>
                                  <a:chOff x="3020" y="3028"/>
                                  <a:chExt cx="230" cy="170"/>
                                </a:xfrm>
                              </wpg:grpSpPr>
                              <wps:wsp>
                                <wps:cNvPr id="9" name="Freeform 6"/>
                                <wps:cNvSpPr>
                                  <a:spLocks/>
                                </wps:cNvSpPr>
                                <wps:spPr bwMode="auto">
                                  <a:xfrm rot="-19081831">
                                    <a:off x="3044" y="3028"/>
                                    <a:ext cx="206" cy="170"/>
                                  </a:xfrm>
                                  <a:custGeom>
                                    <a:avLst/>
                                    <a:gdLst>
                                      <a:gd name="T0" fmla="*/ 67 w 447"/>
                                      <a:gd name="T1" fmla="*/ 249 h 370"/>
                                      <a:gd name="T2" fmla="*/ 166 w 447"/>
                                      <a:gd name="T3" fmla="*/ 123 h 370"/>
                                      <a:gd name="T4" fmla="*/ 340 w 447"/>
                                      <a:gd name="T5" fmla="*/ 90 h 370"/>
                                      <a:gd name="T6" fmla="*/ 256 w 447"/>
                                      <a:gd name="T7" fmla="*/ 263 h 370"/>
                                      <a:gd name="T8" fmla="*/ 109 w 447"/>
                                      <a:gd name="T9" fmla="*/ 288 h 370"/>
                                      <a:gd name="T10" fmla="*/ 61 w 447"/>
                                      <a:gd name="T11" fmla="*/ 360 h 370"/>
                                      <a:gd name="T12" fmla="*/ 304 w 447"/>
                                      <a:gd name="T13" fmla="*/ 324 h 370"/>
                                      <a:gd name="T14" fmla="*/ 444 w 447"/>
                                      <a:gd name="T15" fmla="*/ 83 h 370"/>
                                      <a:gd name="T16" fmla="*/ 322 w 447"/>
                                      <a:gd name="T17" fmla="*/ 3 h 370"/>
                                      <a:gd name="T18" fmla="*/ 58 w 447"/>
                                      <a:gd name="T19" fmla="*/ 102 h 370"/>
                                      <a:gd name="T20" fmla="*/ 1 w 447"/>
                                      <a:gd name="T21" fmla="*/ 291 h 370"/>
                                      <a:gd name="T22" fmla="*/ 67 w 447"/>
                                      <a:gd name="T23" fmla="*/ 249 h 37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7" h="370">
                                        <a:moveTo>
                                          <a:pt x="67" y="249"/>
                                        </a:moveTo>
                                        <a:cubicBezTo>
                                          <a:pt x="94" y="221"/>
                                          <a:pt x="120" y="150"/>
                                          <a:pt x="166" y="123"/>
                                        </a:cubicBezTo>
                                        <a:cubicBezTo>
                                          <a:pt x="212" y="96"/>
                                          <a:pt x="325" y="67"/>
                                          <a:pt x="340" y="90"/>
                                        </a:cubicBezTo>
                                        <a:cubicBezTo>
                                          <a:pt x="355" y="113"/>
                                          <a:pt x="294" y="230"/>
                                          <a:pt x="256" y="263"/>
                                        </a:cubicBezTo>
                                        <a:cubicBezTo>
                                          <a:pt x="218" y="296"/>
                                          <a:pt x="141" y="272"/>
                                          <a:pt x="109" y="288"/>
                                        </a:cubicBezTo>
                                        <a:cubicBezTo>
                                          <a:pt x="77" y="304"/>
                                          <a:pt x="29" y="354"/>
                                          <a:pt x="61" y="360"/>
                                        </a:cubicBezTo>
                                        <a:cubicBezTo>
                                          <a:pt x="93" y="366"/>
                                          <a:pt x="240" y="370"/>
                                          <a:pt x="304" y="324"/>
                                        </a:cubicBezTo>
                                        <a:cubicBezTo>
                                          <a:pt x="368" y="278"/>
                                          <a:pt x="441" y="136"/>
                                          <a:pt x="444" y="83"/>
                                        </a:cubicBezTo>
                                        <a:cubicBezTo>
                                          <a:pt x="447" y="30"/>
                                          <a:pt x="386" y="0"/>
                                          <a:pt x="322" y="3"/>
                                        </a:cubicBezTo>
                                        <a:cubicBezTo>
                                          <a:pt x="258" y="6"/>
                                          <a:pt x="111" y="54"/>
                                          <a:pt x="58" y="102"/>
                                        </a:cubicBezTo>
                                        <a:cubicBezTo>
                                          <a:pt x="5" y="150"/>
                                          <a:pt x="0" y="267"/>
                                          <a:pt x="1" y="291"/>
                                        </a:cubicBezTo>
                                        <a:cubicBezTo>
                                          <a:pt x="2" y="315"/>
                                          <a:pt x="35" y="280"/>
                                          <a:pt x="67" y="24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7"/>
                                <wps:cNvSpPr>
                                  <a:spLocks/>
                                </wps:cNvSpPr>
                                <wps:spPr bwMode="auto">
                                  <a:xfrm rot="-19081831">
                                    <a:off x="3020" y="3067"/>
                                    <a:ext cx="83" cy="60"/>
                                  </a:xfrm>
                                  <a:custGeom>
                                    <a:avLst/>
                                    <a:gdLst>
                                      <a:gd name="T0" fmla="*/ 156 w 181"/>
                                      <a:gd name="T1" fmla="*/ 4 h 131"/>
                                      <a:gd name="T2" fmla="*/ 102 w 181"/>
                                      <a:gd name="T3" fmla="*/ 28 h 131"/>
                                      <a:gd name="T4" fmla="*/ 9 w 181"/>
                                      <a:gd name="T5" fmla="*/ 127 h 131"/>
                                      <a:gd name="T6" fmla="*/ 156 w 181"/>
                                      <a:gd name="T7" fmla="*/ 52 h 131"/>
                                      <a:gd name="T8" fmla="*/ 156 w 181"/>
                                      <a:gd name="T9" fmla="*/ 4 h 1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81" h="131">
                                        <a:moveTo>
                                          <a:pt x="156" y="4"/>
                                        </a:moveTo>
                                        <a:cubicBezTo>
                                          <a:pt x="147" y="0"/>
                                          <a:pt x="126" y="8"/>
                                          <a:pt x="102" y="28"/>
                                        </a:cubicBezTo>
                                        <a:cubicBezTo>
                                          <a:pt x="78" y="48"/>
                                          <a:pt x="0" y="123"/>
                                          <a:pt x="9" y="127"/>
                                        </a:cubicBezTo>
                                        <a:cubicBezTo>
                                          <a:pt x="18" y="131"/>
                                          <a:pt x="131" y="73"/>
                                          <a:pt x="156" y="52"/>
                                        </a:cubicBezTo>
                                        <a:cubicBezTo>
                                          <a:pt x="181" y="31"/>
                                          <a:pt x="165" y="8"/>
                                          <a:pt x="156" y="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6" y="2760"/>
                                  <a:ext cx="362" cy="172"/>
                                </a:xfrm>
                                <a:custGeom>
                                  <a:avLst/>
                                  <a:gdLst>
                                    <a:gd name="T0" fmla="*/ 14 w 362"/>
                                    <a:gd name="T1" fmla="*/ 172 h 172"/>
                                    <a:gd name="T2" fmla="*/ 0 w 362"/>
                                    <a:gd name="T3" fmla="*/ 117 h 172"/>
                                    <a:gd name="T4" fmla="*/ 254 w 362"/>
                                    <a:gd name="T5" fmla="*/ 30 h 172"/>
                                    <a:gd name="T6" fmla="*/ 269 w 362"/>
                                    <a:gd name="T7" fmla="*/ 99 h 172"/>
                                    <a:gd name="T8" fmla="*/ 14 w 362"/>
                                    <a:gd name="T9" fmla="*/ 172 h 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2" h="172">
                                      <a:moveTo>
                                        <a:pt x="14" y="172"/>
                                      </a:moveTo>
                                      <a:cubicBezTo>
                                        <a:pt x="29" y="144"/>
                                        <a:pt x="14" y="143"/>
                                        <a:pt x="0" y="117"/>
                                      </a:cubicBezTo>
                                      <a:cubicBezTo>
                                        <a:pt x="92" y="92"/>
                                        <a:pt x="188" y="60"/>
                                        <a:pt x="254" y="30"/>
                                      </a:cubicBezTo>
                                      <a:cubicBezTo>
                                        <a:pt x="320" y="0"/>
                                        <a:pt x="362" y="78"/>
                                        <a:pt x="269" y="99"/>
                                      </a:cubicBezTo>
                                      <a:cubicBezTo>
                                        <a:pt x="176" y="120"/>
                                        <a:pt x="134" y="141"/>
                                        <a:pt x="14" y="1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8" y="2470"/>
                                  <a:ext cx="723" cy="411"/>
                                </a:xfrm>
                                <a:custGeom>
                                  <a:avLst/>
                                  <a:gdLst>
                                    <a:gd name="T0" fmla="*/ 723 w 723"/>
                                    <a:gd name="T1" fmla="*/ 0 h 411"/>
                                    <a:gd name="T2" fmla="*/ 0 w 723"/>
                                    <a:gd name="T3" fmla="*/ 411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23" h="411">
                                      <a:moveTo>
                                        <a:pt x="723" y="0"/>
                                      </a:moveTo>
                                      <a:cubicBezTo>
                                        <a:pt x="468" y="259"/>
                                        <a:pt x="357" y="277"/>
                                        <a:pt x="0" y="4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87" y="2697"/>
                                  <a:ext cx="330" cy="159"/>
                                </a:xfrm>
                                <a:custGeom>
                                  <a:avLst/>
                                  <a:gdLst>
                                    <a:gd name="T0" fmla="*/ 0 w 330"/>
                                    <a:gd name="T1" fmla="*/ 159 h 159"/>
                                    <a:gd name="T2" fmla="*/ 330 w 330"/>
                                    <a:gd name="T3" fmla="*/ 0 h 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0" h="159">
                                      <a:moveTo>
                                        <a:pt x="0" y="159"/>
                                      </a:moveTo>
                                      <a:cubicBezTo>
                                        <a:pt x="195" y="84"/>
                                        <a:pt x="180" y="75"/>
                                        <a:pt x="33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8" y="2610"/>
                                  <a:ext cx="1517" cy="1148"/>
                                </a:xfrm>
                                <a:custGeom>
                                  <a:avLst/>
                                  <a:gdLst>
                                    <a:gd name="T0" fmla="*/ 407 w 1517"/>
                                    <a:gd name="T1" fmla="*/ 281 h 1148"/>
                                    <a:gd name="T2" fmla="*/ 25 w 1517"/>
                                    <a:gd name="T3" fmla="*/ 416 h 1148"/>
                                    <a:gd name="T4" fmla="*/ 317 w 1517"/>
                                    <a:gd name="T5" fmla="*/ 1043 h 1148"/>
                                    <a:gd name="T6" fmla="*/ 1300 w 1517"/>
                                    <a:gd name="T7" fmla="*/ 255 h 1148"/>
                                    <a:gd name="T8" fmla="*/ 1442 w 1517"/>
                                    <a:gd name="T9" fmla="*/ 0 h 1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17" h="1148">
                                      <a:moveTo>
                                        <a:pt x="407" y="281"/>
                                      </a:moveTo>
                                      <a:cubicBezTo>
                                        <a:pt x="227" y="319"/>
                                        <a:pt x="2" y="319"/>
                                        <a:pt x="25" y="416"/>
                                      </a:cubicBezTo>
                                      <a:cubicBezTo>
                                        <a:pt x="0" y="550"/>
                                        <a:pt x="204" y="938"/>
                                        <a:pt x="317" y="1043"/>
                                      </a:cubicBezTo>
                                      <a:cubicBezTo>
                                        <a:pt x="430" y="1148"/>
                                        <a:pt x="1083" y="442"/>
                                        <a:pt x="1300" y="255"/>
                                      </a:cubicBezTo>
                                      <a:cubicBezTo>
                                        <a:pt x="1517" y="68"/>
                                        <a:pt x="1495" y="60"/>
                                        <a:pt x="14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3" y="2913"/>
                                  <a:ext cx="819" cy="359"/>
                                </a:xfrm>
                                <a:custGeom>
                                  <a:avLst/>
                                  <a:gdLst>
                                    <a:gd name="T0" fmla="*/ 0 w 819"/>
                                    <a:gd name="T1" fmla="*/ 359 h 359"/>
                                    <a:gd name="T2" fmla="*/ 147 w 819"/>
                                    <a:gd name="T3" fmla="*/ 233 h 359"/>
                                    <a:gd name="T4" fmla="*/ 759 w 819"/>
                                    <a:gd name="T5" fmla="*/ 77 h 359"/>
                                    <a:gd name="T6" fmla="*/ 717 w 819"/>
                                    <a:gd name="T7" fmla="*/ 56 h 359"/>
                                    <a:gd name="T8" fmla="*/ 750 w 819"/>
                                    <a:gd name="T9" fmla="*/ 11 h 359"/>
                                    <a:gd name="T10" fmla="*/ 300 w 819"/>
                                    <a:gd name="T11" fmla="*/ 122 h 359"/>
                                    <a:gd name="T12" fmla="*/ 81 w 819"/>
                                    <a:gd name="T13" fmla="*/ 191 h 359"/>
                                    <a:gd name="T14" fmla="*/ 0 w 819"/>
                                    <a:gd name="T15" fmla="*/ 359 h 3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819" h="359">
                                      <a:moveTo>
                                        <a:pt x="0" y="359"/>
                                      </a:moveTo>
                                      <a:cubicBezTo>
                                        <a:pt x="66" y="257"/>
                                        <a:pt x="21" y="280"/>
                                        <a:pt x="147" y="233"/>
                                      </a:cubicBezTo>
                                      <a:cubicBezTo>
                                        <a:pt x="273" y="186"/>
                                        <a:pt x="664" y="106"/>
                                        <a:pt x="759" y="77"/>
                                      </a:cubicBezTo>
                                      <a:cubicBezTo>
                                        <a:pt x="723" y="53"/>
                                        <a:pt x="719" y="68"/>
                                        <a:pt x="717" y="56"/>
                                      </a:cubicBezTo>
                                      <a:cubicBezTo>
                                        <a:pt x="715" y="45"/>
                                        <a:pt x="819" y="0"/>
                                        <a:pt x="750" y="11"/>
                                      </a:cubicBezTo>
                                      <a:cubicBezTo>
                                        <a:pt x="678" y="32"/>
                                        <a:pt x="411" y="92"/>
                                        <a:pt x="300" y="122"/>
                                      </a:cubicBezTo>
                                      <a:cubicBezTo>
                                        <a:pt x="189" y="152"/>
                                        <a:pt x="131" y="152"/>
                                        <a:pt x="81" y="191"/>
                                      </a:cubicBezTo>
                                      <a:cubicBezTo>
                                        <a:pt x="31" y="230"/>
                                        <a:pt x="17" y="324"/>
                                        <a:pt x="0" y="3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53" y="3191"/>
                                  <a:ext cx="675" cy="709"/>
                                </a:xfrm>
                                <a:custGeom>
                                  <a:avLst/>
                                  <a:gdLst>
                                    <a:gd name="T0" fmla="*/ 382 w 675"/>
                                    <a:gd name="T1" fmla="*/ 0 h 709"/>
                                    <a:gd name="T2" fmla="*/ 615 w 675"/>
                                    <a:gd name="T3" fmla="*/ 514 h 709"/>
                                    <a:gd name="T4" fmla="*/ 60 w 675"/>
                                    <a:gd name="T5" fmla="*/ 634 h 709"/>
                                    <a:gd name="T6" fmla="*/ 232 w 675"/>
                                    <a:gd name="T7" fmla="*/ 492 h 7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75" h="709">
                                      <a:moveTo>
                                        <a:pt x="382" y="0"/>
                                      </a:moveTo>
                                      <a:cubicBezTo>
                                        <a:pt x="412" y="87"/>
                                        <a:pt x="555" y="386"/>
                                        <a:pt x="615" y="514"/>
                                      </a:cubicBezTo>
                                      <a:cubicBezTo>
                                        <a:pt x="675" y="642"/>
                                        <a:pt x="120" y="709"/>
                                        <a:pt x="60" y="634"/>
                                      </a:cubicBezTo>
                                      <a:cubicBezTo>
                                        <a:pt x="0" y="559"/>
                                        <a:pt x="142" y="517"/>
                                        <a:pt x="232" y="4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3" y="2982"/>
                                  <a:ext cx="57" cy="135"/>
                                </a:xfrm>
                                <a:custGeom>
                                  <a:avLst/>
                                  <a:gdLst>
                                    <a:gd name="T0" fmla="*/ 0 w 57"/>
                                    <a:gd name="T1" fmla="*/ 135 h 135"/>
                                    <a:gd name="T2" fmla="*/ 57 w 57"/>
                                    <a:gd name="T3" fmla="*/ 0 h 1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57" h="135">
                                      <a:moveTo>
                                        <a:pt x="0" y="135"/>
                                      </a:moveTo>
                                      <a:cubicBezTo>
                                        <a:pt x="0" y="75"/>
                                        <a:pt x="45" y="28"/>
                                        <a:pt x="57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8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77" y="3735"/>
                                  <a:ext cx="2853" cy="618"/>
                                  <a:chOff x="1377" y="3735"/>
                                  <a:chExt cx="2853" cy="618"/>
                                </a:xfrm>
                              </wpg:grpSpPr>
                              <wps:wsp>
                                <wps:cNvPr id="19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80" y="3735"/>
                                    <a:ext cx="863" cy="480"/>
                                  </a:xfrm>
                                  <a:custGeom>
                                    <a:avLst/>
                                    <a:gdLst>
                                      <a:gd name="T0" fmla="*/ 0 w 863"/>
                                      <a:gd name="T1" fmla="*/ 480 h 480"/>
                                      <a:gd name="T2" fmla="*/ 102 w 863"/>
                                      <a:gd name="T3" fmla="*/ 300 h 480"/>
                                      <a:gd name="T4" fmla="*/ 645 w 863"/>
                                      <a:gd name="T5" fmla="*/ 160 h 480"/>
                                      <a:gd name="T6" fmla="*/ 863 w 863"/>
                                      <a:gd name="T7" fmla="*/ 0 h 48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863" h="480">
                                        <a:moveTo>
                                          <a:pt x="0" y="480"/>
                                        </a:moveTo>
                                        <a:cubicBezTo>
                                          <a:pt x="17" y="450"/>
                                          <a:pt x="42" y="396"/>
                                          <a:pt x="102" y="300"/>
                                        </a:cubicBezTo>
                                        <a:cubicBezTo>
                                          <a:pt x="270" y="264"/>
                                          <a:pt x="518" y="210"/>
                                          <a:pt x="645" y="160"/>
                                        </a:cubicBezTo>
                                        <a:cubicBezTo>
                                          <a:pt x="772" y="110"/>
                                          <a:pt x="818" y="32"/>
                                          <a:pt x="86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77" y="4053"/>
                                    <a:ext cx="2853" cy="300"/>
                                  </a:xfrm>
                                  <a:custGeom>
                                    <a:avLst/>
                                    <a:gdLst>
                                      <a:gd name="T0" fmla="*/ 0 w 2853"/>
                                      <a:gd name="T1" fmla="*/ 165 h 300"/>
                                      <a:gd name="T2" fmla="*/ 6 w 2853"/>
                                      <a:gd name="T3" fmla="*/ 204 h 300"/>
                                      <a:gd name="T4" fmla="*/ 234 w 2853"/>
                                      <a:gd name="T5" fmla="*/ 300 h 300"/>
                                      <a:gd name="T6" fmla="*/ 573 w 2853"/>
                                      <a:gd name="T7" fmla="*/ 260 h 300"/>
                                      <a:gd name="T8" fmla="*/ 1451 w 2853"/>
                                      <a:gd name="T9" fmla="*/ 185 h 300"/>
                                      <a:gd name="T10" fmla="*/ 1946 w 2853"/>
                                      <a:gd name="T11" fmla="*/ 87 h 300"/>
                                      <a:gd name="T12" fmla="*/ 2853 w 2853"/>
                                      <a:gd name="T13" fmla="*/ 0 h 3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853" h="300">
                                        <a:moveTo>
                                          <a:pt x="0" y="165"/>
                                        </a:moveTo>
                                        <a:cubicBezTo>
                                          <a:pt x="3" y="172"/>
                                          <a:pt x="0" y="180"/>
                                          <a:pt x="6" y="204"/>
                                        </a:cubicBezTo>
                                        <a:cubicBezTo>
                                          <a:pt x="90" y="240"/>
                                          <a:pt x="141" y="270"/>
                                          <a:pt x="234" y="300"/>
                                        </a:cubicBezTo>
                                        <a:cubicBezTo>
                                          <a:pt x="333" y="294"/>
                                          <a:pt x="436" y="272"/>
                                          <a:pt x="573" y="260"/>
                                        </a:cubicBezTo>
                                        <a:cubicBezTo>
                                          <a:pt x="776" y="241"/>
                                          <a:pt x="1222" y="214"/>
                                          <a:pt x="1451" y="185"/>
                                        </a:cubicBezTo>
                                        <a:cubicBezTo>
                                          <a:pt x="1680" y="156"/>
                                          <a:pt x="1712" y="118"/>
                                          <a:pt x="1946" y="87"/>
                                        </a:cubicBezTo>
                                        <a:cubicBezTo>
                                          <a:pt x="2180" y="56"/>
                                          <a:pt x="2658" y="15"/>
                                          <a:pt x="285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39" y="4062"/>
                                    <a:ext cx="435" cy="63"/>
                                  </a:xfrm>
                                  <a:custGeom>
                                    <a:avLst/>
                                    <a:gdLst>
                                      <a:gd name="T0" fmla="*/ 0 w 435"/>
                                      <a:gd name="T1" fmla="*/ 0 h 63"/>
                                      <a:gd name="T2" fmla="*/ 153 w 435"/>
                                      <a:gd name="T3" fmla="*/ 63 h 63"/>
                                      <a:gd name="T4" fmla="*/ 435 w 435"/>
                                      <a:gd name="T5" fmla="*/ 39 h 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35" h="63">
                                        <a:moveTo>
                                          <a:pt x="0" y="0"/>
                                        </a:moveTo>
                                        <a:cubicBezTo>
                                          <a:pt x="25" y="10"/>
                                          <a:pt x="90" y="36"/>
                                          <a:pt x="153" y="63"/>
                                        </a:cubicBezTo>
                                        <a:cubicBezTo>
                                          <a:pt x="255" y="51"/>
                                          <a:pt x="386" y="42"/>
                                          <a:pt x="435" y="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1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23" y="4119"/>
                                    <a:ext cx="60" cy="198"/>
                                  </a:xfrm>
                                  <a:custGeom>
                                    <a:avLst/>
                                    <a:gdLst>
                                      <a:gd name="T0" fmla="*/ 60 w 60"/>
                                      <a:gd name="T1" fmla="*/ 0 h 198"/>
                                      <a:gd name="T2" fmla="*/ 0 w 60"/>
                                      <a:gd name="T3" fmla="*/ 198 h 1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60" h="198">
                                        <a:moveTo>
                                          <a:pt x="60" y="0"/>
                                        </a:moveTo>
                                        <a:cubicBezTo>
                                          <a:pt x="33" y="83"/>
                                          <a:pt x="7" y="166"/>
                                          <a:pt x="0" y="19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1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3" name="Gro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31" y="3084"/>
                                  <a:ext cx="1417" cy="1086"/>
                                  <a:chOff x="2931" y="3084"/>
                                  <a:chExt cx="1417" cy="1086"/>
                                </a:xfrm>
                              </wpg:grpSpPr>
                              <wps:wsp>
                                <wps:cNvPr id="24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61" y="3084"/>
                                    <a:ext cx="787" cy="1086"/>
                                  </a:xfrm>
                                  <a:custGeom>
                                    <a:avLst/>
                                    <a:gdLst>
                                      <a:gd name="T0" fmla="*/ 787 w 787"/>
                                      <a:gd name="T1" fmla="*/ 0 h 1086"/>
                                      <a:gd name="T2" fmla="*/ 672 w 787"/>
                                      <a:gd name="T3" fmla="*/ 1029 h 1086"/>
                                      <a:gd name="T4" fmla="*/ 3 w 787"/>
                                      <a:gd name="T5" fmla="*/ 1086 h 1086"/>
                                      <a:gd name="T6" fmla="*/ 3 w 787"/>
                                      <a:gd name="T7" fmla="*/ 1041 h 10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787" h="1086">
                                        <a:moveTo>
                                          <a:pt x="787" y="0"/>
                                        </a:moveTo>
                                        <a:cubicBezTo>
                                          <a:pt x="768" y="171"/>
                                          <a:pt x="697" y="812"/>
                                          <a:pt x="672" y="1029"/>
                                        </a:cubicBezTo>
                                        <a:cubicBezTo>
                                          <a:pt x="553" y="1037"/>
                                          <a:pt x="115" y="1085"/>
                                          <a:pt x="3" y="1086"/>
                                        </a:cubicBezTo>
                                        <a:cubicBezTo>
                                          <a:pt x="0" y="1065"/>
                                          <a:pt x="5" y="1050"/>
                                          <a:pt x="3" y="104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31" y="3960"/>
                                    <a:ext cx="1308" cy="156"/>
                                  </a:xfrm>
                                  <a:custGeom>
                                    <a:avLst/>
                                    <a:gdLst>
                                      <a:gd name="T0" fmla="*/ 1308 w 1308"/>
                                      <a:gd name="T1" fmla="*/ 0 h 156"/>
                                      <a:gd name="T2" fmla="*/ 0 w 1308"/>
                                      <a:gd name="T3" fmla="*/ 156 h 1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308" h="156">
                                        <a:moveTo>
                                          <a:pt x="1308" y="0"/>
                                        </a:moveTo>
                                        <a:cubicBezTo>
                                          <a:pt x="1112" y="18"/>
                                          <a:pt x="216" y="72"/>
                                          <a:pt x="0" y="15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48" y="4028"/>
                                    <a:ext cx="1110" cy="127"/>
                                  </a:xfrm>
                                  <a:custGeom>
                                    <a:avLst/>
                                    <a:gdLst>
                                      <a:gd name="T0" fmla="*/ 1110 w 1110"/>
                                      <a:gd name="T1" fmla="*/ 0 h 127"/>
                                      <a:gd name="T2" fmla="*/ 0 w 1110"/>
                                      <a:gd name="T3" fmla="*/ 127 h 1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110" h="127">
                                        <a:moveTo>
                                          <a:pt x="1110" y="0"/>
                                        </a:moveTo>
                                        <a:cubicBezTo>
                                          <a:pt x="645" y="37"/>
                                          <a:pt x="337" y="67"/>
                                          <a:pt x="0" y="1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76" y="3897"/>
                                    <a:ext cx="1266" cy="144"/>
                                  </a:xfrm>
                                  <a:custGeom>
                                    <a:avLst/>
                                    <a:gdLst>
                                      <a:gd name="T0" fmla="*/ 1266 w 1266"/>
                                      <a:gd name="T1" fmla="*/ 0 h 144"/>
                                      <a:gd name="T2" fmla="*/ 0 w 1266"/>
                                      <a:gd name="T3" fmla="*/ 144 h 1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266" h="144">
                                        <a:moveTo>
                                          <a:pt x="1266" y="0"/>
                                        </a:moveTo>
                                        <a:cubicBezTo>
                                          <a:pt x="1077" y="20"/>
                                          <a:pt x="192" y="84"/>
                                          <a:pt x="0" y="14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42" y="3840"/>
                                    <a:ext cx="1218" cy="132"/>
                                  </a:xfrm>
                                  <a:custGeom>
                                    <a:avLst/>
                                    <a:gdLst>
                                      <a:gd name="T0" fmla="*/ 1218 w 1218"/>
                                      <a:gd name="T1" fmla="*/ 0 h 132"/>
                                      <a:gd name="T2" fmla="*/ 0 w 1218"/>
                                      <a:gd name="T3" fmla="*/ 132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218" h="132">
                                        <a:moveTo>
                                          <a:pt x="1218" y="0"/>
                                        </a:moveTo>
                                        <a:cubicBezTo>
                                          <a:pt x="1022" y="18"/>
                                          <a:pt x="198" y="63"/>
                                          <a:pt x="0" y="13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02" y="3786"/>
                                    <a:ext cx="1164" cy="120"/>
                                  </a:xfrm>
                                  <a:custGeom>
                                    <a:avLst/>
                                    <a:gdLst>
                                      <a:gd name="T0" fmla="*/ 1164 w 1164"/>
                                      <a:gd name="T1" fmla="*/ 0 h 120"/>
                                      <a:gd name="T2" fmla="*/ 0 w 1164"/>
                                      <a:gd name="T3" fmla="*/ 120 h 1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164" h="120">
                                        <a:moveTo>
                                          <a:pt x="1164" y="0"/>
                                        </a:moveTo>
                                        <a:cubicBezTo>
                                          <a:pt x="963" y="22"/>
                                          <a:pt x="186" y="72"/>
                                          <a:pt x="0" y="12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47" y="3735"/>
                                    <a:ext cx="1122" cy="114"/>
                                  </a:xfrm>
                                  <a:custGeom>
                                    <a:avLst/>
                                    <a:gdLst>
                                      <a:gd name="T0" fmla="*/ 1122 w 1122"/>
                                      <a:gd name="T1" fmla="*/ 0 h 114"/>
                                      <a:gd name="T2" fmla="*/ 0 w 1122"/>
                                      <a:gd name="T3" fmla="*/ 114 h 1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1122" h="114">
                                        <a:moveTo>
                                          <a:pt x="1122" y="0"/>
                                        </a:moveTo>
                                        <a:cubicBezTo>
                                          <a:pt x="926" y="18"/>
                                          <a:pt x="126" y="69"/>
                                          <a:pt x="0" y="11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83" y="3684"/>
                                    <a:ext cx="1098" cy="117"/>
                                  </a:xfrm>
                                  <a:custGeom>
                                    <a:avLst/>
                                    <a:gdLst>
                                      <a:gd name="T0" fmla="*/ 1098 w 1098"/>
                                      <a:gd name="T1" fmla="*/ 0 h 117"/>
                                      <a:gd name="T2" fmla="*/ 198 w 1098"/>
                                      <a:gd name="T3" fmla="*/ 81 h 117"/>
                                      <a:gd name="T4" fmla="*/ 0 w 1098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98" h="117">
                                        <a:moveTo>
                                          <a:pt x="1098" y="0"/>
                                        </a:moveTo>
                                        <a:cubicBezTo>
                                          <a:pt x="948" y="16"/>
                                          <a:pt x="381" y="62"/>
                                          <a:pt x="198" y="81"/>
                                        </a:cubicBezTo>
                                        <a:cubicBezTo>
                                          <a:pt x="15" y="100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13" y="3633"/>
                                    <a:ext cx="1062" cy="117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67" y="3585"/>
                                    <a:ext cx="1005" cy="111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21" y="3546"/>
                                    <a:ext cx="963" cy="105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Freeform 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66" y="3504"/>
                                    <a:ext cx="927" cy="99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Freeform 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29" y="3462"/>
                                    <a:ext cx="870" cy="90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Freeform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04" y="3420"/>
                                    <a:ext cx="798" cy="84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Freeform 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82" y="3378"/>
                                    <a:ext cx="726" cy="72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Freeform 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9" y="3336"/>
                                    <a:ext cx="612" cy="60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Freeform 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07" y="3286"/>
                                    <a:ext cx="501" cy="56"/>
                                  </a:xfrm>
                                  <a:custGeom>
                                    <a:avLst/>
                                    <a:gdLst>
                                      <a:gd name="T0" fmla="*/ 1062 w 1062"/>
                                      <a:gd name="T1" fmla="*/ 0 h 117"/>
                                      <a:gd name="T2" fmla="*/ 198 w 1062"/>
                                      <a:gd name="T3" fmla="*/ 81 h 117"/>
                                      <a:gd name="T4" fmla="*/ 0 w 1062"/>
                                      <a:gd name="T5" fmla="*/ 117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062" h="117">
                                        <a:moveTo>
                                          <a:pt x="1062" y="0"/>
                                        </a:moveTo>
                                        <a:cubicBezTo>
                                          <a:pt x="912" y="16"/>
                                          <a:pt x="375" y="61"/>
                                          <a:pt x="198" y="81"/>
                                        </a:cubicBezTo>
                                        <a:cubicBezTo>
                                          <a:pt x="21" y="101"/>
                                          <a:pt x="41" y="110"/>
                                          <a:pt x="0" y="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33" y="3243"/>
                                    <a:ext cx="387" cy="48"/>
                                  </a:xfrm>
                                  <a:custGeom>
                                    <a:avLst/>
                                    <a:gdLst>
                                      <a:gd name="T0" fmla="*/ 387 w 387"/>
                                      <a:gd name="T1" fmla="*/ 0 h 48"/>
                                      <a:gd name="T2" fmla="*/ 71 w 387"/>
                                      <a:gd name="T3" fmla="*/ 31 h 48"/>
                                      <a:gd name="T4" fmla="*/ 0 w 387"/>
                                      <a:gd name="T5" fmla="*/ 48 h 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87" h="48">
                                        <a:moveTo>
                                          <a:pt x="387" y="0"/>
                                        </a:moveTo>
                                        <a:cubicBezTo>
                                          <a:pt x="333" y="8"/>
                                          <a:pt x="135" y="23"/>
                                          <a:pt x="71" y="31"/>
                                        </a:cubicBezTo>
                                        <a:cubicBezTo>
                                          <a:pt x="7" y="39"/>
                                          <a:pt x="15" y="45"/>
                                          <a:pt x="0" y="4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" name="Freeform 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71" y="3198"/>
                                    <a:ext cx="261" cy="39"/>
                                  </a:xfrm>
                                  <a:custGeom>
                                    <a:avLst/>
                                    <a:gdLst>
                                      <a:gd name="T0" fmla="*/ 261 w 261"/>
                                      <a:gd name="T1" fmla="*/ 0 h 39"/>
                                      <a:gd name="T2" fmla="*/ 63 w 261"/>
                                      <a:gd name="T3" fmla="*/ 24 h 39"/>
                                      <a:gd name="T4" fmla="*/ 0 w 261"/>
                                      <a:gd name="T5" fmla="*/ 39 h 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61" h="39">
                                        <a:moveTo>
                                          <a:pt x="261" y="0"/>
                                        </a:moveTo>
                                        <a:cubicBezTo>
                                          <a:pt x="225" y="9"/>
                                          <a:pt x="106" y="18"/>
                                          <a:pt x="63" y="24"/>
                                        </a:cubicBezTo>
                                        <a:cubicBezTo>
                                          <a:pt x="20" y="30"/>
                                          <a:pt x="13" y="36"/>
                                          <a:pt x="0" y="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73" y="3156"/>
                                    <a:ext cx="156" cy="30"/>
                                  </a:xfrm>
                                  <a:custGeom>
                                    <a:avLst/>
                                    <a:gdLst>
                                      <a:gd name="T0" fmla="*/ 156 w 156"/>
                                      <a:gd name="T1" fmla="*/ 0 h 30"/>
                                      <a:gd name="T2" fmla="*/ 63 w 156"/>
                                      <a:gd name="T3" fmla="*/ 15 h 30"/>
                                      <a:gd name="T4" fmla="*/ 0 w 156"/>
                                      <a:gd name="T5" fmla="*/ 30 h 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56" h="30">
                                        <a:moveTo>
                                          <a:pt x="156" y="0"/>
                                        </a:moveTo>
                                        <a:cubicBezTo>
                                          <a:pt x="120" y="9"/>
                                          <a:pt x="89" y="10"/>
                                          <a:pt x="63" y="15"/>
                                        </a:cubicBezTo>
                                        <a:cubicBezTo>
                                          <a:pt x="37" y="20"/>
                                          <a:pt x="13" y="27"/>
                                          <a:pt x="0" y="3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0" cap="flat" cmpd="sng">
                                    <a:solidFill>
                                      <a:srgbClr val="000000"/>
                                    </a:solidFill>
                                    <a:prstDash val="lg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5" o:spid="_x0000_s1026" style="position:absolute;margin-left:-14.3pt;margin-top:12.3pt;width:150.2pt;height:96.95pt;z-index:251673600" coordorigin="1374,2414" coordsize="3004,1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" o:allowincell="f">
                      <v:shape id="Freeform 3" o:spid="_x0000_s1027" style="position:absolute;left:1374;top:3082;width:2964;height:1238;visibility:visible;mso-wrap-style:square;v-text-anchor:top" coordsize="2964,1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oVMMA&#10;AADaAAAADwAAAGRycy9kb3ducmV2LnhtbESPQWvCQBSE7wX/w/KEXkrdWIhI6iZEQRBvtXrw9si+&#10;JqHZt0t2TaK/vlso9DjMzDfMpphMJwbqfWtZwXKRgCCurG65VnD+3L+uQfiArLGzTAru5KHIZ08b&#10;zLQd+YOGU6hFhLDPUEETgsuk9FVDBv3COuLofdneYIiyr6XucYxw08m3JFlJgy3HhQYd7Rqqvk83&#10;o0C67np+SWz7SLepvtCjTI+uVOp5PpXvIAJN4T/81z5o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oVMMAAADaAAAADwAAAAAAAAAAAAAAAACYAgAAZHJzL2Rv&#10;d25yZXYueG1sUEsFBgAAAAAEAAQA9QAAAIgDAAAAAA==&#10;" path="m,1139v81,30,144,63,239,99c477,1211,1110,1151,1338,1127v228,-24,147,-70,270,-225c1731,747,1856,574,2084,422,2312,270,2804,109,2964,e" filled="f">
                        <v:path arrowok="t" o:connecttype="custom" o:connectlocs="0,1139;239,1238;1338,1127;1608,902;2084,422;2964,0" o:connectangles="0,0,0,0,0,0"/>
                      </v:shape>
                      <v:shape id="Freeform 4" o:spid="_x0000_s1028" style="position:absolute;left:3790;top:2414;width:588;height:671;visibility:visible;mso-wrap-style:square;v-text-anchor:top" coordsize="588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ZnTsEA&#10;AADaAAAADwAAAGRycy9kb3ducmV2LnhtbESPQWsCMRSE74L/ITzBi9SsHlq7NYq0iIu3rtLzY/O6&#10;Wbp5WZOo679vBMHjMDPfMMt1b1txIR8axwpm0wwEceV0w7WC42H7sgARIrLG1jEpuFGA9Wo4WGKu&#10;3ZW/6VLGWiQIhxwVmBi7XMpQGbIYpq4jTt6v8xZjkr6W2uM1wW0r51n2Ki02nBYMdvRpqPorz1ZB&#10;cSa384vJfmbmpf/6CVg07yelxqN+8wEiUh+f4Ue70Are4H4l3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WZ07BAAAA2gAAAA8AAAAAAAAAAAAAAAAAmAIAAGRycy9kb3du&#10;cmV2LnhtbFBLBQYAAAAABAAEAPUAAACGAwAAAAA=&#10;" path="m,179c185,121,311,,345,50v34,50,126,194,185,349c588,553,564,548,547,671e" filled="f">
                        <v:path arrowok="t" o:connecttype="custom" o:connectlocs="0,179;345,50;530,399;547,671" o:connectangles="0,0,0,0"/>
                      </v:shape>
                      <v:group id="Group 5" o:spid="_x0000_s1029" style="position:absolute;left:3187;top:2857;width:230;height:170;rotation:-1409017fd" coordorigin="3020,3028" coordsize="23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NqhsAAAADaAAAADwAAAGRycy9kb3ducmV2LnhtbERPyWrDMBC9F/oPYgK9&#10;xXJSaIxrJZiSQg+BtG7pebAmlok1Mpa85O+jQ6HHx9uLw2I7MdHgW8cKNkkKgrh2uuVGwc/3+zoD&#10;4QOyxs4xKbiRh8P+8aHAXLuZv2iqQiNiCPscFZgQ+lxKXxuy6BPXE0fu4gaLIcKhkXrAOYbbTm7T&#10;9EVabDk2GOzpzVB9rUaroP4tw3gpj+M1O1e7z/TZ4ClblHpaLeUriEBL+Bf/uT+0grg1Xok3QO7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4c2qGwAAAANoAAAAPAAAA&#10;AAAAAAAAAAAAAKoCAABkcnMvZG93bnJldi54bWxQSwUGAAAAAAQABAD6AAAAlwMAAAAA&#10;">
                        <v:shape id="Freeform 6" o:spid="_x0000_s1030" style="position:absolute;left:3044;top:3028;width:206;height:170;rotation:2750512fd;visibility:visible;mso-wrap-style:square;v-text-anchor:top" coordsize="447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BjcEA&#10;AADaAAAADwAAAGRycy9kb3ducmV2LnhtbESPzYvCMBTE74L/Q3iCN01doWjXKMUPEDz5cfD4aN62&#10;3W1eSpLV+t8bQfA4zMxvmMWqM424kfO1ZQWTcQKCuLC65lLB5bwbzUD4gKyxsUwKHuRhtez3Fphp&#10;e+cj3U6hFBHCPkMFVQhtJqUvKjLox7Yljt6PdQZDlK6U2uE9wk0jv5IklQZrjgsVtrSuqPg7/RsF&#10;zW7Kbu3S64G3eXrp3DkPvxulhoMu/wYRqAuf8Lu91wrm8Lo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GQY3BAAAA2gAAAA8AAAAAAAAAAAAAAAAAmAIAAGRycy9kb3du&#10;cmV2LnhtbFBLBQYAAAAABAAEAPUAAACGAwAAAAA=&#10;" path="m67,249v27,-28,53,-99,99,-126c212,96,325,67,340,90v15,23,-46,140,-84,173c218,296,141,272,109,288,77,304,29,354,61,360v32,6,179,10,243,-36c368,278,441,136,444,83,447,30,386,,322,3,258,6,111,54,58,102,5,150,,267,1,291v1,24,34,-11,66,-42xe" fillcolor="yellow">
                          <v:path arrowok="t" o:connecttype="custom" o:connectlocs="31,114;77,57;157,41;118,121;50,132;28,165;140,149;205,38;148,1;27,47;0,134;31,114" o:connectangles="0,0,0,0,0,0,0,0,0,0,0,0"/>
                        </v:shape>
                        <v:shape id="Freeform 7" o:spid="_x0000_s1031" style="position:absolute;left:3020;top:3067;width:83;height:60;rotation:2750512fd;visibility:visible;mso-wrap-style:square;v-text-anchor:top" coordsize="18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LbcMA&#10;AADbAAAADwAAAGRycy9kb3ducmV2LnhtbESPT4vCQAzF7wt+hyHC3tapHhatjiKCWJBd8C8eQye2&#10;xU6mdEbtfvvNQfCW8F7e+2W26FytHtSGyrOB4SABRZx7W3Fh4HhYf41BhYhssfZMBv4owGLe+5hh&#10;av2Td/TYx0JJCIcUDZQxNqnWIS/JYRj4hli0q28dRlnbQtsWnxLuaj1Kkm/tsGJpKLGhVUn5bX93&#10;BibNOvjTdrzsskSff4bhsvm1mTGf/W45BRWpi2/z6zqzgi/08osMo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LbcMAAADbAAAADwAAAAAAAAAAAAAAAACYAgAAZHJzL2Rv&#10;d25yZXYueG1sUEsFBgAAAAAEAAQA9QAAAIgDAAAAAA==&#10;" path="m156,4c147,,126,8,102,28,78,48,,123,9,127v9,4,122,-54,147,-75c181,31,165,8,156,4xe" filled="f">
                          <v:path arrowok="t" o:connecttype="custom" o:connectlocs="72,2;47,13;4,58;72,24;72,2" o:connectangles="0,0,0,0,0"/>
                        </v:shape>
                      </v:group>
                      <v:shape id="Freeform 8" o:spid="_x0000_s1032" style="position:absolute;left:3406;top:2760;width:362;height:172;visibility:visible;mso-wrap-style:square;v-text-anchor:top" coordsize="362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/rGsMA&#10;AADbAAAADwAAAGRycy9kb3ducmV2LnhtbERPzWrCQBC+C32HZQq9iG6sIG3MRqS0UAUPpn2AITtu&#10;0mZnQ3abpD69Kwje5uP7nWwz2kb01PnasYLFPAFBXDpds1Hw/fUxewHhA7LGxjEp+CcPm/xhkmGq&#10;3cBH6otgRAxhn6KCKoQ2ldKXFVn0c9cSR+7kOoshws5I3eEQw20jn5NkJS3WHBsqbOmtovK3+LMK&#10;pu/ncXuUS/+6G/bD9Kc39nQwSj09jts1iEBjuItv7k8d5y/g+ks8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/rGsMAAADbAAAADwAAAAAAAAAAAAAAAACYAgAAZHJzL2Rv&#10;d25yZXYueG1sUEsFBgAAAAAEAAQA9QAAAIgDAAAAAA==&#10;" path="m14,172c29,144,14,143,,117,92,92,188,60,254,30,320,,362,78,269,99,176,120,134,141,14,172xe">
                        <v:path arrowok="t" o:connecttype="custom" o:connectlocs="14,172;0,117;254,30;269,99;14,172" o:connectangles="0,0,0,0,0"/>
                      </v:shape>
                      <v:shape id="Freeform 9" o:spid="_x0000_s1033" style="position:absolute;left:3408;top:2470;width:723;height:411;visibility:visible;mso-wrap-style:square;v-text-anchor:top" coordsize="723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yj8IA&#10;AADbAAAADwAAAGRycy9kb3ducmV2LnhtbERPS2vCQBC+C/6HZQq96aaCraRuRKSCeJHGgB6H7ORB&#10;s7NhdxtTf71bKPQ2H99z1pvRdGIg51vLCl7mCQji0uqWawXFeT9bgfABWWNnmRT8kIdNNp2sMdX2&#10;xp805KEWMYR9igqaEPpUSl82ZNDPbU8cuco6gyFCV0vt8BbDTScXSfIqDbYcGxrsaddQ+ZV/GwUn&#10;W+yTe/92vJriUl7dx7Dc5pVSz0/j9h1EoDH8i//cBx3nL+D3l3iAz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vKPwgAAANsAAAAPAAAAAAAAAAAAAAAAAJgCAABkcnMvZG93&#10;bnJldi54bWxQSwUGAAAAAAQABAD1AAAAhwMAAAAA&#10;" path="m723,c468,259,357,277,,411e" filled="f">
                        <v:path arrowok="t" o:connecttype="custom" o:connectlocs="723,0;0,411" o:connectangles="0,0"/>
                      </v:shape>
                      <v:shape id="Freeform 10" o:spid="_x0000_s1034" style="position:absolute;left:3687;top:2697;width:330;height:159;visibility:visible;mso-wrap-style:square;v-text-anchor:top" coordsize="330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z0J8AA&#10;AADbAAAADwAAAGRycy9kb3ducmV2LnhtbERP32vCMBB+H/g/hBN8m4l2DOmMMgSZL2Ou6vvRnE23&#10;5lKaTNv/fhEE3+7j+3nLde8acaEu1J41zKYKBHHpTc2VhuNh+7wAESKywcYzaRgowHo1elpibvyV&#10;v+lSxEqkEA45arAxtrmUobTkMEx9S5y4s+8cxgS7SpoOryncNXKu1Kt0WHNqsNjSxlL5W/w5DYeX&#10;00+2HzafKhvsx6xQX2dSUuvJuH9/AxGpjw/x3b0zaX4Gt1/S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z0J8AAAADbAAAADwAAAAAAAAAAAAAAAACYAgAAZHJzL2Rvd25y&#10;ZXYueG1sUEsFBgAAAAAEAAQA9QAAAIUDAAAAAA==&#10;" path="m,159c195,84,180,75,330,e" filled="f">
                        <v:path arrowok="t" o:connecttype="custom" o:connectlocs="0,159;330,0" o:connectangles="0,0"/>
                      </v:shape>
                      <v:shape id="Freeform 11" o:spid="_x0000_s1035" style="position:absolute;left:2548;top:2610;width:1517;height:1148;visibility:visible;mso-wrap-style:square;v-text-anchor:top" coordsize="1517,1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IVc78A&#10;AADbAAAADwAAAGRycy9kb3ducmV2LnhtbERP24rCMBB9F/yHMAu+abKyinaNogsLKoK07gcMzdgW&#10;m0lpslr/3giCb3M411msOluLK7W+cqzhc6RAEOfOVFxo+Dv9DmcgfEA2WDsmDXfysFr2ewtMjLtx&#10;StcsFCKGsE9QQxlCk0jp85Is+pFriCN3dq3FEGFbSNPiLYbbWo6VmkqLFceGEhv6KSm/ZP9WQ5FW&#10;p/n0sOF7kx0nJuyUz/ZK68FHt/4GEagLb/HLvTVx/hc8f4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chVzvwAAANsAAAAPAAAAAAAAAAAAAAAAAJgCAABkcnMvZG93bnJl&#10;di54bWxQSwUGAAAAAAQABAD1AAAAhAMAAAAA&#10;" path="m407,281c227,319,2,319,25,416,,550,204,938,317,1043v113,105,766,-601,983,-788c1517,68,1495,60,1442,e" filled="f">
                        <v:path arrowok="t" o:connecttype="custom" o:connectlocs="407,281;25,416;317,1043;1300,255;1442,0" o:connectangles="0,0,0,0,0"/>
                      </v:shape>
                      <v:shape id="Freeform 12" o:spid="_x0000_s1036" style="position:absolute;left:2463;top:2913;width:819;height:359;visibility:visible;mso-wrap-style:square;v-text-anchor:top" coordsize="819,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CNL0A&#10;AADbAAAADwAAAGRycy9kb3ducmV2LnhtbERPSwrCMBDdC94hjOBGNFVRpBpFRMGV4m8/NGNbbCal&#10;iVo9vREEd/N435ktalOIB1Uut6yg34tAECdW55wqOJ823QkI55E1FpZJwYscLObNxgxjbZ98oMfR&#10;pyKEsItRQeZ9GUvpkowMup4tiQN3tZVBH2CVSl3hM4SbQg6iaCwN5hwaMixplVFyO96NgtF+vdH3&#10;lXsNazl0b9ztMLl0lGq36uUUhKfa/8U/91aH+SP4/hIO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jPCNL0AAADbAAAADwAAAAAAAAAAAAAAAACYAgAAZHJzL2Rvd25yZXYu&#10;eG1sUEsFBgAAAAAEAAQA9QAAAIIDAAAAAA==&#10;" path="m,359c66,257,21,280,147,233,273,186,664,106,759,77,723,53,719,68,717,56,715,45,819,,750,11,678,32,411,92,300,122,189,152,131,152,81,191,31,230,17,324,,359xe">
                        <v:path arrowok="t" o:connecttype="custom" o:connectlocs="0,359;147,233;759,77;717,56;750,11;300,122;81,191;0,359" o:connectangles="0,0,0,0,0,0,0,0"/>
                      </v:shape>
                      <v:shape id="Freeform 13" o:spid="_x0000_s1037" style="position:absolute;left:2153;top:3191;width:675;height:709;visibility:visible;mso-wrap-style:square;v-text-anchor:top" coordsize="675,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U3wMIA&#10;AADbAAAADwAAAGRycy9kb3ducmV2LnhtbERPS2vCQBC+C/6HZYTezKYPJE1dRQShlB40DfU6ZMds&#10;aHY2Zrcx/fddQfA2H99zluvRtmKg3jeOFTwmKQjiyumGawXl126egfABWWPrmBT8kYf1ajpZYq7d&#10;hQ80FKEWMYR9jgpMCF0upa8MWfSJ64gjd3K9xRBhX0vd4yWG21Y+pelCWmw4NhjsaGuo+il+rYLB&#10;ZMeXMnv9PpfF7vljL0+f56NU6mE2bt5ABBrDXXxzv+s4fwHXX+I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TfAwgAAANsAAAAPAAAAAAAAAAAAAAAAAJgCAABkcnMvZG93&#10;bnJldi54bWxQSwUGAAAAAAQABAD1AAAAhwMAAAAA&#10;" path="m382,v30,87,173,386,233,514c675,642,120,709,60,634,,559,142,517,232,492e" filled="f">
                        <v:path arrowok="t" o:connecttype="custom" o:connectlocs="382,0;615,514;60,634;232,492" o:connectangles="0,0,0,0"/>
                      </v:shape>
                      <v:shape id="Freeform 14" o:spid="_x0000_s1038" style="position:absolute;left:2523;top:2982;width:57;height:135;visibility:visible;mso-wrap-style:square;v-text-anchor:top" coordsize="57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UEsEA&#10;AADbAAAADwAAAGRycy9kb3ducmV2LnhtbERP24rCMBB9X/Afwgi+ramL12oUWVEUQfCCz0MztsVm&#10;UpKo3b/fCAv7NodzndmiMZV4kvOlZQW9bgKCOLO65FzB5bz+HIPwAVljZZkU/JCHxbz1McNU2xcf&#10;6XkKuYgh7FNUUIRQp1L6rCCDvmtr4sjdrDMYInS51A5fMdxU8itJhtJgybGhwJq+C8rup4dRMDhf&#10;j/lkNblhb+N2h33Tz4abrVKddrOcggjUhH/xn3ur4/wRvH+JB8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L1BLBAAAA2wAAAA8AAAAAAAAAAAAAAAAAmAIAAGRycy9kb3du&#10;cmV2LnhtbFBLBQYAAAAABAAEAPUAAACGAwAAAAA=&#10;" path="m,135c,75,45,28,57,e" filled="f">
                        <v:path arrowok="t" o:connecttype="custom" o:connectlocs="0,135;57,0" o:connectangles="0,0"/>
                      </v:shape>
                      <v:group id="Group 15" o:spid="_x0000_s1039" style="position:absolute;left:1377;top:3735;width:2853;height:618" coordorigin="1377,3735" coordsize="2853,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Freeform 16" o:spid="_x0000_s1040" style="position:absolute;left:1380;top:3735;width:863;height:480;visibility:visible;mso-wrap-style:square;v-text-anchor:top" coordsize="863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QJcIA&#10;AADbAAAADwAAAGRycy9kb3ducmV2LnhtbERPzWoCMRC+F3yHMEIvRROllLoapQpCC73U7gMMm3Gz&#10;mEzWTbquPr0pFHqbj+93VpvBO9FTF5vAGmZTBYK4CqbhWkP5vZ+8gogJ2aALTBquFGGzHj2ssDDh&#10;wl/UH1ItcgjHAjXYlNpCylhZ8hinoSXO3DF0HlOGXS1Nh5cc7p2cK/UiPTacGyy2tLNUnQ4/XkOv&#10;tovns92qz5tTM/dxKp+u+1Lrx/HwtgSRaEj/4j/3u8nzF/D7Sz5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1VAlwgAAANsAAAAPAAAAAAAAAAAAAAAAAJgCAABkcnMvZG93&#10;bnJldi54bWxQSwUGAAAAAAQABAD1AAAAhwMAAAAA&#10;" path="m,480c17,450,42,396,102,300,270,264,518,210,645,160,772,110,818,32,863,e" filled="f">
                          <v:path arrowok="t" o:connecttype="custom" o:connectlocs="0,480;102,300;645,160;863,0" o:connectangles="0,0,0,0"/>
                        </v:shape>
                        <v:shape id="Freeform 17" o:spid="_x0000_s1041" style="position:absolute;left:1377;top:4053;width:2853;height:300;visibility:visible;mso-wrap-style:square;v-text-anchor:top" coordsize="28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F32MMA&#10;AADbAAAADwAAAGRycy9kb3ducmV2LnhtbERPz2vCMBS+D/wfwhN2m+kcqHSmZSiCoB5mN9hub81b&#10;09m8lCba+t+bw8Djx/d7mQ+2ERfqfO1YwfMkAUFcOl1zpeCj2DwtQPiArLFxTAqu5CHPRg9LTLXr&#10;+Z0ux1CJGMI+RQUmhDaV0peGLPqJa4kj9+s6iyHCrpK6wz6G20ZOk2QmLdYcGwy2tDJUno5nq2A9&#10;3x2+G/P1uf8r5TbpD/PiJfwo9Tge3l5BBBrCXfzv3moF07g+fok/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F32MMAAADbAAAADwAAAAAAAAAAAAAAAACYAgAAZHJzL2Rv&#10;d25yZXYueG1sUEsFBgAAAAAEAAQA9QAAAIgDAAAAAA==&#10;" path="m,165v3,7,,15,6,39c90,240,141,270,234,300v99,-6,202,-28,339,-40c776,241,1222,214,1451,185v229,-29,261,-67,495,-98c2180,56,2658,15,2853,e" filled="f">
                          <v:path arrowok="t" o:connecttype="custom" o:connectlocs="0,165;6,204;234,300;573,260;1451,185;1946,87;2853,0" o:connectangles="0,0,0,0,0,0,0"/>
                        </v:shape>
                        <v:shape id="Freeform 18" o:spid="_x0000_s1042" style="position:absolute;left:1539;top:4062;width:435;height:63;visibility:visible;mso-wrap-style:square;v-text-anchor:top" coordsize="435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jVc8MA&#10;AADbAAAADwAAAGRycy9kb3ducmV2LnhtbESPzWrDMBCE74G+g9hCL6GRHUgIbpTQ/LTkmqQPsFhb&#10;W420Mpb80z59FSj0OMzMN8x6OzoremqD8awgn2UgiEuvDVcKPq5vzysQISJrtJ5JwTcF2G4eJmss&#10;tB/4TP0lViJBOBSooI6xKaQMZU0Ow8w3xMn79K3DmGRbSd3ikODOynmWLaVDw2mhxob2NZW3S+cU&#10;/Czesy97m+pu1xxGeyRjFmiUenocX19ARBrjf/ivfdIK5jncv6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jVc8MAAADbAAAADwAAAAAAAAAAAAAAAACYAgAAZHJzL2Rv&#10;d25yZXYueG1sUEsFBgAAAAAEAAQA9QAAAIgDAAAAAA==&#10;" path="m,c25,10,90,36,153,63,255,51,386,42,435,39e" filled="f" strokeweight=".25pt">
                          <v:path arrowok="t" o:connecttype="custom" o:connectlocs="0,0;153,63;435,39" o:connectangles="0,0,0"/>
                        </v:shape>
                        <v:shape id="Freeform 19" o:spid="_x0000_s1043" style="position:absolute;left:1623;top:4119;width:60;height:198;visibility:visible;mso-wrap-style:square;v-text-anchor:top" coordsize="60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P4cQA&#10;AADbAAAADwAAAGRycy9kb3ducmV2LnhtbESPQWvCQBSE74L/YXmCN90YpEiajVShRbCXJj3U2zP7&#10;moRm34bsxsR/3y0UPA4z8w2T7ifTihv1rrGsYLOOQBCXVjdcKfgsXlc7EM4ja2wtk4I7Odhn81mK&#10;ibYjf9At95UIEHYJKqi97xIpXVmTQbe2HXHwvm1v0AfZV1L3OAa4aWUcRU/SYMNhocaOjjWVP/lg&#10;FOC7LC7j0F2uX8P2bXPKz4fCXZVaLqaXZxCeJv8I/7dPWkEcw9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wz+HEAAAA2wAAAA8AAAAAAAAAAAAAAAAAmAIAAGRycy9k&#10;b3ducmV2LnhtbFBLBQYAAAAABAAEAPUAAACJAwAAAAA=&#10;" path="m60,c33,83,7,166,,198e" filled="f" strokeweight=".25pt">
                          <v:path arrowok="t" o:connecttype="custom" o:connectlocs="60,0;0,198" o:connectangles="0,0"/>
                        </v:shape>
                      </v:group>
                      <v:group id="Group 20" o:spid="_x0000_s1044" style="position:absolute;left:2931;top:3084;width:1417;height:1086" coordorigin="2931,3084" coordsize="1417,1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 id="Freeform 21" o:spid="_x0000_s1045" style="position:absolute;left:3561;top:3084;width:787;height:1086;visibility:visible;mso-wrap-style:square;v-text-anchor:top" coordsize="787,1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gdpMcA&#10;AADbAAAADwAAAGRycy9kb3ducmV2LnhtbESPQWvCQBSE70L/w/IEL6IbpdaQukoRBC3NobaF9vaa&#10;fSbB7NuQXWP017sFocdhZr5hFqvOVKKlxpWWFUzGEQjizOqScwWfH5tRDMJ5ZI2VZVJwIQer5UNv&#10;gYm2Z36ndu9zESDsElRQeF8nUrqsIINubGvi4B1sY9AH2eRSN3gOcFPJaRQ9SYMlh4UCa1oXlB33&#10;JxModvi9+0p/0uvprU2PcTl/rWe/Sg363cszCE+d/w/f21utYPoIf1/CD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IHaTHAAAA2wAAAA8AAAAAAAAAAAAAAAAAmAIAAGRy&#10;cy9kb3ducmV2LnhtbFBLBQYAAAAABAAEAPUAAACMAwAAAAA=&#10;" path="m787,c768,171,697,812,672,1029v-119,8,-557,56,-669,57c,1065,5,1050,3,1041e" filled="f">
                          <v:path arrowok="t" o:connecttype="custom" o:connectlocs="787,0;672,1029;3,1086;3,1041" o:connectangles="0,0,0,0"/>
                        </v:shape>
                        <v:shape id="Freeform 22" o:spid="_x0000_s1046" style="position:absolute;left:2931;top:3960;width:1308;height:156;visibility:visible;mso-wrap-style:square;v-text-anchor:top" coordsize="130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bBMQA&#10;AADbAAAADwAAAGRycy9kb3ducmV2LnhtbESPzWrDMBCE74W+g9hAbo2cgEtxI4cQmtKc2rqG0tsi&#10;rX+ItTKWEjtvHxUCOQ4z8w2z3ky2E2cafOtYwXKRgCDWzrRcKyh/9k8vIHxANtg5JgUX8rDJHx/W&#10;mBk38jedi1CLCGGfoYImhD6T0uuGLPqF64mjV7nBYohyqKUZcIxw28lVkjxLiy3HhQZ72jWkj8XJ&#10;Kvh6+5XTH+FRp2WR7PXh81S+V0rNZ9P2FUSgKdzDt/aHUbBK4f9L/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g2wTEAAAA2wAAAA8AAAAAAAAAAAAAAAAAmAIAAGRycy9k&#10;b3ducmV2LnhtbFBLBQYAAAAABAAEAPUAAACJAwAAAAA=&#10;" path="m1308,c1112,18,216,72,,156e" filled="f" strokeweight="0">
                          <v:stroke dashstyle="longDash"/>
                          <v:path arrowok="t" o:connecttype="custom" o:connectlocs="1308,0;0,156" o:connectangles="0,0"/>
                        </v:shape>
                        <v:shape id="Freeform 23" o:spid="_x0000_s1047" style="position:absolute;left:2948;top:4028;width:1110;height:127;visibility:visible;mso-wrap-style:square;v-text-anchor:top" coordsize="1110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bl/cMA&#10;AADbAAAADwAAAGRycy9kb3ducmV2LnhtbESPQYvCMBSE7wv+h/AEb5rqQZdqFBWEBUFZtYK3R/Ns&#10;q81LabK1+us3C8Ieh5n5hpktWlOKhmpXWFYwHEQgiFOrC84UnI6b/icI55E1lpZJwZMcLOadjxnG&#10;2j74m5qDz0SAsItRQe59FUvp0pwMuoGtiIN3tbVBH2SdSV3jI8BNKUdRNJYGCw4LOVa0zim9H36M&#10;gvPqxhOdVMlrvd2Xu+WWLtSQUr1uu5yC8NT6//C7/aUVjMbw9yX8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bl/cMAAADbAAAADwAAAAAAAAAAAAAAAACYAgAAZHJzL2Rv&#10;d25yZXYueG1sUEsFBgAAAAAEAAQA9QAAAIgDAAAAAA==&#10;" path="m1110,c645,37,337,67,,127e" filled="f" strokeweight=".5pt">
                          <v:path arrowok="t" o:connecttype="custom" o:connectlocs="1110,0;0,127" o:connectangles="0,0"/>
                        </v:shape>
                        <v:shape id="Freeform 24" o:spid="_x0000_s1048" style="position:absolute;left:2976;top:3897;width:1266;height:144;visibility:visible;mso-wrap-style:square;v-text-anchor:top" coordsize="126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zwMMA&#10;AADbAAAADwAAAGRycy9kb3ducmV2LnhtbESPwW6DMBBE75X6D9ZG6qUKJhyShmBQFdqoPYbmA1Z4&#10;CzR4jbCbwN/HkSr1OJqZN5qsmEwvLjS6zrKCVRSDIK6t7rhRcPp6X76AcB5ZY2+ZFMzkoMgfHzJM&#10;tb3ykS6Vb0SAsEtRQev9kErp6pYMusgOxMH7tqNBH+TYSD3iNcBNL5M4XkuDHYeFFgfat1Sfq1+j&#10;gKa3gy03sqnK7c/n4Xnd+VLOSj0tptcdCE+T/w//tT+0gmQD9y/hB8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wzwMMAAADbAAAADwAAAAAAAAAAAAAAAACYAgAAZHJzL2Rv&#10;d25yZXYueG1sUEsFBgAAAAAEAAQA9QAAAIgDAAAAAA==&#10;" path="m1266,c1077,20,192,84,,144e" filled="f" strokeweight="0">
                          <v:stroke dashstyle="longDash"/>
                          <v:path arrowok="t" o:connecttype="custom" o:connectlocs="1266,0;0,144" o:connectangles="0,0"/>
                        </v:shape>
                        <v:shape id="Freeform 25" o:spid="_x0000_s1049" style="position:absolute;left:3042;top:3840;width:1218;height:132;visibility:visible;mso-wrap-style:square;v-text-anchor:top" coordsize="121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cjLcAA&#10;AADbAAAADwAAAGRycy9kb3ducmV2LnhtbERPy4rCMBTdD/gP4QruxtQKw1CNouKACCOMj/21ubbF&#10;5qY2GRv/3iwEl4fzns6DqcWdWldZVjAaJiCIc6srLhQcDz+f3yCcR9ZYWyYFD3Iwn/U+pphp2/Ef&#10;3fe+EDGEXYYKSu+bTEqXl2TQDW1DHLmLbQ36CNtC6ha7GG5qmSbJlzRYcWwosaFVSfl1/28UbNeb&#10;7nTYne3tdzFeX9Pb0oU6KDXoh8UEhKfg3+KXe6MVpHFs/BJ/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6cjLcAAAADbAAAADwAAAAAAAAAAAAAAAACYAgAAZHJzL2Rvd25y&#10;ZXYueG1sUEsFBgAAAAAEAAQA9QAAAIUDAAAAAA==&#10;" path="m1218,c1022,18,198,63,,132e" filled="f" strokeweight="0">
                          <v:stroke dashstyle="longDash"/>
                          <v:path arrowok="t" o:connecttype="custom" o:connectlocs="1218,0;0,132" o:connectangles="0,0"/>
                        </v:shape>
                        <v:shape id="Freeform 26" o:spid="_x0000_s1050" style="position:absolute;left:3102;top:3786;width:1164;height:120;visibility:visible;mso-wrap-style:square;v-text-anchor:top" coordsize="1164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WHL8A&#10;AADbAAAADwAAAGRycy9kb3ducmV2LnhtbESPzQrCMBCE74LvEFbwpmlVRKtRRBAEUfDn4m1p1rbY&#10;bEoTtb69EQSPw8x8w8yXjSnFk2pXWFYQ9yMQxKnVBWcKLudNbwLCeWSNpWVS8CYHy0W7NcdE2xcf&#10;6XnymQgQdgkqyL2vEildmpNB17cVcfButjbog6wzqWt8Bbgp5SCKxtJgwWEhx4rWOaX308Mo2A9H&#10;twObFcZOyvOVjvHurkulup1mNQPhqfH/8K+91QoGU/h+CT9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HZYcvwAAANsAAAAPAAAAAAAAAAAAAAAAAJgCAABkcnMvZG93bnJl&#10;di54bWxQSwUGAAAAAAQABAD1AAAAhAMAAAAA&#10;" path="m1164,c963,22,186,72,,120e" filled="f" strokeweight="0">
                          <v:stroke dashstyle="longDash"/>
                          <v:path arrowok="t" o:connecttype="custom" o:connectlocs="1164,0;0,120" o:connectangles="0,0"/>
                        </v:shape>
                        <v:shape id="Freeform 27" o:spid="_x0000_s1051" style="position:absolute;left:3147;top:3735;width:1122;height:114;visibility:visible;mso-wrap-style:square;v-text-anchor:top" coordsize="1122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a/fcAA&#10;AADbAAAADwAAAGRycy9kb3ducmV2LnhtbERPTYvCMBC9L/gfwix4WTRVQaTbVJYFwT14sHrwODZj&#10;G7aZ1Cba+u/NQfD4eN/ZerCNuFPnjWMFs2kCgrh02nCl4HjYTFYgfEDW2DgmBQ/ysM5HHxmm2vW8&#10;p3sRKhFD2KeooA6hTaX0ZU0W/dS1xJG7uM5iiLCrpO6wj+G2kfMkWUqLhmNDjS391lT+Fzer4Mye&#10;in5hrubyt+1PN5rtwtdGqfHn8PMNItAQ3uKXe6sVLOL6+CX+AJk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Wa/fcAAAADbAAAADwAAAAAAAAAAAAAAAACYAgAAZHJzL2Rvd25y&#10;ZXYueG1sUEsFBgAAAAAEAAQA9QAAAIUDAAAAAA==&#10;" path="m1122,c926,18,126,69,,114e" filled="f" strokeweight="0">
                          <v:stroke dashstyle="longDash"/>
                          <v:path arrowok="t" o:connecttype="custom" o:connectlocs="1122,0;0,114" o:connectangles="0,0"/>
                        </v:shape>
                        <v:shape id="Freeform 28" o:spid="_x0000_s1052" style="position:absolute;left:3183;top:3684;width:1098;height:117;visibility:visible;mso-wrap-style:square;v-text-anchor:top" coordsize="109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bOsQA&#10;AADbAAAADwAAAGRycy9kb3ducmV2LnhtbESPS4vCQBCE74L/YeiFvYhO4guJjiIuC3oRfMCytybT&#10;JmEzPTEzG+O/dwTBY1FVX1GLVWtK0VDtCssK4kEEgji1uuBMwfn03Z+BcB5ZY2mZFNzJwWrZ7Sww&#10;0fbGB2qOPhMBwi5BBbn3VSKlS3My6Aa2Ig7exdYGfZB1JnWNtwA3pRxG0VQaLDgs5FjRJqf07/hv&#10;FEx2w/hg983vpXdNf9h/4djsUanPj3Y9B+Gp9e/wq73VCkY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oWzrEAAAA2wAAAA8AAAAAAAAAAAAAAAAAmAIAAGRycy9k&#10;b3ducmV2LnhtbFBLBQYAAAAABAAEAPUAAACJAwAAAAA=&#10;" path="m1098,c948,16,381,62,198,81,15,100,41,110,,117e" filled="f" strokeweight="0">
                          <v:stroke dashstyle="longDash"/>
                          <v:path arrowok="t" o:connecttype="custom" o:connectlocs="1098,0;198,81;0,117" o:connectangles="0,0,0"/>
                        </v:shape>
                        <v:shape id="Freeform 29" o:spid="_x0000_s1053" style="position:absolute;left:3213;top:3633;width:1062;height:117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YHT8QA&#10;AADbAAAADwAAAGRycy9kb3ducmV2LnhtbESPT2sCMRTE7wW/Q3iCl6LZrlBlNYoUBEF60Pagt8fm&#10;ubu4eVmSuH++fSMIPQ4z8xtmve1NLVpyvrKs4GOWgCDOra64UPD7s58uQfiArLG2TAoG8rDdjN7W&#10;mGnb8YnacyhEhLDPUEEZQpNJ6fOSDPqZbYijd7POYIjSFVI77CLc1DJNkk9psOK4UGJDXyXl9/PD&#10;KJCyTYdrfTH34T2puke6+G7cUanJuN+tQATqw3/41T5oBfMUnl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B0/EAAAA2wAAAA8AAAAAAAAAAAAAAAAAmAIAAGRycy9k&#10;b3ducmV2LnhtbFBLBQYAAAAABAAEAPUAAACJAwAAAAA=&#10;" path="m1062,c912,16,375,61,198,81,21,101,41,110,,117e" filled="f" strokeweight="0">
                          <v:stroke dashstyle="longDash"/>
                          <v:path arrowok="t" o:connecttype="custom" o:connectlocs="1062,0;198,81;0,117" o:connectangles="0,0,0"/>
                        </v:shape>
                        <v:shape id="Freeform 30" o:spid="_x0000_s1054" style="position:absolute;left:3267;top:3585;width:1005;height:111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qi1MUA&#10;AADbAAAADwAAAGRycy9kb3ducmV2LnhtbESPzWrDMBCE74G+g9hCL6GW40BaXCuhFAKFkkOSHtrb&#10;Ym1tY2tlJMU/b18FAjkOM/MNU+wm04mBnG8sK1glKQji0uqGKwXf5/3zKwgfkDV2lknBTB5224dF&#10;gbm2Ix9pOIVKRAj7HBXUIfS5lL6syaBPbE8cvT/rDIYoXSW1wzHCTSezNN1Igw3HhRp7+qipbE8X&#10;o0DKIZt/ux/Tzsu0GS/Zy6F3X0o9PU7vbyACTeEevrU/tYL1Gq5f4g+Q2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mqLU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1005,0;187,77;0,111" o:connectangles="0,0,0"/>
                        </v:shape>
                        <v:shape id="Freeform 31" o:spid="_x0000_s1055" style="position:absolute;left:3321;top:3546;width:963;height:105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6oMQA&#10;AADbAAAADwAAAGRycy9kb3ducmV2LnhtbESPT2sCMRTE74V+h/CEXopmu5Uqq1FKoSAUD2oPents&#10;nruLm5clifvn2xtB8DjMzG+Y5bo3tWjJ+cqygo9JAoI4t7riQsH/4Xc8B+EDssbaMikYyMN69fqy&#10;xEzbjnfU7kMhIoR9hgrKEJpMSp+XZNBPbEMcvbN1BkOUrpDaYRfhppZpknxJgxXHhRIb+ikpv+yv&#10;RoGUbTqc6qO5DO9J1V3T2bZxf0q9jfrvBYhAfXiGH+2NVvA5hfuX+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zOqDEAAAA2wAAAA8AAAAAAAAAAAAAAAAAmAIAAGRycy9k&#10;b3ducmV2LnhtbFBLBQYAAAAABAAEAPUAAACJAwAAAAA=&#10;" path="m1062,c912,16,375,61,198,81,21,101,41,110,,117e" filled="f" strokeweight="0">
                          <v:stroke dashstyle="longDash"/>
                          <v:path arrowok="t" o:connecttype="custom" o:connectlocs="963,0;180,73;0,105" o:connectangles="0,0,0"/>
                        </v:shape>
                        <v:shape id="Freeform 32" o:spid="_x0000_s1056" style="position:absolute;left:3366;top:3504;width:927;height:99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+fO8QA&#10;AADbAAAADwAAAGRycy9kb3ducmV2LnhtbESPT2sCMRTE74V+h/CEXopmu8Uqq1FKoSAUD2oPents&#10;nruLm5clifvn2xtB8DjMzG+Y5bo3tWjJ+cqygo9JAoI4t7riQsH/4Xc8B+EDssbaMikYyMN69fqy&#10;xEzbjnfU7kMhIoR9hgrKEJpMSp+XZNBPbEMcvbN1BkOUrpDaYRfhppZpknxJgxXHhRIb+ikpv+yv&#10;RoGUbTqc6qO5DO9J1V3T2bZxf0q9jfrvBYhAfXiGH+2NVvA5hfuX+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/nzvEAAAA2wAAAA8AAAAAAAAAAAAAAAAAmAIAAGRycy9k&#10;b3ducmV2LnhtbFBLBQYAAAAABAAEAPUAAACJAwAAAAA=&#10;" path="m1062,c912,16,375,61,198,81,21,101,41,110,,117e" filled="f" strokeweight="0">
                          <v:stroke dashstyle="longDash"/>
                          <v:path arrowok="t" o:connecttype="custom" o:connectlocs="927,0;173,69;0,99" o:connectangles="0,0,0"/>
                        </v:shape>
                        <v:shape id="Freeform 33" o:spid="_x0000_s1057" style="position:absolute;left:3429;top:3462;width:870;height:9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0BTMUA&#10;AADbAAAADwAAAGRycy9kb3ducmV2LnhtbESPzWrDMBCE74W+g9hCL6WW60BSHCshBAqFkkOTHJLb&#10;Ym1sY2tlJMU/b18VCj0OM/MNU2wn04mBnG8sK3hLUhDEpdUNVwrOp4/XdxA+IGvsLJOCmTxsN48P&#10;BebajvxNwzFUIkLY56igDqHPpfRlTQZ9Ynvi6N2sMxiidJXUDscIN53M0nQpDTYcF2rsaV9T2R7v&#10;RoGUQzZfu4tp55e0Ge/Z6tC7L6Wen6bdGkSgKfyH/9qfWsFiCb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QFM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870,0;162,62;0,90" o:connectangles="0,0,0"/>
                        </v:shape>
                        <v:shape id="Freeform 34" o:spid="_x0000_s1058" style="position:absolute;left:3504;top:3420;width:798;height:84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k18UA&#10;AADbAAAADwAAAGRycy9kb3ducmV2LnhtbESPT2vCQBTE7wW/w/IEL6VumkItqRuRgiCIh6oHe3tk&#10;n0lI9m3YXfPn27uFQo/DzPyGWW9G04qenK8tK3hdJiCIC6trLhVczruXDxA+IGtsLZOCiTxs8tnT&#10;GjNtB/6m/hRKESHsM1RQhdBlUvqiIoN+aTvi6N2sMxiidKXUDocIN61Mk+RdGqw5LlTY0VdFRXO6&#10;GwVS9un0015NMz0n9XBPV8fOHZRazMftJ4hAY/gP/7X3WsHbCn6/xB8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aTXxQAAANsAAAAPAAAAAAAAAAAAAAAAAJgCAABkcnMv&#10;ZG93bnJldi54bWxQSwUGAAAAAAQABAD1AAAAigMAAAAA&#10;" path="m1062,c912,16,375,61,198,81,21,101,41,110,,117e" filled="f" strokeweight="0">
                          <v:stroke dashstyle="longDash"/>
                          <v:path arrowok="t" o:connecttype="custom" o:connectlocs="798,0;149,58;0,84" o:connectangles="0,0,0"/>
                        </v:shape>
                        <v:shape id="Freeform 35" o:spid="_x0000_s1059" style="position:absolute;left:3582;top:3378;width:726;height:72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wpcAA&#10;AADbAAAADwAAAGRycy9kb3ducmV2LnhtbERPy4rCMBTdD/gP4QpuBk2nAyrVKCIMCMMsfCx0d2mu&#10;bbG5KUns4+8nC8Hl4bzX297UoiXnK8sKvmYJCOLc6ooLBZfzz3QJwgdkjbVlUjCQh+1m9LHGTNuO&#10;j9SeQiFiCPsMFZQhNJmUPi/JoJ/Zhjhyd+sMhghdIbXDLoabWqZJMpcGK44NJTa0Lyl/nJ5GgZRt&#10;Otzqq3kMn0nVPdPFX+N+lZqM+90KRKA+vMUv90Er+I5j45f4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4wpcAAAADbAAAADwAAAAAAAAAAAAAAAACYAgAAZHJzL2Rvd25y&#10;ZXYueG1sUEsFBgAAAAAEAAQA9QAAAIUDAAAAAA==&#10;" path="m1062,c912,16,375,61,198,81,21,101,41,110,,117e" filled="f" strokeweight="0">
                          <v:stroke dashstyle="longDash"/>
                          <v:path arrowok="t" o:connecttype="custom" o:connectlocs="726,0;135,50;0,72" o:connectangles="0,0,0"/>
                        </v:shape>
                        <v:shape id="Freeform 36" o:spid="_x0000_s1060" style="position:absolute;left:3699;top:3336;width:612;height:60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KVPsQA&#10;AADbAAAADwAAAGRycy9kb3ducmV2LnhtbESPT2sCMRTE74V+h/CEXopmuwWrq1FKoSAUD2oPents&#10;nruLm5clifvn2xtB8DjMzG+Y5bo3tWjJ+cqygo9JAoI4t7riQsH/4Xc8A+EDssbaMikYyMN69fqy&#10;xEzbjnfU7kMhIoR9hgrKEJpMSp+XZNBPbEMcvbN1BkOUrpDaYRfhppZpkkylwYrjQokN/ZSUX/ZX&#10;o0DKNh1O9dFchvek6q7p17Zxf0q9jfrvBYhAfXiGH+2NVvA5h/uX+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ylT7EAAAA2wAAAA8AAAAAAAAAAAAAAAAAmAIAAGRycy9k&#10;b3ducmV2LnhtbFBLBQYAAAAABAAEAPUAAACJAwAAAAA=&#10;" path="m1062,c912,16,375,61,198,81,21,101,41,110,,117e" filled="f" strokeweight="0">
                          <v:stroke dashstyle="longDash"/>
                          <v:path arrowok="t" o:connecttype="custom" o:connectlocs="612,0;114,42;0,60" o:connectangles="0,0,0"/>
                        </v:shape>
                        <v:shape id="Freeform 37" o:spid="_x0000_s1061" style="position:absolute;left:3807;top:3286;width:501;height:56;visibility:visible;mso-wrap-style:square;v-text-anchor:top" coordsize="106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5P3sAA&#10;AADbAAAADwAAAGRycy9kb3ducmV2LnhtbERPy4rCMBTdD/gP4QpuBk2nDCrVKCIMCMMsfCx0d2mu&#10;bbG5KUns4+8nC8Hl4bzX297UoiXnK8sKvmYJCOLc6ooLBZfzz3QJwgdkjbVlUjCQh+1m9LHGTNuO&#10;j9SeQiFiCPsMFZQhNJmUPi/JoJ/Zhjhyd+sMhghdIbXDLoabWqZJMpcGK44NJTa0Lyl/nJ5GgZRt&#10;Otzqq3kMn0nVPdPFX+N+lZqM+90KRKA+vMUv90Er+I7r45f4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5P3sAAAADbAAAADwAAAAAAAAAAAAAAAACYAgAAZHJzL2Rvd25y&#10;ZXYueG1sUEsFBgAAAAAEAAQA9QAAAIUDAAAAAA==&#10;" path="m1062,c912,16,375,61,198,81,21,101,41,110,,117e" filled="f" strokeweight="0">
                          <v:stroke dashstyle="longDash"/>
                          <v:path arrowok="t" o:connecttype="custom" o:connectlocs="501,0;93,39;0,56" o:connectangles="0,0,0"/>
                        </v:shape>
                        <v:shape id="Freeform 38" o:spid="_x0000_s1062" style="position:absolute;left:3933;top:3243;width:387;height:48;visibility:visible;mso-wrap-style:square;v-text-anchor:top" coordsize="38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YYgsMA&#10;AADbAAAADwAAAGRycy9kb3ducmV2LnhtbESPUWvCQBCE3wv+h2OFvtWLqS0SPYMUtMGXUs8fsOTW&#10;JJjbC7lrkv57r1DwcZidb3a2+WRbMVDvG8cKlosEBHHpTMOVgos+vKxB+IBssHVMCn7JQ76bPW0x&#10;M27kbxrOoRIRwj5DBXUIXSalL2uy6BeuI47e1fUWQ5R9JU2PY4TbVqZJ8i4tNhwbauzoo6bydv6x&#10;8Y1jWnxa1vr17aJxcqdh0NcvpZ7n034DItAUHsf/6cIoWC3hb0sE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YYgsMAAADbAAAADwAAAAAAAAAAAAAAAACYAgAAZHJzL2Rv&#10;d25yZXYueG1sUEsFBgAAAAAEAAQA9QAAAIgDAAAAAA==&#10;" path="m387,c333,8,135,23,71,31,7,39,15,45,,48e" filled="f" strokeweight="0">
                          <v:stroke dashstyle="longDash"/>
                          <v:path arrowok="t" o:connecttype="custom" o:connectlocs="387,0;71,31;0,48" o:connectangles="0,0,0"/>
                        </v:shape>
                        <v:shape id="Freeform 39" o:spid="_x0000_s1063" style="position:absolute;left:4071;top:3198;width:261;height:39;visibility:visible;mso-wrap-style:square;v-text-anchor:top" coordsize="26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8LscQA&#10;AADbAAAADwAAAGRycy9kb3ducmV2LnhtbESPQWvCQBSE74L/YXmCF9FNRapEV9HaQtubURRvj+xz&#10;E8y+DdltTP99t1DocZiZb5jVprOVaKnxpWMFT5MEBHHudMlGwen4Nl6A8AFZY+WYFHyTh82631th&#10;qt2DD9RmwYgIYZ+igiKEOpXS5wVZ9BNXE0fv5hqLIcrGSN3gI8JtJadJ8iwtlhwXCqzppaD8nn1Z&#10;Be3r5z77OAfjZ6Uxl/lot3XXg1LDQbddggjUhf/wX/tdK5hN4fdL/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fC7HEAAAA2wAAAA8AAAAAAAAAAAAAAAAAmAIAAGRycy9k&#10;b3ducmV2LnhtbFBLBQYAAAAABAAEAPUAAACJAwAAAAA=&#10;" path="m261,c225,9,106,18,63,24,20,30,13,36,,39e" filled="f" strokeweight="0">
                          <v:stroke dashstyle="longDash"/>
                          <v:path arrowok="t" o:connecttype="custom" o:connectlocs="261,0;63,24;0,39" o:connectangles="0,0,0"/>
                        </v:shape>
                        <v:shape id="Freeform 40" o:spid="_x0000_s1064" style="position:absolute;left:4173;top:3156;width:156;height:30;visibility:visible;mso-wrap-style:square;v-text-anchor:top" coordsize="15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EtPMQA&#10;AADbAAAADwAAAGRycy9kb3ducmV2LnhtbESPQWvCQBSE74X+h+UVvNVNVaTEbEQKLSVQiDagx2f2&#10;mQSzb0N2a9J/7wqCx2FmvmGS9WhacaHeNZYVvE0jEMSl1Q1XCorfz9d3EM4ja2wtk4J/crBOn58S&#10;jLUdeEuXna9EgLCLUUHtfRdL6cqaDLqp7YiDd7K9QR9kX0nd4xDgppWzKFpKgw2HhRo7+qipPO/+&#10;jIJ9N56PpvgpmtKw/Drk2SzLM6UmL+NmBcLT6B/he/tbK1jM4fYl/A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hLTzEAAAA2wAAAA8AAAAAAAAAAAAAAAAAmAIAAGRycy9k&#10;b3ducmV2LnhtbFBLBQYAAAAABAAEAPUAAACJAwAAAAA=&#10;" path="m156,c120,9,89,10,63,15,37,20,13,27,,30e" filled="f" strokeweight="0">
                          <v:stroke dashstyle="longDash"/>
                          <v:path arrowok="t" o:connecttype="custom" o:connectlocs="156,0;63,15;0,30" o:connectangles="0,0,0"/>
                        </v:shape>
                      </v:group>
                    </v:group>
                  </w:pict>
                </mc:Fallback>
              </mc:AlternateContent>
            </w:r>
            <w:r w:rsidRPr="00D339A6">
              <w:rPr>
                <w:b/>
                <w:color w:val="1F497D" w:themeColor="text2"/>
                <w:sz w:val="24"/>
                <w:lang w:val="de-DE"/>
              </w:rPr>
              <w:t>BALADIN</w:t>
            </w:r>
          </w:p>
          <w:p w:rsidR="00706F31" w:rsidRPr="00E7260C" w:rsidRDefault="00706F31" w:rsidP="00C00184">
            <w:pPr>
              <w:rPr>
                <w:lang w:val="de-DE"/>
              </w:rPr>
            </w:pPr>
          </w:p>
          <w:p w:rsidR="00706F31" w:rsidRPr="00E7260C" w:rsidRDefault="00706F31" w:rsidP="00C00184">
            <w:pPr>
              <w:rPr>
                <w:lang w:val="de-DE"/>
              </w:rPr>
            </w:pPr>
          </w:p>
          <w:p w:rsidR="00706F31" w:rsidRPr="00E7260C" w:rsidRDefault="00706F31" w:rsidP="00C00184">
            <w:pPr>
              <w:rPr>
                <w:lang w:val="de-DE"/>
              </w:rPr>
            </w:pPr>
          </w:p>
          <w:p w:rsidR="00706F31" w:rsidRDefault="00706F31" w:rsidP="00C00184">
            <w:pPr>
              <w:rPr>
                <w:lang w:val="de-DE"/>
              </w:rPr>
            </w:pPr>
          </w:p>
          <w:p w:rsidR="00706F31" w:rsidRDefault="00706F31" w:rsidP="00C00184">
            <w:pPr>
              <w:rPr>
                <w:lang w:val="de-DE"/>
              </w:rPr>
            </w:pPr>
          </w:p>
          <w:p w:rsidR="00706F31" w:rsidRDefault="00706F31" w:rsidP="00C00184">
            <w:pPr>
              <w:rPr>
                <w:lang w:val="de-DE"/>
              </w:rPr>
            </w:pPr>
          </w:p>
          <w:p w:rsidR="00706F31" w:rsidRPr="00E7260C" w:rsidRDefault="00706F31" w:rsidP="00C00184">
            <w:pPr>
              <w:rPr>
                <w:lang w:val="de-DE"/>
              </w:rPr>
            </w:pPr>
          </w:p>
          <w:p w:rsidR="00706F31" w:rsidRPr="00E7260C" w:rsidRDefault="00706F31" w:rsidP="00C00184">
            <w:pPr>
              <w:rPr>
                <w:lang w:val="de-DE"/>
              </w:rPr>
            </w:pPr>
          </w:p>
          <w:p w:rsidR="00706F31" w:rsidRPr="00E7260C" w:rsidRDefault="00706F31" w:rsidP="00C00184">
            <w:pPr>
              <w:rPr>
                <w:lang w:val="de-DE"/>
              </w:rPr>
            </w:pPr>
          </w:p>
          <w:p w:rsidR="00706F31" w:rsidRDefault="00706F31" w:rsidP="00C00184">
            <w:pPr>
              <w:rPr>
                <w:b/>
                <w:sz w:val="18"/>
                <w:lang w:val="de-DE"/>
              </w:rPr>
            </w:pPr>
          </w:p>
          <w:p w:rsidR="00706F31" w:rsidRDefault="00706F31" w:rsidP="00D339A6">
            <w:pPr>
              <w:spacing w:after="120"/>
              <w:rPr>
                <w:b/>
                <w:sz w:val="18"/>
                <w:lang w:val="de-DE"/>
              </w:rPr>
            </w:pPr>
          </w:p>
          <w:p w:rsidR="00706F31" w:rsidRPr="00D339A6" w:rsidRDefault="00706F31" w:rsidP="00D339A6">
            <w:pPr>
              <w:spacing w:after="120"/>
              <w:rPr>
                <w:sz w:val="18"/>
                <w:lang w:val="de-DE"/>
              </w:rPr>
            </w:pPr>
            <w:r w:rsidRPr="00D339A6">
              <w:rPr>
                <w:b/>
                <w:sz w:val="18"/>
                <w:lang w:val="de-DE"/>
              </w:rPr>
              <w:t>1 - KID VELRAS</w:t>
            </w:r>
            <w:r>
              <w:rPr>
                <w:sz w:val="18"/>
                <w:lang w:val="de-DE"/>
              </w:rPr>
              <w:t xml:space="preserve">  SP : 17</w:t>
            </w:r>
            <w:r w:rsidRPr="00D339A6">
              <w:rPr>
                <w:sz w:val="18"/>
                <w:lang w:val="de-DE"/>
              </w:rPr>
              <w:t>,</w:t>
            </w:r>
            <w:r>
              <w:rPr>
                <w:sz w:val="18"/>
                <w:lang w:val="de-DE"/>
              </w:rPr>
              <w:t>20</w:t>
            </w:r>
            <w:r w:rsidRPr="00D339A6">
              <w:rPr>
                <w:sz w:val="18"/>
                <w:lang w:val="de-DE"/>
              </w:rPr>
              <w:t xml:space="preserve"> dm²</w:t>
            </w:r>
          </w:p>
          <w:p w:rsidR="00706F31" w:rsidRPr="00D339A6" w:rsidRDefault="00706F31" w:rsidP="00D339A6">
            <w:pPr>
              <w:spacing w:after="120"/>
              <w:rPr>
                <w:sz w:val="18"/>
              </w:rPr>
            </w:pPr>
            <w:r w:rsidRPr="00D339A6">
              <w:rPr>
                <w:b/>
                <w:sz w:val="18"/>
              </w:rPr>
              <w:t>Doublure chèvre naturelle</w:t>
            </w:r>
            <w:r w:rsidRPr="00D339A6">
              <w:rPr>
                <w:sz w:val="18"/>
              </w:rPr>
              <w:t xml:space="preserve"> </w:t>
            </w:r>
            <w:r w:rsidR="00146F17">
              <w:rPr>
                <w:sz w:val="18"/>
              </w:rPr>
              <w:br/>
            </w:r>
            <w:r w:rsidRPr="00D339A6">
              <w:rPr>
                <w:sz w:val="18"/>
              </w:rPr>
              <w:t xml:space="preserve">SP = </w:t>
            </w:r>
            <w:r w:rsidR="009D6EE5">
              <w:rPr>
                <w:sz w:val="18"/>
              </w:rPr>
              <w:t>1</w:t>
            </w:r>
            <w:r>
              <w:rPr>
                <w:sz w:val="18"/>
              </w:rPr>
              <w:t>8,40</w:t>
            </w:r>
            <w:r w:rsidRPr="00D339A6">
              <w:rPr>
                <w:sz w:val="18"/>
              </w:rPr>
              <w:t xml:space="preserve"> dm²</w:t>
            </w:r>
          </w:p>
          <w:p w:rsidR="00706F31" w:rsidRPr="00D339A6" w:rsidRDefault="00706F31" w:rsidP="00D339A6">
            <w:pPr>
              <w:spacing w:after="120"/>
              <w:rPr>
                <w:sz w:val="18"/>
              </w:rPr>
            </w:pPr>
            <w:r w:rsidRPr="00D339A6">
              <w:rPr>
                <w:sz w:val="18"/>
              </w:rPr>
              <w:t xml:space="preserve"> </w:t>
            </w:r>
            <w:r w:rsidRPr="00D339A6">
              <w:rPr>
                <w:b/>
                <w:sz w:val="18"/>
              </w:rPr>
              <w:t>Boucle :</w:t>
            </w:r>
            <w:r w:rsidRPr="00D339A6">
              <w:rPr>
                <w:sz w:val="18"/>
              </w:rPr>
              <w:t xml:space="preserve"> Or pale</w:t>
            </w:r>
          </w:p>
          <w:p w:rsidR="00706F31" w:rsidRPr="00D339A6" w:rsidRDefault="00706F31" w:rsidP="00D339A6">
            <w:pPr>
              <w:spacing w:after="120"/>
              <w:rPr>
                <w:sz w:val="18"/>
              </w:rPr>
            </w:pPr>
            <w:r w:rsidRPr="00D339A6">
              <w:rPr>
                <w:b/>
                <w:sz w:val="18"/>
              </w:rPr>
              <w:t>BLOC 140 :</w:t>
            </w:r>
            <w:r w:rsidRPr="00D339A6">
              <w:rPr>
                <w:sz w:val="18"/>
              </w:rPr>
              <w:t xml:space="preserve"> toujours Noir</w:t>
            </w:r>
          </w:p>
          <w:p w:rsidR="00706F31" w:rsidRDefault="00706F31" w:rsidP="00D339A6">
            <w:pPr>
              <w:spacing w:after="120"/>
              <w:rPr>
                <w:sz w:val="18"/>
              </w:rPr>
            </w:pPr>
            <w:r w:rsidRPr="00D339A6">
              <w:rPr>
                <w:b/>
                <w:sz w:val="18"/>
              </w:rPr>
              <w:t>Prévision vente :</w:t>
            </w:r>
            <w:r w:rsidR="00307182">
              <w:rPr>
                <w:sz w:val="18"/>
              </w:rPr>
              <w:t xml:space="preserve"> 800</w:t>
            </w:r>
            <w:r w:rsidRPr="00D339A6">
              <w:rPr>
                <w:sz w:val="18"/>
              </w:rPr>
              <w:t xml:space="preserve"> paires</w:t>
            </w:r>
          </w:p>
          <w:p w:rsidR="00706F31" w:rsidRDefault="00706F31" w:rsidP="00C00184">
            <w:pPr>
              <w:rPr>
                <w:sz w:val="18"/>
              </w:rPr>
            </w:pPr>
          </w:p>
          <w:p w:rsidR="00706F31" w:rsidRPr="00D339A6" w:rsidRDefault="00706F31" w:rsidP="00C00184">
            <w:pPr>
              <w:rPr>
                <w:sz w:val="18"/>
              </w:rPr>
            </w:pPr>
          </w:p>
          <w:p w:rsidR="00706F31" w:rsidRDefault="00706F31" w:rsidP="00706F31">
            <w:r w:rsidRPr="00D339A6">
              <w:rPr>
                <w:b/>
                <w:sz w:val="18"/>
              </w:rPr>
              <w:t>PVI :</w:t>
            </w:r>
            <w:r w:rsidRPr="00D339A6">
              <w:rPr>
                <w:sz w:val="18"/>
              </w:rPr>
              <w:t xml:space="preserve"> 8</w:t>
            </w:r>
            <w:r>
              <w:rPr>
                <w:sz w:val="18"/>
              </w:rPr>
              <w:t>9</w:t>
            </w:r>
            <w:r w:rsidRPr="00D339A6">
              <w:rPr>
                <w:sz w:val="18"/>
              </w:rPr>
              <w:t xml:space="preserve"> €</w:t>
            </w:r>
          </w:p>
        </w:tc>
        <w:tc>
          <w:tcPr>
            <w:tcW w:w="3345" w:type="dxa"/>
          </w:tcPr>
          <w:p w:rsidR="00706F31" w:rsidRPr="00706F31" w:rsidRDefault="00706F31" w:rsidP="00706F31">
            <w:pPr>
              <w:spacing w:after="120"/>
              <w:rPr>
                <w:b/>
                <w:sz w:val="18"/>
                <w:szCs w:val="18"/>
                <w:lang w:val="en-US"/>
              </w:rPr>
            </w:pPr>
            <w:r w:rsidRPr="00D339A6">
              <w:rPr>
                <w:b/>
                <w:color w:val="1F497D" w:themeColor="text2"/>
                <w:sz w:val="24"/>
                <w:lang w:val="de-DE"/>
              </w:rPr>
              <w:t>BANGUI</w:t>
            </w:r>
          </w:p>
          <w:p w:rsidR="00706F31" w:rsidRDefault="00706F31" w:rsidP="00706F31">
            <w:pPr>
              <w:rPr>
                <w:lang w:val="de-DE"/>
              </w:rPr>
            </w:pPr>
          </w:p>
          <w:p w:rsidR="00706F31" w:rsidRDefault="00706F31" w:rsidP="00706F31">
            <w:pPr>
              <w:rPr>
                <w:lang w:val="de-DE"/>
              </w:rPr>
            </w:pPr>
          </w:p>
          <w:p w:rsidR="00706F31" w:rsidRDefault="00706F31" w:rsidP="00706F31">
            <w:pPr>
              <w:rPr>
                <w:lang w:val="de-DE"/>
              </w:rPr>
            </w:pPr>
          </w:p>
          <w:p w:rsid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rPr>
                <w:lang w:val="de-DE"/>
              </w:rPr>
            </w:pPr>
          </w:p>
          <w:p w:rsidR="00706F31" w:rsidRPr="00706F31" w:rsidRDefault="00706F31" w:rsidP="00706F31">
            <w:pPr>
              <w:spacing w:after="120"/>
              <w:rPr>
                <w:sz w:val="18"/>
                <w:szCs w:val="18"/>
                <w:lang w:val="en-US"/>
              </w:rPr>
            </w:pPr>
            <w:r w:rsidRPr="00706F31">
              <w:rPr>
                <w:b/>
                <w:sz w:val="18"/>
                <w:szCs w:val="18"/>
                <w:lang w:val="en-US"/>
              </w:rPr>
              <w:t>1 -  KID Toro</w:t>
            </w:r>
            <w:r w:rsidRPr="00706F31">
              <w:rPr>
                <w:sz w:val="18"/>
                <w:szCs w:val="18"/>
                <w:lang w:val="en-US"/>
              </w:rPr>
              <w:t xml:space="preserve"> SP = 14,25 dm²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>Doublure chèvre naturelle</w:t>
            </w:r>
            <w:r w:rsidRPr="00D339A6">
              <w:rPr>
                <w:sz w:val="18"/>
                <w:szCs w:val="18"/>
              </w:rPr>
              <w:t xml:space="preserve"> </w:t>
            </w:r>
            <w:r w:rsidR="00146F17">
              <w:rPr>
                <w:sz w:val="18"/>
                <w:szCs w:val="18"/>
              </w:rPr>
              <w:br/>
            </w:r>
            <w:r w:rsidRPr="00D339A6">
              <w:rPr>
                <w:sz w:val="18"/>
                <w:szCs w:val="18"/>
              </w:rPr>
              <w:t xml:space="preserve">SP = </w:t>
            </w:r>
            <w:r>
              <w:rPr>
                <w:sz w:val="18"/>
                <w:szCs w:val="18"/>
              </w:rPr>
              <w:t>16</w:t>
            </w:r>
            <w:r w:rsidRPr="00D339A6">
              <w:rPr>
                <w:sz w:val="18"/>
                <w:szCs w:val="18"/>
              </w:rPr>
              <w:t>,50 dm²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>BLOC 140 :</w:t>
            </w:r>
            <w:r w:rsidRPr="00D339A6">
              <w:rPr>
                <w:sz w:val="18"/>
                <w:szCs w:val="18"/>
              </w:rPr>
              <w:t xml:space="preserve"> toujours Noir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>Prévision vente :</w:t>
            </w:r>
            <w:r w:rsidR="00307182">
              <w:rPr>
                <w:sz w:val="18"/>
                <w:szCs w:val="18"/>
              </w:rPr>
              <w:t xml:space="preserve"> 1215</w:t>
            </w:r>
            <w:r w:rsidRPr="00D339A6">
              <w:rPr>
                <w:sz w:val="18"/>
                <w:szCs w:val="18"/>
              </w:rPr>
              <w:t xml:space="preserve"> paires</w:t>
            </w:r>
          </w:p>
          <w:p w:rsidR="00706F31" w:rsidRPr="00D339A6" w:rsidRDefault="00706F31" w:rsidP="00706F31">
            <w:pPr>
              <w:spacing w:after="120"/>
              <w:rPr>
                <w:b/>
                <w:sz w:val="18"/>
                <w:szCs w:val="18"/>
              </w:rPr>
            </w:pPr>
          </w:p>
          <w:p w:rsidR="00706F31" w:rsidRPr="00D339A6" w:rsidRDefault="00706F31" w:rsidP="00706F31">
            <w:pPr>
              <w:spacing w:after="120"/>
              <w:rPr>
                <w:b/>
                <w:sz w:val="18"/>
                <w:szCs w:val="18"/>
              </w:rPr>
            </w:pPr>
          </w:p>
          <w:p w:rsidR="00706F31" w:rsidRPr="00D339A6" w:rsidRDefault="00706F31" w:rsidP="00706F31">
            <w:pPr>
              <w:rPr>
                <w:b/>
                <w:color w:val="1F497D" w:themeColor="text2"/>
                <w:sz w:val="24"/>
                <w:lang w:val="de-DE"/>
              </w:rPr>
            </w:pPr>
            <w:r w:rsidRPr="00D339A6">
              <w:rPr>
                <w:b/>
                <w:sz w:val="18"/>
                <w:szCs w:val="18"/>
              </w:rPr>
              <w:t>PVI :</w:t>
            </w:r>
            <w:r w:rsidRPr="00D339A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</w:t>
            </w:r>
            <w:r w:rsidRPr="00D339A6"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3345" w:type="dxa"/>
          </w:tcPr>
          <w:p w:rsidR="00706F31" w:rsidRPr="00D339A6" w:rsidRDefault="00706F31" w:rsidP="00706F31">
            <w:pPr>
              <w:rPr>
                <w:b/>
                <w:color w:val="1F497D" w:themeColor="text2"/>
                <w:sz w:val="24"/>
                <w:lang w:val="de-DE"/>
              </w:rPr>
            </w:pPr>
            <w:r w:rsidRPr="00D339A6">
              <w:rPr>
                <w:b/>
                <w:color w:val="1F497D" w:themeColor="text2"/>
                <w:sz w:val="24"/>
                <w:lang w:val="de-DE"/>
              </w:rPr>
              <w:t>BANG</w:t>
            </w:r>
          </w:p>
          <w:p w:rsidR="00706F31" w:rsidRDefault="00706F31" w:rsidP="00706F31">
            <w:pPr>
              <w:rPr>
                <w:b/>
                <w:color w:val="1F497D" w:themeColor="text2"/>
                <w:sz w:val="24"/>
                <w:lang w:val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0" wp14:anchorId="5EA144E3" wp14:editId="6BDC988F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50165</wp:posOffset>
                  </wp:positionV>
                  <wp:extent cx="1924685" cy="1252855"/>
                  <wp:effectExtent l="0" t="0" r="0" b="4445"/>
                  <wp:wrapTopAndBottom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68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06F31" w:rsidRPr="00E7260C" w:rsidRDefault="00706F31" w:rsidP="00706F31"/>
          <w:p w:rsidR="00706F31" w:rsidRPr="00307182" w:rsidRDefault="00706F31" w:rsidP="00706F31">
            <w:pPr>
              <w:spacing w:after="120"/>
              <w:rPr>
                <w:sz w:val="18"/>
                <w:szCs w:val="18"/>
              </w:rPr>
            </w:pPr>
            <w:r w:rsidRPr="00307182">
              <w:rPr>
                <w:b/>
                <w:sz w:val="18"/>
                <w:szCs w:val="18"/>
              </w:rPr>
              <w:t>1 - KID BLANC</w:t>
            </w:r>
            <w:r w:rsidRPr="00307182">
              <w:rPr>
                <w:sz w:val="18"/>
                <w:szCs w:val="18"/>
              </w:rPr>
              <w:t xml:space="preserve">  SP = 14,35 dm²</w:t>
            </w:r>
          </w:p>
          <w:p w:rsidR="00706F31" w:rsidRPr="00307182" w:rsidRDefault="00706F31" w:rsidP="00706F31">
            <w:pPr>
              <w:spacing w:after="120"/>
              <w:rPr>
                <w:sz w:val="18"/>
                <w:szCs w:val="18"/>
              </w:rPr>
            </w:pPr>
            <w:r w:rsidRPr="00307182">
              <w:rPr>
                <w:b/>
                <w:sz w:val="18"/>
                <w:szCs w:val="18"/>
              </w:rPr>
              <w:t>2 - KID BURGUNDY</w:t>
            </w:r>
            <w:r w:rsidRPr="00307182">
              <w:rPr>
                <w:sz w:val="18"/>
                <w:szCs w:val="18"/>
              </w:rPr>
              <w:t xml:space="preserve"> </w:t>
            </w:r>
            <w:r w:rsidR="00146F17">
              <w:rPr>
                <w:sz w:val="18"/>
                <w:szCs w:val="18"/>
              </w:rPr>
              <w:br/>
            </w:r>
            <w:r w:rsidRPr="00307182">
              <w:rPr>
                <w:sz w:val="18"/>
                <w:szCs w:val="18"/>
              </w:rPr>
              <w:t>SP= 12,55 dm²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 xml:space="preserve">Doublure chèvre naturelle </w:t>
            </w:r>
            <w:r w:rsidR="00146F17">
              <w:rPr>
                <w:b/>
                <w:sz w:val="18"/>
                <w:szCs w:val="18"/>
              </w:rPr>
              <w:br/>
            </w:r>
            <w:r w:rsidRPr="00D339A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P</w:t>
            </w:r>
            <w:r w:rsidRPr="00D339A6">
              <w:rPr>
                <w:sz w:val="18"/>
                <w:szCs w:val="18"/>
              </w:rPr>
              <w:t xml:space="preserve"> =</w:t>
            </w:r>
            <w:r>
              <w:rPr>
                <w:sz w:val="18"/>
                <w:szCs w:val="18"/>
              </w:rPr>
              <w:t xml:space="preserve"> </w:t>
            </w:r>
            <w:r w:rsidRPr="00D339A6">
              <w:rPr>
                <w:sz w:val="18"/>
                <w:szCs w:val="18"/>
              </w:rPr>
              <w:t>13,00</w:t>
            </w:r>
            <w:r>
              <w:rPr>
                <w:sz w:val="18"/>
                <w:szCs w:val="18"/>
              </w:rPr>
              <w:t>dm²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>BLOC 140</w:t>
            </w:r>
            <w:r w:rsidRPr="00D339A6">
              <w:rPr>
                <w:sz w:val="18"/>
                <w:szCs w:val="18"/>
              </w:rPr>
              <w:t> : toujours Noir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>Lacet 101</w:t>
            </w:r>
            <w:r w:rsidRPr="00D339A6">
              <w:rPr>
                <w:sz w:val="18"/>
                <w:szCs w:val="18"/>
              </w:rPr>
              <w:t xml:space="preserve"> 0,75 m noir</w:t>
            </w:r>
          </w:p>
          <w:p w:rsidR="00706F31" w:rsidRPr="00D339A6" w:rsidRDefault="00706F31" w:rsidP="00706F31">
            <w:pPr>
              <w:spacing w:after="120"/>
              <w:rPr>
                <w:sz w:val="18"/>
                <w:szCs w:val="18"/>
              </w:rPr>
            </w:pPr>
            <w:r w:rsidRPr="00D339A6">
              <w:rPr>
                <w:b/>
                <w:sz w:val="18"/>
                <w:szCs w:val="18"/>
              </w:rPr>
              <w:t>Prévision vente :</w:t>
            </w:r>
            <w:r w:rsidR="00307182">
              <w:rPr>
                <w:sz w:val="18"/>
                <w:szCs w:val="18"/>
              </w:rPr>
              <w:t xml:space="preserve"> 1540</w:t>
            </w:r>
            <w:r w:rsidRPr="00D339A6">
              <w:rPr>
                <w:sz w:val="18"/>
                <w:szCs w:val="18"/>
              </w:rPr>
              <w:t xml:space="preserve"> paires</w:t>
            </w:r>
          </w:p>
          <w:p w:rsidR="00706F31" w:rsidRPr="00146F17" w:rsidRDefault="00706F31" w:rsidP="00706F31">
            <w:r w:rsidRPr="00D339A6">
              <w:rPr>
                <w:b/>
                <w:sz w:val="18"/>
                <w:szCs w:val="18"/>
              </w:rPr>
              <w:t>PVI :</w:t>
            </w:r>
            <w:r>
              <w:rPr>
                <w:sz w:val="18"/>
                <w:szCs w:val="18"/>
              </w:rPr>
              <w:t xml:space="preserve"> 8</w:t>
            </w:r>
            <w:r w:rsidR="00146F17">
              <w:rPr>
                <w:sz w:val="18"/>
                <w:szCs w:val="18"/>
              </w:rPr>
              <w:t>8</w:t>
            </w:r>
            <w:r w:rsidRPr="00D339A6">
              <w:rPr>
                <w:sz w:val="18"/>
                <w:szCs w:val="18"/>
              </w:rPr>
              <w:t>€</w:t>
            </w:r>
          </w:p>
          <w:p w:rsidR="00706F31" w:rsidRDefault="00706F31" w:rsidP="00706F31"/>
        </w:tc>
      </w:tr>
      <w:tr w:rsidR="00706F31" w:rsidTr="00706F31">
        <w:trPr>
          <w:trHeight w:val="2154"/>
          <w:jc w:val="center"/>
        </w:trPr>
        <w:tc>
          <w:tcPr>
            <w:tcW w:w="3288" w:type="dxa"/>
          </w:tcPr>
          <w:tbl>
            <w:tblPr>
              <w:tblpPr w:leftFromText="141" w:rightFromText="141" w:horzAnchor="margin" w:tblpXSpec="center" w:tblpY="600"/>
              <w:tblOverlap w:val="never"/>
              <w:tblW w:w="266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850"/>
            </w:tblGrid>
            <w:tr w:rsidR="00706F31" w:rsidTr="00D339A6">
              <w:trPr>
                <w:trHeight w:val="255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C95127">
                  <w:pPr>
                    <w:rPr>
                      <w:rFonts w:eastAsia="Arial Unicode MS"/>
                    </w:rPr>
                  </w:pPr>
                  <w:r>
                    <w:t>Coupe 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D339A6">
                  <w:pPr>
                    <w:jc w:val="right"/>
                    <w:rPr>
                      <w:rFonts w:eastAsia="Arial Unicode MS"/>
                    </w:rPr>
                  </w:pPr>
                  <w:r>
                    <w:t>5,40</w:t>
                  </w:r>
                </w:p>
              </w:tc>
            </w:tr>
            <w:tr w:rsidR="00706F31" w:rsidTr="00D339A6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C95127">
                  <w:pPr>
                    <w:rPr>
                      <w:rFonts w:eastAsia="Arial Unicode MS"/>
                    </w:rPr>
                  </w:pPr>
                  <w:r>
                    <w:t>Piquage 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D339A6">
                  <w:pPr>
                    <w:jc w:val="right"/>
                    <w:rPr>
                      <w:rFonts w:eastAsia="Arial Unicode MS"/>
                    </w:rPr>
                  </w:pPr>
                  <w:r>
                    <w:t>24,00</w:t>
                  </w:r>
                </w:p>
              </w:tc>
            </w:tr>
            <w:tr w:rsidR="00706F31" w:rsidTr="00D339A6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C95127">
                  <w:pPr>
                    <w:rPr>
                      <w:rFonts w:eastAsia="Arial Unicode MS"/>
                    </w:rPr>
                  </w:pPr>
                  <w:r>
                    <w:t xml:space="preserve">Broche :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D339A6">
                  <w:pPr>
                    <w:jc w:val="right"/>
                    <w:rPr>
                      <w:rFonts w:eastAsia="Arial Unicode MS"/>
                    </w:rPr>
                  </w:pPr>
                  <w:r>
                    <w:t>5,00</w:t>
                  </w:r>
                </w:p>
              </w:tc>
            </w:tr>
            <w:tr w:rsidR="00706F31" w:rsidTr="00D339A6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C95127">
                  <w:pPr>
                    <w:rPr>
                      <w:rFonts w:eastAsia="Arial Unicode MS"/>
                    </w:rPr>
                  </w:pPr>
                  <w:r>
                    <w:t>Fabrication 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D339A6">
                  <w:pPr>
                    <w:jc w:val="right"/>
                    <w:rPr>
                      <w:rFonts w:eastAsia="Arial Unicode MS"/>
                    </w:rPr>
                  </w:pPr>
                  <w:r>
                    <w:t>18,00</w:t>
                  </w:r>
                </w:p>
              </w:tc>
            </w:tr>
            <w:tr w:rsidR="00706F31" w:rsidTr="00D339A6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C95127">
                  <w:pPr>
                    <w:rPr>
                      <w:rFonts w:eastAsia="Arial Unicode MS"/>
                    </w:rPr>
                  </w:pPr>
                  <w:r>
                    <w:t>Habillage 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D339A6">
                  <w:pPr>
                    <w:jc w:val="right"/>
                    <w:rPr>
                      <w:rFonts w:eastAsia="Arial Unicode MS"/>
                    </w:rPr>
                  </w:pPr>
                  <w:r>
                    <w:t>14,00</w:t>
                  </w:r>
                </w:p>
              </w:tc>
            </w:tr>
          </w:tbl>
          <w:p w:rsidR="00706F31" w:rsidRPr="00D339A6" w:rsidRDefault="00706F31" w:rsidP="00D339A6">
            <w:pPr>
              <w:jc w:val="center"/>
              <w:rPr>
                <w:b/>
                <w:noProof/>
                <w:color w:val="1F497D" w:themeColor="text2"/>
              </w:rPr>
            </w:pPr>
            <w:r w:rsidRPr="00D339A6">
              <w:rPr>
                <w:b/>
                <w:noProof/>
                <w:color w:val="1F497D" w:themeColor="text2"/>
              </w:rPr>
              <w:t>Temps de fabrication</w:t>
            </w:r>
          </w:p>
          <w:p w:rsidR="00706F31" w:rsidRPr="00D339A6" w:rsidRDefault="00706F31" w:rsidP="00D339A6">
            <w:pPr>
              <w:jc w:val="center"/>
              <w:rPr>
                <w:b/>
                <w:noProof/>
                <w:color w:val="1F497D" w:themeColor="text2"/>
                <w:sz w:val="24"/>
              </w:rPr>
            </w:pPr>
            <w:r w:rsidRPr="00D339A6">
              <w:rPr>
                <w:b/>
                <w:noProof/>
                <w:color w:val="1F497D" w:themeColor="text2"/>
              </w:rPr>
              <w:t>en min</w:t>
            </w:r>
          </w:p>
        </w:tc>
        <w:tc>
          <w:tcPr>
            <w:tcW w:w="3345" w:type="dxa"/>
          </w:tcPr>
          <w:p w:rsidR="00706F31" w:rsidRPr="00D339A6" w:rsidRDefault="00706F31" w:rsidP="00706F31">
            <w:pPr>
              <w:jc w:val="center"/>
              <w:rPr>
                <w:b/>
                <w:noProof/>
                <w:color w:val="1F497D" w:themeColor="text2"/>
              </w:rPr>
            </w:pPr>
            <w:r w:rsidRPr="00D339A6">
              <w:rPr>
                <w:b/>
                <w:noProof/>
                <w:color w:val="1F497D" w:themeColor="text2"/>
              </w:rPr>
              <w:t xml:space="preserve">Temps de fabrication </w:t>
            </w:r>
          </w:p>
          <w:p w:rsidR="00706F31" w:rsidRPr="00D339A6" w:rsidRDefault="00706F31" w:rsidP="00706F31">
            <w:pPr>
              <w:jc w:val="center"/>
              <w:rPr>
                <w:b/>
                <w:noProof/>
                <w:color w:val="1F497D" w:themeColor="text2"/>
              </w:rPr>
            </w:pPr>
            <w:r w:rsidRPr="00D339A6">
              <w:rPr>
                <w:b/>
                <w:noProof/>
                <w:color w:val="1F497D" w:themeColor="text2"/>
              </w:rPr>
              <w:t xml:space="preserve">en min </w:t>
            </w:r>
          </w:p>
          <w:tbl>
            <w:tblPr>
              <w:tblpPr w:leftFromText="141" w:rightFromText="141" w:vertAnchor="page" w:horzAnchor="margin" w:tblpXSpec="center" w:tblpY="729"/>
              <w:tblOverlap w:val="never"/>
              <w:tblW w:w="266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850"/>
            </w:tblGrid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392007">
                  <w:pPr>
                    <w:rPr>
                      <w:rFonts w:eastAsia="Arial Unicode MS"/>
                    </w:rPr>
                  </w:pPr>
                  <w:r>
                    <w:t>Coupe 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706F31" w:rsidRPr="00072E43" w:rsidRDefault="00706F31" w:rsidP="00392007">
                  <w:pPr>
                    <w:jc w:val="right"/>
                  </w:pPr>
                  <w:r w:rsidRPr="00072E43">
                    <w:t>4,50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392007">
                  <w:pPr>
                    <w:rPr>
                      <w:rFonts w:eastAsia="Arial Unicode MS"/>
                    </w:rPr>
                  </w:pPr>
                  <w:r>
                    <w:t>Piquage 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706F31" w:rsidRPr="00072E43" w:rsidRDefault="00706F31" w:rsidP="00392007">
                  <w:pPr>
                    <w:jc w:val="right"/>
                  </w:pPr>
                  <w:r w:rsidRPr="00072E43">
                    <w:t>12,00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392007">
                  <w:pPr>
                    <w:rPr>
                      <w:rFonts w:eastAsia="Arial Unicode MS"/>
                    </w:rPr>
                  </w:pPr>
                  <w:r>
                    <w:t xml:space="preserve">Broche :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706F31" w:rsidRPr="00072E43" w:rsidRDefault="00706F31" w:rsidP="00392007">
                  <w:pPr>
                    <w:jc w:val="right"/>
                  </w:pPr>
                  <w:r w:rsidRPr="00072E43">
                    <w:t>3,00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392007">
                  <w:pPr>
                    <w:rPr>
                      <w:rFonts w:eastAsia="Arial Unicode MS"/>
                    </w:rPr>
                  </w:pPr>
                  <w:r>
                    <w:t>Fabrication 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706F31" w:rsidRPr="00072E43" w:rsidRDefault="00706F31" w:rsidP="00392007">
                  <w:pPr>
                    <w:jc w:val="right"/>
                  </w:pPr>
                  <w:r w:rsidRPr="00072E43">
                    <w:t>18,00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392007">
                  <w:pPr>
                    <w:rPr>
                      <w:rFonts w:eastAsia="Arial Unicode MS"/>
                    </w:rPr>
                  </w:pPr>
                  <w:r>
                    <w:t>Habillage 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706F31" w:rsidRDefault="00706F31" w:rsidP="00392007">
                  <w:pPr>
                    <w:jc w:val="right"/>
                  </w:pPr>
                  <w:r w:rsidRPr="00072E43">
                    <w:t>6,00</w:t>
                  </w:r>
                </w:p>
              </w:tc>
            </w:tr>
          </w:tbl>
          <w:p w:rsidR="00706F31" w:rsidRPr="00D339A6" w:rsidRDefault="00706F31" w:rsidP="00D339A6">
            <w:pPr>
              <w:jc w:val="center"/>
              <w:rPr>
                <w:b/>
                <w:noProof/>
                <w:color w:val="1F497D" w:themeColor="text2"/>
              </w:rPr>
            </w:pPr>
          </w:p>
        </w:tc>
        <w:tc>
          <w:tcPr>
            <w:tcW w:w="3345" w:type="dxa"/>
          </w:tcPr>
          <w:p w:rsidR="00706F31" w:rsidRPr="00D339A6" w:rsidRDefault="00706F31" w:rsidP="00D339A6">
            <w:pPr>
              <w:jc w:val="center"/>
              <w:rPr>
                <w:b/>
                <w:noProof/>
                <w:color w:val="1F497D" w:themeColor="text2"/>
              </w:rPr>
            </w:pPr>
            <w:r w:rsidRPr="00D339A6">
              <w:rPr>
                <w:b/>
                <w:noProof/>
                <w:color w:val="1F497D" w:themeColor="text2"/>
              </w:rPr>
              <w:t xml:space="preserve">Temps de fabrication </w:t>
            </w:r>
          </w:p>
          <w:p w:rsidR="00706F31" w:rsidRPr="00D339A6" w:rsidRDefault="00706F31" w:rsidP="00D339A6">
            <w:pPr>
              <w:jc w:val="center"/>
              <w:rPr>
                <w:b/>
                <w:noProof/>
                <w:color w:val="1F497D" w:themeColor="text2"/>
              </w:rPr>
            </w:pPr>
            <w:r w:rsidRPr="00D339A6">
              <w:rPr>
                <w:b/>
                <w:noProof/>
                <w:color w:val="1F497D" w:themeColor="text2"/>
              </w:rPr>
              <w:t>en min</w:t>
            </w:r>
          </w:p>
          <w:tbl>
            <w:tblPr>
              <w:tblpPr w:leftFromText="141" w:rightFromText="141" w:vertAnchor="page" w:horzAnchor="margin" w:tblpXSpec="center" w:tblpY="638"/>
              <w:tblOverlap w:val="never"/>
              <w:tblW w:w="266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850"/>
            </w:tblGrid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rPr>
                      <w:rFonts w:eastAsia="Arial Unicode MS"/>
                    </w:rPr>
                  </w:pPr>
                  <w:r>
                    <w:t>Coupe 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jc w:val="right"/>
                    <w:rPr>
                      <w:rFonts w:eastAsia="Arial Unicode MS"/>
                    </w:rPr>
                  </w:pPr>
                  <w:r>
                    <w:t>9,25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rPr>
                      <w:rFonts w:eastAsia="Arial Unicode MS"/>
                    </w:rPr>
                  </w:pPr>
                  <w:r>
                    <w:t>Piquage 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jc w:val="right"/>
                    <w:rPr>
                      <w:rFonts w:eastAsia="Arial Unicode MS"/>
                    </w:rPr>
                  </w:pPr>
                  <w:r>
                    <w:t>45,00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rPr>
                      <w:rFonts w:eastAsia="Arial Unicode MS"/>
                    </w:rPr>
                  </w:pPr>
                  <w:r>
                    <w:t xml:space="preserve">Broche :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jc w:val="right"/>
                    <w:rPr>
                      <w:rFonts w:eastAsia="Arial Unicode MS"/>
                    </w:rPr>
                  </w:pPr>
                  <w:r>
                    <w:t>6,50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rPr>
                      <w:rFonts w:eastAsia="Arial Unicode MS"/>
                    </w:rPr>
                  </w:pPr>
                  <w:r>
                    <w:t>Fabrication 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jc w:val="right"/>
                    <w:rPr>
                      <w:rFonts w:eastAsia="Arial Unicode MS"/>
                    </w:rPr>
                  </w:pPr>
                  <w:r>
                    <w:t>22,00</w:t>
                  </w:r>
                </w:p>
              </w:tc>
            </w:tr>
            <w:tr w:rsidR="00706F31" w:rsidTr="00706F31">
              <w:trPr>
                <w:trHeight w:val="255"/>
              </w:trPr>
              <w:tc>
                <w:tcPr>
                  <w:tcW w:w="1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rPr>
                      <w:rFonts w:eastAsia="Arial Unicode MS"/>
                    </w:rPr>
                  </w:pPr>
                  <w:r>
                    <w:t>Habillage 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706F31" w:rsidRDefault="00706F31" w:rsidP="00706F31">
                  <w:pPr>
                    <w:jc w:val="right"/>
                    <w:rPr>
                      <w:rFonts w:eastAsia="Arial Unicode MS"/>
                    </w:rPr>
                  </w:pPr>
                  <w:r>
                    <w:t>11,25</w:t>
                  </w:r>
                </w:p>
              </w:tc>
            </w:tr>
          </w:tbl>
          <w:p w:rsidR="00706F31" w:rsidRPr="00D339A6" w:rsidRDefault="00706F31" w:rsidP="00D339A6">
            <w:pPr>
              <w:rPr>
                <w:b/>
                <w:color w:val="1F497D" w:themeColor="text2"/>
                <w:sz w:val="24"/>
                <w:lang w:val="de-DE"/>
              </w:rPr>
            </w:pPr>
          </w:p>
        </w:tc>
      </w:tr>
    </w:tbl>
    <w:p w:rsidR="00C00184" w:rsidRDefault="00C00184" w:rsidP="00C00184"/>
    <w:p w:rsidR="00C00184" w:rsidRDefault="00D339A6" w:rsidP="00D339A6">
      <w:pPr>
        <w:pStyle w:val="Titre1"/>
      </w:pPr>
      <w:r>
        <w:t>Composants</w:t>
      </w:r>
      <w:r w:rsidR="00C00184">
        <w:t xml:space="preserve"> communs pour </w:t>
      </w:r>
      <w:r>
        <w:t>l’ensemble des modèles de la ligne BANJO</w:t>
      </w:r>
    </w:p>
    <w:p w:rsidR="00C00184" w:rsidRPr="00C00184" w:rsidRDefault="00C00184" w:rsidP="00C27544">
      <w:pPr>
        <w:pStyle w:val="Paragraphedeliste"/>
        <w:numPr>
          <w:ilvl w:val="0"/>
          <w:numId w:val="11"/>
        </w:numPr>
        <w:spacing w:before="120" w:after="120"/>
        <w:ind w:hanging="357"/>
        <w:contextualSpacing w:val="0"/>
        <w:rPr>
          <w:lang w:val="de-DE"/>
        </w:rPr>
      </w:pPr>
      <w:r w:rsidRPr="00C00184">
        <w:rPr>
          <w:lang w:val="de-DE"/>
        </w:rPr>
        <w:t>Contrefort</w:t>
      </w:r>
      <w:r w:rsidRPr="00C00184">
        <w:rPr>
          <w:b/>
          <w:lang w:val="de-DE"/>
        </w:rPr>
        <w:t xml:space="preserve"> </w:t>
      </w:r>
      <w:r w:rsidRPr="00C00184">
        <w:rPr>
          <w:lang w:val="de-DE"/>
        </w:rPr>
        <w:t>thermo</w:t>
      </w:r>
      <w:r w:rsidR="00D339A6">
        <w:rPr>
          <w:lang w:val="de-DE"/>
        </w:rPr>
        <w:t>collant tige basse</w:t>
      </w:r>
      <w:r w:rsidRPr="00C00184">
        <w:rPr>
          <w:lang w:val="de-DE"/>
        </w:rPr>
        <w:t xml:space="preserve"> (3,2 dm²)</w:t>
      </w:r>
    </w:p>
    <w:p w:rsidR="00C00184" w:rsidRPr="00A41221" w:rsidRDefault="00C00184" w:rsidP="00C27544">
      <w:pPr>
        <w:pStyle w:val="Paragraphedeliste"/>
        <w:numPr>
          <w:ilvl w:val="0"/>
          <w:numId w:val="11"/>
        </w:numPr>
        <w:spacing w:before="120" w:after="120"/>
        <w:ind w:hanging="357"/>
        <w:contextualSpacing w:val="0"/>
      </w:pPr>
      <w:r w:rsidRPr="00A41221">
        <w:t>Bout</w:t>
      </w:r>
      <w:r w:rsidR="00D339A6">
        <w:t>-</w:t>
      </w:r>
      <w:r w:rsidRPr="00A41221">
        <w:t xml:space="preserve">dur </w:t>
      </w:r>
      <w:r w:rsidR="00D339A6">
        <w:t>thermocollant femme</w:t>
      </w:r>
    </w:p>
    <w:p w:rsidR="00C00184" w:rsidRDefault="00C00184" w:rsidP="00C27544">
      <w:pPr>
        <w:pStyle w:val="Paragraphedeliste"/>
        <w:numPr>
          <w:ilvl w:val="0"/>
          <w:numId w:val="11"/>
        </w:numPr>
        <w:spacing w:before="120" w:after="120"/>
        <w:ind w:hanging="357"/>
        <w:contextualSpacing w:val="0"/>
      </w:pPr>
      <w:r w:rsidRPr="00A41221">
        <w:t xml:space="preserve">Semelle préfinie croupon végétal </w:t>
      </w:r>
    </w:p>
    <w:p w:rsidR="00C00184" w:rsidRPr="00A41221" w:rsidRDefault="00C00184" w:rsidP="00C27544">
      <w:pPr>
        <w:pStyle w:val="Paragraphedeliste"/>
        <w:numPr>
          <w:ilvl w:val="0"/>
          <w:numId w:val="11"/>
        </w:numPr>
        <w:spacing w:before="120" w:after="120"/>
        <w:ind w:hanging="357"/>
        <w:contextualSpacing w:val="0"/>
      </w:pPr>
      <w:r w:rsidRPr="00A41221">
        <w:t>bonbout</w:t>
      </w:r>
    </w:p>
    <w:p w:rsidR="00C00184" w:rsidRDefault="00C00184" w:rsidP="00C27544">
      <w:pPr>
        <w:pStyle w:val="Paragraphedeliste"/>
        <w:numPr>
          <w:ilvl w:val="0"/>
          <w:numId w:val="11"/>
        </w:numPr>
        <w:spacing w:before="120" w:after="120"/>
        <w:ind w:hanging="357"/>
        <w:contextualSpacing w:val="0"/>
      </w:pPr>
      <w:r w:rsidRPr="00A41221">
        <w:t>Première de montage</w:t>
      </w:r>
      <w:r>
        <w:t xml:space="preserve"> FE 170</w:t>
      </w:r>
    </w:p>
    <w:p w:rsidR="00D339A6" w:rsidRDefault="00D339A6" w:rsidP="00C00184"/>
    <w:p w:rsidR="00C21556" w:rsidRDefault="00C21556">
      <w:pPr>
        <w:rPr>
          <w:rFonts w:eastAsiaTheme="majorEastAsia"/>
          <w:b/>
          <w:bCs/>
          <w:kern w:val="32"/>
          <w:sz w:val="24"/>
          <w:szCs w:val="32"/>
        </w:rPr>
      </w:pPr>
      <w:r>
        <w:br w:type="page"/>
      </w:r>
    </w:p>
    <w:p w:rsidR="00D339A6" w:rsidRDefault="00D339A6" w:rsidP="00C27544">
      <w:pPr>
        <w:pStyle w:val="Titre1"/>
      </w:pPr>
      <w:r>
        <w:t>Nouveaux matériaux ou composants</w:t>
      </w:r>
      <w:r w:rsidR="0038126E">
        <w:t xml:space="preserve"> pour cette collection</w:t>
      </w:r>
    </w:p>
    <w:p w:rsidR="00C00184" w:rsidRDefault="00C00184" w:rsidP="00C27544">
      <w:r>
        <w:t xml:space="preserve"> </w:t>
      </w:r>
      <w:r w:rsidR="00C27544">
        <w:t>À</w:t>
      </w:r>
      <w:r>
        <w:t xml:space="preserve"> ajouter au listing des matières</w:t>
      </w:r>
    </w:p>
    <w:p w:rsidR="00C27544" w:rsidRDefault="00C27544" w:rsidP="00C27544"/>
    <w:tbl>
      <w:tblPr>
        <w:tblpPr w:leftFromText="141" w:rightFromText="141" w:vertAnchor="text" w:tblpX="668" w:tblpY="1"/>
        <w:tblOverlap w:val="never"/>
        <w:tblW w:w="72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1701"/>
        <w:gridCol w:w="1777"/>
      </w:tblGrid>
      <w:tr w:rsidR="00C00184" w:rsidTr="00C27544">
        <w:trPr>
          <w:trHeight w:val="60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D339A6" w:rsidRDefault="00C00184" w:rsidP="00C00184">
            <w:pPr>
              <w:rPr>
                <w:rFonts w:eastAsia="Arial Unicode MS"/>
                <w:b/>
              </w:rPr>
            </w:pPr>
            <w:r w:rsidRPr="00D339A6">
              <w:rPr>
                <w:b/>
              </w:rPr>
              <w:t>Désignation</w:t>
            </w:r>
            <w:r w:rsidR="00D339A6">
              <w:rPr>
                <w:b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D339A6" w:rsidRDefault="00C00184" w:rsidP="00C00184">
            <w:pPr>
              <w:rPr>
                <w:rFonts w:eastAsia="Arial Unicode MS"/>
                <w:b/>
              </w:rPr>
            </w:pPr>
            <w:r w:rsidRPr="00D339A6">
              <w:rPr>
                <w:b/>
              </w:rPr>
              <w:t>P</w:t>
            </w:r>
            <w:r w:rsidR="00D339A6">
              <w:rPr>
                <w:b/>
              </w:rPr>
              <w:t xml:space="preserve">rix </w:t>
            </w:r>
            <w:r w:rsidRPr="00D339A6">
              <w:rPr>
                <w:b/>
              </w:rPr>
              <w:t>U</w:t>
            </w:r>
            <w:r w:rsidR="00D339A6">
              <w:rPr>
                <w:b/>
              </w:rPr>
              <w:t>nitaire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D339A6" w:rsidRDefault="00C00184" w:rsidP="00C00184">
            <w:pPr>
              <w:rPr>
                <w:rFonts w:eastAsia="Arial Unicode MS"/>
                <w:b/>
              </w:rPr>
            </w:pPr>
            <w:r w:rsidRPr="00D339A6">
              <w:rPr>
                <w:b/>
              </w:rPr>
              <w:t>Unité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194423" w:rsidRDefault="00C00184" w:rsidP="00C00184">
            <w:r>
              <w:t>Kid Velras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</w:rPr>
            </w:pPr>
            <w:r>
              <w:t xml:space="preserve">0,46 €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Dm²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194423" w:rsidRDefault="00C00184" w:rsidP="00C00184">
            <w:r w:rsidRPr="00194423">
              <w:t>Kid Blanc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  <w:lang w:val="en-GB"/>
              </w:rPr>
            </w:pPr>
            <w:r>
              <w:rPr>
                <w:lang w:val="en-GB"/>
              </w:rPr>
              <w:t xml:space="preserve">0,43 €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  <w:lang w:val="en-GB"/>
              </w:rPr>
            </w:pPr>
            <w:r>
              <w:rPr>
                <w:lang w:val="en-GB"/>
              </w:rPr>
              <w:t>Dm²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194423" w:rsidRDefault="00C00184" w:rsidP="00C00184">
            <w:r w:rsidRPr="00194423">
              <w:t xml:space="preserve">Kid </w:t>
            </w:r>
            <w:smartTag w:uri="urn:schemas-microsoft-com:office:smarttags" w:element="State">
              <w:smartTag w:uri="urn:schemas-microsoft-com:office:smarttags" w:element="place">
                <w:r w:rsidRPr="00194423">
                  <w:t>Burgundy</w:t>
                </w:r>
              </w:smartTag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 xml:space="preserve">0,48 €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Dm²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194423" w:rsidRDefault="00C00184" w:rsidP="00C00184">
            <w:r w:rsidRPr="00194423">
              <w:t>Velras Toro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 xml:space="preserve">0,47 €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Dm²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194423" w:rsidRDefault="00C00184" w:rsidP="00C00184">
            <w:r>
              <w:t>Bloc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</w:rPr>
            </w:pPr>
            <w:r>
              <w:t xml:space="preserve">3,81 €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unité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Pr="00194423" w:rsidRDefault="00C00184" w:rsidP="00C00184">
            <w:r>
              <w:t>Première</w:t>
            </w:r>
            <w:r w:rsidRPr="00194423">
              <w:t xml:space="preserve"> </w:t>
            </w:r>
            <w:r w:rsidR="00D339A6">
              <w:t xml:space="preserve">de montage </w:t>
            </w:r>
            <w:r w:rsidRPr="00194423">
              <w:t>FE 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D339A6" w:rsidP="00D339A6">
            <w:pPr>
              <w:ind w:right="310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3,30 €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D339A6" w:rsidP="00C00184">
            <w:pPr>
              <w:rPr>
                <w:rFonts w:eastAsia="Arial Unicode MS"/>
              </w:rPr>
            </w:pPr>
            <w:r>
              <w:t>paire</w:t>
            </w:r>
          </w:p>
        </w:tc>
      </w:tr>
      <w:tr w:rsidR="00C00184" w:rsidTr="00C95127"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Semelle préfinie croupon végétal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</w:rPr>
            </w:pPr>
            <w:r>
              <w:t xml:space="preserve">2,74 €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paire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Bonbout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</w:rPr>
            </w:pPr>
            <w:r>
              <w:t xml:space="preserve">0,08 €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pièce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Boucle 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D339A6">
            <w:pPr>
              <w:ind w:right="310"/>
              <w:jc w:val="right"/>
              <w:rPr>
                <w:rFonts w:eastAsia="Arial Unicode MS"/>
              </w:rPr>
            </w:pPr>
            <w:r>
              <w:t xml:space="preserve">0,39 €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t>pièce</w:t>
            </w:r>
          </w:p>
        </w:tc>
      </w:tr>
      <w:tr w:rsidR="00C00184" w:rsidTr="00C95127">
        <w:trPr>
          <w:trHeight w:val="300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184" w:rsidRDefault="00C00184" w:rsidP="00C00184">
            <w:pPr>
              <w:rPr>
                <w:rFonts w:eastAsia="Arial Unicode MS"/>
              </w:rPr>
            </w:pPr>
            <w:r w:rsidRPr="002E62F7">
              <w:t>Boite de chaussure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00184" w:rsidRPr="00445AC7" w:rsidRDefault="00C00184" w:rsidP="00D339A6">
            <w:pPr>
              <w:ind w:right="310"/>
              <w:jc w:val="right"/>
            </w:pPr>
            <w:r w:rsidRPr="00445AC7">
              <w:t>0,65 €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00184" w:rsidRDefault="00C00184" w:rsidP="00C0018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pièce</w:t>
            </w:r>
          </w:p>
        </w:tc>
      </w:tr>
    </w:tbl>
    <w:p w:rsidR="00C00184" w:rsidRDefault="00C00184" w:rsidP="00C00184"/>
    <w:p w:rsidR="000205EA" w:rsidRDefault="000205EA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C00184" w:rsidP="00C00184"/>
    <w:p w:rsidR="00C00184" w:rsidRDefault="00307182" w:rsidP="00C00184">
      <w:pPr>
        <w:pStyle w:val="Titre1"/>
      </w:pPr>
      <w:r>
        <w:t>Cahier des charges de la feuille de calcul du coût de revient</w:t>
      </w:r>
    </w:p>
    <w:p w:rsidR="00C00184" w:rsidRDefault="00C00184" w:rsidP="00C00184"/>
    <w:p w:rsidR="00307182" w:rsidRDefault="00307182" w:rsidP="00307182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Le classeur comporte une base de données des composants. Celle</w:t>
      </w:r>
      <w:r w:rsidR="00815DBE">
        <w:t>-ci doit pouvoir être complétée,</w:t>
      </w:r>
    </w:p>
    <w:p w:rsidR="00307182" w:rsidRDefault="00307182" w:rsidP="00307182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Les composants sont repérés par une référence unique</w:t>
      </w:r>
      <w:r w:rsidR="00815DBE">
        <w:t>,</w:t>
      </w:r>
    </w:p>
    <w:p w:rsidR="00307182" w:rsidRDefault="00307182" w:rsidP="00307182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La fiche de calcul de coût de revient comporte toutes les formules néc</w:t>
      </w:r>
      <w:r w:rsidR="00815DBE">
        <w:t>essaires à leur automatisation,</w:t>
      </w:r>
    </w:p>
    <w:p w:rsidR="00307182" w:rsidRDefault="00307182" w:rsidP="00307182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Les matières sont « appelées » par l’intermédiaire de la saisie de leur référence, utiliser la</w:t>
      </w:r>
      <w:r w:rsidR="00C00184">
        <w:t xml:space="preserve"> fonction recherchev() pour saisir les éléments de la nomenclature,</w:t>
      </w:r>
    </w:p>
    <w:p w:rsidR="00C00184" w:rsidRDefault="00C00184" w:rsidP="00307182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 xml:space="preserve"> traiter les erreurs d’affichage pour que toutes les lignes qui le nécessitent conti</w:t>
      </w:r>
      <w:r w:rsidR="00815DBE">
        <w:t>ennent les formules appropriées,</w:t>
      </w:r>
    </w:p>
    <w:p w:rsidR="00307182" w:rsidRDefault="00307182" w:rsidP="00307182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Le calcul des différents modèles sont réalisés dans le même classeur par une copie,</w:t>
      </w:r>
    </w:p>
    <w:p w:rsidR="00307182" w:rsidRDefault="00307182" w:rsidP="0038126E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Utiliser les formules de la p</w:t>
      </w:r>
      <w:r w:rsidR="00815DBE">
        <w:t>résentation donnée en ressource,</w:t>
      </w:r>
    </w:p>
    <w:p w:rsidR="0038126E" w:rsidRDefault="0038126E" w:rsidP="0038126E">
      <w:pPr>
        <w:pStyle w:val="Paragraphedeliste"/>
        <w:numPr>
          <w:ilvl w:val="0"/>
          <w:numId w:val="16"/>
        </w:numPr>
        <w:spacing w:after="240"/>
        <w:ind w:left="499" w:hanging="357"/>
        <w:contextualSpacing w:val="0"/>
      </w:pPr>
      <w:r>
        <w:t>La feuille de synthèse des marges doit être en lien avec les feuilles de chaque modèle.</w:t>
      </w:r>
    </w:p>
    <w:p w:rsidR="00C00184" w:rsidRDefault="00C00184" w:rsidP="00C00184"/>
    <w:p w:rsidR="00307182" w:rsidRDefault="00D339A6" w:rsidP="00C00184">
      <w:r>
        <w:t>,</w:t>
      </w:r>
    </w:p>
    <w:p w:rsidR="00307182" w:rsidRDefault="00307182" w:rsidP="00307182">
      <w:r>
        <w:br w:type="page"/>
      </w:r>
    </w:p>
    <w:p w:rsidR="00307182" w:rsidRDefault="00307182" w:rsidP="00307182">
      <w:pPr>
        <w:pStyle w:val="Titre"/>
      </w:pPr>
      <w:r>
        <w:t>ANNEXE 1</w:t>
      </w:r>
    </w:p>
    <w:p w:rsidR="00C00184" w:rsidRPr="00307182" w:rsidRDefault="00307182" w:rsidP="00307182">
      <w:pPr>
        <w:pStyle w:val="Titre"/>
        <w:rPr>
          <w:sz w:val="28"/>
        </w:rPr>
      </w:pPr>
      <w:r w:rsidRPr="00307182">
        <w:rPr>
          <w:sz w:val="28"/>
        </w:rPr>
        <w:t>EXEMPLE DE FICHE DE CALCUL DU COÛT DE REVIENT</w:t>
      </w:r>
    </w:p>
    <w:p w:rsidR="00307182" w:rsidRDefault="00307182" w:rsidP="00307182"/>
    <w:p w:rsidR="00307182" w:rsidRPr="00307182" w:rsidRDefault="00307182" w:rsidP="00307182">
      <w:pPr>
        <w:jc w:val="center"/>
      </w:pPr>
      <w:r>
        <w:rPr>
          <w:noProof/>
        </w:rPr>
        <w:drawing>
          <wp:inline distT="0" distB="0" distL="0" distR="0" wp14:anchorId="3EC3694D">
            <wp:extent cx="5029318" cy="7459454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380" cy="7458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7182" w:rsidRPr="00307182" w:rsidSect="00A42841">
      <w:headerReference w:type="default" r:id="rId11"/>
      <w:footerReference w:type="default" r:id="rId12"/>
      <w:pgSz w:w="11906" w:h="16838" w:code="9"/>
      <w:pgMar w:top="1418" w:right="1332" w:bottom="1418" w:left="1332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C4" w:rsidRDefault="00DB05C4" w:rsidP="00C00184">
      <w:r>
        <w:separator/>
      </w:r>
    </w:p>
  </w:endnote>
  <w:endnote w:type="continuationSeparator" w:id="0">
    <w:p w:rsidR="00DB05C4" w:rsidRDefault="00DB05C4" w:rsidP="00C00184">
      <w:r>
        <w:continuationSeparator/>
      </w:r>
    </w:p>
  </w:endnote>
  <w:endnote w:id="1">
    <w:p w:rsidR="0038126E" w:rsidRDefault="0038126E">
      <w:pPr>
        <w:pStyle w:val="Notedefin"/>
      </w:pPr>
      <w:r>
        <w:rPr>
          <w:rStyle w:val="Appeldenotedefin"/>
        </w:rPr>
        <w:endnoteRef/>
      </w:r>
      <w:r>
        <w:t xml:space="preserve"> Au sens comptable du terme.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XSpec="center" w:tblpY="1"/>
      <w:tblOverlap w:val="never"/>
      <w:tblW w:w="10740" w:type="dxa"/>
      <w:jc w:val="center"/>
      <w:tblLook w:val="04A0" w:firstRow="1" w:lastRow="0" w:firstColumn="1" w:lastColumn="0" w:noHBand="0" w:noVBand="1"/>
    </w:tblPr>
    <w:tblGrid>
      <w:gridCol w:w="2345"/>
      <w:gridCol w:w="6127"/>
      <w:gridCol w:w="2268"/>
    </w:tblGrid>
    <w:tr w:rsidR="00483C7C" w:rsidRPr="00DC60A8" w:rsidTr="00483C7C">
      <w:trPr>
        <w:jc w:val="center"/>
      </w:trPr>
      <w:tc>
        <w:tcPr>
          <w:tcW w:w="2345" w:type="dxa"/>
          <w:tcBorders>
            <w:right w:val="single" w:sz="4" w:space="0" w:color="auto"/>
          </w:tcBorders>
        </w:tcPr>
        <w:p w:rsidR="00483C7C" w:rsidRPr="003D7A79" w:rsidRDefault="00483C7C" w:rsidP="00AE55F6">
          <w:pPr>
            <w:pStyle w:val="En-tte"/>
            <w:rPr>
              <w:b/>
              <w:sz w:val="32"/>
            </w:rPr>
          </w:pPr>
          <w:r w:rsidRPr="003D7A79">
            <w:rPr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8016E9E" wp14:editId="79FD77D7">
                    <wp:simplePos x="0" y="0"/>
                    <wp:positionH relativeFrom="page">
                      <wp:posOffset>6898640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145" name="Oval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83C7C" w:rsidRPr="00CC1B88" w:rsidRDefault="00483C7C" w:rsidP="00146F17">
                                <w:pPr>
                                  <w:jc w:val="center"/>
                                  <w:rPr>
                                    <w:rStyle w:val="Numrodepage"/>
                                    <w:rFonts w:eastAsiaTheme="minorEastAsia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 w:rsidRPr="00CC1B88">
                                  <w:fldChar w:fldCharType="begin"/>
                                </w:r>
                                <w:r w:rsidRPr="00CC1B88">
                                  <w:instrText xml:space="preserve"> PAGE    \* MERGEFORMAT </w:instrText>
                                </w:r>
                                <w:r w:rsidRPr="00CC1B88">
                                  <w:fldChar w:fldCharType="separate"/>
                                </w:r>
                                <w:r w:rsidR="00DB05C4" w:rsidRPr="00DB05C4">
                                  <w:rPr>
                                    <w:rStyle w:val="Numrodepage"/>
                                    <w:rFonts w:eastAsiaTheme="minorEastAsia"/>
                                    <w:b/>
                                    <w:noProof/>
                                    <w:color w:val="FFFFFF"/>
                                    <w:sz w:val="32"/>
                                    <w:szCs w:val="24"/>
                                  </w:rPr>
                                  <w:t>1</w:t>
                                </w:r>
                                <w:r w:rsidRPr="00CC1B88"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id="_x0000_s1028" style="position:absolute;margin-left:543.2pt;margin-top:210.5pt;width:37.6pt;height:37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" o:allowincell="f" fillcolor="#00b0f0" stroked="f">
                    <v:textbox inset="0,,0">
                      <w:txbxContent>
                        <w:p w:rsidR="00483C7C" w:rsidRPr="00CC1B88" w:rsidRDefault="00483C7C" w:rsidP="00146F17">
                          <w:pPr>
                            <w:jc w:val="center"/>
                            <w:rPr>
                              <w:rStyle w:val="Numrodepage"/>
                              <w:rFonts w:eastAsiaTheme="minorEastAsia"/>
                              <w:color w:val="FFFFFF"/>
                              <w:sz w:val="24"/>
                              <w:szCs w:val="24"/>
                            </w:rPr>
                          </w:pPr>
                          <w:r w:rsidRPr="00CC1B88">
                            <w:fldChar w:fldCharType="begin"/>
                          </w:r>
                          <w:r w:rsidRPr="00CC1B88">
                            <w:instrText xml:space="preserve"> PAGE    \* MERGEFORMAT </w:instrText>
                          </w:r>
                          <w:r w:rsidRPr="00CC1B88">
                            <w:fldChar w:fldCharType="separate"/>
                          </w:r>
                          <w:r w:rsidR="00DB05C4" w:rsidRPr="00DB05C4">
                            <w:rPr>
                              <w:rStyle w:val="Numrodepage"/>
                              <w:rFonts w:eastAsiaTheme="minorEastAsia"/>
                              <w:b/>
                              <w:noProof/>
                              <w:color w:val="FFFFFF"/>
                              <w:sz w:val="32"/>
                              <w:szCs w:val="24"/>
                            </w:rPr>
                            <w:t>1</w:t>
                          </w:r>
                          <w:r w:rsidRPr="00CC1B88"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>
            <w:rPr>
              <w:b/>
            </w:rPr>
            <w:t>BTS MMCM</w:t>
          </w:r>
        </w:p>
      </w:tc>
      <w:tc>
        <w:tcPr>
          <w:tcW w:w="612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483C7C" w:rsidRPr="003D7A79" w:rsidRDefault="00146F17" w:rsidP="00AE55F6">
          <w:pPr>
            <w:pStyle w:val="Pieddepage"/>
            <w:rPr>
              <w:sz w:val="14"/>
            </w:rPr>
          </w:pP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SUBJECT   \* MERGEFORMAT </w:instrText>
          </w:r>
          <w:r>
            <w:rPr>
              <w:sz w:val="14"/>
            </w:rPr>
            <w:fldChar w:fldCharType="separate"/>
          </w:r>
          <w:r>
            <w:rPr>
              <w:sz w:val="14"/>
            </w:rPr>
            <w:t>Dominique DUC  Lycée du Dauphiné</w:t>
          </w:r>
          <w:r>
            <w:rPr>
              <w:sz w:val="14"/>
            </w:rPr>
            <w:fldChar w:fldCharType="end"/>
          </w:r>
          <w:r>
            <w:rPr>
              <w:sz w:val="14"/>
            </w:rPr>
            <w:t> ; Boumediene SID-LAKHDAR  Ecole nationale supérieure d’arts appliqués Estienne</w:t>
          </w:r>
        </w:p>
      </w:tc>
      <w:tc>
        <w:tcPr>
          <w:tcW w:w="2268" w:type="dxa"/>
          <w:tcBorders>
            <w:left w:val="single" w:sz="4" w:space="0" w:color="auto"/>
          </w:tcBorders>
          <w:vAlign w:val="center"/>
        </w:tcPr>
        <w:p w:rsidR="00483C7C" w:rsidRPr="00DC60A8" w:rsidRDefault="00146F17" w:rsidP="00483C7C">
          <w:pPr>
            <w:pStyle w:val="En-tte"/>
            <w:jc w:val="center"/>
            <w:rPr>
              <w:sz w:val="32"/>
            </w:rPr>
          </w:pPr>
          <w:r>
            <w:rPr>
              <w:sz w:val="16"/>
            </w:rPr>
            <w:t>RNR métiers de la mode</w:t>
          </w:r>
        </w:p>
      </w:tc>
    </w:tr>
  </w:tbl>
  <w:p w:rsidR="00FA6B98" w:rsidRPr="00483C7C" w:rsidRDefault="00483C7C" w:rsidP="00483C7C">
    <w:pPr>
      <w:pStyle w:val="Pieddepage"/>
    </w:pPr>
    <w:r w:rsidRPr="003D7A79">
      <w:rPr>
        <w:noProof/>
        <w:sz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E0BBD4" wp14:editId="68926817">
              <wp:simplePos x="0" y="0"/>
              <wp:positionH relativeFrom="column">
                <wp:posOffset>-500471</wp:posOffset>
              </wp:positionH>
              <wp:positionV relativeFrom="paragraph">
                <wp:posOffset>-58420</wp:posOffset>
              </wp:positionV>
              <wp:extent cx="6858000" cy="0"/>
              <wp:effectExtent l="0" t="0" r="19050" b="19050"/>
              <wp:wrapNone/>
              <wp:docPr id="146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9.4pt;margin-top:-4.6pt;width:540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" strokecolor="#548dd4" strokeweight="1.25pt">
              <v:shadow color="#868686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C4" w:rsidRDefault="00DB05C4" w:rsidP="00C00184">
      <w:r>
        <w:separator/>
      </w:r>
    </w:p>
  </w:footnote>
  <w:footnote w:type="continuationSeparator" w:id="0">
    <w:p w:rsidR="00DB05C4" w:rsidRDefault="00DB05C4" w:rsidP="00C00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0" w:type="dxa"/>
      <w:tblInd w:w="-709" w:type="dxa"/>
      <w:tblLook w:val="04A0" w:firstRow="1" w:lastRow="0" w:firstColumn="1" w:lastColumn="0" w:noHBand="0" w:noVBand="1"/>
    </w:tblPr>
    <w:tblGrid>
      <w:gridCol w:w="2345"/>
      <w:gridCol w:w="6410"/>
      <w:gridCol w:w="1985"/>
    </w:tblGrid>
    <w:tr w:rsidR="00FA6B98" w:rsidRPr="00DC60A8" w:rsidTr="009E3E61">
      <w:tc>
        <w:tcPr>
          <w:tcW w:w="2345" w:type="dxa"/>
          <w:tcBorders>
            <w:right w:val="single" w:sz="4" w:space="0" w:color="auto"/>
          </w:tcBorders>
        </w:tcPr>
        <w:p w:rsidR="00FA6B98" w:rsidRPr="00C21556" w:rsidRDefault="00FA6B98" w:rsidP="00C00184">
          <w:pPr>
            <w:pStyle w:val="En-tte"/>
            <w:rPr>
              <w:rStyle w:val="Titredulivre"/>
              <w:b/>
            </w:rPr>
          </w:pPr>
          <w:r w:rsidRPr="001417D5">
            <w:rPr>
              <w:rStyle w:val="Titredulivre"/>
              <w:b/>
              <w:noProof/>
              <w:sz w:val="3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5097F6A6" wp14:editId="70DE2A6C">
                    <wp:simplePos x="0" y="0"/>
                    <wp:positionH relativeFrom="page">
                      <wp:posOffset>6898640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2540" t="6350" r="5715" b="1905"/>
                    <wp:wrapNone/>
                    <wp:docPr id="2" name="Oval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6B98" w:rsidRPr="00CC1B88" w:rsidRDefault="00FA6B98" w:rsidP="00C00184">
                                <w:pPr>
                                  <w:rPr>
                                    <w:rStyle w:val="Numrodepage"/>
                                    <w:rFonts w:eastAsiaTheme="minorEastAsia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 w:rsidRPr="00CC1B88">
                                  <w:fldChar w:fldCharType="begin"/>
                                </w:r>
                                <w:r w:rsidRPr="00CC1B88">
                                  <w:instrText xml:space="preserve"> PAGE    \* MERGEFORMAT </w:instrText>
                                </w:r>
                                <w:r w:rsidRPr="00CC1B88">
                                  <w:fldChar w:fldCharType="separate"/>
                                </w:r>
                                <w:r w:rsidR="00DB05C4" w:rsidRPr="00DB05C4">
                                  <w:rPr>
                                    <w:rStyle w:val="Numrodepage"/>
                                    <w:rFonts w:eastAsiaTheme="minorEastAsia"/>
                                    <w:b/>
                                    <w:noProof/>
                                    <w:color w:val="FFFFFF"/>
                                    <w:sz w:val="32"/>
                                    <w:szCs w:val="24"/>
                                  </w:rPr>
                                  <w:t>1</w:t>
                                </w:r>
                                <w:r w:rsidRPr="00CC1B88"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id="Oval 4" o:spid="_x0000_s1026" style="position:absolute;margin-left:543.2pt;margin-top:210.5pt;width:37.6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" o:allowincell="f" fillcolor="#9bbb59" stroked="f">
                    <v:textbox inset="0,,0">
                      <w:txbxContent>
                        <w:p w:rsidR="00FA6B98" w:rsidRPr="00CC1B88" w:rsidRDefault="00FA6B98" w:rsidP="00C00184">
                          <w:pPr>
                            <w:rPr>
                              <w:rStyle w:val="Numrodepage"/>
                              <w:rFonts w:eastAsiaTheme="minorEastAsia"/>
                              <w:color w:val="FFFFFF"/>
                              <w:sz w:val="24"/>
                              <w:szCs w:val="24"/>
                            </w:rPr>
                          </w:pPr>
                          <w:r w:rsidRPr="00CC1B88">
                            <w:fldChar w:fldCharType="begin"/>
                          </w:r>
                          <w:r w:rsidRPr="00CC1B88">
                            <w:instrText xml:space="preserve"> PAGE    \* MERGEFORMAT </w:instrText>
                          </w:r>
                          <w:r w:rsidRPr="00CC1B88">
                            <w:fldChar w:fldCharType="separate"/>
                          </w:r>
                          <w:r w:rsidR="00DB05C4" w:rsidRPr="00DB05C4">
                            <w:rPr>
                              <w:rStyle w:val="Numrodepage"/>
                              <w:rFonts w:eastAsiaTheme="minorEastAsia"/>
                              <w:b/>
                              <w:noProof/>
                              <w:color w:val="FFFFFF"/>
                              <w:sz w:val="32"/>
                              <w:szCs w:val="24"/>
                            </w:rPr>
                            <w:t>1</w:t>
                          </w:r>
                          <w:r w:rsidRPr="00CC1B88"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="001417D5" w:rsidRPr="001417D5">
            <w:rPr>
              <w:sz w:val="24"/>
            </w:rPr>
            <w:t xml:space="preserve"> </w:t>
          </w:r>
          <w:r w:rsidR="00146F17" w:rsidRPr="00146F17">
            <w:rPr>
              <w:rFonts w:eastAsia="Times New Roman"/>
              <w:sz w:val="18"/>
            </w:rPr>
            <w:t>Co-animation</w:t>
          </w:r>
          <w:r w:rsidR="00146F17">
            <w:rPr>
              <w:rFonts w:eastAsia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>
                    <wp:simplePos x="0" y="0"/>
                    <wp:positionH relativeFrom="page">
                      <wp:posOffset>6898640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2540" t="6350" r="5715" b="1905"/>
                    <wp:wrapNone/>
                    <wp:docPr id="144" name="Ellipse 1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6F17" w:rsidRPr="00F27642" w:rsidRDefault="00146F17" w:rsidP="00146F17">
                                <w:pPr>
                                  <w:jc w:val="center"/>
                                  <w:rPr>
                                    <w:rStyle w:val="Numrodepage"/>
                                    <w:rFonts w:eastAsiaTheme="minorEastAsia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 w:rsidRPr="00CC1B88">
                                  <w:fldChar w:fldCharType="begin"/>
                                </w:r>
                                <w:r w:rsidRPr="00CC1B88">
                                  <w:instrText xml:space="preserve"> PAGE    \* MERGEFORMAT </w:instrText>
                                </w:r>
                                <w:r w:rsidRPr="00CC1B88">
                                  <w:fldChar w:fldCharType="separate"/>
                                </w:r>
                                <w:r w:rsidR="00DB05C4" w:rsidRPr="00DB05C4">
                                  <w:rPr>
                                    <w:rStyle w:val="Numrodepage"/>
                                    <w:rFonts w:eastAsiaTheme="minorEastAsia"/>
                                    <w:b/>
                                    <w:noProof/>
                                    <w:color w:val="FFFFFF"/>
                                    <w:sz w:val="32"/>
                                    <w:szCs w:val="24"/>
                                  </w:rPr>
                                  <w:t>1</w:t>
                                </w:r>
                                <w:r w:rsidRPr="00CC1B88"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id="Ellipse 144" o:spid="_x0000_s1027" style="position:absolute;margin-left:543.2pt;margin-top:210.5pt;width:37.6pt;height:37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" o:allowincell="f" fillcolor="#00b0f0" stroked="f">
                    <v:textbox inset="0,,0">
                      <w:txbxContent>
                        <w:p w:rsidR="00146F17" w:rsidRPr="00F27642" w:rsidRDefault="00146F17" w:rsidP="00146F17">
                          <w:pPr>
                            <w:jc w:val="center"/>
                            <w:rPr>
                              <w:rStyle w:val="Numrodepage"/>
                              <w:rFonts w:eastAsiaTheme="minorEastAsia"/>
                              <w:color w:val="FFFFFF"/>
                              <w:sz w:val="24"/>
                              <w:szCs w:val="24"/>
                            </w:rPr>
                          </w:pPr>
                          <w:r w:rsidRPr="00CC1B88">
                            <w:fldChar w:fldCharType="begin"/>
                          </w:r>
                          <w:r w:rsidRPr="00CC1B88">
                            <w:instrText xml:space="preserve"> PAGE    \* MERGEFORMAT </w:instrText>
                          </w:r>
                          <w:r w:rsidRPr="00CC1B88">
                            <w:fldChar w:fldCharType="separate"/>
                          </w:r>
                          <w:r w:rsidR="00DB05C4" w:rsidRPr="00DB05C4">
                            <w:rPr>
                              <w:rStyle w:val="Numrodepage"/>
                              <w:rFonts w:eastAsiaTheme="minorEastAsia"/>
                              <w:b/>
                              <w:noProof/>
                              <w:color w:val="FFFFFF"/>
                              <w:sz w:val="32"/>
                              <w:szCs w:val="24"/>
                            </w:rPr>
                            <w:t>1</w:t>
                          </w:r>
                          <w:r w:rsidRPr="00CC1B88"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="00146F17" w:rsidRPr="00146F17">
            <w:rPr>
              <w:rFonts w:eastAsia="Times New Roman"/>
              <w:sz w:val="18"/>
            </w:rPr>
            <w:t xml:space="preserve"> STG - STI</w:t>
          </w:r>
        </w:p>
      </w:tc>
      <w:tc>
        <w:tcPr>
          <w:tcW w:w="6410" w:type="dxa"/>
          <w:tcBorders>
            <w:left w:val="single" w:sz="4" w:space="0" w:color="auto"/>
            <w:right w:val="single" w:sz="4" w:space="0" w:color="auto"/>
          </w:tcBorders>
        </w:tcPr>
        <w:p w:rsidR="00FA6B98" w:rsidRPr="00815DBE" w:rsidRDefault="00FA6B98" w:rsidP="00C21556">
          <w:pPr>
            <w:pStyle w:val="Sous-titre"/>
            <w:spacing w:after="0"/>
            <w:jc w:val="left"/>
            <w:rPr>
              <w:rStyle w:val="Titredulivre"/>
              <w:sz w:val="24"/>
            </w:rPr>
          </w:pPr>
          <w:r w:rsidRPr="00815DBE">
            <w:rPr>
              <w:rStyle w:val="Titredulivre"/>
              <w:sz w:val="24"/>
            </w:rPr>
            <w:fldChar w:fldCharType="begin"/>
          </w:r>
          <w:r w:rsidRPr="00815DBE">
            <w:rPr>
              <w:rStyle w:val="Titredulivre"/>
              <w:sz w:val="24"/>
            </w:rPr>
            <w:instrText xml:space="preserve"> TITLE  \* FirstCap  \* MERGEFORMAT </w:instrText>
          </w:r>
          <w:r w:rsidRPr="00815DBE">
            <w:rPr>
              <w:rStyle w:val="Titredulivre"/>
              <w:sz w:val="24"/>
            </w:rPr>
            <w:fldChar w:fldCharType="separate"/>
          </w:r>
          <w:r w:rsidR="001417D5" w:rsidRPr="00815DBE">
            <w:rPr>
              <w:rStyle w:val="Titredulivre"/>
              <w:sz w:val="24"/>
            </w:rPr>
            <w:t>Calcul du coût de revient industriel</w:t>
          </w:r>
          <w:r w:rsidRPr="00815DBE">
            <w:rPr>
              <w:rStyle w:val="Titredulivre"/>
              <w:sz w:val="24"/>
            </w:rPr>
            <w:fldChar w:fldCharType="end"/>
          </w:r>
        </w:p>
      </w:tc>
      <w:tc>
        <w:tcPr>
          <w:tcW w:w="1985" w:type="dxa"/>
          <w:tcBorders>
            <w:left w:val="single" w:sz="4" w:space="0" w:color="auto"/>
          </w:tcBorders>
        </w:tcPr>
        <w:p w:rsidR="00FA6B98" w:rsidRPr="00DC60A8" w:rsidRDefault="001417D5" w:rsidP="009E3E61">
          <w:pPr>
            <w:pStyle w:val="En-tte"/>
            <w:rPr>
              <w:sz w:val="32"/>
            </w:rPr>
          </w:pPr>
          <w:r w:rsidRPr="0095454C">
            <w:rPr>
              <w:rStyle w:val="Titredulivre"/>
              <w:b/>
              <w:sz w:val="24"/>
              <w:lang w:val="en-US"/>
            </w:rPr>
            <w:t>Rep : CA-</w:t>
          </w:r>
          <w:r w:rsidR="009E3E61">
            <w:rPr>
              <w:rStyle w:val="Titredulivre"/>
              <w:b/>
              <w:sz w:val="24"/>
              <w:lang w:val="en-US"/>
            </w:rPr>
            <w:t>OP-</w:t>
          </w:r>
          <w:r>
            <w:rPr>
              <w:rStyle w:val="Titredulivre"/>
              <w:b/>
              <w:sz w:val="24"/>
              <w:lang w:val="en-US"/>
            </w:rPr>
            <w:t>02</w:t>
          </w:r>
        </w:p>
      </w:tc>
    </w:tr>
  </w:tbl>
  <w:p w:rsidR="00FA6B98" w:rsidRPr="00A42841" w:rsidRDefault="00FA6B98" w:rsidP="00C0018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FE12BF7" wp14:editId="1C6052FD">
              <wp:simplePos x="0" y="0"/>
              <wp:positionH relativeFrom="column">
                <wp:posOffset>-478155</wp:posOffset>
              </wp:positionH>
              <wp:positionV relativeFrom="paragraph">
                <wp:posOffset>111125</wp:posOffset>
              </wp:positionV>
              <wp:extent cx="6858000" cy="0"/>
              <wp:effectExtent l="15240" t="13970" r="1333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7.65pt;margin-top:8.75pt;width:54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" strokecolor="#548dd4" strokeweight="1.2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23D1"/>
    <w:multiLevelType w:val="hybridMultilevel"/>
    <w:tmpl w:val="8F506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F104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6DD36B1"/>
    <w:multiLevelType w:val="hybridMultilevel"/>
    <w:tmpl w:val="AB3232D4"/>
    <w:lvl w:ilvl="0" w:tplc="040C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28BC6F95"/>
    <w:multiLevelType w:val="hybridMultilevel"/>
    <w:tmpl w:val="F5B49248"/>
    <w:lvl w:ilvl="0" w:tplc="3A2E62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531E0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3F7F3F8A"/>
    <w:multiLevelType w:val="hybridMultilevel"/>
    <w:tmpl w:val="8090B574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429C2ECB"/>
    <w:multiLevelType w:val="hybridMultilevel"/>
    <w:tmpl w:val="A4E0A2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60F5C"/>
    <w:multiLevelType w:val="hybridMultilevel"/>
    <w:tmpl w:val="D4229882"/>
    <w:lvl w:ilvl="0" w:tplc="56960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6E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86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4F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C3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22E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8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C4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BC4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5CC5388"/>
    <w:multiLevelType w:val="hybridMultilevel"/>
    <w:tmpl w:val="9B9E8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61D48"/>
    <w:multiLevelType w:val="hybridMultilevel"/>
    <w:tmpl w:val="15C0DF82"/>
    <w:lvl w:ilvl="0" w:tplc="29FC2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22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269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902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F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C6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67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A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E9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5B63FB2"/>
    <w:multiLevelType w:val="hybridMultilevel"/>
    <w:tmpl w:val="A7EC7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5A092F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68AB35A4"/>
    <w:multiLevelType w:val="hybridMultilevel"/>
    <w:tmpl w:val="16EEFB66"/>
    <w:lvl w:ilvl="0" w:tplc="3A2E62EC">
      <w:start w:val="1"/>
      <w:numFmt w:val="bullet"/>
      <w:lvlText w:val="­"/>
      <w:lvlJc w:val="left"/>
      <w:pPr>
        <w:ind w:left="1425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707B7222"/>
    <w:multiLevelType w:val="hybridMultilevel"/>
    <w:tmpl w:val="BC7C52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93B02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79C56008"/>
    <w:multiLevelType w:val="hybridMultilevel"/>
    <w:tmpl w:val="B9881336"/>
    <w:lvl w:ilvl="0" w:tplc="7D6E884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3"/>
  </w:num>
  <w:num w:numId="5">
    <w:abstractNumId w:val="0"/>
  </w:num>
  <w:num w:numId="6">
    <w:abstractNumId w:val="9"/>
  </w:num>
  <w:num w:numId="7">
    <w:abstractNumId w:val="7"/>
  </w:num>
  <w:num w:numId="8">
    <w:abstractNumId w:val="10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12"/>
  </w:num>
  <w:num w:numId="14">
    <w:abstractNumId w:val="3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84"/>
    <w:rsid w:val="0000709B"/>
    <w:rsid w:val="00012513"/>
    <w:rsid w:val="000205EA"/>
    <w:rsid w:val="00025396"/>
    <w:rsid w:val="00034315"/>
    <w:rsid w:val="0004019D"/>
    <w:rsid w:val="00045255"/>
    <w:rsid w:val="0004655F"/>
    <w:rsid w:val="00047F26"/>
    <w:rsid w:val="00053C79"/>
    <w:rsid w:val="000745F0"/>
    <w:rsid w:val="00086F21"/>
    <w:rsid w:val="000904BB"/>
    <w:rsid w:val="000A0585"/>
    <w:rsid w:val="000B0CDB"/>
    <w:rsid w:val="000D52DA"/>
    <w:rsid w:val="000E2B44"/>
    <w:rsid w:val="001417D5"/>
    <w:rsid w:val="0014482B"/>
    <w:rsid w:val="00146F17"/>
    <w:rsid w:val="001546CA"/>
    <w:rsid w:val="00155C19"/>
    <w:rsid w:val="00161B57"/>
    <w:rsid w:val="00176D5F"/>
    <w:rsid w:val="001B0D92"/>
    <w:rsid w:val="001B2231"/>
    <w:rsid w:val="001C257E"/>
    <w:rsid w:val="001C550F"/>
    <w:rsid w:val="001C7C7A"/>
    <w:rsid w:val="001D1895"/>
    <w:rsid w:val="001F7516"/>
    <w:rsid w:val="0020323E"/>
    <w:rsid w:val="002065DE"/>
    <w:rsid w:val="00210506"/>
    <w:rsid w:val="00214D5A"/>
    <w:rsid w:val="002277B1"/>
    <w:rsid w:val="00233E2C"/>
    <w:rsid w:val="002348A6"/>
    <w:rsid w:val="0024727E"/>
    <w:rsid w:val="00274EA7"/>
    <w:rsid w:val="00277006"/>
    <w:rsid w:val="00285896"/>
    <w:rsid w:val="00293CF0"/>
    <w:rsid w:val="002A06EB"/>
    <w:rsid w:val="002D3C41"/>
    <w:rsid w:val="002F7DD6"/>
    <w:rsid w:val="0030334C"/>
    <w:rsid w:val="00307182"/>
    <w:rsid w:val="00324E9E"/>
    <w:rsid w:val="00335577"/>
    <w:rsid w:val="003512F8"/>
    <w:rsid w:val="00360941"/>
    <w:rsid w:val="0038126E"/>
    <w:rsid w:val="003A5285"/>
    <w:rsid w:val="003B1DD4"/>
    <w:rsid w:val="00442ACA"/>
    <w:rsid w:val="00446374"/>
    <w:rsid w:val="00456A6E"/>
    <w:rsid w:val="00467123"/>
    <w:rsid w:val="0047054F"/>
    <w:rsid w:val="00483C7C"/>
    <w:rsid w:val="0049226D"/>
    <w:rsid w:val="004D4306"/>
    <w:rsid w:val="004E0CAF"/>
    <w:rsid w:val="004E4E2B"/>
    <w:rsid w:val="00520268"/>
    <w:rsid w:val="00572DF8"/>
    <w:rsid w:val="005D710B"/>
    <w:rsid w:val="005D7AD0"/>
    <w:rsid w:val="00611C34"/>
    <w:rsid w:val="0061484D"/>
    <w:rsid w:val="00614D6A"/>
    <w:rsid w:val="006213D7"/>
    <w:rsid w:val="0063097B"/>
    <w:rsid w:val="006672DB"/>
    <w:rsid w:val="00694214"/>
    <w:rsid w:val="006B28DC"/>
    <w:rsid w:val="006E4450"/>
    <w:rsid w:val="00706F31"/>
    <w:rsid w:val="007449E6"/>
    <w:rsid w:val="00750BE9"/>
    <w:rsid w:val="007B1C77"/>
    <w:rsid w:val="0081034E"/>
    <w:rsid w:val="0081139D"/>
    <w:rsid w:val="00815DBE"/>
    <w:rsid w:val="00817B45"/>
    <w:rsid w:val="008200F4"/>
    <w:rsid w:val="00830F16"/>
    <w:rsid w:val="00841245"/>
    <w:rsid w:val="00844199"/>
    <w:rsid w:val="00861E4D"/>
    <w:rsid w:val="00872BC1"/>
    <w:rsid w:val="00884540"/>
    <w:rsid w:val="008C2244"/>
    <w:rsid w:val="008E7B6B"/>
    <w:rsid w:val="00965D03"/>
    <w:rsid w:val="0098674C"/>
    <w:rsid w:val="00993526"/>
    <w:rsid w:val="00995B67"/>
    <w:rsid w:val="009A76C6"/>
    <w:rsid w:val="009C013F"/>
    <w:rsid w:val="009D100A"/>
    <w:rsid w:val="009D6EE5"/>
    <w:rsid w:val="009E3E61"/>
    <w:rsid w:val="00A01734"/>
    <w:rsid w:val="00A068D2"/>
    <w:rsid w:val="00A170E5"/>
    <w:rsid w:val="00A42841"/>
    <w:rsid w:val="00A46710"/>
    <w:rsid w:val="00A936AA"/>
    <w:rsid w:val="00A962C7"/>
    <w:rsid w:val="00AA425B"/>
    <w:rsid w:val="00AA6004"/>
    <w:rsid w:val="00AB2EB5"/>
    <w:rsid w:val="00AB410C"/>
    <w:rsid w:val="00AC2286"/>
    <w:rsid w:val="00AC3156"/>
    <w:rsid w:val="00AE4121"/>
    <w:rsid w:val="00B4196C"/>
    <w:rsid w:val="00B66CD2"/>
    <w:rsid w:val="00B7261E"/>
    <w:rsid w:val="00B779BD"/>
    <w:rsid w:val="00B86174"/>
    <w:rsid w:val="00B936AB"/>
    <w:rsid w:val="00BB6066"/>
    <w:rsid w:val="00BB7F88"/>
    <w:rsid w:val="00BC0067"/>
    <w:rsid w:val="00BC0716"/>
    <w:rsid w:val="00BE3F6D"/>
    <w:rsid w:val="00BE6970"/>
    <w:rsid w:val="00BF2574"/>
    <w:rsid w:val="00BF763E"/>
    <w:rsid w:val="00C00184"/>
    <w:rsid w:val="00C10AC1"/>
    <w:rsid w:val="00C128FA"/>
    <w:rsid w:val="00C21556"/>
    <w:rsid w:val="00C27544"/>
    <w:rsid w:val="00C27E93"/>
    <w:rsid w:val="00C44800"/>
    <w:rsid w:val="00C7296A"/>
    <w:rsid w:val="00CB4CAD"/>
    <w:rsid w:val="00CB7D5C"/>
    <w:rsid w:val="00CC1B88"/>
    <w:rsid w:val="00CD6061"/>
    <w:rsid w:val="00CE181C"/>
    <w:rsid w:val="00CE693B"/>
    <w:rsid w:val="00D01FF4"/>
    <w:rsid w:val="00D0551D"/>
    <w:rsid w:val="00D069A3"/>
    <w:rsid w:val="00D339A6"/>
    <w:rsid w:val="00D34533"/>
    <w:rsid w:val="00D4435E"/>
    <w:rsid w:val="00DA6EDD"/>
    <w:rsid w:val="00DB05C4"/>
    <w:rsid w:val="00DC60A8"/>
    <w:rsid w:val="00E32B9A"/>
    <w:rsid w:val="00E36D6B"/>
    <w:rsid w:val="00E3706C"/>
    <w:rsid w:val="00E6549E"/>
    <w:rsid w:val="00E85C74"/>
    <w:rsid w:val="00ED71A4"/>
    <w:rsid w:val="00EF4315"/>
    <w:rsid w:val="00F02080"/>
    <w:rsid w:val="00F03B08"/>
    <w:rsid w:val="00F05963"/>
    <w:rsid w:val="00F32D9E"/>
    <w:rsid w:val="00F45E73"/>
    <w:rsid w:val="00F74D42"/>
    <w:rsid w:val="00FA3061"/>
    <w:rsid w:val="00FA680B"/>
    <w:rsid w:val="00FA6B05"/>
    <w:rsid w:val="00FA6B98"/>
    <w:rsid w:val="00FA777D"/>
    <w:rsid w:val="00FE4A47"/>
    <w:rsid w:val="00FF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84"/>
    <w:rPr>
      <w:rFonts w:ascii="Arial" w:hAnsi="Arial" w:cs="Arial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00184"/>
    <w:pPr>
      <w:keepNext/>
      <w:spacing w:before="240" w:after="60"/>
      <w:outlineLvl w:val="0"/>
    </w:pPr>
    <w:rPr>
      <w:rFonts w:eastAsiaTheme="majorEastAsia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0184"/>
    <w:pPr>
      <w:keepNext/>
      <w:spacing w:before="240" w:after="60"/>
      <w:outlineLvl w:val="1"/>
    </w:pPr>
    <w:rPr>
      <w:rFonts w:eastAsiaTheme="majorEastAsia"/>
      <w:b/>
      <w:bCs/>
      <w:iCs/>
      <w:sz w:val="2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018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84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84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8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8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00184"/>
    <w:rPr>
      <w:rFonts w:ascii="Arial" w:eastAsiaTheme="majorEastAsia" w:hAnsi="Arial" w:cs="Arial"/>
      <w:b/>
      <w:bCs/>
      <w:iCs/>
      <w:szCs w:val="28"/>
    </w:rPr>
  </w:style>
  <w:style w:type="paragraph" w:styleId="Textebrut">
    <w:name w:val="Plain Text"/>
    <w:basedOn w:val="Normal"/>
    <w:link w:val="TextebrutCar"/>
    <w:uiPriority w:val="99"/>
    <w:unhideWhenUsed/>
    <w:rsid w:val="00CB7D5C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CB7D5C"/>
    <w:rPr>
      <w:rFonts w:ascii="Consolas" w:hAnsi="Consolas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0CAF"/>
  </w:style>
  <w:style w:type="paragraph" w:styleId="Pieddepage">
    <w:name w:val="footer"/>
    <w:basedOn w:val="Normal"/>
    <w:link w:val="Pieddepag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0CAF"/>
  </w:style>
  <w:style w:type="table" w:styleId="Grilledutableau">
    <w:name w:val="Table Grid"/>
    <w:basedOn w:val="TableauNormal"/>
    <w:uiPriority w:val="59"/>
    <w:rsid w:val="00A428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C00184"/>
    <w:rPr>
      <w:rFonts w:ascii="Arial" w:eastAsiaTheme="majorEastAsia" w:hAnsi="Arial" w:cs="Arial"/>
      <w:b/>
      <w:bCs/>
      <w:kern w:val="32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0018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C00184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C00184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00184"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C00184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00184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00184"/>
    <w:rPr>
      <w:rFonts w:asciiTheme="majorHAnsi" w:eastAsiaTheme="majorEastAsia" w:hAnsiTheme="majorHAnsi"/>
    </w:rPr>
  </w:style>
  <w:style w:type="paragraph" w:styleId="Lgende">
    <w:name w:val="caption"/>
    <w:basedOn w:val="Normal"/>
    <w:next w:val="Normal"/>
    <w:uiPriority w:val="35"/>
    <w:semiHidden/>
    <w:unhideWhenUsed/>
    <w:rsid w:val="00F03B08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21556"/>
    <w:pPr>
      <w:spacing w:after="60"/>
      <w:jc w:val="center"/>
      <w:outlineLvl w:val="0"/>
    </w:pPr>
    <w:rPr>
      <w:rFonts w:eastAsiaTheme="majorEastAsia"/>
      <w:b/>
      <w:bCs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C21556"/>
    <w:rPr>
      <w:rFonts w:ascii="Arial" w:eastAsiaTheme="majorEastAsia" w:hAnsi="Arial" w:cs="Arial"/>
      <w:b/>
      <w:bCs/>
      <w:kern w:val="28"/>
      <w:sz w:val="44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84"/>
    <w:pPr>
      <w:spacing w:after="60"/>
      <w:jc w:val="center"/>
      <w:outlineLvl w:val="1"/>
    </w:pPr>
    <w:rPr>
      <w:rFonts w:eastAsiaTheme="majorEastAsia"/>
      <w:b/>
      <w:i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C00184"/>
    <w:rPr>
      <w:rFonts w:ascii="Arial" w:eastAsiaTheme="majorEastAsia" w:hAnsi="Arial" w:cs="Arial"/>
      <w:b/>
      <w:i/>
      <w:sz w:val="24"/>
      <w:szCs w:val="24"/>
    </w:rPr>
  </w:style>
  <w:style w:type="character" w:styleId="lev">
    <w:name w:val="Strong"/>
    <w:basedOn w:val="Policepardfaut"/>
    <w:uiPriority w:val="22"/>
    <w:qFormat/>
    <w:rsid w:val="00C00184"/>
    <w:rPr>
      <w:b/>
      <w:bCs/>
    </w:rPr>
  </w:style>
  <w:style w:type="character" w:styleId="Accentuation">
    <w:name w:val="Emphasis"/>
    <w:basedOn w:val="Policepardfaut"/>
    <w:uiPriority w:val="20"/>
    <w:qFormat/>
    <w:rsid w:val="00C00184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C00184"/>
    <w:rPr>
      <w:szCs w:val="32"/>
    </w:rPr>
  </w:style>
  <w:style w:type="character" w:customStyle="1" w:styleId="SansinterligneCar">
    <w:name w:val="Sans interligne Car"/>
    <w:link w:val="Sansinterligne"/>
    <w:uiPriority w:val="1"/>
    <w:rsid w:val="00F03B08"/>
    <w:rPr>
      <w:sz w:val="24"/>
      <w:szCs w:val="32"/>
    </w:rPr>
  </w:style>
  <w:style w:type="paragraph" w:styleId="Paragraphedeliste">
    <w:name w:val="List Paragraph"/>
    <w:basedOn w:val="Normal"/>
    <w:uiPriority w:val="34"/>
    <w:qFormat/>
    <w:rsid w:val="00C0018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00184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00184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84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0184"/>
    <w:rPr>
      <w:b/>
      <w:i/>
      <w:sz w:val="24"/>
    </w:rPr>
  </w:style>
  <w:style w:type="character" w:styleId="Emphaseple">
    <w:name w:val="Subtle Emphasis"/>
    <w:uiPriority w:val="19"/>
    <w:qFormat/>
    <w:rsid w:val="00C00184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C00184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C00184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00184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21556"/>
    <w:rPr>
      <w:rFonts w:asciiTheme="minorHAnsi" w:hAnsiTheme="minorHAnsi" w:cstheme="minorHAnsi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00184"/>
    <w:pPr>
      <w:outlineLvl w:val="9"/>
    </w:pPr>
  </w:style>
  <w:style w:type="character" w:styleId="Numrodepage">
    <w:name w:val="page number"/>
    <w:uiPriority w:val="99"/>
    <w:unhideWhenUsed/>
    <w:rsid w:val="00CC1B88"/>
    <w:rPr>
      <w:rFonts w:eastAsia="Times New Roman" w:cs="Times New Roman"/>
      <w:bCs w:val="0"/>
      <w:iCs w:val="0"/>
      <w:szCs w:val="22"/>
      <w:lang w:val="fr-FR"/>
    </w:rPr>
  </w:style>
  <w:style w:type="paragraph" w:customStyle="1" w:styleId="schema">
    <w:name w:val="schema"/>
    <w:basedOn w:val="Normal"/>
    <w:rsid w:val="003B1DD4"/>
    <w:pPr>
      <w:spacing w:after="120" w:line="120" w:lineRule="atLeast"/>
      <w:ind w:left="397"/>
      <w:jc w:val="both"/>
    </w:pPr>
    <w:rPr>
      <w:sz w:val="22"/>
    </w:rPr>
  </w:style>
  <w:style w:type="table" w:styleId="Listeclaire-Accent1">
    <w:name w:val="Light List Accent 1"/>
    <w:basedOn w:val="TableauNormal"/>
    <w:uiPriority w:val="61"/>
    <w:rsid w:val="003B1DD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3B1DD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Grilleclaire-Accent1">
    <w:name w:val="Light Grid Accent 1"/>
    <w:basedOn w:val="TableauNormal"/>
    <w:uiPriority w:val="62"/>
    <w:rsid w:val="003B1DD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A52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A5285"/>
    <w:rPr>
      <w:rFonts w:ascii="Tahoma" w:hAnsi="Tahoma" w:cs="Tahoma"/>
      <w:sz w:val="16"/>
      <w:szCs w:val="16"/>
      <w:lang w:eastAsia="en-US" w:bidi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8126E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8126E"/>
    <w:rPr>
      <w:rFonts w:ascii="Arial" w:hAnsi="Arial" w:cs="Arial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812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84"/>
    <w:rPr>
      <w:rFonts w:ascii="Arial" w:hAnsi="Arial" w:cs="Arial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00184"/>
    <w:pPr>
      <w:keepNext/>
      <w:spacing w:before="240" w:after="60"/>
      <w:outlineLvl w:val="0"/>
    </w:pPr>
    <w:rPr>
      <w:rFonts w:eastAsiaTheme="majorEastAsia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0184"/>
    <w:pPr>
      <w:keepNext/>
      <w:spacing w:before="240" w:after="60"/>
      <w:outlineLvl w:val="1"/>
    </w:pPr>
    <w:rPr>
      <w:rFonts w:eastAsiaTheme="majorEastAsia"/>
      <w:b/>
      <w:bCs/>
      <w:iCs/>
      <w:sz w:val="2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018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84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84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8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8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00184"/>
    <w:rPr>
      <w:rFonts w:ascii="Arial" w:eastAsiaTheme="majorEastAsia" w:hAnsi="Arial" w:cs="Arial"/>
      <w:b/>
      <w:bCs/>
      <w:iCs/>
      <w:szCs w:val="28"/>
    </w:rPr>
  </w:style>
  <w:style w:type="paragraph" w:styleId="Textebrut">
    <w:name w:val="Plain Text"/>
    <w:basedOn w:val="Normal"/>
    <w:link w:val="TextebrutCar"/>
    <w:uiPriority w:val="99"/>
    <w:unhideWhenUsed/>
    <w:rsid w:val="00CB7D5C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CB7D5C"/>
    <w:rPr>
      <w:rFonts w:ascii="Consolas" w:hAnsi="Consolas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0CAF"/>
  </w:style>
  <w:style w:type="paragraph" w:styleId="Pieddepage">
    <w:name w:val="footer"/>
    <w:basedOn w:val="Normal"/>
    <w:link w:val="Pieddepag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0CAF"/>
  </w:style>
  <w:style w:type="table" w:styleId="Grilledutableau">
    <w:name w:val="Table Grid"/>
    <w:basedOn w:val="TableauNormal"/>
    <w:uiPriority w:val="59"/>
    <w:rsid w:val="00A428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C00184"/>
    <w:rPr>
      <w:rFonts w:ascii="Arial" w:eastAsiaTheme="majorEastAsia" w:hAnsi="Arial" w:cs="Arial"/>
      <w:b/>
      <w:bCs/>
      <w:kern w:val="32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0018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C00184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C00184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00184"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C00184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00184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00184"/>
    <w:rPr>
      <w:rFonts w:asciiTheme="majorHAnsi" w:eastAsiaTheme="majorEastAsia" w:hAnsiTheme="majorHAnsi"/>
    </w:rPr>
  </w:style>
  <w:style w:type="paragraph" w:styleId="Lgende">
    <w:name w:val="caption"/>
    <w:basedOn w:val="Normal"/>
    <w:next w:val="Normal"/>
    <w:uiPriority w:val="35"/>
    <w:semiHidden/>
    <w:unhideWhenUsed/>
    <w:rsid w:val="00F03B08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21556"/>
    <w:pPr>
      <w:spacing w:after="60"/>
      <w:jc w:val="center"/>
      <w:outlineLvl w:val="0"/>
    </w:pPr>
    <w:rPr>
      <w:rFonts w:eastAsiaTheme="majorEastAsia"/>
      <w:b/>
      <w:bCs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C21556"/>
    <w:rPr>
      <w:rFonts w:ascii="Arial" w:eastAsiaTheme="majorEastAsia" w:hAnsi="Arial" w:cs="Arial"/>
      <w:b/>
      <w:bCs/>
      <w:kern w:val="28"/>
      <w:sz w:val="44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84"/>
    <w:pPr>
      <w:spacing w:after="60"/>
      <w:jc w:val="center"/>
      <w:outlineLvl w:val="1"/>
    </w:pPr>
    <w:rPr>
      <w:rFonts w:eastAsiaTheme="majorEastAsia"/>
      <w:b/>
      <w:i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C00184"/>
    <w:rPr>
      <w:rFonts w:ascii="Arial" w:eastAsiaTheme="majorEastAsia" w:hAnsi="Arial" w:cs="Arial"/>
      <w:b/>
      <w:i/>
      <w:sz w:val="24"/>
      <w:szCs w:val="24"/>
    </w:rPr>
  </w:style>
  <w:style w:type="character" w:styleId="lev">
    <w:name w:val="Strong"/>
    <w:basedOn w:val="Policepardfaut"/>
    <w:uiPriority w:val="22"/>
    <w:qFormat/>
    <w:rsid w:val="00C00184"/>
    <w:rPr>
      <w:b/>
      <w:bCs/>
    </w:rPr>
  </w:style>
  <w:style w:type="character" w:styleId="Accentuation">
    <w:name w:val="Emphasis"/>
    <w:basedOn w:val="Policepardfaut"/>
    <w:uiPriority w:val="20"/>
    <w:qFormat/>
    <w:rsid w:val="00C00184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C00184"/>
    <w:rPr>
      <w:szCs w:val="32"/>
    </w:rPr>
  </w:style>
  <w:style w:type="character" w:customStyle="1" w:styleId="SansinterligneCar">
    <w:name w:val="Sans interligne Car"/>
    <w:link w:val="Sansinterligne"/>
    <w:uiPriority w:val="1"/>
    <w:rsid w:val="00F03B08"/>
    <w:rPr>
      <w:sz w:val="24"/>
      <w:szCs w:val="32"/>
    </w:rPr>
  </w:style>
  <w:style w:type="paragraph" w:styleId="Paragraphedeliste">
    <w:name w:val="List Paragraph"/>
    <w:basedOn w:val="Normal"/>
    <w:uiPriority w:val="34"/>
    <w:qFormat/>
    <w:rsid w:val="00C0018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00184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00184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84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0184"/>
    <w:rPr>
      <w:b/>
      <w:i/>
      <w:sz w:val="24"/>
    </w:rPr>
  </w:style>
  <w:style w:type="character" w:styleId="Emphaseple">
    <w:name w:val="Subtle Emphasis"/>
    <w:uiPriority w:val="19"/>
    <w:qFormat/>
    <w:rsid w:val="00C00184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C00184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C00184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00184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21556"/>
    <w:rPr>
      <w:rFonts w:asciiTheme="minorHAnsi" w:hAnsiTheme="minorHAnsi" w:cstheme="minorHAnsi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00184"/>
    <w:pPr>
      <w:outlineLvl w:val="9"/>
    </w:pPr>
  </w:style>
  <w:style w:type="character" w:styleId="Numrodepage">
    <w:name w:val="page number"/>
    <w:uiPriority w:val="99"/>
    <w:unhideWhenUsed/>
    <w:rsid w:val="00CC1B88"/>
    <w:rPr>
      <w:rFonts w:eastAsia="Times New Roman" w:cs="Times New Roman"/>
      <w:bCs w:val="0"/>
      <w:iCs w:val="0"/>
      <w:szCs w:val="22"/>
      <w:lang w:val="fr-FR"/>
    </w:rPr>
  </w:style>
  <w:style w:type="paragraph" w:customStyle="1" w:styleId="schema">
    <w:name w:val="schema"/>
    <w:basedOn w:val="Normal"/>
    <w:rsid w:val="003B1DD4"/>
    <w:pPr>
      <w:spacing w:after="120" w:line="120" w:lineRule="atLeast"/>
      <w:ind w:left="397"/>
      <w:jc w:val="both"/>
    </w:pPr>
    <w:rPr>
      <w:sz w:val="22"/>
    </w:rPr>
  </w:style>
  <w:style w:type="table" w:styleId="Listeclaire-Accent1">
    <w:name w:val="Light List Accent 1"/>
    <w:basedOn w:val="TableauNormal"/>
    <w:uiPriority w:val="61"/>
    <w:rsid w:val="003B1DD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3B1DD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Grilleclaire-Accent1">
    <w:name w:val="Light Grid Accent 1"/>
    <w:basedOn w:val="TableauNormal"/>
    <w:uiPriority w:val="62"/>
    <w:rsid w:val="003B1DD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A52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A5285"/>
    <w:rPr>
      <w:rFonts w:ascii="Tahoma" w:hAnsi="Tahoma" w:cs="Tahoma"/>
      <w:sz w:val="16"/>
      <w:szCs w:val="16"/>
      <w:lang w:eastAsia="en-US" w:bidi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8126E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8126E"/>
    <w:rPr>
      <w:rFonts w:ascii="Arial" w:hAnsi="Arial" w:cs="Arial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81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4325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18527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om\AppData\Roaming\Microsoft\Templates\cours%20do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AFCB7-191C-48D0-871C-1677919B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 dom.dotx</Template>
  <TotalTime>16</TotalTime>
  <Pages>6</Pages>
  <Words>1107</Words>
  <Characters>6092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23</vt:i4>
      </vt:variant>
    </vt:vector>
  </HeadingPairs>
  <TitlesOfParts>
    <vt:vector size="24" baseType="lpstr">
      <vt:lpstr>TP 2 - Calcul du coût de revient industriel</vt:lpstr>
      <vt:lpstr>CALCUL DU COÛT DE REVIENT</vt:lpstr>
      <vt:lpstr>ET </vt:lpstr>
      <vt:lpstr>FIXATION DU PRIX DE VENTE</vt:lpstr>
      <vt:lpstr>    TP Co-animation gestion et enseignement industriel</vt:lpstr>
      <vt:lpstr>Savoir du référentiel : </vt:lpstr>
      <vt:lpstr>Prérequis : </vt:lpstr>
      <vt:lpstr>On donne : </vt:lpstr>
      <vt:lpstr>La durée : </vt:lpstr>
      <vt:lpstr>Les compétences mises en œuvre : </vt:lpstr>
      <vt:lpstr>Objectif du TP : </vt:lpstr>
      <vt:lpstr>Contexte : </vt:lpstr>
      <vt:lpstr>Travail demandé : </vt:lpstr>
      <vt:lpstr>    Ressource : </vt:lpstr>
      <vt:lpstr>    Première partie : </vt:lpstr>
      <vt:lpstr>    Deuxième partie</vt:lpstr>
      <vt:lpstr>DONNÉES TECHNIQUES</vt:lpstr>
      <vt:lpstr>CADRE DE COLLECTION printemps été 2013</vt:lpstr>
      <vt:lpstr>    Marque : ATOUT’MOD</vt:lpstr>
      <vt:lpstr>Composants communs pour l’ensemble des modèles de la ligne BANJO</vt:lpstr>
      <vt:lpstr>Nouveaux matériaux ou composants pour cette collection</vt:lpstr>
      <vt:lpstr>Cahier des charges de la feuille de calcul du coût de revient</vt:lpstr>
      <vt:lpstr>ANNEXE 1</vt:lpstr>
      <vt:lpstr>EXEMPLE DE FICHE DE CALCUL DU COÛT DE REVIENT</vt:lpstr>
    </vt:vector>
  </TitlesOfParts>
  <Company>Lycée du Dauphiné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2 - Calcul du coût de revient industriel</dc:title>
  <dc:subject>Calcul du coût de revient</dc:subject>
  <dc:creator>ddom;Dominique Duc</dc:creator>
  <cp:keywords>cout de revient</cp:keywords>
  <cp:lastModifiedBy>ddom</cp:lastModifiedBy>
  <cp:revision>3</cp:revision>
  <cp:lastPrinted>2012-09-24T07:02:00Z</cp:lastPrinted>
  <dcterms:created xsi:type="dcterms:W3CDTF">2013-03-08T08:25:00Z</dcterms:created>
  <dcterms:modified xsi:type="dcterms:W3CDTF">2013-03-08T08:41:00Z</dcterms:modified>
</cp:coreProperties>
</file>