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456" w:type="dxa"/>
        <w:tblLook w:val="04A0" w:firstRow="1" w:lastRow="0" w:firstColumn="1" w:lastColumn="0" w:noHBand="0" w:noVBand="1"/>
      </w:tblPr>
      <w:tblGrid>
        <w:gridCol w:w="1849"/>
        <w:gridCol w:w="414"/>
        <w:gridCol w:w="933"/>
        <w:gridCol w:w="2325"/>
        <w:gridCol w:w="3114"/>
        <w:gridCol w:w="1821"/>
      </w:tblGrid>
      <w:tr w:rsidR="00002586" w14:paraId="337EA25D" w14:textId="77777777" w:rsidTr="001E1358">
        <w:trPr>
          <w:trHeight w:val="1707"/>
        </w:trPr>
        <w:tc>
          <w:tcPr>
            <w:tcW w:w="2263" w:type="dxa"/>
            <w:gridSpan w:val="2"/>
            <w:tcBorders>
              <w:right w:val="nil"/>
            </w:tcBorders>
            <w:vAlign w:val="center"/>
          </w:tcPr>
          <w:p w14:paraId="464F7E82" w14:textId="77401211" w:rsidR="00AD73A7" w:rsidRDefault="001E1358" w:rsidP="0092066F">
            <w:pPr>
              <w:rPr>
                <w:rFonts w:ascii="Arial" w:hAnsi="Arial" w:cs="Arial"/>
                <w:sz w:val="24"/>
                <w:szCs w:val="24"/>
              </w:rPr>
            </w:pPr>
            <w:r>
              <w:rPr>
                <w:rFonts w:ascii="Arial" w:hAnsi="Arial" w:cs="Arial"/>
                <w:noProof/>
                <w:sz w:val="24"/>
                <w:szCs w:val="24"/>
                <w:lang w:eastAsia="fr-FR"/>
              </w:rPr>
              <w:drawing>
                <wp:inline distT="0" distB="0" distL="0" distR="0" wp14:anchorId="7001FD59" wp14:editId="1963B929">
                  <wp:extent cx="1242060" cy="908823"/>
                  <wp:effectExtent l="0" t="0" r="0" b="5715"/>
                  <wp:docPr id="1903454314" name="Image 1" descr="Une image contenant texte, Polic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54314" name="Image 1" descr="Une image contenant texte, Police, logo, graphisme&#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a:xfrm>
                            <a:off x="0" y="0"/>
                            <a:ext cx="1247138" cy="912539"/>
                          </a:xfrm>
                          <a:prstGeom prst="rect">
                            <a:avLst/>
                          </a:prstGeom>
                        </pic:spPr>
                      </pic:pic>
                    </a:graphicData>
                  </a:graphic>
                </wp:inline>
              </w:drawing>
            </w:r>
          </w:p>
        </w:tc>
        <w:tc>
          <w:tcPr>
            <w:tcW w:w="6372" w:type="dxa"/>
            <w:gridSpan w:val="3"/>
            <w:tcBorders>
              <w:left w:val="nil"/>
              <w:right w:val="nil"/>
            </w:tcBorders>
            <w:vAlign w:val="center"/>
          </w:tcPr>
          <w:p w14:paraId="6C7041B6" w14:textId="30DDE503" w:rsidR="00002586" w:rsidRDefault="00002586" w:rsidP="00FE1F00">
            <w:pPr>
              <w:jc w:val="center"/>
              <w:rPr>
                <w:rFonts w:ascii="Arial" w:hAnsi="Arial" w:cs="Arial"/>
                <w:sz w:val="24"/>
                <w:szCs w:val="24"/>
              </w:rPr>
            </w:pPr>
            <w:r w:rsidRPr="0067598D">
              <w:rPr>
                <w:rFonts w:ascii="Arial" w:hAnsi="Arial" w:cs="Arial"/>
                <w:b/>
                <w:bCs/>
                <w:sz w:val="28"/>
                <w:szCs w:val="28"/>
              </w:rPr>
              <w:t>LA TECHNOLOGIE AU COLL</w:t>
            </w:r>
            <w:r w:rsidR="00462B7A">
              <w:rPr>
                <w:rFonts w:ascii="Arial" w:hAnsi="Arial" w:cs="Arial"/>
                <w:b/>
                <w:bCs/>
                <w:sz w:val="28"/>
                <w:szCs w:val="28"/>
              </w:rPr>
              <w:t>È</w:t>
            </w:r>
            <w:r w:rsidRPr="0067598D">
              <w:rPr>
                <w:rFonts w:ascii="Arial" w:hAnsi="Arial" w:cs="Arial"/>
                <w:b/>
                <w:bCs/>
                <w:sz w:val="28"/>
                <w:szCs w:val="28"/>
              </w:rPr>
              <w:t>GE</w:t>
            </w:r>
            <w:r w:rsidRPr="00541313">
              <w:rPr>
                <w:rFonts w:ascii="Arial" w:hAnsi="Arial" w:cs="Arial"/>
                <w:noProof/>
                <w:sz w:val="24"/>
                <w:szCs w:val="24"/>
              </w:rPr>
              <w:t xml:space="preserve"> </w:t>
            </w:r>
            <w:r w:rsidRPr="00541313">
              <w:rPr>
                <w:rFonts w:ascii="Arial" w:hAnsi="Arial" w:cs="Arial"/>
                <w:noProof/>
                <w:sz w:val="24"/>
                <w:szCs w:val="24"/>
                <w:lang w:eastAsia="fr-FR"/>
              </w:rPr>
              <w:drawing>
                <wp:inline distT="0" distB="0" distL="0" distR="0" wp14:anchorId="5C50D642" wp14:editId="2438894E">
                  <wp:extent cx="3711262" cy="502964"/>
                  <wp:effectExtent l="0" t="0" r="3810" b="0"/>
                  <wp:docPr id="15614869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86991" name=""/>
                          <pic:cNvPicPr/>
                        </pic:nvPicPr>
                        <pic:blipFill>
                          <a:blip r:embed="rId6"/>
                          <a:stretch>
                            <a:fillRect/>
                          </a:stretch>
                        </pic:blipFill>
                        <pic:spPr>
                          <a:xfrm>
                            <a:off x="0" y="0"/>
                            <a:ext cx="3711262" cy="502964"/>
                          </a:xfrm>
                          <a:prstGeom prst="rect">
                            <a:avLst/>
                          </a:prstGeom>
                        </pic:spPr>
                      </pic:pic>
                    </a:graphicData>
                  </a:graphic>
                </wp:inline>
              </w:drawing>
            </w:r>
          </w:p>
        </w:tc>
        <w:tc>
          <w:tcPr>
            <w:tcW w:w="1821" w:type="dxa"/>
            <w:tcBorders>
              <w:left w:val="nil"/>
            </w:tcBorders>
            <w:vAlign w:val="center"/>
          </w:tcPr>
          <w:p w14:paraId="0E3C1F04" w14:textId="24966B28" w:rsidR="00002586" w:rsidRPr="00002586" w:rsidRDefault="00E53692" w:rsidP="0092066F">
            <w:pPr>
              <w:rPr>
                <w:rFonts w:ascii="Arial" w:hAnsi="Arial" w:cs="Arial"/>
              </w:rPr>
            </w:pPr>
            <w:r>
              <w:rPr>
                <w:noProof/>
                <w:lang w:eastAsia="fr-FR"/>
              </w:rPr>
              <w:drawing>
                <wp:inline distT="0" distB="0" distL="0" distR="0" wp14:anchorId="3999B439" wp14:editId="58A3CE9D">
                  <wp:extent cx="887730" cy="824230"/>
                  <wp:effectExtent l="0" t="0" r="7620" b="0"/>
                  <wp:docPr id="16" name="Google Shape;16;p1"/>
                  <wp:cNvGraphicFramePr/>
                  <a:graphic xmlns:a="http://schemas.openxmlformats.org/drawingml/2006/main">
                    <a:graphicData uri="http://schemas.openxmlformats.org/drawingml/2006/picture">
                      <pic:pic xmlns:pic="http://schemas.openxmlformats.org/drawingml/2006/picture">
                        <pic:nvPicPr>
                          <pic:cNvPr id="16" name="Google Shape;16;p1"/>
                          <pic:cNvPicPr/>
                        </pic:nvPicPr>
                        <pic:blipFill rotWithShape="1">
                          <a:blip r:embed="rId7">
                            <a:alphaModFix/>
                          </a:blip>
                          <a:srcRect r="59986"/>
                          <a:stretch/>
                        </pic:blipFill>
                        <pic:spPr>
                          <a:xfrm>
                            <a:off x="0" y="0"/>
                            <a:ext cx="887730" cy="824230"/>
                          </a:xfrm>
                          <a:prstGeom prst="rect">
                            <a:avLst/>
                          </a:prstGeom>
                          <a:noFill/>
                          <a:ln>
                            <a:noFill/>
                          </a:ln>
                        </pic:spPr>
                      </pic:pic>
                    </a:graphicData>
                  </a:graphic>
                </wp:inline>
              </w:drawing>
            </w:r>
          </w:p>
        </w:tc>
      </w:tr>
      <w:tr w:rsidR="00BC3B4E" w14:paraId="39DF86C7" w14:textId="77777777" w:rsidTr="001E1358">
        <w:trPr>
          <w:trHeight w:val="695"/>
        </w:trPr>
        <w:tc>
          <w:tcPr>
            <w:tcW w:w="1849" w:type="dxa"/>
            <w:tcBorders>
              <w:bottom w:val="single" w:sz="4" w:space="0" w:color="auto"/>
            </w:tcBorders>
            <w:vAlign w:val="center"/>
          </w:tcPr>
          <w:p w14:paraId="1C278F52" w14:textId="77777777" w:rsidR="00BC3B4E" w:rsidRDefault="00BC3B4E" w:rsidP="00FE1F00">
            <w:pPr>
              <w:jc w:val="center"/>
              <w:rPr>
                <w:rFonts w:ascii="Arial" w:hAnsi="Arial" w:cs="Arial"/>
                <w:sz w:val="24"/>
                <w:szCs w:val="24"/>
              </w:rPr>
            </w:pPr>
            <w:r>
              <w:rPr>
                <w:rFonts w:ascii="Arial" w:hAnsi="Arial" w:cs="Arial"/>
                <w:sz w:val="24"/>
                <w:szCs w:val="24"/>
              </w:rPr>
              <w:t>CYCLE 4</w:t>
            </w:r>
          </w:p>
        </w:tc>
        <w:tc>
          <w:tcPr>
            <w:tcW w:w="6786" w:type="dxa"/>
            <w:gridSpan w:val="4"/>
            <w:tcBorders>
              <w:bottom w:val="single" w:sz="4" w:space="0" w:color="auto"/>
            </w:tcBorders>
            <w:vAlign w:val="center"/>
          </w:tcPr>
          <w:p w14:paraId="787627A6" w14:textId="69C3F0C8" w:rsidR="000950B5" w:rsidRDefault="004049EA" w:rsidP="00FE1F00">
            <w:pPr>
              <w:jc w:val="center"/>
              <w:rPr>
                <w:rFonts w:ascii="Arial" w:eastAsia="Calibri" w:hAnsi="Arial" w:cs="Arial"/>
                <w:b/>
                <w:bCs/>
                <w:sz w:val="24"/>
                <w:szCs w:val="24"/>
              </w:rPr>
            </w:pPr>
            <w:r>
              <w:rPr>
                <w:rFonts w:ascii="Arial" w:eastAsia="Calibri" w:hAnsi="Arial" w:cs="Arial"/>
                <w:b/>
                <w:bCs/>
                <w:sz w:val="24"/>
                <w:szCs w:val="24"/>
              </w:rPr>
              <w:t>Séquence 2</w:t>
            </w:r>
          </w:p>
          <w:p w14:paraId="34B205D8" w14:textId="5894A719" w:rsidR="00BC3B4E" w:rsidRPr="000950B5" w:rsidRDefault="00012C4F" w:rsidP="00FE1F00">
            <w:pPr>
              <w:jc w:val="center"/>
              <w:rPr>
                <w:rFonts w:ascii="Arial" w:hAnsi="Arial" w:cs="Arial"/>
                <w:sz w:val="20"/>
                <w:szCs w:val="20"/>
              </w:rPr>
            </w:pPr>
            <w:r w:rsidRPr="000950B5">
              <w:rPr>
                <w:rFonts w:ascii="Arial" w:eastAsia="Calibri" w:hAnsi="Arial" w:cs="Arial"/>
                <w:b/>
                <w:bCs/>
                <w:sz w:val="20"/>
                <w:szCs w:val="20"/>
              </w:rPr>
              <w:t>COMMENT SECURISER L’ACCES AUX CASIERS DU COLLEGE GRACE A L’IA ?</w:t>
            </w:r>
          </w:p>
        </w:tc>
        <w:tc>
          <w:tcPr>
            <w:tcW w:w="1821" w:type="dxa"/>
            <w:tcBorders>
              <w:bottom w:val="single" w:sz="4" w:space="0" w:color="auto"/>
            </w:tcBorders>
            <w:vAlign w:val="center"/>
          </w:tcPr>
          <w:p w14:paraId="2C970D21" w14:textId="66874036" w:rsidR="00BC3B4E" w:rsidRDefault="00A8581B" w:rsidP="00FE1F00">
            <w:pPr>
              <w:jc w:val="center"/>
              <w:rPr>
                <w:rFonts w:ascii="Arial" w:hAnsi="Arial" w:cs="Arial"/>
                <w:sz w:val="24"/>
                <w:szCs w:val="24"/>
              </w:rPr>
            </w:pPr>
            <w:r>
              <w:rPr>
                <w:rFonts w:ascii="Arial" w:hAnsi="Arial" w:cs="Arial"/>
                <w:sz w:val="24"/>
                <w:szCs w:val="24"/>
              </w:rPr>
              <w:t xml:space="preserve">NIVEAU </w:t>
            </w:r>
            <w:r w:rsidR="00C928A0">
              <w:rPr>
                <w:rFonts w:ascii="Arial" w:hAnsi="Arial" w:cs="Arial"/>
                <w:sz w:val="24"/>
                <w:szCs w:val="24"/>
              </w:rPr>
              <w:t>QUATR</w:t>
            </w:r>
            <w:r>
              <w:rPr>
                <w:rFonts w:ascii="Arial" w:hAnsi="Arial" w:cs="Arial"/>
                <w:sz w:val="24"/>
                <w:szCs w:val="24"/>
              </w:rPr>
              <w:t>IÈME</w:t>
            </w:r>
          </w:p>
        </w:tc>
      </w:tr>
      <w:tr w:rsidR="00BC3B4E" w:rsidRPr="007F0FA7" w14:paraId="63E628F3" w14:textId="77777777" w:rsidTr="00D3156F">
        <w:trPr>
          <w:trHeight w:val="406"/>
        </w:trPr>
        <w:tc>
          <w:tcPr>
            <w:tcW w:w="10456" w:type="dxa"/>
            <w:gridSpan w:val="6"/>
          </w:tcPr>
          <w:p w14:paraId="760A2BCC" w14:textId="1D2FEE95" w:rsidR="006F45CE" w:rsidRDefault="006F45CE" w:rsidP="00FE1F00">
            <w:pPr>
              <w:rPr>
                <w:rFonts w:ascii="Arial" w:hAnsi="Arial" w:cs="Arial"/>
                <w:u w:val="single"/>
              </w:rPr>
            </w:pPr>
          </w:p>
          <w:p w14:paraId="2F09B40D" w14:textId="41D72744" w:rsidR="00BC3B4E" w:rsidRPr="007F0FA7" w:rsidRDefault="00BC3B4E" w:rsidP="00FE1F00">
            <w:pPr>
              <w:rPr>
                <w:rFonts w:ascii="Arial" w:hAnsi="Arial" w:cs="Arial"/>
                <w:u w:val="single"/>
              </w:rPr>
            </w:pPr>
            <w:r w:rsidRPr="007F0FA7">
              <w:rPr>
                <w:rFonts w:ascii="Arial" w:hAnsi="Arial" w:cs="Arial"/>
                <w:u w:val="single"/>
              </w:rPr>
              <w:t xml:space="preserve">Présentation de la séquence </w:t>
            </w:r>
          </w:p>
          <w:p w14:paraId="3B6A7415" w14:textId="7A79F43B" w:rsidR="006F45CE" w:rsidRPr="00190F40" w:rsidRDefault="006F45CE" w:rsidP="00BC3B4E">
            <w:pPr>
              <w:ind w:left="601"/>
              <w:rPr>
                <w:rFonts w:ascii="Arial" w:hAnsi="Arial" w:cs="Arial"/>
              </w:rPr>
            </w:pPr>
          </w:p>
          <w:p w14:paraId="765CDF0F" w14:textId="36A3AACC" w:rsidR="006F45CE" w:rsidRPr="00F05D4F" w:rsidRDefault="00190F40" w:rsidP="00B04DC9">
            <w:pPr>
              <w:jc w:val="both"/>
              <w:rPr>
                <w:rFonts w:ascii="Arial" w:hAnsi="Arial" w:cs="Arial"/>
                <w:sz w:val="24"/>
                <w:szCs w:val="24"/>
              </w:rPr>
            </w:pPr>
            <w:r w:rsidRPr="00F05D4F">
              <w:rPr>
                <w:rFonts w:ascii="Arial" w:hAnsi="Arial" w:cs="Arial"/>
                <w:noProof/>
                <w:sz w:val="24"/>
                <w:szCs w:val="24"/>
                <w:lang w:eastAsia="fr-FR"/>
              </w:rPr>
              <mc:AlternateContent>
                <mc:Choice Requires="wpg">
                  <w:drawing>
                    <wp:anchor distT="0" distB="0" distL="114300" distR="114300" simplePos="0" relativeHeight="251660288" behindDoc="0" locked="0" layoutInCell="1" allowOverlap="1" wp14:anchorId="246BC182" wp14:editId="5B50E2E1">
                      <wp:simplePos x="0" y="0"/>
                      <wp:positionH relativeFrom="column">
                        <wp:posOffset>4410075</wp:posOffset>
                      </wp:positionH>
                      <wp:positionV relativeFrom="paragraph">
                        <wp:posOffset>31115</wp:posOffset>
                      </wp:positionV>
                      <wp:extent cx="2133600" cy="1485900"/>
                      <wp:effectExtent l="0" t="0" r="0" b="0"/>
                      <wp:wrapSquare wrapText="bothSides"/>
                      <wp:docPr id="1" name="Groupe 1"/>
                      <wp:cNvGraphicFramePr/>
                      <a:graphic xmlns:a="http://schemas.openxmlformats.org/drawingml/2006/main">
                        <a:graphicData uri="http://schemas.microsoft.com/office/word/2010/wordprocessingGroup">
                          <wpg:wgp>
                            <wpg:cNvGrpSpPr/>
                            <wpg:grpSpPr>
                              <a:xfrm>
                                <a:off x="0" y="0"/>
                                <a:ext cx="2133600" cy="1485900"/>
                                <a:chOff x="0" y="133350"/>
                                <a:chExt cx="2486025" cy="1781175"/>
                              </a:xfrm>
                            </wpg:grpSpPr>
                            <pic:pic xmlns:pic="http://schemas.openxmlformats.org/drawingml/2006/picture">
                              <pic:nvPicPr>
                                <pic:cNvPr id="437522360" name="Imag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5725" y="133350"/>
                                  <a:ext cx="2400300" cy="1485900"/>
                                </a:xfrm>
                                <a:prstGeom prst="rect">
                                  <a:avLst/>
                                </a:prstGeom>
                                <a:noFill/>
                                <a:ln>
                                  <a:noFill/>
                                </a:ln>
                              </pic:spPr>
                            </pic:pic>
                            <pic:pic xmlns:pic="http://schemas.openxmlformats.org/drawingml/2006/picture">
                              <pic:nvPicPr>
                                <pic:cNvPr id="1367820319" name="Image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133475"/>
                                  <a:ext cx="781050" cy="78105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e 1" o:spid="_x0000_s1026" style="position:absolute;margin-left:347.25pt;margin-top:2.45pt;width:168pt;height:117pt;z-index:251660288;mso-width-relative:margin;mso-height-relative:margin" coordorigin=",1333" coordsize="24860,1781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left:857;top:1333;width:24003;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gIIzJAAAA4gAAAA8AAABkcnMvZG93bnJldi54bWxEj8tuwjAQRfeV+AdrkNgVh0ApTTEIIfFQ&#10;1U1TFl2O4mkSiMchNiT5e7yo1OXVfeks152pxJ0aV1pWMBlHIIgzq0vOFZy+d88LEM4ja6wsk4Ke&#10;HKxXg6clJtq2/EX31OcijLBLUEHhfZ1I6bKCDLqxrYmD92sbgz7IJpe6wTaMm0rGUTSXBksODwXW&#10;tC0ou6Q3o+Dt+jH7iQ7oqrS/9XtnshbPn0qNht3mHYSnzv+H/9pHrWA2fX2J4+k8QASkgANy9Q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peAgjMkAAADiAAAADwAAAAAAAAAA&#10;AAAAAACfAgAAZHJzL2Rvd25yZXYueG1sUEsFBgAAAAAEAAQA9wAAAJUDAAAAAA==&#10;">
                        <v:imagedata r:id="rId11" o:title=""/>
                        <v:path arrowok="t"/>
                      </v:shape>
                      <v:shape id="Image 2" o:spid="_x0000_s1028" type="#_x0000_t75" style="position:absolute;top:11334;width:7810;height:78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7/ovbJAAAA4wAAAA8AAABkcnMvZG93bnJldi54bWxET0trwkAQvhf6H5YpeCm6a1J8RFcphYIH&#10;EZr24m3Mjkna7GzIrjH++65Q6HG+96y3g21ET52vHWuYThQI4sKZmksNX5/v4wUIH5ANNo5Jw408&#10;bDePD2vMjLvyB/V5KEUMYZ+hhiqENpPSFxVZ9BPXEkfu7DqLIZ5dKU2H1xhuG5koNZMWa44NFbb0&#10;VlHxk1+shuPhpNpkf6vT3H/vn935pcdkp/XoaXhdgQg0hH/xn3tn4vx0Nl8kKp0u4f5TBEBufgE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zv+i9skAAADjAAAADwAAAAAAAAAA&#10;AAAAAACfAgAAZHJzL2Rvd25yZXYueG1sUEsFBgAAAAAEAAQA9wAAAJUDAAAAAA==&#10;">
                        <v:imagedata r:id="rId12" o:title=""/>
                        <v:path arrowok="t"/>
                      </v:shape>
                      <w10:wrap type="square"/>
                    </v:group>
                  </w:pict>
                </mc:Fallback>
              </mc:AlternateContent>
            </w:r>
            <w:r w:rsidR="00F05D4F" w:rsidRPr="00F05D4F">
              <w:rPr>
                <w:rFonts w:ascii="Arial" w:hAnsi="Arial" w:cs="Arial"/>
                <w:sz w:val="24"/>
                <w:szCs w:val="24"/>
              </w:rPr>
              <w:t>Dans cette séquence, les élèves vont entraîner un modèle d’intelligence artificielle capable de reconnaître le propriétaire d’un casier et de déclencher son ouverture. Ils analyseront ensuite un article de presse afin de mieux comprendre les enjeux du machine Learning, puis interrogeront une IA générative sur cette thématique pour approfondir leurs connaissances. Enfin, ils programmeront le système d’ouverture du casier en intégrant le modèle de reconnaissance faciale préalablement développé, et procéderont à des tests pour en vérifier le bon fonctionnement.</w:t>
            </w:r>
          </w:p>
        </w:tc>
      </w:tr>
      <w:tr w:rsidR="00D3156F" w:rsidRPr="007F0FA7" w14:paraId="60069530" w14:textId="77777777" w:rsidTr="001E1358">
        <w:trPr>
          <w:trHeight w:val="406"/>
        </w:trPr>
        <w:tc>
          <w:tcPr>
            <w:tcW w:w="2263" w:type="dxa"/>
            <w:gridSpan w:val="2"/>
            <w:tcBorders>
              <w:bottom w:val="single" w:sz="4" w:space="0" w:color="auto"/>
              <w:right w:val="nil"/>
            </w:tcBorders>
            <w:shd w:val="clear" w:color="auto" w:fill="BFBFBF" w:themeFill="background1" w:themeFillShade="BF"/>
          </w:tcPr>
          <w:p w14:paraId="0E6EA9C5" w14:textId="65DFA343" w:rsidR="00D3156F" w:rsidRPr="007F0FA7" w:rsidRDefault="00D3156F" w:rsidP="00861518">
            <w:pPr>
              <w:jc w:val="center"/>
              <w:rPr>
                <w:rFonts w:ascii="Arial" w:hAnsi="Arial" w:cs="Arial"/>
              </w:rPr>
            </w:pPr>
            <w:r w:rsidRPr="0080356E">
              <w:rPr>
                <w:rFonts w:ascii="Arial" w:hAnsi="Arial" w:cs="Arial"/>
                <w:b/>
                <w:bCs/>
              </w:rPr>
              <w:t>Thème abordé</w:t>
            </w:r>
            <w:r w:rsidR="00F036DA">
              <w:rPr>
                <w:rFonts w:ascii="Arial" w:hAnsi="Arial" w:cs="Arial"/>
              </w:rPr>
              <w:t xml:space="preserve"> </w:t>
            </w:r>
            <w:r w:rsidRPr="007F0FA7">
              <w:rPr>
                <w:rFonts w:ascii="Arial" w:hAnsi="Arial" w:cs="Arial"/>
              </w:rPr>
              <w:t>:</w:t>
            </w:r>
          </w:p>
        </w:tc>
        <w:tc>
          <w:tcPr>
            <w:tcW w:w="8193" w:type="dxa"/>
            <w:gridSpan w:val="4"/>
            <w:tcBorders>
              <w:left w:val="nil"/>
              <w:bottom w:val="single" w:sz="4" w:space="0" w:color="auto"/>
            </w:tcBorders>
            <w:shd w:val="clear" w:color="auto" w:fill="BFBFBF" w:themeFill="background1" w:themeFillShade="BF"/>
          </w:tcPr>
          <w:p w14:paraId="4673B57F" w14:textId="5A2EA099" w:rsidR="00D3156F" w:rsidRPr="007F0FA7" w:rsidRDefault="00861518" w:rsidP="00FE1F00">
            <w:pPr>
              <w:rPr>
                <w:rFonts w:ascii="Arial" w:hAnsi="Arial" w:cs="Arial"/>
              </w:rPr>
            </w:pPr>
            <w:r w:rsidRPr="007F0FA7">
              <w:rPr>
                <w:rFonts w:ascii="Arial" w:hAnsi="Arial" w:cs="Arial"/>
              </w:rPr>
              <w:t>Structure, fonctionnement, comportement : des objets et des systèmes techniques à comprendre</w:t>
            </w:r>
          </w:p>
        </w:tc>
      </w:tr>
      <w:tr w:rsidR="00D3156F" w:rsidRPr="007F0FA7" w14:paraId="12D61540" w14:textId="77777777" w:rsidTr="001E1358">
        <w:tc>
          <w:tcPr>
            <w:tcW w:w="2263" w:type="dxa"/>
            <w:gridSpan w:val="2"/>
            <w:tcBorders>
              <w:right w:val="nil"/>
            </w:tcBorders>
            <w:shd w:val="clear" w:color="auto" w:fill="F2F2F2" w:themeFill="background1" w:themeFillShade="F2"/>
          </w:tcPr>
          <w:p w14:paraId="77963A49" w14:textId="77777777" w:rsidR="00D3156F" w:rsidRPr="007F0FA7" w:rsidRDefault="00D3156F" w:rsidP="00FE1F00">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193" w:type="dxa"/>
            <w:gridSpan w:val="4"/>
            <w:tcBorders>
              <w:left w:val="nil"/>
            </w:tcBorders>
            <w:shd w:val="clear" w:color="auto" w:fill="F2F2F2" w:themeFill="background1" w:themeFillShade="F2"/>
          </w:tcPr>
          <w:p w14:paraId="5946F948" w14:textId="7CFCAAA4" w:rsidR="00D3156F" w:rsidRPr="007F0FA7" w:rsidRDefault="000A56F3" w:rsidP="00FE1F00">
            <w:pPr>
              <w:rPr>
                <w:rFonts w:ascii="Arial" w:hAnsi="Arial" w:cs="Arial"/>
              </w:rPr>
            </w:pPr>
            <w:r w:rsidRPr="007F0FA7">
              <w:rPr>
                <w:rFonts w:ascii="Arial" w:hAnsi="Arial" w:cs="Arial"/>
              </w:rPr>
              <w:t>Décrire et caractériser l’organisation interne d’un objet ou d’un système technique et ses échanges avec son environnement (énergies, données)</w:t>
            </w:r>
          </w:p>
        </w:tc>
      </w:tr>
      <w:tr w:rsidR="00D3156F" w14:paraId="61284671" w14:textId="77777777" w:rsidTr="001E1358">
        <w:tc>
          <w:tcPr>
            <w:tcW w:w="5521" w:type="dxa"/>
            <w:gridSpan w:val="4"/>
            <w:tcBorders>
              <w:bottom w:val="nil"/>
            </w:tcBorders>
          </w:tcPr>
          <w:p w14:paraId="39FA06C7" w14:textId="77777777" w:rsidR="00D3156F" w:rsidRPr="0080356E" w:rsidRDefault="00D3156F" w:rsidP="00FE1F00">
            <w:pPr>
              <w:jc w:val="center"/>
              <w:rPr>
                <w:rFonts w:ascii="Arial" w:hAnsi="Arial" w:cs="Arial"/>
                <w:b/>
                <w:bCs/>
              </w:rPr>
            </w:pPr>
            <w:r w:rsidRPr="00B32A01">
              <w:rPr>
                <w:rFonts w:ascii="Arial" w:hAnsi="Arial" w:cs="Arial"/>
                <w:b/>
                <w:bCs/>
                <w:sz w:val="20"/>
                <w:szCs w:val="20"/>
              </w:rPr>
              <w:t>Compétences</w:t>
            </w:r>
          </w:p>
        </w:tc>
        <w:tc>
          <w:tcPr>
            <w:tcW w:w="4935" w:type="dxa"/>
            <w:gridSpan w:val="2"/>
            <w:tcBorders>
              <w:bottom w:val="nil"/>
            </w:tcBorders>
          </w:tcPr>
          <w:p w14:paraId="47E2C18E" w14:textId="77777777" w:rsidR="00D3156F" w:rsidRPr="0080356E" w:rsidRDefault="00D3156F" w:rsidP="00FE1F00">
            <w:pPr>
              <w:jc w:val="center"/>
              <w:rPr>
                <w:rFonts w:ascii="Arial" w:hAnsi="Arial" w:cs="Arial"/>
                <w:b/>
                <w:bCs/>
              </w:rPr>
            </w:pPr>
            <w:r w:rsidRPr="00B32A01">
              <w:rPr>
                <w:rFonts w:ascii="Arial" w:hAnsi="Arial" w:cs="Arial"/>
                <w:b/>
                <w:bCs/>
                <w:sz w:val="20"/>
                <w:szCs w:val="20"/>
              </w:rPr>
              <w:t>Connaissances</w:t>
            </w:r>
          </w:p>
        </w:tc>
      </w:tr>
      <w:tr w:rsidR="00E34250" w14:paraId="1D78216D" w14:textId="77777777" w:rsidTr="001E1358">
        <w:sdt>
          <w:sdtPr>
            <w:rPr>
              <w:rFonts w:ascii="Arial" w:hAnsi="Arial" w:cs="Arial"/>
              <w:sz w:val="20"/>
              <w:szCs w:val="20"/>
            </w:rPr>
            <w:alias w:val="Choisir une compétence"/>
            <w:tag w:val="Choisir une compétence"/>
            <w:id w:val="-663246581"/>
            <w:placeholder>
              <w:docPart w:val="BA888078225E4EB187D33B659A5BDB95"/>
            </w:placeholder>
            <w:comboBox>
              <w:listItem w:displayText="Choisir une compétence" w:value="Choisir une compétence"/>
              <w:listItem w:displayText="Identifier les constituants d’une chaîne d’énergie et les associer à leurs fonctions." w:value="Identifier les constituants d’une chaîne d’énergie et les associer à leurs fonctions."/>
              <w:listItem w:displayText="Repérer les transformations d’énergie et les flux d’énergie au sein de l’OST." w:value="Repérer les transformations d’énergie et les flux d’énergie au sein de l’OST."/>
              <w:listItem w:displayText="Mettre en relation la forme d’une pièce avec le procédé de réalisation." w:value="Mettre en relation la forme d’une pièce avec le procédé de réalisation."/>
              <w:listItem w:displayText="Identifier les constituants de la chaîne d’information d’un objet réel et les associer à leur fonction." w:value="Identifier les constituants de la chaîne d’information d’un objet réel et les associer à leur fonction."/>
              <w:listItem w:displayText="Décrire et analyser la transformation des données téléversées ou issues d’un OST." w:value="Décrire et analyser la transformation des données téléversées ou issues d’un OST."/>
              <w:listItem w:displayText="Décrire et analyser la structuration d’une table de données qui permet une exploitation et une interprétation du comportement d’un OST." w:value="Décrire et analyser la structuration d’une table de données qui permet une exploitation et une interprétation du comportement d’un OST."/>
              <w:listItem w:displayText="Paramétrer une adresse IP fixe pour ajouter un objet connecté à un réseau local." w:value="Paramétrer une adresse IP fixe pour ajouter un objet connecté à un réseau local."/>
              <w:listItem w:displayText="Résoudre des problèmes pour assurer la communication entre les différents terminaux dans un réseau informatique (simulation ou réseau local déconnecté du réseau pédagogique)." w:value="Résoudre des problèmes pour assurer la communication entre les différents terminaux dans un réseau informatique (simulation ou réseau local déconnecté du réseau pédagogique)."/>
              <w:listItem w:displayText="Compléter une simulation fournie pour valider le comportement d’un réseau informatique." w:value="Compléter une simulation fournie pour valider le comportement d’un réseau informatique."/>
            </w:comboBox>
          </w:sdtPr>
          <w:sdtContent>
            <w:tc>
              <w:tcPr>
                <w:tcW w:w="5521" w:type="dxa"/>
                <w:gridSpan w:val="4"/>
                <w:tcBorders>
                  <w:top w:val="nil"/>
                  <w:bottom w:val="dashed" w:sz="8" w:space="0" w:color="auto"/>
                </w:tcBorders>
              </w:tcPr>
              <w:p w14:paraId="61233F6E" w14:textId="5966ED60" w:rsidR="00E34250" w:rsidRPr="00E90616" w:rsidRDefault="00190F40" w:rsidP="00E34250">
                <w:pPr>
                  <w:rPr>
                    <w:rFonts w:ascii="Arial" w:hAnsi="Arial" w:cs="Arial"/>
                    <w:sz w:val="20"/>
                    <w:szCs w:val="20"/>
                  </w:rPr>
                </w:pPr>
                <w:r>
                  <w:rPr>
                    <w:rFonts w:ascii="Arial" w:hAnsi="Arial" w:cs="Arial"/>
                    <w:sz w:val="20"/>
                    <w:szCs w:val="20"/>
                  </w:rPr>
                  <w:t>Identifier les constituants d’une chaîne d’énergie et les associer à leurs fonctions.</w:t>
                </w:r>
              </w:p>
            </w:tc>
          </w:sdtContent>
        </w:sdt>
        <w:sdt>
          <w:sdtPr>
            <w:rPr>
              <w:rFonts w:ascii="Arial" w:hAnsi="Arial" w:cs="Arial"/>
              <w:sz w:val="20"/>
              <w:szCs w:val="20"/>
            </w:rPr>
            <w:alias w:val="choisir une connaissance"/>
            <w:tag w:val="hoisir une connaissance"/>
            <w:id w:val="-1734379164"/>
            <w:placeholder>
              <w:docPart w:val="CE58AE478383445989FF3BCE9EC927CA"/>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Content>
            <w:tc>
              <w:tcPr>
                <w:tcW w:w="4935" w:type="dxa"/>
                <w:gridSpan w:val="2"/>
                <w:tcBorders>
                  <w:top w:val="nil"/>
                  <w:bottom w:val="dashed" w:sz="8" w:space="0" w:color="auto"/>
                </w:tcBorders>
              </w:tcPr>
              <w:p w14:paraId="20454BC2" w14:textId="02BAE844" w:rsidR="00E34250" w:rsidRPr="00E90616" w:rsidRDefault="00190F40" w:rsidP="00E34250">
                <w:pPr>
                  <w:rPr>
                    <w:rFonts w:ascii="Arial" w:hAnsi="Arial" w:cs="Arial"/>
                    <w:sz w:val="20"/>
                    <w:szCs w:val="20"/>
                  </w:rPr>
                </w:pPr>
                <w:r>
                  <w:rPr>
                    <w:rFonts w:ascii="Arial" w:hAnsi="Arial" w:cs="Arial"/>
                    <w:sz w:val="20"/>
                    <w:szCs w:val="20"/>
                  </w:rPr>
                  <w:t xml:space="preserve">Les conversions d’énergie des constituants suivants : moteur électrique, lampe, radiateur, génératrice, vérin </w:t>
                </w:r>
              </w:p>
            </w:tc>
          </w:sdtContent>
        </w:sdt>
      </w:tr>
      <w:tr w:rsidR="003D578C" w14:paraId="0D4430A8" w14:textId="77777777" w:rsidTr="006E62CC">
        <w:trPr>
          <w:trHeight w:val="288"/>
        </w:trPr>
        <w:sdt>
          <w:sdtPr>
            <w:rPr>
              <w:rFonts w:ascii="Arial" w:hAnsi="Arial" w:cs="Arial"/>
              <w:sz w:val="20"/>
              <w:szCs w:val="20"/>
            </w:rPr>
            <w:alias w:val="Choisir une compétence"/>
            <w:tag w:val="Choisir une compétence"/>
            <w:id w:val="-1322115793"/>
            <w:placeholder>
              <w:docPart w:val="8161DBBC9F1F4D78B3A2A611BFEB1C5C"/>
            </w:placeholder>
            <w:comboBox>
              <w:listItem w:displayText="Choisir une compétence" w:value="Choisir une compétence"/>
              <w:listItem w:displayText="Identifier les constituants d’une chaîne d’énergie et les associer à leurs fonctions." w:value="Identifier les constituants d’une chaîne d’énergie et les associer à leurs fonctions."/>
              <w:listItem w:displayText="Repérer les transformations d’énergie et les flux d’énergie au sein de l’OST." w:value="Repérer les transformations d’énergie et les flux d’énergie au sein de l’OST."/>
              <w:listItem w:displayText="Mettre en relation la forme d’une pièce avec le procédé de réalisation." w:value="Mettre en relation la forme d’une pièce avec le procédé de réalisation."/>
              <w:listItem w:displayText="Identifier les constituants de la chaîne d’information d’un objet réel et les associer à leur fonction." w:value="Identifier les constituants de la chaîne d’information d’un objet réel et les associer à leur fonction."/>
              <w:listItem w:displayText="Décrire et analyser la transformation des données téléversées ou issues d’un OST." w:value="Décrire et analyser la transformation des données téléversées ou issues d’un OST."/>
              <w:listItem w:displayText="Décrire et analyser la structuration d’une table de données qui permet une exploitation et une interprétation du comportement d’un OST." w:value="Décrire et analyser la structuration d’une table de données qui permet une exploitation et une interprétation du comportement d’un OST."/>
              <w:listItem w:displayText="Paramétrer une adresse IP fixe pour ajouter un objet connecté à un réseau local." w:value="Paramétrer une adresse IP fixe pour ajouter un objet connecté à un réseau local."/>
              <w:listItem w:displayText="Résoudre des problèmes pour assurer la communication entre les différents terminaux dans un réseau informatique (simulation ou réseau local déconnecté du réseau pédagogique)." w:value="Résoudre des problèmes pour assurer la communication entre les différents terminaux dans un réseau informatique (simulation ou réseau local déconnecté du réseau pédagogique)."/>
              <w:listItem w:displayText="Compléter une simulation fournie pour valider le comportement d’un réseau informatique." w:value="Compléter une simulation fournie pour valider le comportement d’un réseau informatique."/>
            </w:comboBox>
          </w:sdtPr>
          <w:sdtContent>
            <w:tc>
              <w:tcPr>
                <w:tcW w:w="5521" w:type="dxa"/>
                <w:gridSpan w:val="4"/>
                <w:tcBorders>
                  <w:top w:val="dashed" w:sz="8" w:space="0" w:color="auto"/>
                  <w:bottom w:val="dashed" w:sz="8" w:space="0" w:color="auto"/>
                </w:tcBorders>
              </w:tcPr>
              <w:p w14:paraId="5D110046" w14:textId="121F5412" w:rsidR="003D578C" w:rsidRPr="00E90616" w:rsidRDefault="00190F40" w:rsidP="00E34250">
                <w:pPr>
                  <w:rPr>
                    <w:rFonts w:ascii="Arial" w:hAnsi="Arial" w:cs="Arial"/>
                    <w:sz w:val="20"/>
                    <w:szCs w:val="20"/>
                  </w:rPr>
                </w:pPr>
                <w:r>
                  <w:rPr>
                    <w:rFonts w:ascii="Arial" w:hAnsi="Arial" w:cs="Arial"/>
                    <w:sz w:val="20"/>
                    <w:szCs w:val="20"/>
                  </w:rPr>
                  <w:t>Identifier les constituants de la chaîne d’information d’un objet réel et les associer à leur fonction.</w:t>
                </w:r>
              </w:p>
            </w:tc>
          </w:sdtContent>
        </w:sdt>
        <w:sdt>
          <w:sdtPr>
            <w:rPr>
              <w:rFonts w:ascii="Arial" w:hAnsi="Arial" w:cs="Arial"/>
              <w:sz w:val="20"/>
              <w:szCs w:val="20"/>
            </w:rPr>
            <w:alias w:val="choisir une connaissance"/>
            <w:tag w:val="hoisir une connaissance"/>
            <w:id w:val="-287130351"/>
            <w:placeholder>
              <w:docPart w:val="88F9CADEAB884D35BE7380BE6D888814"/>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Content>
            <w:tc>
              <w:tcPr>
                <w:tcW w:w="4935" w:type="dxa"/>
                <w:gridSpan w:val="2"/>
                <w:tcBorders>
                  <w:top w:val="dashed" w:sz="8" w:space="0" w:color="auto"/>
                  <w:bottom w:val="dashed" w:sz="8" w:space="0" w:color="auto"/>
                </w:tcBorders>
              </w:tcPr>
              <w:p w14:paraId="704474DD" w14:textId="404F6E29" w:rsidR="003D578C" w:rsidRPr="00E90616" w:rsidRDefault="00190F40" w:rsidP="00E34250">
                <w:pPr>
                  <w:rPr>
                    <w:rFonts w:ascii="Arial" w:hAnsi="Arial" w:cs="Arial"/>
                    <w:sz w:val="24"/>
                    <w:szCs w:val="24"/>
                  </w:rPr>
                </w:pPr>
                <w:r>
                  <w:rPr>
                    <w:rFonts w:ascii="Arial" w:hAnsi="Arial" w:cs="Arial"/>
                    <w:sz w:val="20"/>
                    <w:szCs w:val="20"/>
                  </w:rPr>
                  <w:t>Les fonctions des constituants suivants : capteurs (température, présence, distance, etc.), microcontrôleur, composants d’une interface entre l’humain et la machine (IHM) : boutons, afficheurs, etc..</w:t>
                </w:r>
              </w:p>
            </w:tc>
          </w:sdtContent>
        </w:sdt>
      </w:tr>
      <w:tr w:rsidR="00E34250" w:rsidRPr="007F0FA7" w14:paraId="79D8ADB2" w14:textId="77777777" w:rsidTr="001E1358">
        <w:trPr>
          <w:trHeight w:val="406"/>
        </w:trPr>
        <w:tc>
          <w:tcPr>
            <w:tcW w:w="2263" w:type="dxa"/>
            <w:gridSpan w:val="2"/>
            <w:tcBorders>
              <w:bottom w:val="single" w:sz="4" w:space="0" w:color="auto"/>
              <w:right w:val="nil"/>
            </w:tcBorders>
            <w:shd w:val="clear" w:color="auto" w:fill="BFBFBF" w:themeFill="background1" w:themeFillShade="BF"/>
          </w:tcPr>
          <w:p w14:paraId="17157FC4" w14:textId="06ADD448" w:rsidR="00E34250" w:rsidRPr="007F0FA7" w:rsidRDefault="00E34250" w:rsidP="00861518">
            <w:pPr>
              <w:jc w:val="right"/>
              <w:rPr>
                <w:rFonts w:ascii="Arial" w:hAnsi="Arial" w:cs="Arial"/>
              </w:rPr>
            </w:pPr>
            <w:r w:rsidRPr="0080356E">
              <w:rPr>
                <w:rFonts w:ascii="Arial" w:hAnsi="Arial" w:cs="Arial"/>
                <w:b/>
                <w:bCs/>
              </w:rPr>
              <w:t>Thème abordé</w:t>
            </w:r>
            <w:r w:rsidR="0028775D">
              <w:rPr>
                <w:rFonts w:ascii="Arial" w:hAnsi="Arial" w:cs="Arial"/>
              </w:rPr>
              <w:t xml:space="preserve"> </w:t>
            </w:r>
            <w:r w:rsidRPr="007F0FA7">
              <w:rPr>
                <w:rFonts w:ascii="Arial" w:hAnsi="Arial" w:cs="Arial"/>
              </w:rPr>
              <w:t>:</w:t>
            </w:r>
          </w:p>
        </w:tc>
        <w:tc>
          <w:tcPr>
            <w:tcW w:w="8193" w:type="dxa"/>
            <w:gridSpan w:val="4"/>
            <w:tcBorders>
              <w:left w:val="nil"/>
              <w:bottom w:val="single" w:sz="4" w:space="0" w:color="auto"/>
            </w:tcBorders>
            <w:shd w:val="clear" w:color="auto" w:fill="BFBFBF" w:themeFill="background1" w:themeFillShade="BF"/>
          </w:tcPr>
          <w:p w14:paraId="2ED343B1" w14:textId="22E8DA71" w:rsidR="00E34250" w:rsidRPr="007F0FA7" w:rsidRDefault="00861518" w:rsidP="00E34250">
            <w:pPr>
              <w:rPr>
                <w:rFonts w:ascii="Arial" w:hAnsi="Arial" w:cs="Arial"/>
              </w:rPr>
            </w:pPr>
            <w:r w:rsidRPr="007F0FA7">
              <w:rPr>
                <w:rFonts w:ascii="Arial" w:hAnsi="Arial" w:cs="Arial"/>
              </w:rPr>
              <w:t>Création, conception, réalisation, innovations : des objets à concevoir et à réaliser</w:t>
            </w:r>
          </w:p>
        </w:tc>
      </w:tr>
      <w:tr w:rsidR="007B5C7A" w:rsidRPr="007F0FA7" w14:paraId="5DB47515" w14:textId="77777777" w:rsidTr="001E1358">
        <w:tc>
          <w:tcPr>
            <w:tcW w:w="3196" w:type="dxa"/>
            <w:gridSpan w:val="3"/>
            <w:tcBorders>
              <w:right w:val="nil"/>
            </w:tcBorders>
            <w:shd w:val="clear" w:color="auto" w:fill="F2F2F2" w:themeFill="background1" w:themeFillShade="F2"/>
          </w:tcPr>
          <w:p w14:paraId="0C8DAD17" w14:textId="77777777" w:rsidR="007B5C7A" w:rsidRPr="007F0FA7" w:rsidRDefault="007B5C7A" w:rsidP="007B5C7A">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7260" w:type="dxa"/>
            <w:gridSpan w:val="3"/>
            <w:tcBorders>
              <w:left w:val="nil"/>
            </w:tcBorders>
            <w:shd w:val="clear" w:color="auto" w:fill="F2F2F2" w:themeFill="background1" w:themeFillShade="F2"/>
          </w:tcPr>
          <w:p w14:paraId="323606ED" w14:textId="77777777" w:rsidR="007B5C7A" w:rsidRPr="007F0FA7" w:rsidRDefault="007B5C7A" w:rsidP="007B5C7A">
            <w:pPr>
              <w:rPr>
                <w:rFonts w:ascii="Arial" w:hAnsi="Arial" w:cs="Arial"/>
              </w:rPr>
            </w:pPr>
            <w:r w:rsidRPr="007F0FA7">
              <w:rPr>
                <w:rFonts w:ascii="Arial" w:hAnsi="Arial" w:cs="Arial"/>
              </w:rPr>
              <w:t>Concevoir, écrire, tester et mettre au point un programme</w:t>
            </w:r>
          </w:p>
        </w:tc>
      </w:tr>
      <w:tr w:rsidR="007B5C7A" w14:paraId="60EBE971" w14:textId="77777777" w:rsidTr="001E1358">
        <w:tc>
          <w:tcPr>
            <w:tcW w:w="5521" w:type="dxa"/>
            <w:gridSpan w:val="4"/>
            <w:tcBorders>
              <w:bottom w:val="nil"/>
            </w:tcBorders>
          </w:tcPr>
          <w:p w14:paraId="6EFC8F4D" w14:textId="77777777" w:rsidR="007B5C7A" w:rsidRPr="0080356E" w:rsidRDefault="007B5C7A" w:rsidP="007B5C7A">
            <w:pPr>
              <w:jc w:val="center"/>
              <w:rPr>
                <w:rFonts w:ascii="Arial" w:hAnsi="Arial" w:cs="Arial"/>
                <w:b/>
                <w:bCs/>
              </w:rPr>
            </w:pPr>
            <w:r w:rsidRPr="00B32A01">
              <w:rPr>
                <w:rFonts w:ascii="Arial" w:hAnsi="Arial" w:cs="Arial"/>
                <w:b/>
                <w:bCs/>
                <w:sz w:val="20"/>
                <w:szCs w:val="20"/>
              </w:rPr>
              <w:t>Compétences</w:t>
            </w:r>
          </w:p>
        </w:tc>
        <w:tc>
          <w:tcPr>
            <w:tcW w:w="4935" w:type="dxa"/>
            <w:gridSpan w:val="2"/>
            <w:tcBorders>
              <w:bottom w:val="nil"/>
            </w:tcBorders>
          </w:tcPr>
          <w:p w14:paraId="6A1273A8" w14:textId="77777777" w:rsidR="007B5C7A" w:rsidRPr="0080356E" w:rsidRDefault="007B5C7A" w:rsidP="007B5C7A">
            <w:pPr>
              <w:jc w:val="center"/>
              <w:rPr>
                <w:rFonts w:ascii="Arial" w:hAnsi="Arial" w:cs="Arial"/>
                <w:b/>
                <w:bCs/>
              </w:rPr>
            </w:pPr>
            <w:r w:rsidRPr="00B32A01">
              <w:rPr>
                <w:rFonts w:ascii="Arial" w:hAnsi="Arial" w:cs="Arial"/>
                <w:b/>
                <w:bCs/>
                <w:sz w:val="20"/>
                <w:szCs w:val="20"/>
              </w:rPr>
              <w:t>Connaissances</w:t>
            </w:r>
          </w:p>
        </w:tc>
      </w:tr>
      <w:tr w:rsidR="007B5C7A" w14:paraId="541EC393" w14:textId="77777777" w:rsidTr="001E1358">
        <w:sdt>
          <w:sdtPr>
            <w:rPr>
              <w:rFonts w:ascii="Arial" w:hAnsi="Arial" w:cs="Arial"/>
              <w:sz w:val="20"/>
              <w:szCs w:val="20"/>
            </w:rPr>
            <w:alias w:val="Choisir une compétence"/>
            <w:tag w:val="Choisir une compétence"/>
            <w:id w:val="1269732921"/>
            <w:placeholder>
              <w:docPart w:val="9BD6425FC7B74542AE4EF4AA0814A1D6"/>
            </w:placeholder>
            <w:comboBox>
              <w:listItem w:displayText="Choisir une compétence" w:value="Choisir une compétence"/>
              <w:listItem w:displayText="Modifier un algorithme permettant de répondre au besoin ou au problème posé" w:value="Modifier un algorithme permettant de répondre au besoin ou au problème posé"/>
              <w:listItem w:displayText="Traduire un algorithme permettant de répondre à un besoin ou à problème simple en un programme." w:value="Traduire un algorithme permettant de répondre à un besoin ou à problème simple en un programme."/>
              <w:listItem w:displayText="Réaliser et mettre au point un programme commandant un système réel incluant éventuellement une interaction entre un humain et une machine." w:value="Réaliser et mettre au point un programme commandant un système réel incluant éventuellement une interaction entre un humain et une machine."/>
            </w:comboBox>
          </w:sdtPr>
          <w:sdtContent>
            <w:tc>
              <w:tcPr>
                <w:tcW w:w="5521" w:type="dxa"/>
                <w:gridSpan w:val="4"/>
                <w:tcBorders>
                  <w:top w:val="nil"/>
                  <w:bottom w:val="dashed" w:sz="8" w:space="0" w:color="auto"/>
                </w:tcBorders>
              </w:tcPr>
              <w:p w14:paraId="55678617" w14:textId="7CD31B14" w:rsidR="007B5C7A" w:rsidRPr="007B5C7A" w:rsidRDefault="00190F40" w:rsidP="007B5C7A">
                <w:pPr>
                  <w:rPr>
                    <w:rFonts w:ascii="Arial" w:hAnsi="Arial" w:cs="Arial"/>
                    <w:sz w:val="20"/>
                    <w:szCs w:val="20"/>
                  </w:rPr>
                </w:pPr>
                <w:r>
                  <w:rPr>
                    <w:rFonts w:ascii="Arial" w:hAnsi="Arial" w:cs="Arial"/>
                    <w:sz w:val="20"/>
                    <w:szCs w:val="20"/>
                  </w:rPr>
                  <w:t>Modifier un algorithme permettant de répondre au besoin ou au problème posé</w:t>
                </w:r>
              </w:p>
            </w:tc>
          </w:sdtContent>
        </w:sdt>
        <w:sdt>
          <w:sdtPr>
            <w:rPr>
              <w:rFonts w:ascii="Arial" w:hAnsi="Arial" w:cs="Arial"/>
              <w:sz w:val="20"/>
              <w:szCs w:val="20"/>
            </w:rPr>
            <w:alias w:val="Choisir une connaissance"/>
            <w:tag w:val="Choisir une connaissance"/>
            <w:id w:val="1245917166"/>
            <w:placeholder>
              <w:docPart w:val="BE06BC604AB9416F9C9CCDA92EC858AE"/>
            </w:placeholder>
            <w:comboBox>
              <w:listItem w:displayText="Choisir une connaissance" w:value="Choisir une connaissance"/>
              <w:listItem w:displayText="La modularité : sous-programme, fonction ; " w:value="La modularité : sous-programme, fonction ; "/>
              <w:listItem w:displayText="La structuration d’un programme (organisation, modularité, commentaires)." w:value="La structuration d’un programme (organisation, modularité, commentaires)."/>
              <w:listItem w:displayText=" " w:value=" "/>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Content>
            <w:tc>
              <w:tcPr>
                <w:tcW w:w="4935" w:type="dxa"/>
                <w:gridSpan w:val="2"/>
                <w:tcBorders>
                  <w:top w:val="nil"/>
                  <w:bottom w:val="dashed" w:sz="8" w:space="0" w:color="auto"/>
                </w:tcBorders>
              </w:tcPr>
              <w:p w14:paraId="7F900BB9" w14:textId="4F249E09" w:rsidR="007B5C7A" w:rsidRPr="007B5C7A" w:rsidRDefault="00190F40" w:rsidP="007B5C7A">
                <w:pPr>
                  <w:rPr>
                    <w:rFonts w:ascii="Arial" w:hAnsi="Arial" w:cs="Arial"/>
                    <w:sz w:val="20"/>
                    <w:szCs w:val="20"/>
                  </w:rPr>
                </w:pPr>
                <w:r>
                  <w:rPr>
                    <w:rFonts w:ascii="Arial" w:hAnsi="Arial" w:cs="Arial"/>
                    <w:sz w:val="20"/>
                    <w:szCs w:val="20"/>
                  </w:rPr>
                  <w:t>La structuration d’un programme (organisation, modularité, commentaires).</w:t>
                </w:r>
              </w:p>
            </w:tc>
          </w:sdtContent>
        </w:sdt>
      </w:tr>
      <w:tr w:rsidR="00190F40" w14:paraId="50CE8BDD" w14:textId="77777777" w:rsidTr="00D94696">
        <w:tc>
          <w:tcPr>
            <w:tcW w:w="5521" w:type="dxa"/>
            <w:gridSpan w:val="4"/>
            <w:vMerge w:val="restart"/>
            <w:tcBorders>
              <w:top w:val="dashed" w:sz="8" w:space="0" w:color="auto"/>
            </w:tcBorders>
          </w:tcPr>
          <w:sdt>
            <w:sdtPr>
              <w:rPr>
                <w:rFonts w:ascii="Arial" w:hAnsi="Arial" w:cs="Arial"/>
                <w:sz w:val="20"/>
                <w:szCs w:val="20"/>
              </w:rPr>
              <w:alias w:val="Choisir une compétence"/>
              <w:tag w:val="Choisir une compétence"/>
              <w:id w:val="1888836374"/>
              <w:placeholder>
                <w:docPart w:val="20CAC123557F4A5DBEAA7D89AFE859D6"/>
              </w:placeholder>
              <w:comboBox>
                <w:listItem w:displayText="Choisir une compétence" w:value="Choisir une compétence"/>
                <w:listItem w:displayText="Modifier un algorithme permettant de répondre au besoin ou au problème posé" w:value="Modifier un algorithme permettant de répondre au besoin ou au problème posé"/>
                <w:listItem w:displayText="Traduire un algorithme permettant de répondre à un besoin ou à problème simple en un programme." w:value="Traduire un algorithme permettant de répondre à un besoin ou à problème simple en un programme."/>
                <w:listItem w:displayText="Réaliser et mettre au point un programme commandant un système réel incluant éventuellement une interaction entre un humain et une machine." w:value="Réaliser et mettre au point un programme commandant un système réel incluant éventuellement une interaction entre un humain et une machine."/>
              </w:comboBox>
            </w:sdtPr>
            <w:sdtContent>
              <w:p w14:paraId="03E4F8F4" w14:textId="77777777" w:rsidR="00190F40" w:rsidRPr="007B5C7A" w:rsidRDefault="00190F40" w:rsidP="007B5C7A">
                <w:pPr>
                  <w:rPr>
                    <w:rFonts w:ascii="Arial" w:hAnsi="Arial" w:cs="Arial"/>
                    <w:sz w:val="20"/>
                    <w:szCs w:val="20"/>
                  </w:rPr>
                </w:pPr>
                <w:r>
                  <w:rPr>
                    <w:rFonts w:ascii="Arial" w:hAnsi="Arial" w:cs="Arial"/>
                    <w:sz w:val="20"/>
                    <w:szCs w:val="20"/>
                  </w:rPr>
                  <w:t>Réaliser et mettre au point un programme commandant un système réel incluant éventuellement une interaction entre un humain et une machine.</w:t>
                </w:r>
              </w:p>
            </w:sdtContent>
          </w:sdt>
          <w:sdt>
            <w:sdtPr>
              <w:rPr>
                <w:rFonts w:ascii="Arial" w:hAnsi="Arial" w:cs="Arial"/>
                <w:sz w:val="20"/>
                <w:szCs w:val="20"/>
              </w:rPr>
              <w:alias w:val="Choisir une compétence"/>
              <w:tag w:val="Choisir une compétence"/>
              <w:id w:val="603854224"/>
              <w:placeholder>
                <w:docPart w:val="3ED566ADE68447C79F29B714B02091FD"/>
              </w:placeholder>
              <w:comboBox>
                <w:listItem w:displayText="Choisir une compétence" w:value="Choisir une compétence"/>
                <w:listItem w:displayText="Modifier un algorithme permettant de répondre au besoin ou au problème posé" w:value="Modifier un algorithme permettant de répondre au besoin ou au problème posé"/>
                <w:listItem w:displayText="Traduire un algorithme permettant de répondre à un besoin ou à problème simple en un programme." w:value="Traduire un algorithme permettant de répondre à un besoin ou à problème simple en un programme."/>
                <w:listItem w:displayText="Réaliser et mettre au point un programme commandant un système réel incluant éventuellement une interaction entre un humain et une machine." w:value="Réaliser et mettre au point un programme commandant un système réel incluant éventuellement une interaction entre un humain et une machine."/>
              </w:comboBox>
            </w:sdtPr>
            <w:sdtContent>
              <w:p w14:paraId="3B41B28C" w14:textId="022F5D05" w:rsidR="00190F40" w:rsidRPr="007B5C7A" w:rsidRDefault="00190F40" w:rsidP="007B5C7A">
                <w:pPr>
                  <w:rPr>
                    <w:rFonts w:ascii="Arial" w:hAnsi="Arial" w:cs="Arial"/>
                    <w:sz w:val="20"/>
                    <w:szCs w:val="20"/>
                  </w:rPr>
                </w:pPr>
                <w:r>
                  <w:rPr>
                    <w:rFonts w:ascii="Arial" w:hAnsi="Arial" w:cs="Arial"/>
                    <w:sz w:val="20"/>
                    <w:szCs w:val="20"/>
                  </w:rPr>
                  <w:t>Choisir une compétence</w:t>
                </w:r>
              </w:p>
            </w:sdtContent>
          </w:sdt>
        </w:tc>
        <w:sdt>
          <w:sdtPr>
            <w:rPr>
              <w:rFonts w:ascii="Arial" w:hAnsi="Arial" w:cs="Arial"/>
              <w:sz w:val="20"/>
              <w:szCs w:val="20"/>
            </w:rPr>
            <w:alias w:val="Choisir une connaissance"/>
            <w:tag w:val="Choisir une connaissance"/>
            <w:id w:val="2047026534"/>
            <w:placeholder>
              <w:docPart w:val="99B210B17D164BBAAAB949F5E19FD52B"/>
            </w:placeholder>
            <w:comboBox>
              <w:listItem w:displayText="Choisir une connaissance" w:value="Choisir une connaissance"/>
              <w:listItem w:displayText="La modularité : sous-programme, fonction ; " w:value="La modularité : sous-programme, fonction ; "/>
              <w:listItem w:displayText="La structuration d’un programme (organisation, modularité, commentaires)." w:value="La structuration d’un programme (organisation, modularité, commentaires)."/>
              <w:listItem w:displayText=" " w:value=" "/>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Content>
            <w:tc>
              <w:tcPr>
                <w:tcW w:w="4935" w:type="dxa"/>
                <w:gridSpan w:val="2"/>
                <w:tcBorders>
                  <w:top w:val="dashed" w:sz="8" w:space="0" w:color="auto"/>
                  <w:bottom w:val="dashed" w:sz="8" w:space="0" w:color="auto"/>
                </w:tcBorders>
              </w:tcPr>
              <w:p w14:paraId="626B7E06" w14:textId="79352076" w:rsidR="00190F40" w:rsidRPr="007B5C7A" w:rsidRDefault="00190F40" w:rsidP="007B5C7A">
                <w:pPr>
                  <w:rPr>
                    <w:rFonts w:ascii="Arial" w:hAnsi="Arial" w:cs="Arial"/>
                    <w:sz w:val="20"/>
                    <w:szCs w:val="20"/>
                  </w:rPr>
                </w:pPr>
                <w:r>
                  <w:rPr>
                    <w:rFonts w:ascii="Arial" w:hAnsi="Arial" w:cs="Arial"/>
                    <w:sz w:val="20"/>
                    <w:szCs w:val="20"/>
                  </w:rPr>
                  <w:t>-opérateurs arithmétiques et logiques (ET, OU, NON) ;</w:t>
                </w:r>
              </w:p>
            </w:tc>
          </w:sdtContent>
        </w:sdt>
      </w:tr>
      <w:tr w:rsidR="00190F40" w14:paraId="76493183" w14:textId="77777777" w:rsidTr="00D94696">
        <w:tc>
          <w:tcPr>
            <w:tcW w:w="5521" w:type="dxa"/>
            <w:gridSpan w:val="4"/>
            <w:vMerge/>
            <w:tcBorders>
              <w:bottom w:val="single" w:sz="8" w:space="0" w:color="auto"/>
            </w:tcBorders>
          </w:tcPr>
          <w:p w14:paraId="1ED87567" w14:textId="741FD2C0" w:rsidR="00190F40" w:rsidRPr="007B5C7A" w:rsidRDefault="00190F40" w:rsidP="007B5C7A">
            <w:pPr>
              <w:rPr>
                <w:rFonts w:ascii="Arial" w:hAnsi="Arial" w:cs="Arial"/>
                <w:sz w:val="20"/>
                <w:szCs w:val="20"/>
              </w:rPr>
            </w:pPr>
          </w:p>
        </w:tc>
        <w:sdt>
          <w:sdtPr>
            <w:rPr>
              <w:rFonts w:ascii="Arial" w:hAnsi="Arial" w:cs="Arial"/>
              <w:sz w:val="20"/>
              <w:szCs w:val="20"/>
            </w:rPr>
            <w:alias w:val="Choisir une connaissance"/>
            <w:tag w:val="Choisir une connaissance"/>
            <w:id w:val="-290670781"/>
            <w:placeholder>
              <w:docPart w:val="608E8DE183724990A06F73543BB35E1A"/>
            </w:placeholder>
            <w:comboBox>
              <w:listItem w:displayText="Choisir une connaissance" w:value="Choisir une connaissance"/>
              <w:listItem w:displayText="La modularité : sous-programme, fonction ; " w:value="La modularité : sous-programme, fonction ; "/>
              <w:listItem w:displayText="La structuration d’un programme (organisation, modularité, commentaires)." w:value="La structuration d’un programme (organisation, modularité, commentaires)."/>
              <w:listItem w:displayText=" " w:value=" "/>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Content>
            <w:tc>
              <w:tcPr>
                <w:tcW w:w="4935" w:type="dxa"/>
                <w:gridSpan w:val="2"/>
                <w:tcBorders>
                  <w:top w:val="dashed" w:sz="8" w:space="0" w:color="auto"/>
                  <w:bottom w:val="single" w:sz="8" w:space="0" w:color="auto"/>
                </w:tcBorders>
              </w:tcPr>
              <w:p w14:paraId="711CBB45" w14:textId="46F55251" w:rsidR="00190F40" w:rsidRPr="007B5C7A" w:rsidRDefault="00190F40" w:rsidP="007B5C7A">
                <w:pPr>
                  <w:rPr>
                    <w:rFonts w:ascii="Arial" w:hAnsi="Arial" w:cs="Arial"/>
                    <w:sz w:val="20"/>
                    <w:szCs w:val="20"/>
                  </w:rPr>
                </w:pPr>
                <w:r>
                  <w:rPr>
                    <w:rFonts w:ascii="Arial" w:hAnsi="Arial" w:cs="Arial"/>
                    <w:sz w:val="20"/>
                    <w:szCs w:val="20"/>
                  </w:rPr>
                  <w:t>-instruction conditionnelle ;</w:t>
                </w:r>
              </w:p>
            </w:tc>
          </w:sdtContent>
        </w:sdt>
      </w:tr>
    </w:tbl>
    <w:p w14:paraId="3AB8947C" w14:textId="77777777" w:rsidR="00B26386" w:rsidRDefault="00B26386">
      <w:r>
        <w:br w:type="page"/>
      </w:r>
    </w:p>
    <w:tbl>
      <w:tblPr>
        <w:tblStyle w:val="Grilledutableau"/>
        <w:tblW w:w="10456" w:type="dxa"/>
        <w:tblLook w:val="04A0" w:firstRow="1" w:lastRow="0" w:firstColumn="1" w:lastColumn="0" w:noHBand="0" w:noVBand="1"/>
      </w:tblPr>
      <w:tblGrid>
        <w:gridCol w:w="4815"/>
        <w:gridCol w:w="5641"/>
      </w:tblGrid>
      <w:tr w:rsidR="00E34250" w:rsidRPr="00B26386" w14:paraId="3F3333CD" w14:textId="77777777" w:rsidTr="00D3156F">
        <w:tc>
          <w:tcPr>
            <w:tcW w:w="10456" w:type="dxa"/>
            <w:gridSpan w:val="2"/>
            <w:shd w:val="clear" w:color="auto" w:fill="A8D08D" w:themeFill="accent6" w:themeFillTint="99"/>
          </w:tcPr>
          <w:p w14:paraId="15C4EFE0" w14:textId="37B435A1" w:rsidR="00E34250" w:rsidRPr="00B26386" w:rsidRDefault="00E34250" w:rsidP="00E34250">
            <w:pPr>
              <w:jc w:val="center"/>
              <w:rPr>
                <w:rFonts w:ascii="Arial" w:hAnsi="Arial" w:cs="Arial"/>
                <w:b/>
                <w:bCs/>
                <w:sz w:val="28"/>
                <w:szCs w:val="28"/>
              </w:rPr>
            </w:pPr>
            <w:r w:rsidRPr="00B26386">
              <w:rPr>
                <w:rFonts w:ascii="Arial" w:hAnsi="Arial" w:cs="Arial"/>
                <w:b/>
                <w:bCs/>
                <w:sz w:val="28"/>
                <w:szCs w:val="28"/>
              </w:rPr>
              <w:lastRenderedPageBreak/>
              <w:t>PROPOSITION DE D</w:t>
            </w:r>
            <w:r w:rsidR="006F45CE">
              <w:rPr>
                <w:rFonts w:ascii="Arial" w:hAnsi="Arial" w:cs="Arial"/>
                <w:b/>
                <w:bCs/>
                <w:sz w:val="28"/>
                <w:szCs w:val="28"/>
              </w:rPr>
              <w:t>É</w:t>
            </w:r>
            <w:r w:rsidRPr="00B26386">
              <w:rPr>
                <w:rFonts w:ascii="Arial" w:hAnsi="Arial" w:cs="Arial"/>
                <w:b/>
                <w:bCs/>
                <w:sz w:val="28"/>
                <w:szCs w:val="28"/>
              </w:rPr>
              <w:t xml:space="preserve">ROULEMENT DE LA </w:t>
            </w:r>
            <w:r w:rsidR="006F45CE" w:rsidRPr="00B26386">
              <w:rPr>
                <w:rFonts w:ascii="Arial" w:hAnsi="Arial" w:cs="Arial"/>
                <w:b/>
                <w:bCs/>
                <w:sz w:val="28"/>
                <w:szCs w:val="28"/>
              </w:rPr>
              <w:t>SÉQUENCE</w:t>
            </w:r>
          </w:p>
        </w:tc>
      </w:tr>
      <w:tr w:rsidR="00E34250" w14:paraId="797746DB" w14:textId="77777777" w:rsidTr="003C7257">
        <w:tc>
          <w:tcPr>
            <w:tcW w:w="10456" w:type="dxa"/>
            <w:gridSpan w:val="2"/>
          </w:tcPr>
          <w:p w14:paraId="7AC27CF6" w14:textId="702A2A7D" w:rsidR="00E34250" w:rsidRPr="00611FF0" w:rsidRDefault="00E34250" w:rsidP="00E34250">
            <w:pPr>
              <w:rPr>
                <w:rFonts w:ascii="Arial" w:hAnsi="Arial" w:cs="Arial"/>
                <w:b/>
                <w:bCs/>
                <w:sz w:val="24"/>
                <w:szCs w:val="24"/>
              </w:rPr>
            </w:pPr>
            <w:r w:rsidRPr="00FB530C">
              <w:rPr>
                <w:rFonts w:ascii="Arial" w:hAnsi="Arial" w:cs="Arial"/>
                <w:b/>
                <w:bCs/>
                <w:sz w:val="24"/>
                <w:szCs w:val="24"/>
                <w:highlight w:val="yellow"/>
              </w:rPr>
              <w:t>Séance 1</w:t>
            </w:r>
            <w:r w:rsidR="00AA6691">
              <w:rPr>
                <w:rFonts w:ascii="Arial" w:hAnsi="Arial" w:cs="Arial"/>
                <w:b/>
                <w:bCs/>
                <w:sz w:val="24"/>
                <w:szCs w:val="24"/>
              </w:rPr>
              <w:t xml:space="preserve"> – </w:t>
            </w:r>
            <w:r w:rsidR="00283D20">
              <w:rPr>
                <w:rFonts w:ascii="Arial" w:hAnsi="Arial" w:cs="Arial"/>
                <w:b/>
                <w:bCs/>
                <w:sz w:val="24"/>
                <w:szCs w:val="24"/>
              </w:rPr>
              <w:t>80 min</w:t>
            </w:r>
            <w:r w:rsidR="00C6310A">
              <w:rPr>
                <w:rFonts w:ascii="Arial" w:hAnsi="Arial" w:cs="Arial"/>
                <w:b/>
                <w:bCs/>
                <w:sz w:val="24"/>
                <w:szCs w:val="24"/>
              </w:rPr>
              <w:t xml:space="preserve"> – 1H20</w:t>
            </w:r>
          </w:p>
          <w:p w14:paraId="1DE17BD1" w14:textId="77777777" w:rsidR="00DE176E" w:rsidRPr="00472C57" w:rsidRDefault="00DE176E" w:rsidP="00E34250">
            <w:pPr>
              <w:rPr>
                <w:rFonts w:ascii="Arial" w:hAnsi="Arial" w:cs="Arial"/>
                <w:sz w:val="20"/>
                <w:szCs w:val="20"/>
              </w:rPr>
            </w:pPr>
          </w:p>
          <w:p w14:paraId="2BD9B70D" w14:textId="30197D21" w:rsidR="00E34250" w:rsidRDefault="00E34250" w:rsidP="00F05D4F">
            <w:pPr>
              <w:pStyle w:val="Paragraphedeliste"/>
              <w:numPr>
                <w:ilvl w:val="0"/>
                <w:numId w:val="1"/>
              </w:numPr>
              <w:ind w:left="426" w:hanging="284"/>
              <w:rPr>
                <w:rFonts w:ascii="Arial" w:hAnsi="Arial" w:cs="Arial"/>
                <w:sz w:val="24"/>
                <w:szCs w:val="24"/>
              </w:rPr>
            </w:pPr>
            <w:r w:rsidRPr="00DE176E">
              <w:rPr>
                <w:rFonts w:ascii="Arial" w:hAnsi="Arial" w:cs="Arial"/>
                <w:b/>
                <w:bCs/>
                <w:sz w:val="24"/>
                <w:szCs w:val="24"/>
              </w:rPr>
              <w:t>Mise en situation</w:t>
            </w:r>
            <w:r w:rsidRPr="009103B2">
              <w:rPr>
                <w:rFonts w:ascii="Arial" w:hAnsi="Arial" w:cs="Arial"/>
                <w:sz w:val="24"/>
                <w:szCs w:val="24"/>
              </w:rPr>
              <w:t xml:space="preserve"> </w:t>
            </w:r>
            <w:r w:rsidR="0089123B">
              <w:rPr>
                <w:rFonts w:ascii="Arial" w:hAnsi="Arial" w:cs="Arial"/>
                <w:sz w:val="24"/>
                <w:szCs w:val="24"/>
              </w:rPr>
              <w:t>(5’)</w:t>
            </w:r>
          </w:p>
          <w:p w14:paraId="42650026" w14:textId="350F67A1" w:rsidR="00B04DC9" w:rsidRDefault="00F05D4F" w:rsidP="00B04DC9">
            <w:pPr>
              <w:rPr>
                <w:rFonts w:ascii="Arial" w:eastAsia="Calibri" w:hAnsi="Arial" w:cs="Arial"/>
                <w:sz w:val="24"/>
                <w:szCs w:val="24"/>
              </w:rPr>
            </w:pPr>
            <w:r>
              <w:rPr>
                <w:rFonts w:ascii="Arial" w:eastAsia="Calibri" w:hAnsi="Arial" w:cs="Arial"/>
                <w:sz w:val="24"/>
                <w:szCs w:val="24"/>
              </w:rPr>
              <w:t>L’enseignant rappelle ce qui a été réalisé à la séance précédente et introduit la nouvelle problématique.</w:t>
            </w:r>
          </w:p>
          <w:p w14:paraId="2B075345" w14:textId="77777777" w:rsidR="00F05D4F" w:rsidRPr="00472C57" w:rsidRDefault="00F05D4F" w:rsidP="00B04DC9">
            <w:pPr>
              <w:rPr>
                <w:rFonts w:ascii="Arial" w:eastAsia="Calibri" w:hAnsi="Arial" w:cs="Arial"/>
                <w:sz w:val="20"/>
                <w:szCs w:val="20"/>
              </w:rPr>
            </w:pPr>
          </w:p>
          <w:p w14:paraId="3C48008B" w14:textId="169A8ECD" w:rsidR="00E34250" w:rsidRPr="00F05D4F" w:rsidRDefault="00E34250" w:rsidP="00F05D4F">
            <w:pPr>
              <w:pStyle w:val="Paragraphedeliste"/>
              <w:numPr>
                <w:ilvl w:val="0"/>
                <w:numId w:val="1"/>
              </w:numPr>
              <w:ind w:left="567" w:hanging="425"/>
              <w:rPr>
                <w:rFonts w:ascii="Arial" w:hAnsi="Arial" w:cs="Arial"/>
                <w:sz w:val="24"/>
                <w:szCs w:val="24"/>
              </w:rPr>
            </w:pPr>
            <w:r w:rsidRPr="00F05D4F">
              <w:rPr>
                <w:rFonts w:ascii="Arial" w:hAnsi="Arial" w:cs="Arial"/>
                <w:b/>
                <w:bCs/>
                <w:sz w:val="24"/>
                <w:szCs w:val="24"/>
              </w:rPr>
              <w:t>Problématique</w:t>
            </w:r>
            <w:r w:rsidRPr="00F05D4F">
              <w:rPr>
                <w:rFonts w:ascii="Arial" w:hAnsi="Arial" w:cs="Arial"/>
                <w:sz w:val="24"/>
                <w:szCs w:val="24"/>
              </w:rPr>
              <w:t xml:space="preserve"> </w:t>
            </w:r>
          </w:p>
          <w:p w14:paraId="6FE99A8C" w14:textId="65608F87" w:rsidR="0089123B" w:rsidRDefault="00F05D4F" w:rsidP="0089123B">
            <w:pPr>
              <w:rPr>
                <w:rFonts w:ascii="Arial" w:eastAsia="Calibri" w:hAnsi="Arial" w:cs="Arial"/>
                <w:b/>
                <w:bCs/>
                <w:sz w:val="24"/>
                <w:szCs w:val="24"/>
              </w:rPr>
            </w:pPr>
            <w:r>
              <w:rPr>
                <w:rFonts w:ascii="Arial" w:eastAsia="Calibri" w:hAnsi="Arial" w:cs="Arial"/>
                <w:b/>
                <w:bCs/>
                <w:sz w:val="24"/>
                <w:szCs w:val="24"/>
              </w:rPr>
              <w:t xml:space="preserve">Comment créer un modèle </w:t>
            </w:r>
            <w:r w:rsidR="00E1573B">
              <w:rPr>
                <w:rFonts w:ascii="Arial" w:eastAsia="Calibri" w:hAnsi="Arial" w:cs="Arial"/>
                <w:b/>
                <w:bCs/>
                <w:sz w:val="24"/>
                <w:szCs w:val="24"/>
              </w:rPr>
              <w:t xml:space="preserve">de reconnaissance </w:t>
            </w:r>
            <w:r>
              <w:rPr>
                <w:rFonts w:ascii="Arial" w:eastAsia="Calibri" w:hAnsi="Arial" w:cs="Arial"/>
                <w:b/>
                <w:bCs/>
                <w:sz w:val="24"/>
                <w:szCs w:val="24"/>
              </w:rPr>
              <w:t>fiable ?</w:t>
            </w:r>
            <w:r w:rsidR="00E1573B">
              <w:rPr>
                <w:rFonts w:ascii="Arial" w:eastAsia="Calibri" w:hAnsi="Arial" w:cs="Arial"/>
                <w:b/>
                <w:bCs/>
                <w:sz w:val="24"/>
                <w:szCs w:val="24"/>
              </w:rPr>
              <w:t xml:space="preserve"> </w:t>
            </w:r>
          </w:p>
          <w:p w14:paraId="6EAE4C77" w14:textId="77777777" w:rsidR="00F05D4F" w:rsidRPr="0089123B" w:rsidRDefault="00F05D4F" w:rsidP="0089123B">
            <w:pPr>
              <w:rPr>
                <w:rFonts w:ascii="Arial" w:hAnsi="Arial" w:cs="Arial"/>
              </w:rPr>
            </w:pPr>
          </w:p>
          <w:p w14:paraId="6FB74786" w14:textId="0309D393" w:rsidR="00E34250" w:rsidRDefault="00E34250" w:rsidP="00F05D4F">
            <w:pPr>
              <w:pStyle w:val="Paragraphedeliste"/>
              <w:numPr>
                <w:ilvl w:val="0"/>
                <w:numId w:val="1"/>
              </w:numPr>
              <w:ind w:left="601" w:hanging="459"/>
              <w:rPr>
                <w:rFonts w:ascii="Arial" w:hAnsi="Arial" w:cs="Arial"/>
                <w:sz w:val="24"/>
                <w:szCs w:val="24"/>
              </w:rPr>
            </w:pPr>
            <w:r w:rsidRPr="00DE176E">
              <w:rPr>
                <w:rFonts w:ascii="Arial" w:hAnsi="Arial" w:cs="Arial"/>
                <w:b/>
                <w:bCs/>
                <w:sz w:val="24"/>
                <w:szCs w:val="24"/>
              </w:rPr>
              <w:t>Propositions</w:t>
            </w:r>
            <w:r w:rsidRPr="009103B2">
              <w:rPr>
                <w:rFonts w:ascii="Arial" w:hAnsi="Arial" w:cs="Arial"/>
                <w:sz w:val="24"/>
                <w:szCs w:val="24"/>
              </w:rPr>
              <w:t xml:space="preserve"> </w:t>
            </w:r>
          </w:p>
          <w:p w14:paraId="3A238235" w14:textId="3B819C14" w:rsidR="00577AAF" w:rsidRPr="00577AAF" w:rsidRDefault="0089123B" w:rsidP="008C6953">
            <w:pPr>
              <w:jc w:val="both"/>
              <w:rPr>
                <w:rFonts w:ascii="Arial" w:hAnsi="Arial" w:cs="Arial"/>
                <w:sz w:val="24"/>
                <w:szCs w:val="24"/>
              </w:rPr>
            </w:pPr>
            <w:r>
              <w:rPr>
                <w:rFonts w:ascii="Arial" w:hAnsi="Arial" w:cs="Arial"/>
                <w:sz w:val="24"/>
                <w:szCs w:val="24"/>
              </w:rPr>
              <w:t>Chaque élève écrit sa réponse à cette problématique. L’enseignant demande ensuite à quelques élèves de lire sa réponse.</w:t>
            </w:r>
          </w:p>
          <w:p w14:paraId="25FD8F37" w14:textId="2B065E95" w:rsidR="00E34250" w:rsidRDefault="00E34250" w:rsidP="00F05D4F">
            <w:pPr>
              <w:pStyle w:val="Paragraphedeliste"/>
              <w:numPr>
                <w:ilvl w:val="0"/>
                <w:numId w:val="1"/>
              </w:numPr>
              <w:ind w:left="601" w:hanging="459"/>
              <w:rPr>
                <w:rFonts w:ascii="Arial" w:hAnsi="Arial" w:cs="Arial"/>
                <w:sz w:val="24"/>
                <w:szCs w:val="24"/>
              </w:rPr>
            </w:pPr>
            <w:r w:rsidRPr="00DE176E">
              <w:rPr>
                <w:rFonts w:ascii="Arial" w:hAnsi="Arial" w:cs="Arial"/>
                <w:b/>
                <w:bCs/>
                <w:sz w:val="24"/>
                <w:szCs w:val="24"/>
              </w:rPr>
              <w:t>Investigations</w:t>
            </w:r>
            <w:r w:rsidRPr="009103B2">
              <w:rPr>
                <w:rFonts w:ascii="Arial" w:hAnsi="Arial" w:cs="Arial"/>
                <w:sz w:val="24"/>
                <w:szCs w:val="24"/>
              </w:rPr>
              <w:t xml:space="preserve"> </w:t>
            </w:r>
          </w:p>
          <w:p w14:paraId="34B75312" w14:textId="77777777" w:rsidR="005F4E6A" w:rsidRPr="000950B5" w:rsidRDefault="005F4E6A" w:rsidP="005F4E6A">
            <w:pPr>
              <w:pStyle w:val="Paragraphedeliste"/>
              <w:ind w:left="601"/>
              <w:rPr>
                <w:rFonts w:ascii="Arial" w:hAnsi="Arial" w:cs="Arial"/>
                <w:sz w:val="20"/>
                <w:szCs w:val="20"/>
              </w:rPr>
            </w:pPr>
          </w:p>
          <w:p w14:paraId="5E019B2A" w14:textId="57D00B31" w:rsidR="0089123B" w:rsidRPr="00C87E48" w:rsidRDefault="005F4E6A" w:rsidP="0089123B">
            <w:pPr>
              <w:ind w:left="241"/>
              <w:rPr>
                <w:rFonts w:ascii="Arial" w:hAnsi="Arial" w:cs="Arial"/>
                <w:sz w:val="24"/>
                <w:szCs w:val="24"/>
              </w:rPr>
            </w:pPr>
            <w:r w:rsidRPr="005F4E6A">
              <w:rPr>
                <w:rFonts w:ascii="Arial" w:eastAsia="Calibri" w:hAnsi="Arial" w:cs="Arial"/>
                <w:b/>
                <w:bCs/>
                <w:sz w:val="24"/>
                <w:szCs w:val="24"/>
              </w:rPr>
              <w:t>Activité N°1 :</w:t>
            </w:r>
            <w:r w:rsidR="00C87E48">
              <w:rPr>
                <w:rFonts w:ascii="Arial" w:eastAsia="Calibri" w:hAnsi="Arial" w:cs="Arial"/>
                <w:b/>
                <w:bCs/>
                <w:sz w:val="24"/>
                <w:szCs w:val="24"/>
              </w:rPr>
              <w:t xml:space="preserve"> </w:t>
            </w:r>
            <w:r w:rsidR="00C87E48">
              <w:rPr>
                <w:rFonts w:ascii="Arial" w:eastAsia="Calibri" w:hAnsi="Arial" w:cs="Arial"/>
                <w:sz w:val="24"/>
                <w:szCs w:val="24"/>
                <w:u w:val="single"/>
              </w:rPr>
              <w:t>(</w:t>
            </w:r>
            <w:r w:rsidR="00472C57">
              <w:rPr>
                <w:rFonts w:ascii="Arial" w:eastAsia="Calibri" w:hAnsi="Arial" w:cs="Arial"/>
                <w:sz w:val="24"/>
                <w:szCs w:val="24"/>
              </w:rPr>
              <w:t>30</w:t>
            </w:r>
            <w:r w:rsidR="00C87E48" w:rsidRPr="00C87E48">
              <w:rPr>
                <w:rFonts w:ascii="Arial" w:eastAsia="Calibri" w:hAnsi="Arial" w:cs="Arial"/>
                <w:sz w:val="24"/>
                <w:szCs w:val="24"/>
              </w:rPr>
              <w:t>’)</w:t>
            </w:r>
          </w:p>
          <w:p w14:paraId="64ABC15A" w14:textId="1FB916AA" w:rsidR="00F05D4F" w:rsidRPr="00CF61E3" w:rsidRDefault="00F05D4F" w:rsidP="00CF61E3">
            <w:pPr>
              <w:suppressAutoHyphens/>
              <w:jc w:val="both"/>
              <w:rPr>
                <w:rFonts w:ascii="Arial" w:eastAsia="Calibri" w:hAnsi="Arial" w:cs="Arial"/>
                <w:sz w:val="24"/>
                <w:szCs w:val="24"/>
              </w:rPr>
            </w:pPr>
            <w:r w:rsidRPr="00CF61E3">
              <w:rPr>
                <w:rFonts w:ascii="Arial" w:eastAsia="Calibri" w:hAnsi="Arial" w:cs="Arial"/>
                <w:sz w:val="24"/>
                <w:szCs w:val="24"/>
              </w:rPr>
              <w:t>Chaque équipe va produire le modèle d’IA (</w:t>
            </w:r>
            <w:proofErr w:type="gramStart"/>
            <w:r w:rsidR="00CF61E3" w:rsidRPr="00CF61E3">
              <w:rPr>
                <w:rFonts w:ascii="Arial" w:eastAsia="Calibri" w:hAnsi="Arial" w:cs="Arial"/>
                <w:sz w:val="24"/>
                <w:szCs w:val="24"/>
              </w:rPr>
              <w:t>RessourceVittascience-IAnew-Images.pdf </w:t>
            </w:r>
            <w:r w:rsidRPr="00CF61E3">
              <w:rPr>
                <w:rFonts w:ascii="Arial" w:eastAsia="Calibri" w:hAnsi="Arial" w:cs="Arial"/>
                <w:sz w:val="24"/>
                <w:szCs w:val="24"/>
              </w:rPr>
              <w:t>)</w:t>
            </w:r>
            <w:proofErr w:type="gramEnd"/>
            <w:r w:rsidRPr="00CF61E3">
              <w:rPr>
                <w:rFonts w:ascii="Arial" w:eastAsia="Calibri" w:hAnsi="Arial" w:cs="Arial"/>
                <w:sz w:val="24"/>
                <w:szCs w:val="24"/>
              </w:rPr>
              <w:t xml:space="preserve"> permettant de reconnaître le propriétaire à partir de la banque d’images d’élèves créée par la classe et de l’image du propriétaire du casier fournie par le professeur.</w:t>
            </w:r>
            <w:r w:rsidR="00CF61E3" w:rsidRPr="00CF61E3">
              <w:rPr>
                <w:rFonts w:ascii="Arial" w:eastAsia="Calibri" w:hAnsi="Arial" w:cs="Arial"/>
                <w:sz w:val="24"/>
                <w:szCs w:val="24"/>
              </w:rPr>
              <w:t xml:space="preserve"> </w:t>
            </w:r>
          </w:p>
          <w:p w14:paraId="2C2594F4" w14:textId="426F0289" w:rsidR="00F05D4F" w:rsidRDefault="00F05D4F" w:rsidP="00CF61E3">
            <w:pPr>
              <w:widowControl w:val="0"/>
              <w:suppressAutoHyphens/>
              <w:jc w:val="both"/>
              <w:rPr>
                <w:rFonts w:ascii="Arial" w:eastAsia="Calibri" w:hAnsi="Arial" w:cs="Arial"/>
                <w:sz w:val="24"/>
                <w:szCs w:val="24"/>
              </w:rPr>
            </w:pPr>
            <w:r>
              <w:rPr>
                <w:rFonts w:ascii="Arial" w:eastAsia="Calibri" w:hAnsi="Arial" w:cs="Arial"/>
                <w:sz w:val="24"/>
                <w:szCs w:val="24"/>
              </w:rPr>
              <w:t>Ils vont ensuite t</w:t>
            </w:r>
            <w:r w:rsidRPr="00F05D4F">
              <w:rPr>
                <w:rFonts w:ascii="Arial" w:eastAsia="Calibri" w:hAnsi="Arial" w:cs="Arial"/>
                <w:sz w:val="24"/>
                <w:szCs w:val="24"/>
              </w:rPr>
              <w:t>ester le modèle afin d’en vérifier la performance.</w:t>
            </w:r>
          </w:p>
          <w:p w14:paraId="5785C8A3" w14:textId="09C07B4E" w:rsidR="00F05D4F" w:rsidRPr="00F05D4F" w:rsidRDefault="00F05D4F" w:rsidP="00F05D4F">
            <w:pPr>
              <w:widowControl w:val="0"/>
              <w:suppressAutoHyphens/>
              <w:rPr>
                <w:rFonts w:ascii="Arial" w:eastAsia="Calibri" w:hAnsi="Arial" w:cs="Arial"/>
                <w:b/>
                <w:sz w:val="24"/>
                <w:szCs w:val="24"/>
              </w:rPr>
            </w:pPr>
            <w:r w:rsidRPr="00F05D4F">
              <w:rPr>
                <w:rFonts w:ascii="Arial" w:eastAsia="Calibri" w:hAnsi="Arial" w:cs="Arial"/>
                <w:b/>
                <w:sz w:val="24"/>
                <w:szCs w:val="24"/>
              </w:rPr>
              <w:t>Bilan</w:t>
            </w:r>
          </w:p>
          <w:p w14:paraId="38D026C3" w14:textId="02AA1FB5" w:rsidR="00F05D4F" w:rsidRPr="00F05D4F" w:rsidRDefault="00F05D4F" w:rsidP="00F05D4F">
            <w:pPr>
              <w:widowControl w:val="0"/>
              <w:suppressAutoHyphens/>
              <w:rPr>
                <w:rFonts w:ascii="Arial" w:eastAsia="Calibri" w:hAnsi="Arial" w:cs="Arial"/>
                <w:sz w:val="24"/>
                <w:szCs w:val="24"/>
              </w:rPr>
            </w:pPr>
            <w:r w:rsidRPr="00F05D4F">
              <w:rPr>
                <w:rFonts w:ascii="Arial" w:eastAsia="Calibri" w:hAnsi="Arial" w:cs="Arial"/>
                <w:sz w:val="24"/>
                <w:szCs w:val="24"/>
              </w:rPr>
              <w:t>Suite au bila</w:t>
            </w:r>
            <w:r>
              <w:rPr>
                <w:rFonts w:ascii="Arial" w:eastAsia="Calibri" w:hAnsi="Arial" w:cs="Arial"/>
                <w:sz w:val="24"/>
                <w:szCs w:val="24"/>
              </w:rPr>
              <w:t>n</w:t>
            </w:r>
            <w:r w:rsidRPr="00F05D4F">
              <w:rPr>
                <w:rFonts w:ascii="Arial" w:eastAsia="Calibri" w:hAnsi="Arial" w:cs="Arial"/>
                <w:sz w:val="24"/>
                <w:szCs w:val="24"/>
              </w:rPr>
              <w:t xml:space="preserve"> avec la classe, ils vont compléter le schéma représentant le fonctionnement d’une IA de type machine </w:t>
            </w:r>
            <w:r w:rsidR="00CF61E3" w:rsidRPr="00F05D4F">
              <w:rPr>
                <w:rFonts w:ascii="Arial" w:eastAsia="Calibri" w:hAnsi="Arial" w:cs="Arial"/>
                <w:sz w:val="24"/>
                <w:szCs w:val="24"/>
              </w:rPr>
              <w:t>Learning</w:t>
            </w:r>
            <w:r w:rsidRPr="00F05D4F">
              <w:rPr>
                <w:rFonts w:ascii="Arial" w:eastAsia="Calibri" w:hAnsi="Arial" w:cs="Arial"/>
                <w:sz w:val="24"/>
                <w:szCs w:val="24"/>
              </w:rPr>
              <w:t>.</w:t>
            </w:r>
          </w:p>
          <w:p w14:paraId="1CF06445" w14:textId="77777777" w:rsidR="00C87E48" w:rsidRPr="000950B5" w:rsidRDefault="00C87E48" w:rsidP="00CA3FC0">
            <w:pPr>
              <w:pStyle w:val="NormalWeb"/>
              <w:spacing w:before="0" w:beforeAutospacing="0" w:after="0" w:afterAutospacing="0"/>
              <w:jc w:val="both"/>
              <w:rPr>
                <w:rFonts w:ascii="Arial" w:hAnsi="Arial" w:cs="Arial"/>
                <w:sz w:val="16"/>
                <w:szCs w:val="16"/>
              </w:rPr>
            </w:pPr>
          </w:p>
          <w:p w14:paraId="14EE81A5" w14:textId="7161704A" w:rsidR="00C87E48" w:rsidRPr="00C87E48" w:rsidRDefault="00C87E48" w:rsidP="00C87E48">
            <w:pPr>
              <w:ind w:left="241"/>
              <w:rPr>
                <w:rFonts w:ascii="Arial" w:eastAsia="Calibri" w:hAnsi="Arial" w:cs="Arial"/>
                <w:bCs/>
                <w:sz w:val="24"/>
                <w:szCs w:val="24"/>
              </w:rPr>
            </w:pPr>
            <w:r>
              <w:rPr>
                <w:rFonts w:ascii="Arial" w:eastAsia="Calibri" w:hAnsi="Arial" w:cs="Arial"/>
                <w:b/>
                <w:bCs/>
                <w:sz w:val="24"/>
                <w:szCs w:val="24"/>
              </w:rPr>
              <w:t>Activité N°2</w:t>
            </w:r>
            <w:r w:rsidRPr="005F4E6A">
              <w:rPr>
                <w:rFonts w:ascii="Arial" w:eastAsia="Calibri" w:hAnsi="Arial" w:cs="Arial"/>
                <w:b/>
                <w:bCs/>
                <w:sz w:val="24"/>
                <w:szCs w:val="24"/>
              </w:rPr>
              <w:t> :</w:t>
            </w:r>
            <w:r>
              <w:rPr>
                <w:rFonts w:ascii="Arial" w:eastAsia="Calibri" w:hAnsi="Arial" w:cs="Arial"/>
                <w:b/>
                <w:bCs/>
                <w:sz w:val="24"/>
                <w:szCs w:val="24"/>
              </w:rPr>
              <w:t xml:space="preserve"> </w:t>
            </w:r>
            <w:r w:rsidR="00E1573B">
              <w:rPr>
                <w:rFonts w:ascii="Arial" w:eastAsia="Calibri" w:hAnsi="Arial" w:cs="Arial"/>
                <w:bCs/>
                <w:sz w:val="24"/>
                <w:szCs w:val="24"/>
              </w:rPr>
              <w:t>(4</w:t>
            </w:r>
            <w:r w:rsidRPr="00C87E48">
              <w:rPr>
                <w:rFonts w:ascii="Arial" w:eastAsia="Calibri" w:hAnsi="Arial" w:cs="Arial"/>
                <w:bCs/>
                <w:sz w:val="24"/>
                <w:szCs w:val="24"/>
              </w:rPr>
              <w:t>0’)</w:t>
            </w:r>
          </w:p>
          <w:p w14:paraId="23DC3795" w14:textId="4D37B452" w:rsidR="00CF61E3" w:rsidRPr="00CF61E3" w:rsidRDefault="00CF61E3" w:rsidP="00CF61E3">
            <w:pPr>
              <w:widowControl w:val="0"/>
              <w:suppressAutoHyphens/>
              <w:jc w:val="both"/>
              <w:rPr>
                <w:rFonts w:ascii="Arial" w:eastAsia="Calibri" w:hAnsi="Arial" w:cs="Arial"/>
                <w:sz w:val="24"/>
                <w:szCs w:val="24"/>
              </w:rPr>
            </w:pPr>
            <w:r w:rsidRPr="00CF61E3">
              <w:rPr>
                <w:rFonts w:ascii="Arial" w:eastAsia="Calibri" w:hAnsi="Arial" w:cs="Arial"/>
                <w:sz w:val="24"/>
                <w:szCs w:val="24"/>
              </w:rPr>
              <w:t>Le professeur présente un article du journal Le Monde sur la reconnaissance faciale</w:t>
            </w:r>
            <w:r w:rsidR="00472C57">
              <w:rPr>
                <w:rFonts w:ascii="Arial" w:eastAsia="Calibri" w:hAnsi="Arial" w:cs="Arial"/>
                <w:sz w:val="24"/>
                <w:szCs w:val="24"/>
              </w:rPr>
              <w:t xml:space="preserve"> (</w:t>
            </w:r>
            <w:r w:rsidR="00472C57" w:rsidRPr="00472C57">
              <w:rPr>
                <w:rFonts w:ascii="Arial" w:eastAsia="Calibri" w:hAnsi="Arial" w:cs="Arial"/>
                <w:sz w:val="24"/>
                <w:szCs w:val="24"/>
              </w:rPr>
              <w:t>IA-Reconnaissance faciale_Le-Monde</w:t>
            </w:r>
            <w:r w:rsidR="00472C57">
              <w:rPr>
                <w:rFonts w:ascii="Arial" w:eastAsia="Calibri" w:hAnsi="Arial" w:cs="Arial"/>
                <w:sz w:val="24"/>
                <w:szCs w:val="24"/>
              </w:rPr>
              <w:t>.pdf)</w:t>
            </w:r>
            <w:r>
              <w:rPr>
                <w:rFonts w:ascii="Arial" w:eastAsia="Calibri" w:hAnsi="Arial" w:cs="Arial"/>
                <w:sz w:val="24"/>
                <w:szCs w:val="24"/>
              </w:rPr>
              <w:t>.</w:t>
            </w:r>
          </w:p>
          <w:p w14:paraId="153BDA3B" w14:textId="77777777" w:rsidR="00CF61E3" w:rsidRDefault="00CF61E3" w:rsidP="00CF61E3">
            <w:pPr>
              <w:widowControl w:val="0"/>
              <w:suppressAutoHyphens/>
              <w:jc w:val="both"/>
              <w:rPr>
                <w:rFonts w:ascii="Arial" w:eastAsia="Calibri" w:hAnsi="Arial" w:cs="Arial"/>
                <w:sz w:val="24"/>
                <w:szCs w:val="24"/>
              </w:rPr>
            </w:pPr>
            <w:r>
              <w:rPr>
                <w:rFonts w:ascii="Arial" w:eastAsia="Calibri" w:hAnsi="Arial" w:cs="Arial"/>
                <w:sz w:val="24"/>
                <w:szCs w:val="24"/>
              </w:rPr>
              <w:t xml:space="preserve">Chaque </w:t>
            </w:r>
            <w:r w:rsidRPr="00CF61E3">
              <w:rPr>
                <w:rFonts w:ascii="Arial" w:eastAsia="Calibri" w:hAnsi="Arial" w:cs="Arial"/>
                <w:sz w:val="24"/>
                <w:szCs w:val="24"/>
              </w:rPr>
              <w:t xml:space="preserve">élève lit l’article et répond aux questions suivantes : </w:t>
            </w:r>
          </w:p>
          <w:p w14:paraId="2A03FF10" w14:textId="4DD972D7" w:rsidR="00CF61E3" w:rsidRPr="00CF61E3" w:rsidRDefault="00CF61E3" w:rsidP="00CF61E3">
            <w:pPr>
              <w:pStyle w:val="Paragraphedeliste"/>
              <w:widowControl w:val="0"/>
              <w:numPr>
                <w:ilvl w:val="0"/>
                <w:numId w:val="14"/>
              </w:numPr>
              <w:suppressAutoHyphens/>
              <w:jc w:val="both"/>
              <w:rPr>
                <w:rFonts w:ascii="Arial" w:eastAsia="Calibri" w:hAnsi="Arial" w:cs="Arial"/>
                <w:sz w:val="24"/>
                <w:szCs w:val="24"/>
              </w:rPr>
            </w:pPr>
            <w:r w:rsidRPr="00CF61E3">
              <w:rPr>
                <w:rFonts w:ascii="Arial" w:eastAsia="Calibri" w:hAnsi="Arial" w:cs="Arial"/>
                <w:sz w:val="24"/>
                <w:szCs w:val="24"/>
              </w:rPr>
              <w:t xml:space="preserve">A quoi servent les modèles d'IA cités dans l'article du monde ? </w:t>
            </w:r>
          </w:p>
          <w:p w14:paraId="62D4E4D5" w14:textId="57A7BEB8" w:rsidR="00CF61E3" w:rsidRPr="00CF61E3" w:rsidRDefault="00CF61E3" w:rsidP="00CF61E3">
            <w:pPr>
              <w:pStyle w:val="Paragraphedeliste"/>
              <w:widowControl w:val="0"/>
              <w:numPr>
                <w:ilvl w:val="0"/>
                <w:numId w:val="14"/>
              </w:numPr>
              <w:suppressAutoHyphens/>
              <w:jc w:val="both"/>
              <w:rPr>
                <w:rFonts w:ascii="Arial" w:eastAsia="Calibri" w:hAnsi="Arial" w:cs="Arial"/>
                <w:sz w:val="24"/>
                <w:szCs w:val="24"/>
              </w:rPr>
            </w:pPr>
            <w:r w:rsidRPr="00CF61E3">
              <w:rPr>
                <w:rFonts w:ascii="Arial" w:eastAsia="Calibri" w:hAnsi="Arial" w:cs="Arial"/>
                <w:sz w:val="24"/>
                <w:szCs w:val="24"/>
              </w:rPr>
              <w:t xml:space="preserve">Quelles sont les conséquences du modèle IA biaisé sur le résultat de la prédiction concernant le genre et la couleur de peau d’un l’individu ? </w:t>
            </w:r>
          </w:p>
          <w:p w14:paraId="031733BE" w14:textId="0B921783" w:rsidR="00CF61E3" w:rsidRPr="00CF61E3" w:rsidRDefault="00CF61E3" w:rsidP="00CF61E3">
            <w:pPr>
              <w:pStyle w:val="Paragraphedeliste"/>
              <w:widowControl w:val="0"/>
              <w:numPr>
                <w:ilvl w:val="0"/>
                <w:numId w:val="14"/>
              </w:numPr>
              <w:suppressAutoHyphens/>
              <w:jc w:val="both"/>
              <w:rPr>
                <w:rFonts w:ascii="Arial" w:eastAsia="Calibri" w:hAnsi="Arial" w:cs="Arial"/>
                <w:sz w:val="24"/>
                <w:szCs w:val="24"/>
              </w:rPr>
            </w:pPr>
            <w:r w:rsidRPr="00CF61E3">
              <w:rPr>
                <w:rFonts w:ascii="Arial" w:eastAsia="Calibri" w:hAnsi="Arial" w:cs="Arial"/>
                <w:sz w:val="24"/>
                <w:szCs w:val="24"/>
              </w:rPr>
              <w:t xml:space="preserve">Selon Mme </w:t>
            </w:r>
            <w:proofErr w:type="spellStart"/>
            <w:r w:rsidRPr="00CF61E3">
              <w:rPr>
                <w:rFonts w:ascii="Arial" w:eastAsia="Calibri" w:hAnsi="Arial" w:cs="Arial"/>
                <w:sz w:val="24"/>
                <w:szCs w:val="24"/>
              </w:rPr>
              <w:t>Buolamwini</w:t>
            </w:r>
            <w:proofErr w:type="spellEnd"/>
            <w:r w:rsidRPr="00CF61E3">
              <w:rPr>
                <w:rFonts w:ascii="Arial" w:eastAsia="Calibri" w:hAnsi="Arial" w:cs="Arial"/>
                <w:sz w:val="24"/>
                <w:szCs w:val="24"/>
              </w:rPr>
              <w:t xml:space="preserve">, quel biais (erreur) lors de l’entraînement du modèle IA explique les erreurs de prédiction ? </w:t>
            </w:r>
          </w:p>
          <w:p w14:paraId="524D1CD4" w14:textId="12E8E79A" w:rsidR="00CF61E3" w:rsidRPr="00CF61E3" w:rsidRDefault="00CF61E3" w:rsidP="00CF61E3">
            <w:pPr>
              <w:pStyle w:val="Paragraphedeliste"/>
              <w:widowControl w:val="0"/>
              <w:numPr>
                <w:ilvl w:val="0"/>
                <w:numId w:val="14"/>
              </w:numPr>
              <w:suppressAutoHyphens/>
              <w:jc w:val="both"/>
              <w:rPr>
                <w:rFonts w:ascii="Arial" w:eastAsia="Calibri" w:hAnsi="Arial" w:cs="Arial"/>
                <w:sz w:val="24"/>
                <w:szCs w:val="24"/>
              </w:rPr>
            </w:pPr>
            <w:r w:rsidRPr="00CF61E3">
              <w:rPr>
                <w:rFonts w:ascii="Arial" w:eastAsia="Calibri" w:hAnsi="Arial" w:cs="Arial"/>
                <w:sz w:val="24"/>
                <w:szCs w:val="24"/>
              </w:rPr>
              <w:t>Comment pourrait-on améliorer ce type de modèle d’IA ?</w:t>
            </w:r>
          </w:p>
          <w:p w14:paraId="40F9BEF1" w14:textId="5B64F286" w:rsidR="00C87E48" w:rsidRDefault="00CF61E3" w:rsidP="00CF61E3">
            <w:pPr>
              <w:widowControl w:val="0"/>
              <w:suppressAutoHyphens/>
              <w:jc w:val="both"/>
              <w:rPr>
                <w:rFonts w:ascii="Arial" w:eastAsia="Calibri" w:hAnsi="Arial" w:cs="Arial"/>
                <w:sz w:val="24"/>
                <w:szCs w:val="24"/>
              </w:rPr>
            </w:pPr>
            <w:r>
              <w:rPr>
                <w:rFonts w:ascii="Arial" w:eastAsia="Calibri" w:hAnsi="Arial" w:cs="Arial"/>
                <w:sz w:val="24"/>
                <w:szCs w:val="24"/>
              </w:rPr>
              <w:t xml:space="preserve">L’enseignant interroge ensuite quelques élèves et </w:t>
            </w:r>
            <w:r w:rsidR="00E1573B">
              <w:rPr>
                <w:rFonts w:ascii="Arial" w:eastAsia="Calibri" w:hAnsi="Arial" w:cs="Arial"/>
                <w:sz w:val="24"/>
                <w:szCs w:val="24"/>
              </w:rPr>
              <w:t>corrige ce travail.</w:t>
            </w:r>
          </w:p>
          <w:p w14:paraId="6CD3B845" w14:textId="77777777" w:rsidR="00472C57" w:rsidRDefault="00472C57" w:rsidP="00CF61E3">
            <w:pPr>
              <w:widowControl w:val="0"/>
              <w:suppressAutoHyphens/>
              <w:jc w:val="both"/>
              <w:rPr>
                <w:rFonts w:ascii="Arial" w:eastAsia="Calibri" w:hAnsi="Arial" w:cs="Arial"/>
                <w:sz w:val="24"/>
                <w:szCs w:val="24"/>
              </w:rPr>
            </w:pPr>
          </w:p>
          <w:p w14:paraId="11512DD9" w14:textId="564023DF" w:rsidR="00472C57" w:rsidRPr="00472C57" w:rsidRDefault="00472C57" w:rsidP="00CF61E3">
            <w:pPr>
              <w:widowControl w:val="0"/>
              <w:suppressAutoHyphens/>
              <w:jc w:val="both"/>
              <w:rPr>
                <w:rFonts w:ascii="Arial" w:eastAsia="Calibri" w:hAnsi="Arial" w:cs="Arial"/>
                <w:b/>
                <w:sz w:val="24"/>
                <w:szCs w:val="24"/>
              </w:rPr>
            </w:pPr>
            <w:r w:rsidRPr="00472C57">
              <w:rPr>
                <w:rFonts w:ascii="Arial" w:eastAsia="Calibri" w:hAnsi="Arial" w:cs="Arial"/>
                <w:b/>
                <w:sz w:val="24"/>
                <w:szCs w:val="24"/>
              </w:rPr>
              <w:t>Bilan</w:t>
            </w:r>
            <w:r>
              <w:rPr>
                <w:rFonts w:ascii="Arial" w:eastAsia="Calibri" w:hAnsi="Arial" w:cs="Arial"/>
                <w:b/>
                <w:sz w:val="24"/>
                <w:szCs w:val="24"/>
              </w:rPr>
              <w:t xml:space="preserve"> </w:t>
            </w:r>
            <w:r>
              <w:rPr>
                <w:rFonts w:ascii="Arial" w:hAnsi="Arial" w:cs="Arial"/>
                <w:sz w:val="24"/>
                <w:szCs w:val="24"/>
              </w:rPr>
              <w:t>(5’)</w:t>
            </w:r>
          </w:p>
          <w:p w14:paraId="7BFE499E" w14:textId="42101388" w:rsidR="00E1573B" w:rsidRPr="00CF61E3" w:rsidRDefault="00472C57" w:rsidP="00472C57">
            <w:pPr>
              <w:widowControl w:val="0"/>
              <w:suppressAutoHyphens/>
              <w:jc w:val="center"/>
              <w:rPr>
                <w:rFonts w:ascii="Arial" w:eastAsia="Calibri" w:hAnsi="Arial" w:cs="Arial"/>
                <w:sz w:val="24"/>
                <w:szCs w:val="24"/>
              </w:rPr>
            </w:pPr>
            <w:r w:rsidRPr="00FB0B07">
              <w:rPr>
                <w:rFonts w:ascii="Arial" w:eastAsia="Calibri" w:hAnsi="Arial" w:cs="Arial"/>
                <w:noProof/>
                <w:sz w:val="12"/>
                <w:szCs w:val="12"/>
                <w:lang w:eastAsia="fr-FR"/>
              </w:rPr>
              <w:drawing>
                <wp:inline distT="0" distB="0" distL="0" distR="0" wp14:anchorId="7DCA1222" wp14:editId="187E7F2D">
                  <wp:extent cx="4067175" cy="1347101"/>
                  <wp:effectExtent l="0" t="0" r="0" b="5715"/>
                  <wp:docPr id="5482991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299111" name=""/>
                          <pic:cNvPicPr/>
                        </pic:nvPicPr>
                        <pic:blipFill rotWithShape="1">
                          <a:blip r:embed="rId13"/>
                          <a:srcRect t="-463" b="790"/>
                          <a:stretch>
                            <a:fillRect/>
                          </a:stretch>
                        </pic:blipFill>
                        <pic:spPr bwMode="auto">
                          <a:xfrm>
                            <a:off x="0" y="0"/>
                            <a:ext cx="4104618" cy="1359503"/>
                          </a:xfrm>
                          <a:prstGeom prst="rect">
                            <a:avLst/>
                          </a:prstGeom>
                          <a:ln>
                            <a:noFill/>
                          </a:ln>
                          <a:extLst>
                            <a:ext uri="{53640926-AAD7-44D8-BBD7-CCE9431645EC}">
                              <a14:shadowObscured xmlns:a14="http://schemas.microsoft.com/office/drawing/2010/main"/>
                            </a:ext>
                          </a:extLst>
                        </pic:spPr>
                      </pic:pic>
                    </a:graphicData>
                  </a:graphic>
                </wp:inline>
              </w:drawing>
            </w:r>
          </w:p>
          <w:p w14:paraId="1FBE8BCE" w14:textId="757BE89D" w:rsidR="00472C57" w:rsidRDefault="00472C57" w:rsidP="00472C57">
            <w:pPr>
              <w:jc w:val="both"/>
              <w:rPr>
                <w:rFonts w:ascii="Arial" w:hAnsi="Arial" w:cs="Arial"/>
                <w:sz w:val="24"/>
                <w:szCs w:val="24"/>
              </w:rPr>
            </w:pPr>
            <w:r w:rsidRPr="00472C57">
              <w:rPr>
                <w:rFonts w:ascii="Arial" w:hAnsi="Arial" w:cs="Arial"/>
                <w:b/>
                <w:sz w:val="24"/>
                <w:szCs w:val="24"/>
              </w:rPr>
              <w:t>Travail supplémentaire</w:t>
            </w:r>
            <w:r>
              <w:rPr>
                <w:rFonts w:ascii="Arial" w:hAnsi="Arial" w:cs="Arial"/>
                <w:sz w:val="24"/>
                <w:szCs w:val="24"/>
              </w:rPr>
              <w:t xml:space="preserve"> : </w:t>
            </w:r>
            <w:r w:rsidR="00E1573B">
              <w:rPr>
                <w:rFonts w:ascii="Arial" w:hAnsi="Arial" w:cs="Arial"/>
                <w:sz w:val="24"/>
                <w:szCs w:val="24"/>
              </w:rPr>
              <w:t xml:space="preserve">Pour les plus </w:t>
            </w:r>
            <w:r>
              <w:rPr>
                <w:rFonts w:ascii="Arial" w:hAnsi="Arial" w:cs="Arial"/>
                <w:sz w:val="24"/>
                <w:szCs w:val="24"/>
              </w:rPr>
              <w:t>rapides,</w:t>
            </w:r>
            <w:r w:rsidR="00E1573B">
              <w:rPr>
                <w:rFonts w:ascii="Arial" w:hAnsi="Arial" w:cs="Arial"/>
                <w:sz w:val="24"/>
                <w:szCs w:val="24"/>
              </w:rPr>
              <w:t xml:space="preserve"> l’enseignant peut proposer un travail supplémentaire en utilisant les compétences </w:t>
            </w:r>
            <w:r>
              <w:rPr>
                <w:rFonts w:ascii="Arial" w:hAnsi="Arial" w:cs="Arial"/>
                <w:sz w:val="24"/>
                <w:szCs w:val="24"/>
              </w:rPr>
              <w:t>vues à la séquence</w:t>
            </w:r>
            <w:r w:rsidR="00517F10">
              <w:rPr>
                <w:rFonts w:ascii="Arial" w:hAnsi="Arial" w:cs="Arial"/>
                <w:sz w:val="24"/>
                <w:szCs w:val="24"/>
              </w:rPr>
              <w:t>.</w:t>
            </w:r>
          </w:p>
          <w:p w14:paraId="02545CC3" w14:textId="6D94F62A" w:rsidR="00472C57" w:rsidRDefault="00472C57" w:rsidP="00472C57">
            <w:pPr>
              <w:jc w:val="both"/>
              <w:rPr>
                <w:rFonts w:ascii="Arial" w:hAnsi="Arial" w:cs="Arial"/>
                <w:sz w:val="24"/>
                <w:szCs w:val="24"/>
              </w:rPr>
            </w:pPr>
            <w:r w:rsidRPr="00472C57">
              <w:rPr>
                <w:rFonts w:ascii="Arial" w:hAnsi="Arial" w:cs="Arial"/>
                <w:sz w:val="24"/>
                <w:szCs w:val="24"/>
              </w:rPr>
              <w:t xml:space="preserve">Les élèves vont </w:t>
            </w:r>
            <w:r w:rsidRPr="00472C57">
              <w:rPr>
                <w:rFonts w:ascii="Arial" w:eastAsia="Calibri" w:hAnsi="Arial" w:cs="Arial"/>
                <w:sz w:val="24"/>
                <w:szCs w:val="24"/>
              </w:rPr>
              <w:t xml:space="preserve">utiliser l'IA générative chat.mistral.ai et la technique du chemin de pensée en quatre prompts pour identifier ce qu'est une intelligence artificielle </w:t>
            </w:r>
            <w:r>
              <w:rPr>
                <w:rFonts w:ascii="Arial" w:eastAsia="Calibri" w:hAnsi="Arial" w:cs="Arial"/>
                <w:sz w:val="24"/>
                <w:szCs w:val="24"/>
              </w:rPr>
              <w:t>de type machine L</w:t>
            </w:r>
            <w:r w:rsidRPr="00472C57">
              <w:rPr>
                <w:rFonts w:ascii="Arial" w:eastAsia="Calibri" w:hAnsi="Arial" w:cs="Arial"/>
                <w:sz w:val="24"/>
                <w:szCs w:val="24"/>
              </w:rPr>
              <w:t xml:space="preserve">earning, son fonctionnement, ses </w:t>
            </w:r>
            <w:r>
              <w:rPr>
                <w:rFonts w:ascii="Arial" w:eastAsia="Calibri" w:hAnsi="Arial" w:cs="Arial"/>
                <w:sz w:val="24"/>
                <w:szCs w:val="24"/>
              </w:rPr>
              <w:t>usages, ses dangers et limites.</w:t>
            </w:r>
          </w:p>
        </w:tc>
      </w:tr>
      <w:tr w:rsidR="00E34250" w14:paraId="0C41B650" w14:textId="77777777" w:rsidTr="00871771">
        <w:tc>
          <w:tcPr>
            <w:tcW w:w="4815" w:type="dxa"/>
            <w:shd w:val="clear" w:color="auto" w:fill="FFE599" w:themeFill="accent4" w:themeFillTint="66"/>
          </w:tcPr>
          <w:p w14:paraId="1B251363" w14:textId="77777777" w:rsidR="00E34250" w:rsidRDefault="00E34250" w:rsidP="001870BF">
            <w:pPr>
              <w:jc w:val="center"/>
              <w:rPr>
                <w:rFonts w:ascii="Arial" w:hAnsi="Arial" w:cs="Arial"/>
                <w:b/>
                <w:bCs/>
                <w:sz w:val="24"/>
                <w:szCs w:val="24"/>
              </w:rPr>
            </w:pPr>
            <w:r w:rsidRPr="00611FF0">
              <w:rPr>
                <w:rFonts w:ascii="Arial" w:hAnsi="Arial" w:cs="Arial"/>
                <w:b/>
                <w:bCs/>
                <w:sz w:val="24"/>
                <w:szCs w:val="24"/>
              </w:rPr>
              <w:t>Ressources pour le professeur</w:t>
            </w:r>
          </w:p>
          <w:p w14:paraId="1AD60C39" w14:textId="3842045A" w:rsidR="00E1573B" w:rsidRPr="00E1573B" w:rsidRDefault="00E1573B" w:rsidP="00E1573B">
            <w:pPr>
              <w:pStyle w:val="Paragraphedeliste"/>
              <w:numPr>
                <w:ilvl w:val="0"/>
                <w:numId w:val="15"/>
              </w:numPr>
              <w:rPr>
                <w:rFonts w:ascii="Arial" w:eastAsia="Calibri" w:hAnsi="Arial" w:cs="Arial"/>
              </w:rPr>
            </w:pPr>
            <w:proofErr w:type="spellStart"/>
            <w:r w:rsidRPr="00E1573B">
              <w:rPr>
                <w:rFonts w:ascii="Arial" w:eastAsia="Calibri" w:hAnsi="Arial" w:cs="Arial"/>
              </w:rPr>
              <w:t>Document_Travail_Eleve</w:t>
            </w:r>
            <w:proofErr w:type="spellEnd"/>
            <w:r w:rsidRPr="00E1573B">
              <w:rPr>
                <w:rFonts w:ascii="Arial" w:eastAsia="Calibri" w:hAnsi="Arial" w:cs="Arial"/>
              </w:rPr>
              <w:t>--2-correction</w:t>
            </w:r>
          </w:p>
          <w:p w14:paraId="4CB841E0" w14:textId="209F9CA8" w:rsidR="00E34250" w:rsidRPr="00E1573B" w:rsidRDefault="00E34250" w:rsidP="00E34250">
            <w:pPr>
              <w:rPr>
                <w:rFonts w:ascii="Arial" w:hAnsi="Arial" w:cs="Arial"/>
                <w:u w:val="single"/>
              </w:rPr>
            </w:pPr>
            <w:r w:rsidRPr="00E1573B">
              <w:rPr>
                <w:rFonts w:ascii="Arial" w:hAnsi="Arial" w:cs="Arial"/>
                <w:u w:val="single"/>
              </w:rPr>
              <w:t>Liens utiles</w:t>
            </w:r>
          </w:p>
          <w:p w14:paraId="62B13542" w14:textId="77777777" w:rsidR="00FB530C" w:rsidRPr="00BE5AFD" w:rsidRDefault="00E1573B" w:rsidP="00E1573B">
            <w:pPr>
              <w:pStyle w:val="Paragraphedeliste"/>
              <w:numPr>
                <w:ilvl w:val="0"/>
                <w:numId w:val="15"/>
              </w:numPr>
              <w:rPr>
                <w:rStyle w:val="Lienhypertexte"/>
                <w:rFonts w:ascii="Arial" w:hAnsi="Arial" w:cs="Arial"/>
                <w:color w:val="auto"/>
                <w:sz w:val="24"/>
                <w:szCs w:val="24"/>
                <w:u w:val="none"/>
              </w:rPr>
            </w:pPr>
            <w:hyperlink r:id="rId14" w:history="1">
              <w:r w:rsidRPr="00E1573B">
                <w:rPr>
                  <w:rStyle w:val="Lienhypertexte"/>
                  <w:rFonts w:ascii="Arial" w:hAnsi="Arial" w:cs="Arial"/>
                  <w:noProof/>
                  <w:lang w:eastAsia="fr-FR"/>
                </w:rPr>
                <w:t>https://fr.vittascience.com/</w:t>
              </w:r>
            </w:hyperlink>
          </w:p>
          <w:p w14:paraId="3E61EA24" w14:textId="3B8BB8AD" w:rsidR="00BE5AFD" w:rsidRPr="00E1573B" w:rsidRDefault="00BE5AFD" w:rsidP="00BE5AFD">
            <w:pPr>
              <w:pStyle w:val="Paragraphedeliste"/>
              <w:numPr>
                <w:ilvl w:val="0"/>
                <w:numId w:val="15"/>
              </w:numPr>
              <w:rPr>
                <w:rFonts w:ascii="Arial" w:hAnsi="Arial" w:cs="Arial"/>
                <w:sz w:val="24"/>
                <w:szCs w:val="24"/>
              </w:rPr>
            </w:pPr>
            <w:r w:rsidRPr="00BE5AFD">
              <w:rPr>
                <w:rFonts w:ascii="Arial" w:hAnsi="Arial" w:cs="Arial"/>
                <w:sz w:val="24"/>
                <w:szCs w:val="24"/>
              </w:rPr>
              <w:t>Images propriétaire</w:t>
            </w:r>
          </w:p>
        </w:tc>
        <w:tc>
          <w:tcPr>
            <w:tcW w:w="5641" w:type="dxa"/>
            <w:shd w:val="clear" w:color="auto" w:fill="C5E0B3" w:themeFill="accent6" w:themeFillTint="66"/>
          </w:tcPr>
          <w:p w14:paraId="670A6B8C" w14:textId="3FC2F06D"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t>Ressources pour l</w:t>
            </w:r>
            <w:r w:rsidR="00B26386">
              <w:rPr>
                <w:rFonts w:ascii="Arial" w:hAnsi="Arial" w:cs="Arial"/>
                <w:b/>
                <w:bCs/>
                <w:sz w:val="24"/>
                <w:szCs w:val="24"/>
              </w:rPr>
              <w:t xml:space="preserve">es </w:t>
            </w:r>
            <w:r w:rsidRPr="00611FF0">
              <w:rPr>
                <w:rFonts w:ascii="Arial" w:hAnsi="Arial" w:cs="Arial"/>
                <w:b/>
                <w:bCs/>
                <w:sz w:val="24"/>
                <w:szCs w:val="24"/>
              </w:rPr>
              <w:t>élèves</w:t>
            </w:r>
          </w:p>
          <w:p w14:paraId="19DD6553" w14:textId="4EFFF214" w:rsidR="00E34250" w:rsidRDefault="00E34250" w:rsidP="00E34250">
            <w:pPr>
              <w:rPr>
                <w:rFonts w:ascii="Arial" w:hAnsi="Arial" w:cs="Arial"/>
                <w:sz w:val="24"/>
                <w:szCs w:val="24"/>
                <w:u w:val="single"/>
              </w:rPr>
            </w:pPr>
            <w:r w:rsidRPr="00934D79">
              <w:rPr>
                <w:rFonts w:ascii="Arial" w:hAnsi="Arial" w:cs="Arial"/>
                <w:sz w:val="24"/>
                <w:szCs w:val="24"/>
                <w:u w:val="single"/>
              </w:rPr>
              <w:t>Fichiers</w:t>
            </w:r>
          </w:p>
          <w:p w14:paraId="4F67E59D" w14:textId="7F9FD417" w:rsidR="00E1573B" w:rsidRPr="00472C57" w:rsidRDefault="00E1573B" w:rsidP="00E1573B">
            <w:pPr>
              <w:pStyle w:val="Paragraphedeliste"/>
              <w:numPr>
                <w:ilvl w:val="0"/>
                <w:numId w:val="8"/>
              </w:numPr>
              <w:suppressAutoHyphens/>
              <w:rPr>
                <w:rFonts w:ascii="Arial" w:eastAsia="Calibri" w:hAnsi="Arial" w:cs="Arial"/>
              </w:rPr>
            </w:pPr>
            <w:r w:rsidRPr="00472C57">
              <w:rPr>
                <w:rFonts w:ascii="Arial" w:eastAsia="Calibri" w:hAnsi="Arial" w:cs="Arial"/>
              </w:rPr>
              <w:t>Document _Travail_Eleve-2</w:t>
            </w:r>
          </w:p>
          <w:p w14:paraId="5046A6ED" w14:textId="77777777" w:rsidR="00E34250" w:rsidRPr="00472C57" w:rsidRDefault="00E1573B" w:rsidP="00E1573B">
            <w:pPr>
              <w:pStyle w:val="Paragraphedeliste"/>
              <w:numPr>
                <w:ilvl w:val="0"/>
                <w:numId w:val="8"/>
              </w:numPr>
              <w:suppressAutoHyphens/>
              <w:rPr>
                <w:rFonts w:ascii="Arial" w:eastAsia="Calibri" w:hAnsi="Arial" w:cs="Arial"/>
              </w:rPr>
            </w:pPr>
            <w:r w:rsidRPr="00472C57">
              <w:rPr>
                <w:rFonts w:ascii="Arial" w:eastAsia="Calibri" w:hAnsi="Arial" w:cs="Arial"/>
              </w:rPr>
              <w:t>Ressource-</w:t>
            </w:r>
            <w:proofErr w:type="spellStart"/>
            <w:r w:rsidRPr="00472C57">
              <w:rPr>
                <w:rFonts w:ascii="Arial" w:eastAsia="Calibri" w:hAnsi="Arial" w:cs="Arial"/>
              </w:rPr>
              <w:t>Vittascience</w:t>
            </w:r>
            <w:proofErr w:type="spellEnd"/>
            <w:r w:rsidRPr="00472C57">
              <w:rPr>
                <w:rFonts w:ascii="Arial" w:eastAsia="Calibri" w:hAnsi="Arial" w:cs="Arial"/>
              </w:rPr>
              <w:t>-</w:t>
            </w:r>
            <w:proofErr w:type="spellStart"/>
            <w:r w:rsidRPr="00472C57">
              <w:rPr>
                <w:rFonts w:ascii="Arial" w:eastAsia="Calibri" w:hAnsi="Arial" w:cs="Arial"/>
              </w:rPr>
              <w:t>IAnew</w:t>
            </w:r>
            <w:proofErr w:type="spellEnd"/>
            <w:r w:rsidRPr="00472C57">
              <w:rPr>
                <w:rFonts w:ascii="Arial" w:eastAsia="Calibri" w:hAnsi="Arial" w:cs="Arial"/>
              </w:rPr>
              <w:t>-Images</w:t>
            </w:r>
          </w:p>
          <w:p w14:paraId="33DEDA57" w14:textId="77777777" w:rsidR="00E1573B" w:rsidRPr="00472C57" w:rsidRDefault="00E1573B" w:rsidP="00E1573B">
            <w:pPr>
              <w:pStyle w:val="Paragraphedeliste"/>
              <w:numPr>
                <w:ilvl w:val="0"/>
                <w:numId w:val="8"/>
              </w:numPr>
              <w:suppressAutoHyphens/>
              <w:rPr>
                <w:rStyle w:val="Lienhypertexte"/>
                <w:rFonts w:ascii="Arial" w:eastAsia="Calibri" w:hAnsi="Arial" w:cs="Arial"/>
                <w:color w:val="auto"/>
                <w:u w:val="none"/>
              </w:rPr>
            </w:pPr>
            <w:hyperlink r:id="rId15" w:history="1">
              <w:r w:rsidRPr="00472C57">
                <w:rPr>
                  <w:rStyle w:val="Lienhypertexte"/>
                  <w:rFonts w:ascii="Arial" w:hAnsi="Arial" w:cs="Arial"/>
                  <w:noProof/>
                  <w:lang w:eastAsia="fr-FR"/>
                </w:rPr>
                <w:t>https://fr.vittascience.com/</w:t>
              </w:r>
            </w:hyperlink>
          </w:p>
          <w:p w14:paraId="6C1567F3" w14:textId="3247E668" w:rsidR="00472C57" w:rsidRPr="0028663A" w:rsidRDefault="00472C57" w:rsidP="00472C57">
            <w:pPr>
              <w:pStyle w:val="Paragraphedeliste"/>
              <w:numPr>
                <w:ilvl w:val="0"/>
                <w:numId w:val="8"/>
              </w:numPr>
              <w:suppressAutoHyphens/>
              <w:rPr>
                <w:rFonts w:ascii="Arial" w:eastAsia="Calibri" w:hAnsi="Arial" w:cs="Arial"/>
                <w:sz w:val="24"/>
                <w:szCs w:val="24"/>
              </w:rPr>
            </w:pPr>
            <w:r w:rsidRPr="00472C57">
              <w:rPr>
                <w:rFonts w:ascii="Arial" w:eastAsia="Calibri" w:hAnsi="Arial" w:cs="Arial"/>
              </w:rPr>
              <w:t xml:space="preserve">IA-Reconnaissance </w:t>
            </w:r>
            <w:proofErr w:type="spellStart"/>
            <w:r w:rsidRPr="00472C57">
              <w:rPr>
                <w:rFonts w:ascii="Arial" w:eastAsia="Calibri" w:hAnsi="Arial" w:cs="Arial"/>
              </w:rPr>
              <w:t>faciale_Le</w:t>
            </w:r>
            <w:proofErr w:type="spellEnd"/>
            <w:r w:rsidRPr="00472C57">
              <w:rPr>
                <w:rFonts w:ascii="Arial" w:eastAsia="Calibri" w:hAnsi="Arial" w:cs="Arial"/>
              </w:rPr>
              <w:t>-Monde</w:t>
            </w:r>
          </w:p>
        </w:tc>
      </w:tr>
      <w:tr w:rsidR="00E34250" w14:paraId="029590E3" w14:textId="77777777" w:rsidTr="00FE1F00">
        <w:tc>
          <w:tcPr>
            <w:tcW w:w="10456" w:type="dxa"/>
            <w:gridSpan w:val="2"/>
          </w:tcPr>
          <w:p w14:paraId="53ED40C8" w14:textId="2D97C26D" w:rsidR="00E34250" w:rsidRDefault="00E34250" w:rsidP="00E34250">
            <w:pPr>
              <w:rPr>
                <w:rFonts w:ascii="Arial" w:hAnsi="Arial" w:cs="Arial"/>
                <w:b/>
                <w:bCs/>
                <w:sz w:val="24"/>
                <w:szCs w:val="24"/>
              </w:rPr>
            </w:pPr>
            <w:r w:rsidRPr="00C05AD9">
              <w:rPr>
                <w:rFonts w:ascii="Arial" w:hAnsi="Arial" w:cs="Arial"/>
                <w:b/>
                <w:bCs/>
                <w:sz w:val="24"/>
                <w:szCs w:val="24"/>
                <w:highlight w:val="yellow"/>
              </w:rPr>
              <w:lastRenderedPageBreak/>
              <w:t xml:space="preserve">Séance </w:t>
            </w:r>
            <w:r w:rsidR="00674BDB" w:rsidRPr="00C05AD9">
              <w:rPr>
                <w:rFonts w:ascii="Arial" w:hAnsi="Arial" w:cs="Arial"/>
                <w:b/>
                <w:bCs/>
                <w:sz w:val="24"/>
                <w:szCs w:val="24"/>
                <w:highlight w:val="yellow"/>
              </w:rPr>
              <w:t>2</w:t>
            </w:r>
            <w:r w:rsidR="00C05AD9" w:rsidRPr="00C05AD9">
              <w:rPr>
                <w:rFonts w:ascii="Arial" w:hAnsi="Arial" w:cs="Arial"/>
                <w:b/>
                <w:bCs/>
                <w:sz w:val="24"/>
                <w:szCs w:val="24"/>
                <w:highlight w:val="yellow"/>
              </w:rPr>
              <w:t>&amp;3</w:t>
            </w:r>
            <w:r w:rsidR="00283D20" w:rsidRPr="00C05AD9">
              <w:rPr>
                <w:rFonts w:ascii="Arial" w:hAnsi="Arial" w:cs="Arial"/>
                <w:b/>
                <w:bCs/>
                <w:sz w:val="24"/>
                <w:szCs w:val="24"/>
                <w:highlight w:val="yellow"/>
              </w:rPr>
              <w:t xml:space="preserve"> –</w:t>
            </w:r>
            <w:r w:rsidR="00283D20">
              <w:rPr>
                <w:rFonts w:ascii="Arial" w:hAnsi="Arial" w:cs="Arial"/>
                <w:b/>
                <w:bCs/>
                <w:sz w:val="24"/>
                <w:szCs w:val="24"/>
              </w:rPr>
              <w:t xml:space="preserve"> </w:t>
            </w:r>
            <w:r w:rsidR="00B77525">
              <w:rPr>
                <w:rFonts w:ascii="Arial" w:hAnsi="Arial" w:cs="Arial"/>
                <w:b/>
                <w:bCs/>
                <w:sz w:val="24"/>
                <w:szCs w:val="24"/>
              </w:rPr>
              <w:t>3h</w:t>
            </w:r>
          </w:p>
          <w:p w14:paraId="77BEF54B" w14:textId="77777777" w:rsidR="00D60990" w:rsidRPr="00611FF0" w:rsidRDefault="00D60990" w:rsidP="00E34250">
            <w:pPr>
              <w:rPr>
                <w:rFonts w:ascii="Arial" w:hAnsi="Arial" w:cs="Arial"/>
                <w:b/>
                <w:bCs/>
                <w:sz w:val="24"/>
                <w:szCs w:val="24"/>
              </w:rPr>
            </w:pPr>
          </w:p>
          <w:p w14:paraId="65CF202C" w14:textId="77777777" w:rsidR="003E1F5B" w:rsidRPr="001B58BB" w:rsidRDefault="003E1F5B" w:rsidP="003E1F5B">
            <w:pPr>
              <w:pStyle w:val="Paragraphedeliste"/>
              <w:numPr>
                <w:ilvl w:val="0"/>
                <w:numId w:val="1"/>
              </w:numPr>
              <w:ind w:left="601"/>
              <w:rPr>
                <w:rFonts w:ascii="Arial" w:hAnsi="Arial" w:cs="Arial"/>
                <w:sz w:val="24"/>
                <w:szCs w:val="24"/>
              </w:rPr>
            </w:pPr>
            <w:r w:rsidRPr="001B58BB">
              <w:rPr>
                <w:rFonts w:ascii="Arial" w:hAnsi="Arial" w:cs="Arial"/>
                <w:b/>
                <w:bCs/>
                <w:sz w:val="24"/>
                <w:szCs w:val="24"/>
              </w:rPr>
              <w:t>Mise en situation</w:t>
            </w:r>
            <w:r w:rsidRPr="001B58BB">
              <w:rPr>
                <w:rFonts w:ascii="Arial" w:hAnsi="Arial" w:cs="Arial"/>
                <w:sz w:val="24"/>
                <w:szCs w:val="24"/>
              </w:rPr>
              <w:t xml:space="preserve"> (5’)</w:t>
            </w:r>
          </w:p>
          <w:p w14:paraId="56121D10" w14:textId="25C28544" w:rsidR="003E1F5B" w:rsidRPr="001B58BB" w:rsidRDefault="003E1F5B" w:rsidP="00BE5AFD">
            <w:pPr>
              <w:jc w:val="both"/>
              <w:rPr>
                <w:rFonts w:ascii="Arial" w:hAnsi="Arial" w:cs="Arial"/>
                <w:sz w:val="24"/>
                <w:szCs w:val="24"/>
              </w:rPr>
            </w:pPr>
            <w:r w:rsidRPr="001B58BB">
              <w:rPr>
                <w:rFonts w:ascii="Arial" w:hAnsi="Arial" w:cs="Arial"/>
                <w:sz w:val="24"/>
                <w:szCs w:val="24"/>
              </w:rPr>
              <w:t xml:space="preserve">L’enseignant fait avec la classe un rappel de la séance précédente </w:t>
            </w:r>
            <w:r w:rsidR="00BE5AFD" w:rsidRPr="001B58BB">
              <w:rPr>
                <w:rFonts w:ascii="Arial" w:hAnsi="Arial" w:cs="Arial"/>
                <w:sz w:val="24"/>
                <w:szCs w:val="24"/>
              </w:rPr>
              <w:t xml:space="preserve">et indique qu’il va falloir maintenant mettre en œuvre le système d’ouverture du casier en utilisant le </w:t>
            </w:r>
            <w:r w:rsidR="00BE5AFD" w:rsidRPr="001B58BB">
              <w:rPr>
                <w:rFonts w:ascii="Arial" w:eastAsia="Calibri" w:hAnsi="Arial" w:cs="Arial"/>
                <w:sz w:val="24"/>
                <w:szCs w:val="24"/>
              </w:rPr>
              <w:t>modèle d’IA de reconnaissance faciale créé précédemment.</w:t>
            </w:r>
          </w:p>
          <w:p w14:paraId="71CE5130" w14:textId="77777777" w:rsidR="00B26386" w:rsidRPr="001B58BB" w:rsidRDefault="00B26386" w:rsidP="00E34250">
            <w:pPr>
              <w:rPr>
                <w:rFonts w:ascii="Arial" w:hAnsi="Arial" w:cs="Arial"/>
                <w:sz w:val="24"/>
                <w:szCs w:val="24"/>
              </w:rPr>
            </w:pPr>
          </w:p>
          <w:p w14:paraId="02FD18BB" w14:textId="77777777" w:rsidR="003E1F5B" w:rsidRPr="001B58BB" w:rsidRDefault="003E1F5B" w:rsidP="003E1F5B">
            <w:pPr>
              <w:pStyle w:val="Paragraphedeliste"/>
              <w:numPr>
                <w:ilvl w:val="0"/>
                <w:numId w:val="1"/>
              </w:numPr>
              <w:ind w:left="601"/>
              <w:rPr>
                <w:rFonts w:ascii="Arial" w:hAnsi="Arial" w:cs="Arial"/>
                <w:sz w:val="24"/>
                <w:szCs w:val="24"/>
              </w:rPr>
            </w:pPr>
            <w:r w:rsidRPr="001B58BB">
              <w:rPr>
                <w:rFonts w:ascii="Arial" w:hAnsi="Arial" w:cs="Arial"/>
                <w:b/>
                <w:bCs/>
                <w:sz w:val="24"/>
                <w:szCs w:val="24"/>
              </w:rPr>
              <w:t>Problématique</w:t>
            </w:r>
            <w:r w:rsidRPr="001B58BB">
              <w:rPr>
                <w:rFonts w:ascii="Arial" w:hAnsi="Arial" w:cs="Arial"/>
                <w:sz w:val="24"/>
                <w:szCs w:val="24"/>
              </w:rPr>
              <w:t xml:space="preserve"> </w:t>
            </w:r>
          </w:p>
          <w:p w14:paraId="42AA68DE" w14:textId="04B0C819" w:rsidR="003E1F5B" w:rsidRPr="001B58BB" w:rsidRDefault="00BE5AFD" w:rsidP="003E1F5B">
            <w:pPr>
              <w:rPr>
                <w:rFonts w:ascii="Arial" w:eastAsia="Calibri" w:hAnsi="Arial" w:cs="Arial"/>
                <w:b/>
                <w:bCs/>
                <w:sz w:val="24"/>
                <w:szCs w:val="24"/>
              </w:rPr>
            </w:pPr>
            <w:r w:rsidRPr="001B58BB">
              <w:rPr>
                <w:rFonts w:ascii="Arial" w:eastAsia="Calibri" w:hAnsi="Arial" w:cs="Arial"/>
                <w:b/>
                <w:bCs/>
                <w:sz w:val="24"/>
                <w:szCs w:val="24"/>
              </w:rPr>
              <w:t xml:space="preserve">Comment mettre en œuvre </w:t>
            </w:r>
            <w:r w:rsidRPr="001B58BB">
              <w:rPr>
                <w:rFonts w:ascii="Arial" w:hAnsi="Arial" w:cs="Arial"/>
                <w:b/>
                <w:sz w:val="24"/>
                <w:szCs w:val="24"/>
              </w:rPr>
              <w:t xml:space="preserve">le système d’ouverture du casier en utilisant le </w:t>
            </w:r>
            <w:r w:rsidRPr="001B58BB">
              <w:rPr>
                <w:rFonts w:ascii="Arial" w:eastAsia="Calibri" w:hAnsi="Arial" w:cs="Arial"/>
                <w:b/>
                <w:sz w:val="24"/>
                <w:szCs w:val="24"/>
              </w:rPr>
              <w:t>modèle d’IA de reconnaissance faciale ?</w:t>
            </w:r>
          </w:p>
          <w:p w14:paraId="011F7211" w14:textId="77777777" w:rsidR="003E1F5B" w:rsidRPr="001B58BB" w:rsidRDefault="003E1F5B" w:rsidP="003E1F5B">
            <w:pPr>
              <w:rPr>
                <w:rFonts w:ascii="Arial" w:eastAsia="Calibri" w:hAnsi="Arial" w:cs="Arial"/>
                <w:b/>
                <w:bCs/>
                <w:sz w:val="24"/>
                <w:szCs w:val="24"/>
              </w:rPr>
            </w:pPr>
          </w:p>
          <w:p w14:paraId="6A9E6E76" w14:textId="77777777" w:rsidR="003E1F5B" w:rsidRPr="001B58BB" w:rsidRDefault="003E1F5B" w:rsidP="003E1F5B">
            <w:pPr>
              <w:pStyle w:val="Paragraphedeliste"/>
              <w:numPr>
                <w:ilvl w:val="0"/>
                <w:numId w:val="1"/>
              </w:numPr>
              <w:ind w:left="601"/>
              <w:rPr>
                <w:rFonts w:ascii="Arial" w:hAnsi="Arial" w:cs="Arial"/>
                <w:sz w:val="24"/>
                <w:szCs w:val="24"/>
              </w:rPr>
            </w:pPr>
            <w:r w:rsidRPr="001B58BB">
              <w:rPr>
                <w:rFonts w:ascii="Arial" w:hAnsi="Arial" w:cs="Arial"/>
                <w:b/>
                <w:bCs/>
                <w:sz w:val="24"/>
                <w:szCs w:val="24"/>
              </w:rPr>
              <w:t>Investigations</w:t>
            </w:r>
            <w:r w:rsidRPr="001B58BB">
              <w:rPr>
                <w:rFonts w:ascii="Arial" w:hAnsi="Arial" w:cs="Arial"/>
                <w:sz w:val="24"/>
                <w:szCs w:val="24"/>
              </w:rPr>
              <w:t xml:space="preserve"> </w:t>
            </w:r>
          </w:p>
          <w:p w14:paraId="5B009495" w14:textId="77777777" w:rsidR="003E1F5B" w:rsidRPr="001B58BB" w:rsidRDefault="003E1F5B" w:rsidP="003E1F5B">
            <w:pPr>
              <w:pStyle w:val="Paragraphedeliste"/>
              <w:ind w:left="601"/>
              <w:rPr>
                <w:rFonts w:ascii="Arial" w:hAnsi="Arial" w:cs="Arial"/>
                <w:sz w:val="24"/>
                <w:szCs w:val="24"/>
              </w:rPr>
            </w:pPr>
          </w:p>
          <w:p w14:paraId="1BC99F17" w14:textId="5EB7B356" w:rsidR="003E1F5B" w:rsidRPr="001B58BB" w:rsidRDefault="00694A1F" w:rsidP="003E1F5B">
            <w:pPr>
              <w:widowControl w:val="0"/>
              <w:suppressAutoHyphens/>
              <w:rPr>
                <w:rFonts w:ascii="Arial" w:eastAsia="Calibri" w:hAnsi="Arial" w:cs="Arial"/>
                <w:sz w:val="24"/>
                <w:szCs w:val="24"/>
              </w:rPr>
            </w:pPr>
            <w:r w:rsidRPr="001B58BB">
              <w:rPr>
                <w:rFonts w:ascii="Arial" w:eastAsia="Calibri" w:hAnsi="Arial" w:cs="Arial"/>
                <w:b/>
                <w:bCs/>
                <w:sz w:val="24"/>
                <w:szCs w:val="24"/>
              </w:rPr>
              <w:t>Activité N°1</w:t>
            </w:r>
            <w:r w:rsidR="003E1F5B" w:rsidRPr="001B58BB">
              <w:rPr>
                <w:rFonts w:ascii="Arial" w:eastAsia="Calibri" w:hAnsi="Arial" w:cs="Arial"/>
                <w:b/>
                <w:bCs/>
                <w:sz w:val="24"/>
                <w:szCs w:val="24"/>
              </w:rPr>
              <w:t xml:space="preserve"> </w:t>
            </w:r>
            <w:r w:rsidR="00C05AD9" w:rsidRPr="001B58BB">
              <w:rPr>
                <w:rFonts w:ascii="Arial" w:eastAsia="Calibri" w:hAnsi="Arial" w:cs="Arial"/>
                <w:bCs/>
                <w:sz w:val="24"/>
                <w:szCs w:val="24"/>
              </w:rPr>
              <w:t>(20</w:t>
            </w:r>
            <w:r w:rsidR="003E1F5B" w:rsidRPr="001B58BB">
              <w:rPr>
                <w:rFonts w:ascii="Arial" w:eastAsia="Calibri" w:hAnsi="Arial" w:cs="Arial"/>
                <w:bCs/>
                <w:sz w:val="24"/>
                <w:szCs w:val="24"/>
              </w:rPr>
              <w:t>’)</w:t>
            </w:r>
            <w:r w:rsidR="003E1F5B" w:rsidRPr="001B58BB">
              <w:rPr>
                <w:rFonts w:ascii="Arial" w:eastAsia="Calibri" w:hAnsi="Arial" w:cs="Arial"/>
                <w:b/>
                <w:bCs/>
                <w:sz w:val="24"/>
                <w:szCs w:val="24"/>
              </w:rPr>
              <w:t> :</w:t>
            </w:r>
            <w:r w:rsidR="003E1F5B" w:rsidRPr="001B58BB">
              <w:rPr>
                <w:rFonts w:ascii="Arial" w:eastAsia="Calibri" w:hAnsi="Arial" w:cs="Arial"/>
                <w:sz w:val="24"/>
                <w:szCs w:val="24"/>
              </w:rPr>
              <w:t xml:space="preserve"> </w:t>
            </w:r>
          </w:p>
          <w:p w14:paraId="21DF0D03" w14:textId="2234DC97" w:rsidR="00BE5AFD" w:rsidRPr="001B58BB" w:rsidRDefault="00C05AD9" w:rsidP="00B77525">
            <w:pPr>
              <w:widowControl w:val="0"/>
              <w:suppressAutoHyphens/>
              <w:jc w:val="both"/>
              <w:rPr>
                <w:rFonts w:ascii="Arial" w:eastAsia="Calibri" w:hAnsi="Arial" w:cs="Arial"/>
                <w:sz w:val="24"/>
                <w:szCs w:val="24"/>
              </w:rPr>
            </w:pPr>
            <w:r w:rsidRPr="001B58BB">
              <w:rPr>
                <w:rFonts w:ascii="Arial" w:eastAsia="Calibri" w:hAnsi="Arial" w:cs="Arial"/>
                <w:sz w:val="24"/>
                <w:szCs w:val="24"/>
              </w:rPr>
              <w:t>Chaque équipe dispose du</w:t>
            </w:r>
            <w:r w:rsidR="00BE5AFD" w:rsidRPr="001B58BB">
              <w:rPr>
                <w:rFonts w:ascii="Arial" w:eastAsia="Calibri" w:hAnsi="Arial" w:cs="Arial"/>
                <w:sz w:val="24"/>
                <w:szCs w:val="24"/>
              </w:rPr>
              <w:t xml:space="preserve"> système d’ouverture du casier et d</w:t>
            </w:r>
            <w:r w:rsidRPr="001B58BB">
              <w:rPr>
                <w:rFonts w:ascii="Arial" w:eastAsia="Calibri" w:hAnsi="Arial" w:cs="Arial"/>
                <w:sz w:val="24"/>
                <w:szCs w:val="24"/>
              </w:rPr>
              <w:t xml:space="preserve">oivent </w:t>
            </w:r>
            <w:r w:rsidR="00BE5AFD" w:rsidRPr="001B58BB">
              <w:rPr>
                <w:rFonts w:ascii="Arial" w:eastAsia="Calibri" w:hAnsi="Arial" w:cs="Arial"/>
                <w:sz w:val="24"/>
                <w:szCs w:val="24"/>
              </w:rPr>
              <w:t xml:space="preserve">identifier les éléments qui le composent. </w:t>
            </w:r>
          </w:p>
          <w:p w14:paraId="00CE59F5" w14:textId="7A2D04CE" w:rsidR="00BE5AFD" w:rsidRPr="001B58BB" w:rsidRDefault="00BE5AFD" w:rsidP="00B77525">
            <w:pPr>
              <w:widowControl w:val="0"/>
              <w:suppressAutoHyphens/>
              <w:jc w:val="both"/>
              <w:rPr>
                <w:rFonts w:ascii="Arial" w:eastAsia="Calibri" w:hAnsi="Arial" w:cs="Arial"/>
                <w:sz w:val="24"/>
                <w:szCs w:val="24"/>
              </w:rPr>
            </w:pPr>
            <w:r w:rsidRPr="001B58BB">
              <w:rPr>
                <w:rFonts w:ascii="Arial" w:eastAsia="Calibri" w:hAnsi="Arial" w:cs="Arial"/>
                <w:sz w:val="24"/>
                <w:szCs w:val="24"/>
              </w:rPr>
              <w:t>Ils vont ensuite devoir compléter la chaîne d’information et la chaîne d’énergie d’ouverture du casier sur le document de travail.</w:t>
            </w:r>
          </w:p>
          <w:p w14:paraId="77EC5600" w14:textId="77777777" w:rsidR="00BE5AFD" w:rsidRPr="001B58BB" w:rsidRDefault="00BE5AFD" w:rsidP="00BE5AFD">
            <w:pPr>
              <w:widowControl w:val="0"/>
              <w:suppressAutoHyphens/>
              <w:rPr>
                <w:rFonts w:ascii="Arial" w:eastAsia="Calibri" w:hAnsi="Arial" w:cs="Arial"/>
                <w:sz w:val="24"/>
                <w:szCs w:val="24"/>
              </w:rPr>
            </w:pPr>
          </w:p>
          <w:p w14:paraId="075DC7A7" w14:textId="189EEA79" w:rsidR="00BE5AFD" w:rsidRPr="001B58BB" w:rsidRDefault="00BE5AFD" w:rsidP="00BE5AFD">
            <w:pPr>
              <w:widowControl w:val="0"/>
              <w:suppressAutoHyphens/>
              <w:rPr>
                <w:rFonts w:ascii="Arial" w:eastAsia="Calibri" w:hAnsi="Arial" w:cs="Arial"/>
                <w:sz w:val="24"/>
                <w:szCs w:val="24"/>
              </w:rPr>
            </w:pPr>
            <w:r w:rsidRPr="001B58BB">
              <w:rPr>
                <w:rFonts w:ascii="Arial" w:eastAsia="Calibri" w:hAnsi="Arial" w:cs="Arial"/>
                <w:sz w:val="24"/>
                <w:szCs w:val="24"/>
              </w:rPr>
              <w:t>Les propositions de réponse sont mises en commun</w:t>
            </w:r>
            <w:r w:rsidR="004D2B6C" w:rsidRPr="001B58BB">
              <w:rPr>
                <w:rFonts w:ascii="Arial" w:eastAsia="Calibri" w:hAnsi="Arial" w:cs="Arial"/>
                <w:sz w:val="24"/>
                <w:szCs w:val="24"/>
              </w:rPr>
              <w:t>.</w:t>
            </w:r>
          </w:p>
          <w:p w14:paraId="6651E521" w14:textId="00C3DDAD" w:rsidR="00694A1F" w:rsidRPr="001B58BB" w:rsidRDefault="004D2B6C" w:rsidP="003E1F5B">
            <w:pPr>
              <w:rPr>
                <w:rFonts w:ascii="Arial" w:hAnsi="Arial" w:cs="Arial"/>
                <w:b/>
                <w:sz w:val="24"/>
                <w:szCs w:val="24"/>
              </w:rPr>
            </w:pPr>
            <w:r w:rsidRPr="001B58BB">
              <w:rPr>
                <w:rFonts w:ascii="Arial" w:hAnsi="Arial" w:cs="Arial"/>
                <w:b/>
                <w:sz w:val="24"/>
                <w:szCs w:val="24"/>
              </w:rPr>
              <w:t xml:space="preserve">Bilan </w:t>
            </w:r>
            <w:r w:rsidR="00BA4E73" w:rsidRPr="001B58BB">
              <w:rPr>
                <w:rFonts w:ascii="Arial" w:eastAsia="Calibri" w:hAnsi="Arial" w:cs="Arial"/>
                <w:bCs/>
                <w:sz w:val="24"/>
                <w:szCs w:val="24"/>
              </w:rPr>
              <w:t>(10’)</w:t>
            </w:r>
            <w:r w:rsidR="00BA4E73" w:rsidRPr="001B58BB">
              <w:rPr>
                <w:rFonts w:ascii="Arial" w:eastAsia="Calibri" w:hAnsi="Arial" w:cs="Arial"/>
                <w:b/>
                <w:bCs/>
                <w:sz w:val="24"/>
                <w:szCs w:val="24"/>
              </w:rPr>
              <w:t> </w:t>
            </w:r>
          </w:p>
          <w:p w14:paraId="15D439B0" w14:textId="1DBDE313" w:rsidR="004D2B6C" w:rsidRPr="004D2B6C" w:rsidRDefault="004D2B6C" w:rsidP="004D2B6C">
            <w:p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 xml:space="preserve">La </w:t>
            </w:r>
            <w:r w:rsidRPr="004D2B6C">
              <w:rPr>
                <w:rFonts w:ascii="Arial" w:eastAsia="Times New Roman" w:hAnsi="Arial" w:cs="Arial"/>
                <w:b/>
                <w:color w:val="2E74B5" w:themeColor="accent5" w:themeShade="BF"/>
                <w:sz w:val="24"/>
                <w:szCs w:val="24"/>
                <w:lang w:eastAsia="fr-FR"/>
              </w:rPr>
              <w:t>chaîne d’énergie</w:t>
            </w:r>
            <w:r w:rsidRPr="004D2B6C">
              <w:rPr>
                <w:rFonts w:ascii="Arial" w:eastAsia="Times New Roman" w:hAnsi="Arial" w:cs="Arial"/>
                <w:color w:val="2E74B5" w:themeColor="accent5" w:themeShade="BF"/>
                <w:sz w:val="24"/>
                <w:szCs w:val="24"/>
                <w:lang w:eastAsia="fr-FR"/>
              </w:rPr>
              <w:t xml:space="preserve">, c’est tout ce qui permet à un système </w:t>
            </w:r>
            <w:r w:rsidRPr="001B58BB">
              <w:rPr>
                <w:rFonts w:ascii="Arial" w:eastAsia="Times New Roman" w:hAnsi="Arial" w:cs="Arial"/>
                <w:b/>
                <w:bCs/>
                <w:color w:val="2E74B5" w:themeColor="accent5" w:themeShade="BF"/>
                <w:sz w:val="24"/>
                <w:szCs w:val="24"/>
                <w:lang w:eastAsia="fr-FR"/>
              </w:rPr>
              <w:t>d’agir</w:t>
            </w:r>
            <w:r w:rsidRPr="004D2B6C">
              <w:rPr>
                <w:rFonts w:ascii="Arial" w:eastAsia="Times New Roman" w:hAnsi="Arial" w:cs="Arial"/>
                <w:color w:val="2E74B5" w:themeColor="accent5" w:themeShade="BF"/>
                <w:sz w:val="24"/>
                <w:szCs w:val="24"/>
                <w:lang w:eastAsia="fr-FR"/>
              </w:rPr>
              <w:t>. Elle comprend :</w:t>
            </w:r>
          </w:p>
          <w:p w14:paraId="09B5DD66" w14:textId="77777777" w:rsidR="004D2B6C" w:rsidRPr="004D2B6C" w:rsidRDefault="004D2B6C" w:rsidP="004D2B6C">
            <w:pPr>
              <w:numPr>
                <w:ilvl w:val="0"/>
                <w:numId w:val="16"/>
              </w:num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La source d’énergie (ex : pile, prise électrique)</w:t>
            </w:r>
          </w:p>
          <w:p w14:paraId="20FB37F8" w14:textId="77777777" w:rsidR="004D2B6C" w:rsidRPr="004D2B6C" w:rsidRDefault="004D2B6C" w:rsidP="004D2B6C">
            <w:pPr>
              <w:numPr>
                <w:ilvl w:val="0"/>
                <w:numId w:val="16"/>
              </w:num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La transmission (ex : fils, engrenages)</w:t>
            </w:r>
          </w:p>
          <w:p w14:paraId="414859B0" w14:textId="77777777" w:rsidR="004D2B6C" w:rsidRPr="001B58BB" w:rsidRDefault="004D2B6C" w:rsidP="004D2B6C">
            <w:pPr>
              <w:numPr>
                <w:ilvl w:val="0"/>
                <w:numId w:val="16"/>
              </w:num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L’</w:t>
            </w:r>
            <w:r w:rsidRPr="001B58BB">
              <w:rPr>
                <w:rFonts w:ascii="Arial" w:eastAsia="Times New Roman" w:hAnsi="Arial" w:cs="Arial"/>
                <w:color w:val="2E74B5" w:themeColor="accent5" w:themeShade="BF"/>
                <w:sz w:val="24"/>
                <w:szCs w:val="24"/>
                <w:lang w:eastAsia="fr-FR"/>
              </w:rPr>
              <w:t>actionneur (ex : moteur, vérin).</w:t>
            </w:r>
            <w:r w:rsidRPr="004D2B6C">
              <w:rPr>
                <w:rFonts w:ascii="Arial" w:eastAsia="Times New Roman" w:hAnsi="Arial" w:cs="Arial"/>
                <w:color w:val="2E74B5" w:themeColor="accent5" w:themeShade="BF"/>
                <w:sz w:val="24"/>
                <w:szCs w:val="24"/>
                <w:lang w:eastAsia="fr-FR"/>
              </w:rPr>
              <w:t xml:space="preserve"> </w:t>
            </w:r>
          </w:p>
          <w:p w14:paraId="1771C147" w14:textId="0FA59719" w:rsidR="004D2B6C" w:rsidRPr="001B58BB" w:rsidRDefault="004D2B6C" w:rsidP="004D2B6C">
            <w:p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Elle sert à transformer l’énergie pour faire fonctionner un objet.</w:t>
            </w:r>
          </w:p>
          <w:p w14:paraId="238B228F" w14:textId="02108954" w:rsidR="004D2B6C" w:rsidRPr="004D2B6C" w:rsidRDefault="004D2B6C" w:rsidP="004D2B6C">
            <w:p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 xml:space="preserve">La </w:t>
            </w:r>
            <w:r w:rsidRPr="004D2B6C">
              <w:rPr>
                <w:rFonts w:ascii="Arial" w:eastAsia="Times New Roman" w:hAnsi="Arial" w:cs="Arial"/>
                <w:b/>
                <w:color w:val="2E74B5" w:themeColor="accent5" w:themeShade="BF"/>
                <w:sz w:val="24"/>
                <w:szCs w:val="24"/>
                <w:lang w:eastAsia="fr-FR"/>
              </w:rPr>
              <w:t>chaîne d’information</w:t>
            </w:r>
            <w:r w:rsidRPr="004D2B6C">
              <w:rPr>
                <w:rFonts w:ascii="Arial" w:eastAsia="Times New Roman" w:hAnsi="Arial" w:cs="Arial"/>
                <w:color w:val="2E74B5" w:themeColor="accent5" w:themeShade="BF"/>
                <w:sz w:val="24"/>
                <w:szCs w:val="24"/>
                <w:lang w:eastAsia="fr-FR"/>
              </w:rPr>
              <w:t xml:space="preserve">, c’est tout ce qui permet à un système de </w:t>
            </w:r>
            <w:r w:rsidRPr="001B58BB">
              <w:rPr>
                <w:rFonts w:ascii="Arial" w:eastAsia="Times New Roman" w:hAnsi="Arial" w:cs="Arial"/>
                <w:b/>
                <w:bCs/>
                <w:color w:val="2E74B5" w:themeColor="accent5" w:themeShade="BF"/>
                <w:sz w:val="24"/>
                <w:szCs w:val="24"/>
                <w:lang w:eastAsia="fr-FR"/>
              </w:rPr>
              <w:t>recevoir</w:t>
            </w:r>
            <w:r w:rsidRPr="004D2B6C">
              <w:rPr>
                <w:rFonts w:ascii="Arial" w:eastAsia="Times New Roman" w:hAnsi="Arial" w:cs="Arial"/>
                <w:color w:val="2E74B5" w:themeColor="accent5" w:themeShade="BF"/>
                <w:sz w:val="24"/>
                <w:szCs w:val="24"/>
                <w:lang w:eastAsia="fr-FR"/>
              </w:rPr>
              <w:t xml:space="preserve">, </w:t>
            </w:r>
            <w:r w:rsidRPr="001B58BB">
              <w:rPr>
                <w:rFonts w:ascii="Arial" w:eastAsia="Times New Roman" w:hAnsi="Arial" w:cs="Arial"/>
                <w:b/>
                <w:bCs/>
                <w:color w:val="2E74B5" w:themeColor="accent5" w:themeShade="BF"/>
                <w:sz w:val="24"/>
                <w:szCs w:val="24"/>
                <w:lang w:eastAsia="fr-FR"/>
              </w:rPr>
              <w:t>traiter</w:t>
            </w:r>
            <w:r w:rsidRPr="004D2B6C">
              <w:rPr>
                <w:rFonts w:ascii="Arial" w:eastAsia="Times New Roman" w:hAnsi="Arial" w:cs="Arial"/>
                <w:color w:val="2E74B5" w:themeColor="accent5" w:themeShade="BF"/>
                <w:sz w:val="24"/>
                <w:szCs w:val="24"/>
                <w:lang w:eastAsia="fr-FR"/>
              </w:rPr>
              <w:t xml:space="preserve"> et </w:t>
            </w:r>
            <w:r w:rsidRPr="001B58BB">
              <w:rPr>
                <w:rFonts w:ascii="Arial" w:eastAsia="Times New Roman" w:hAnsi="Arial" w:cs="Arial"/>
                <w:b/>
                <w:bCs/>
                <w:color w:val="2E74B5" w:themeColor="accent5" w:themeShade="BF"/>
                <w:sz w:val="24"/>
                <w:szCs w:val="24"/>
                <w:lang w:eastAsia="fr-FR"/>
              </w:rPr>
              <w:t>réagir</w:t>
            </w:r>
            <w:r w:rsidRPr="004D2B6C">
              <w:rPr>
                <w:rFonts w:ascii="Arial" w:eastAsia="Times New Roman" w:hAnsi="Arial" w:cs="Arial"/>
                <w:color w:val="2E74B5" w:themeColor="accent5" w:themeShade="BF"/>
                <w:sz w:val="24"/>
                <w:szCs w:val="24"/>
                <w:lang w:eastAsia="fr-FR"/>
              </w:rPr>
              <w:t xml:space="preserve"> aux informations. Elle comprend :</w:t>
            </w:r>
          </w:p>
          <w:p w14:paraId="2BB984F1" w14:textId="77777777" w:rsidR="004D2B6C" w:rsidRPr="004D2B6C" w:rsidRDefault="004D2B6C" w:rsidP="004D2B6C">
            <w:pPr>
              <w:numPr>
                <w:ilvl w:val="0"/>
                <w:numId w:val="17"/>
              </w:num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La saisie (capteur, bouton…)</w:t>
            </w:r>
          </w:p>
          <w:p w14:paraId="072DE5D9" w14:textId="77777777" w:rsidR="004D2B6C" w:rsidRPr="004D2B6C" w:rsidRDefault="004D2B6C" w:rsidP="004D2B6C">
            <w:pPr>
              <w:numPr>
                <w:ilvl w:val="0"/>
                <w:numId w:val="17"/>
              </w:num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Le traitement (processeur, programme)</w:t>
            </w:r>
          </w:p>
          <w:p w14:paraId="5667BA90" w14:textId="77777777" w:rsidR="004D2B6C" w:rsidRPr="001B58BB" w:rsidRDefault="004D2B6C" w:rsidP="004D2B6C">
            <w:pPr>
              <w:numPr>
                <w:ilvl w:val="0"/>
                <w:numId w:val="17"/>
              </w:numPr>
              <w:jc w:val="both"/>
              <w:rPr>
                <w:rFonts w:ascii="Arial" w:eastAsia="Times New Roman" w:hAnsi="Arial" w:cs="Arial"/>
                <w:color w:val="2E74B5" w:themeColor="accent5" w:themeShade="BF"/>
                <w:sz w:val="24"/>
                <w:szCs w:val="24"/>
                <w:lang w:eastAsia="fr-FR"/>
              </w:rPr>
            </w:pPr>
            <w:r w:rsidRPr="001B58BB">
              <w:rPr>
                <w:rFonts w:ascii="Arial" w:eastAsia="Times New Roman" w:hAnsi="Arial" w:cs="Arial"/>
                <w:color w:val="2E74B5" w:themeColor="accent5" w:themeShade="BF"/>
                <w:sz w:val="24"/>
                <w:szCs w:val="24"/>
                <w:lang w:eastAsia="fr-FR"/>
              </w:rPr>
              <w:t>La communication vers l’énergie.</w:t>
            </w:r>
          </w:p>
          <w:p w14:paraId="06D77693" w14:textId="646D1AF9" w:rsidR="004D2B6C" w:rsidRPr="004D2B6C" w:rsidRDefault="004D2B6C" w:rsidP="004D2B6C">
            <w:pPr>
              <w:jc w:val="both"/>
              <w:rPr>
                <w:rFonts w:ascii="Arial" w:eastAsia="Times New Roman" w:hAnsi="Arial" w:cs="Arial"/>
                <w:color w:val="2E74B5" w:themeColor="accent5" w:themeShade="BF"/>
                <w:sz w:val="24"/>
                <w:szCs w:val="24"/>
                <w:lang w:eastAsia="fr-FR"/>
              </w:rPr>
            </w:pPr>
            <w:r w:rsidRPr="004D2B6C">
              <w:rPr>
                <w:rFonts w:ascii="Arial" w:eastAsia="Times New Roman" w:hAnsi="Arial" w:cs="Arial"/>
                <w:color w:val="2E74B5" w:themeColor="accent5" w:themeShade="BF"/>
                <w:sz w:val="24"/>
                <w:szCs w:val="24"/>
                <w:lang w:eastAsia="fr-FR"/>
              </w:rPr>
              <w:t>Elle donne les ordres pour que le système sache quoi faire.</w:t>
            </w:r>
          </w:p>
          <w:p w14:paraId="65243FA5" w14:textId="77777777" w:rsidR="004D2B6C" w:rsidRPr="001B58BB" w:rsidRDefault="004D2B6C" w:rsidP="003E1F5B">
            <w:pPr>
              <w:rPr>
                <w:rFonts w:ascii="Arial" w:hAnsi="Arial" w:cs="Arial"/>
                <w:b/>
                <w:sz w:val="24"/>
                <w:szCs w:val="24"/>
              </w:rPr>
            </w:pPr>
          </w:p>
          <w:p w14:paraId="1EB11242" w14:textId="359A9281" w:rsidR="00694A1F" w:rsidRPr="001B58BB" w:rsidRDefault="00694A1F" w:rsidP="00694A1F">
            <w:pPr>
              <w:rPr>
                <w:rFonts w:ascii="Arial" w:eastAsia="Calibri" w:hAnsi="Arial" w:cs="Arial"/>
                <w:sz w:val="24"/>
                <w:szCs w:val="24"/>
              </w:rPr>
            </w:pPr>
            <w:r w:rsidRPr="001B58BB">
              <w:rPr>
                <w:rFonts w:ascii="Arial" w:eastAsia="Calibri" w:hAnsi="Arial" w:cs="Arial"/>
                <w:b/>
                <w:bCs/>
                <w:sz w:val="24"/>
                <w:szCs w:val="24"/>
              </w:rPr>
              <w:t xml:space="preserve">Activité N°2 : </w:t>
            </w:r>
            <w:r w:rsidRPr="001D4F5E">
              <w:rPr>
                <w:rFonts w:ascii="Arial" w:eastAsia="Calibri" w:hAnsi="Arial" w:cs="Arial"/>
                <w:sz w:val="24"/>
                <w:szCs w:val="24"/>
              </w:rPr>
              <w:t>(</w:t>
            </w:r>
            <w:r w:rsidR="007E6A49" w:rsidRPr="001B58BB">
              <w:rPr>
                <w:rFonts w:ascii="Arial" w:eastAsia="Calibri" w:hAnsi="Arial" w:cs="Arial"/>
                <w:sz w:val="24"/>
                <w:szCs w:val="24"/>
              </w:rPr>
              <w:t>3</w:t>
            </w:r>
            <w:r w:rsidRPr="001B58BB">
              <w:rPr>
                <w:rFonts w:ascii="Arial" w:eastAsia="Calibri" w:hAnsi="Arial" w:cs="Arial"/>
                <w:sz w:val="24"/>
                <w:szCs w:val="24"/>
              </w:rPr>
              <w:t>0’)</w:t>
            </w:r>
          </w:p>
          <w:p w14:paraId="48D0B3FE" w14:textId="77777777" w:rsidR="00BA4E73" w:rsidRPr="001B58BB" w:rsidRDefault="00BA4E73" w:rsidP="00BA4E73">
            <w:pPr>
              <w:widowControl w:val="0"/>
              <w:suppressAutoHyphens/>
              <w:jc w:val="both"/>
              <w:rPr>
                <w:rFonts w:ascii="Arial" w:eastAsia="Calibri" w:hAnsi="Arial" w:cs="Arial"/>
                <w:sz w:val="24"/>
                <w:szCs w:val="24"/>
              </w:rPr>
            </w:pPr>
            <w:r w:rsidRPr="001B58BB">
              <w:rPr>
                <w:rFonts w:ascii="Arial" w:eastAsia="Calibri" w:hAnsi="Arial" w:cs="Arial"/>
                <w:sz w:val="24"/>
                <w:szCs w:val="24"/>
              </w:rPr>
              <w:t>En lien avec la chaîne d’information et la chaîne d’énergie, le professeur présente à la classe le fonctionnement attendu du servomoteur et de la DEL en fonction de la classe détectée (propriétaire ou élève) ;</w:t>
            </w:r>
          </w:p>
          <w:p w14:paraId="0995E6A0" w14:textId="2B13413E" w:rsidR="00BA4E73" w:rsidRPr="001B58BB" w:rsidRDefault="00BA4E73" w:rsidP="00BA4E73">
            <w:pPr>
              <w:widowControl w:val="0"/>
              <w:suppressAutoHyphens/>
              <w:jc w:val="both"/>
              <w:rPr>
                <w:rFonts w:ascii="Arial" w:eastAsia="Calibri" w:hAnsi="Arial" w:cs="Arial"/>
                <w:sz w:val="24"/>
                <w:szCs w:val="24"/>
              </w:rPr>
            </w:pPr>
            <w:r w:rsidRPr="001B58BB">
              <w:rPr>
                <w:rFonts w:ascii="Arial" w:eastAsia="Calibri" w:hAnsi="Arial" w:cs="Arial"/>
                <w:sz w:val="24"/>
                <w:szCs w:val="24"/>
              </w:rPr>
              <w:t>A partir du fonctionnement attendu, chaque équipe propose un algorithme permettant d’autoriser l’ouverture du casier lorsque le propriétaire est reconnu. L’algorithme proposé est noté par l’élève sur le document de travail.</w:t>
            </w:r>
          </w:p>
          <w:p w14:paraId="1028F3B7" w14:textId="02C062A0" w:rsidR="007E6A49" w:rsidRPr="001B58BB" w:rsidRDefault="007E6A49" w:rsidP="00BA4E73">
            <w:pPr>
              <w:widowControl w:val="0"/>
              <w:suppressAutoHyphens/>
              <w:jc w:val="both"/>
              <w:rPr>
                <w:rFonts w:ascii="Arial" w:eastAsia="Calibri" w:hAnsi="Arial" w:cs="Arial"/>
                <w:sz w:val="24"/>
                <w:szCs w:val="24"/>
              </w:rPr>
            </w:pPr>
            <w:r w:rsidRPr="001B58BB">
              <w:rPr>
                <w:rFonts w:ascii="Arial" w:eastAsia="Calibri" w:hAnsi="Arial" w:cs="Arial"/>
                <w:sz w:val="24"/>
                <w:szCs w:val="24"/>
              </w:rPr>
              <w:t xml:space="preserve">Le professeur interroge quelques équipes et propose une correction. </w:t>
            </w:r>
          </w:p>
          <w:p w14:paraId="56BD4950" w14:textId="77777777" w:rsidR="00BA4E73" w:rsidRPr="001B58BB" w:rsidRDefault="00BA4E73" w:rsidP="00BA4E73">
            <w:pPr>
              <w:pStyle w:val="Paragraphedeliste"/>
              <w:widowControl w:val="0"/>
              <w:ind w:left="458"/>
              <w:contextualSpacing w:val="0"/>
              <w:rPr>
                <w:rFonts w:ascii="Arial" w:eastAsia="Calibri" w:hAnsi="Arial" w:cs="Arial"/>
                <w:sz w:val="24"/>
                <w:szCs w:val="24"/>
              </w:rPr>
            </w:pPr>
          </w:p>
          <w:p w14:paraId="68431DA3" w14:textId="1EDCC279" w:rsidR="007E6A49" w:rsidRPr="001B58BB" w:rsidRDefault="00BA4E73" w:rsidP="007E6A49">
            <w:pPr>
              <w:widowControl w:val="0"/>
              <w:suppressAutoHyphens/>
              <w:rPr>
                <w:rFonts w:ascii="Arial" w:eastAsia="Calibri" w:hAnsi="Arial" w:cs="Arial"/>
                <w:sz w:val="24"/>
                <w:szCs w:val="24"/>
              </w:rPr>
            </w:pPr>
            <w:r w:rsidRPr="001B58BB">
              <w:rPr>
                <w:rFonts w:ascii="Arial" w:eastAsia="Calibri" w:hAnsi="Arial" w:cs="Arial"/>
                <w:b/>
                <w:bCs/>
                <w:sz w:val="24"/>
                <w:szCs w:val="24"/>
              </w:rPr>
              <w:t>Activité N°3 :</w:t>
            </w:r>
            <w:r w:rsidRPr="001B58BB">
              <w:rPr>
                <w:rFonts w:ascii="Arial" w:eastAsia="Calibri" w:hAnsi="Arial" w:cs="Arial"/>
                <w:sz w:val="24"/>
                <w:szCs w:val="24"/>
              </w:rPr>
              <w:t xml:space="preserve"> </w:t>
            </w:r>
            <w:r w:rsidR="00B559A6" w:rsidRPr="001B58BB">
              <w:rPr>
                <w:rFonts w:ascii="Arial" w:eastAsia="Calibri" w:hAnsi="Arial" w:cs="Arial"/>
                <w:sz w:val="24"/>
                <w:szCs w:val="24"/>
              </w:rPr>
              <w:t>(</w:t>
            </w:r>
            <w:r w:rsidR="00B77525" w:rsidRPr="001B58BB">
              <w:rPr>
                <w:rFonts w:ascii="Arial" w:eastAsia="Calibri" w:hAnsi="Arial" w:cs="Arial"/>
                <w:sz w:val="24"/>
                <w:szCs w:val="24"/>
              </w:rPr>
              <w:t>70</w:t>
            </w:r>
            <w:r w:rsidR="00B559A6" w:rsidRPr="001B58BB">
              <w:rPr>
                <w:rFonts w:ascii="Arial" w:eastAsia="Calibri" w:hAnsi="Arial" w:cs="Arial"/>
                <w:sz w:val="24"/>
                <w:szCs w:val="24"/>
              </w:rPr>
              <w:t>’)</w:t>
            </w:r>
          </w:p>
          <w:p w14:paraId="73A4BCC7" w14:textId="405E1CAA" w:rsidR="00BA4E73" w:rsidRPr="001B58BB" w:rsidRDefault="00BA4E73" w:rsidP="00B559A6">
            <w:pPr>
              <w:widowControl w:val="0"/>
              <w:suppressAutoHyphens/>
              <w:jc w:val="both"/>
              <w:rPr>
                <w:rFonts w:ascii="Arial" w:eastAsia="Calibri" w:hAnsi="Arial" w:cs="Arial"/>
                <w:sz w:val="24"/>
                <w:szCs w:val="24"/>
              </w:rPr>
            </w:pPr>
            <w:r w:rsidRPr="001B58BB">
              <w:rPr>
                <w:rFonts w:ascii="Arial" w:eastAsia="Calibri" w:hAnsi="Arial" w:cs="Arial"/>
                <w:sz w:val="24"/>
                <w:szCs w:val="24"/>
              </w:rPr>
              <w:t xml:space="preserve">Les élèves vont </w:t>
            </w:r>
            <w:r w:rsidR="00B559A6" w:rsidRPr="001B58BB">
              <w:rPr>
                <w:rFonts w:ascii="Arial" w:eastAsia="Calibri" w:hAnsi="Arial" w:cs="Arial"/>
                <w:sz w:val="24"/>
                <w:szCs w:val="24"/>
              </w:rPr>
              <w:t xml:space="preserve">ensuite </w:t>
            </w:r>
            <w:r w:rsidR="00B77525" w:rsidRPr="001B58BB">
              <w:rPr>
                <w:rFonts w:ascii="Arial" w:eastAsia="Calibri" w:hAnsi="Arial" w:cs="Arial"/>
                <w:sz w:val="24"/>
                <w:szCs w:val="24"/>
              </w:rPr>
              <w:t xml:space="preserve">sur le site de </w:t>
            </w:r>
            <w:proofErr w:type="spellStart"/>
            <w:r w:rsidR="00B77525" w:rsidRPr="001B58BB">
              <w:rPr>
                <w:rFonts w:ascii="Arial" w:eastAsia="Calibri" w:hAnsi="Arial" w:cs="Arial"/>
                <w:sz w:val="24"/>
                <w:szCs w:val="24"/>
              </w:rPr>
              <w:t>Vittascience</w:t>
            </w:r>
            <w:proofErr w:type="spellEnd"/>
            <w:r w:rsidR="00B77525" w:rsidRPr="001B58BB">
              <w:rPr>
                <w:rFonts w:ascii="Arial" w:eastAsia="Calibri" w:hAnsi="Arial" w:cs="Arial"/>
                <w:sz w:val="24"/>
                <w:szCs w:val="24"/>
              </w:rPr>
              <w:t xml:space="preserve">, </w:t>
            </w:r>
            <w:r w:rsidRPr="001B58BB">
              <w:rPr>
                <w:rFonts w:ascii="Arial" w:eastAsia="Calibri" w:hAnsi="Arial" w:cs="Arial"/>
                <w:sz w:val="24"/>
                <w:szCs w:val="24"/>
              </w:rPr>
              <w:t xml:space="preserve">accéder à leur modèle de machine </w:t>
            </w:r>
            <w:r w:rsidR="007E6A49" w:rsidRPr="001B58BB">
              <w:rPr>
                <w:rFonts w:ascii="Arial" w:eastAsia="Calibri" w:hAnsi="Arial" w:cs="Arial"/>
                <w:sz w:val="24"/>
                <w:szCs w:val="24"/>
              </w:rPr>
              <w:t>Learning</w:t>
            </w:r>
            <w:r w:rsidRPr="001B58BB">
              <w:rPr>
                <w:rFonts w:ascii="Arial" w:eastAsia="Calibri" w:hAnsi="Arial" w:cs="Arial"/>
                <w:sz w:val="24"/>
                <w:szCs w:val="24"/>
              </w:rPr>
              <w:t xml:space="preserve"> permettant de reconnaître le propriétaire du casier ;</w:t>
            </w:r>
          </w:p>
          <w:p w14:paraId="11EB0AB8" w14:textId="1C5F436E" w:rsidR="00BA4E73" w:rsidRPr="001B58BB" w:rsidRDefault="00BA4E73" w:rsidP="00B559A6">
            <w:pPr>
              <w:widowControl w:val="0"/>
              <w:suppressAutoHyphens/>
              <w:jc w:val="both"/>
              <w:rPr>
                <w:rFonts w:ascii="Arial" w:eastAsia="Calibri" w:hAnsi="Arial" w:cs="Arial"/>
                <w:sz w:val="24"/>
                <w:szCs w:val="24"/>
              </w:rPr>
            </w:pPr>
            <w:r w:rsidRPr="001B58BB">
              <w:rPr>
                <w:rFonts w:ascii="Arial" w:eastAsia="Calibri" w:hAnsi="Arial" w:cs="Arial"/>
                <w:sz w:val="24"/>
                <w:szCs w:val="24"/>
              </w:rPr>
              <w:t xml:space="preserve">Une fois le modèle </w:t>
            </w:r>
            <w:r w:rsidR="00B4455D" w:rsidRPr="001B58BB">
              <w:rPr>
                <w:rFonts w:ascii="Arial" w:eastAsia="Calibri" w:hAnsi="Arial" w:cs="Arial"/>
                <w:sz w:val="24"/>
                <w:szCs w:val="24"/>
              </w:rPr>
              <w:t>réentraîné</w:t>
            </w:r>
            <w:r w:rsidRPr="001B58BB">
              <w:rPr>
                <w:rFonts w:ascii="Arial" w:eastAsia="Calibri" w:hAnsi="Arial" w:cs="Arial"/>
                <w:sz w:val="24"/>
                <w:szCs w:val="24"/>
              </w:rPr>
              <w:t xml:space="preserve">, ils basculent sur l’interface </w:t>
            </w:r>
            <w:proofErr w:type="spellStart"/>
            <w:r w:rsidRPr="001B58BB">
              <w:rPr>
                <w:rFonts w:ascii="Arial" w:eastAsia="Calibri" w:hAnsi="Arial" w:cs="Arial"/>
                <w:sz w:val="24"/>
                <w:szCs w:val="24"/>
              </w:rPr>
              <w:t>Adacraft</w:t>
            </w:r>
            <w:proofErr w:type="spellEnd"/>
            <w:r w:rsidRPr="001B58BB">
              <w:rPr>
                <w:rFonts w:ascii="Arial" w:eastAsia="Calibri" w:hAnsi="Arial" w:cs="Arial"/>
                <w:sz w:val="24"/>
                <w:szCs w:val="24"/>
              </w:rPr>
              <w:t xml:space="preserve"> en mettant leur modèle dans la mémoire du navigateur ;</w:t>
            </w:r>
          </w:p>
          <w:p w14:paraId="0106E208" w14:textId="77777777" w:rsidR="00BA4E73" w:rsidRPr="001B58BB" w:rsidRDefault="00BA4E73" w:rsidP="00B559A6">
            <w:pPr>
              <w:widowControl w:val="0"/>
              <w:suppressAutoHyphens/>
              <w:jc w:val="both"/>
              <w:rPr>
                <w:rFonts w:ascii="Arial" w:eastAsia="Calibri" w:hAnsi="Arial" w:cs="Arial"/>
                <w:sz w:val="24"/>
                <w:szCs w:val="24"/>
              </w:rPr>
            </w:pPr>
            <w:r w:rsidRPr="001B58BB">
              <w:rPr>
                <w:rFonts w:ascii="Arial" w:eastAsia="Calibri" w:hAnsi="Arial" w:cs="Arial"/>
                <w:sz w:val="24"/>
                <w:szCs w:val="24"/>
              </w:rPr>
              <w:t>Les élèves complètent à l’aide de l’algorithme le programme d’ouverture du casier fourni par le professeur, puis ils testent le fonctionnement du programme avec des images présentées à la webcam.</w:t>
            </w:r>
          </w:p>
          <w:p w14:paraId="69E455DD" w14:textId="64B8DA8F" w:rsidR="00D60990" w:rsidRPr="001B58BB" w:rsidRDefault="00B77525" w:rsidP="00B77525">
            <w:pPr>
              <w:widowControl w:val="0"/>
              <w:suppressAutoHyphens/>
              <w:rPr>
                <w:rFonts w:ascii="Arial" w:eastAsia="Calibri" w:hAnsi="Arial" w:cs="Arial"/>
                <w:b/>
                <w:sz w:val="24"/>
                <w:szCs w:val="24"/>
              </w:rPr>
            </w:pPr>
            <w:r w:rsidRPr="001B58BB">
              <w:rPr>
                <w:rFonts w:ascii="Arial" w:eastAsia="Calibri" w:hAnsi="Arial" w:cs="Arial"/>
                <w:b/>
                <w:sz w:val="24"/>
                <w:szCs w:val="24"/>
              </w:rPr>
              <w:t>Bilan</w:t>
            </w:r>
          </w:p>
          <w:p w14:paraId="404EF0A7" w14:textId="4103A179" w:rsidR="00B559A6" w:rsidRPr="001B58BB" w:rsidRDefault="00B559A6" w:rsidP="00B559A6">
            <w:pPr>
              <w:widowControl w:val="0"/>
              <w:rPr>
                <w:rFonts w:ascii="Arial" w:eastAsia="Calibri" w:hAnsi="Arial" w:cs="Arial"/>
                <w:b/>
                <w:bCs/>
                <w:sz w:val="24"/>
                <w:szCs w:val="24"/>
              </w:rPr>
            </w:pPr>
            <w:r w:rsidRPr="001B58BB">
              <w:rPr>
                <w:rFonts w:ascii="Arial" w:eastAsia="Calibri" w:hAnsi="Arial" w:cs="Arial"/>
                <w:b/>
                <w:bCs/>
                <w:sz w:val="24"/>
                <w:szCs w:val="24"/>
              </w:rPr>
              <w:t xml:space="preserve">Synthèse </w:t>
            </w:r>
            <w:r w:rsidRPr="001B58BB">
              <w:rPr>
                <w:rFonts w:ascii="Arial" w:eastAsia="Calibri" w:hAnsi="Arial" w:cs="Arial"/>
                <w:sz w:val="24"/>
                <w:szCs w:val="24"/>
              </w:rPr>
              <w:t>(</w:t>
            </w:r>
            <w:r w:rsidR="00B77525" w:rsidRPr="001B58BB">
              <w:rPr>
                <w:rFonts w:ascii="Arial" w:eastAsia="Calibri" w:hAnsi="Arial" w:cs="Arial"/>
                <w:sz w:val="24"/>
                <w:szCs w:val="24"/>
              </w:rPr>
              <w:t>15</w:t>
            </w:r>
            <w:r w:rsidRPr="001B58BB">
              <w:rPr>
                <w:rFonts w:ascii="Arial" w:eastAsia="Calibri" w:hAnsi="Arial" w:cs="Arial"/>
                <w:sz w:val="24"/>
                <w:szCs w:val="24"/>
              </w:rPr>
              <w:t>’)</w:t>
            </w:r>
            <w:r w:rsidRPr="001B58BB">
              <w:rPr>
                <w:rFonts w:ascii="Arial" w:eastAsia="Calibri" w:hAnsi="Arial" w:cs="Arial"/>
                <w:b/>
                <w:bCs/>
                <w:sz w:val="24"/>
                <w:szCs w:val="24"/>
              </w:rPr>
              <w:t> :</w:t>
            </w:r>
          </w:p>
          <w:p w14:paraId="55F278CD" w14:textId="1447A749" w:rsidR="00B77525" w:rsidRPr="001B58BB" w:rsidRDefault="00B77525" w:rsidP="00B559A6">
            <w:pPr>
              <w:widowControl w:val="0"/>
              <w:rPr>
                <w:rFonts w:ascii="Arial" w:eastAsia="Calibri" w:hAnsi="Arial" w:cs="Arial"/>
                <w:bCs/>
                <w:sz w:val="24"/>
                <w:szCs w:val="24"/>
              </w:rPr>
            </w:pPr>
            <w:r w:rsidRPr="001B58BB">
              <w:rPr>
                <w:rFonts w:ascii="Arial" w:eastAsia="Calibri" w:hAnsi="Arial" w:cs="Arial"/>
                <w:bCs/>
                <w:sz w:val="24"/>
                <w:szCs w:val="24"/>
              </w:rPr>
              <w:t xml:space="preserve">Chaine d’énergie et d’information </w:t>
            </w:r>
          </w:p>
          <w:p w14:paraId="306E328C" w14:textId="66F812B4" w:rsidR="00B559A6" w:rsidRPr="001B58BB" w:rsidRDefault="00B77525" w:rsidP="00B559A6">
            <w:pPr>
              <w:widowControl w:val="0"/>
              <w:rPr>
                <w:rFonts w:ascii="Arial" w:eastAsia="Calibri" w:hAnsi="Arial" w:cs="Arial"/>
                <w:sz w:val="24"/>
                <w:szCs w:val="24"/>
              </w:rPr>
            </w:pPr>
            <w:r w:rsidRPr="001B58BB">
              <w:rPr>
                <w:rFonts w:ascii="Arial" w:eastAsia="Calibri" w:hAnsi="Arial" w:cs="Arial"/>
                <w:bCs/>
                <w:sz w:val="24"/>
                <w:szCs w:val="24"/>
              </w:rPr>
              <w:t>N</w:t>
            </w:r>
            <w:r w:rsidR="00B559A6" w:rsidRPr="001B58BB">
              <w:rPr>
                <w:rFonts w:ascii="Arial" w:eastAsia="Calibri" w:hAnsi="Arial" w:cs="Arial"/>
                <w:sz w:val="24"/>
                <w:szCs w:val="24"/>
              </w:rPr>
              <w:t>otion d’algorithme, de programme, de boucle, de condition, d’événement, d’action.</w:t>
            </w:r>
          </w:p>
          <w:p w14:paraId="7DCA813F" w14:textId="77777777" w:rsidR="001B58BB" w:rsidRPr="001B58BB" w:rsidRDefault="001B58BB" w:rsidP="00B559A6">
            <w:pPr>
              <w:widowControl w:val="0"/>
              <w:rPr>
                <w:rFonts w:ascii="Arial" w:eastAsia="Calibri" w:hAnsi="Arial" w:cs="Arial"/>
                <w:sz w:val="24"/>
                <w:szCs w:val="24"/>
              </w:rPr>
            </w:pPr>
          </w:p>
          <w:p w14:paraId="0E95F7A9" w14:textId="6ED96CF0" w:rsidR="00B559A6" w:rsidRPr="00B559A6" w:rsidRDefault="00B4455D" w:rsidP="00B559A6">
            <w:pPr>
              <w:widowControl w:val="0"/>
              <w:rPr>
                <w:rFonts w:ascii="Arial" w:eastAsia="Calibri" w:hAnsi="Arial" w:cs="Arial"/>
                <w:b/>
                <w:sz w:val="24"/>
                <w:szCs w:val="24"/>
              </w:rPr>
            </w:pPr>
            <w:r w:rsidRPr="00B559A6">
              <w:rPr>
                <w:rFonts w:ascii="Arial" w:eastAsia="Calibri" w:hAnsi="Arial" w:cs="Arial"/>
                <w:b/>
                <w:sz w:val="24"/>
                <w:szCs w:val="24"/>
              </w:rPr>
              <w:lastRenderedPageBreak/>
              <w:t>Évaluation</w:t>
            </w:r>
            <w:r w:rsidR="00B559A6">
              <w:rPr>
                <w:rFonts w:ascii="Arial" w:eastAsia="Calibri" w:hAnsi="Arial" w:cs="Arial"/>
                <w:b/>
                <w:sz w:val="24"/>
                <w:szCs w:val="24"/>
              </w:rPr>
              <w:t xml:space="preserve"> </w:t>
            </w:r>
            <w:r w:rsidR="00B559A6">
              <w:rPr>
                <w:rFonts w:ascii="Arial" w:eastAsia="Calibri" w:hAnsi="Arial" w:cs="Arial"/>
                <w:sz w:val="24"/>
                <w:szCs w:val="24"/>
              </w:rPr>
              <w:t>(30’)</w:t>
            </w:r>
          </w:p>
          <w:p w14:paraId="4B43C97D" w14:textId="7903F2D1" w:rsidR="00E34250" w:rsidRDefault="00E34250" w:rsidP="00C05AD9">
            <w:pPr>
              <w:jc w:val="both"/>
              <w:rPr>
                <w:rFonts w:ascii="Arial" w:hAnsi="Arial" w:cs="Arial"/>
                <w:sz w:val="24"/>
                <w:szCs w:val="24"/>
              </w:rPr>
            </w:pPr>
          </w:p>
        </w:tc>
      </w:tr>
      <w:tr w:rsidR="00E34250" w14:paraId="4A182C82" w14:textId="77777777" w:rsidTr="00C65A97">
        <w:tc>
          <w:tcPr>
            <w:tcW w:w="4815" w:type="dxa"/>
            <w:tcBorders>
              <w:bottom w:val="nil"/>
            </w:tcBorders>
            <w:shd w:val="clear" w:color="auto" w:fill="FFE599" w:themeFill="accent4" w:themeFillTint="66"/>
          </w:tcPr>
          <w:p w14:paraId="3EE40B17" w14:textId="77777777" w:rsidR="00E34250" w:rsidRPr="000950B5" w:rsidRDefault="00E34250" w:rsidP="00517F10">
            <w:pPr>
              <w:jc w:val="center"/>
              <w:rPr>
                <w:rFonts w:ascii="Arial" w:hAnsi="Arial" w:cs="Arial"/>
                <w:b/>
                <w:bCs/>
                <w:sz w:val="24"/>
                <w:szCs w:val="24"/>
              </w:rPr>
            </w:pPr>
            <w:r w:rsidRPr="000950B5">
              <w:rPr>
                <w:rFonts w:ascii="Arial" w:hAnsi="Arial" w:cs="Arial"/>
                <w:b/>
                <w:bCs/>
                <w:sz w:val="24"/>
                <w:szCs w:val="24"/>
              </w:rPr>
              <w:lastRenderedPageBreak/>
              <w:t>Ressources pour le professeur</w:t>
            </w:r>
          </w:p>
        </w:tc>
        <w:tc>
          <w:tcPr>
            <w:tcW w:w="5641" w:type="dxa"/>
            <w:tcBorders>
              <w:bottom w:val="nil"/>
            </w:tcBorders>
            <w:shd w:val="clear" w:color="auto" w:fill="C5E0B3" w:themeFill="accent6" w:themeFillTint="66"/>
          </w:tcPr>
          <w:p w14:paraId="328D8661" w14:textId="77777777" w:rsidR="00E34250" w:rsidRPr="006500B7" w:rsidRDefault="00E34250" w:rsidP="006500B7">
            <w:pPr>
              <w:pStyle w:val="Paragraphedeliste"/>
              <w:rPr>
                <w:rFonts w:ascii="Arial" w:hAnsi="Arial" w:cs="Arial"/>
                <w:b/>
                <w:bCs/>
                <w:sz w:val="24"/>
                <w:szCs w:val="24"/>
              </w:rPr>
            </w:pPr>
            <w:r w:rsidRPr="006500B7">
              <w:rPr>
                <w:rFonts w:ascii="Arial" w:hAnsi="Arial" w:cs="Arial"/>
                <w:b/>
                <w:bCs/>
                <w:sz w:val="24"/>
                <w:szCs w:val="24"/>
              </w:rPr>
              <w:t>Ressources pour l</w:t>
            </w:r>
            <w:r w:rsidR="00B26386" w:rsidRPr="006500B7">
              <w:rPr>
                <w:rFonts w:ascii="Arial" w:hAnsi="Arial" w:cs="Arial"/>
                <w:b/>
                <w:bCs/>
                <w:sz w:val="24"/>
                <w:szCs w:val="24"/>
              </w:rPr>
              <w:t xml:space="preserve">es </w:t>
            </w:r>
            <w:r w:rsidRPr="006500B7">
              <w:rPr>
                <w:rFonts w:ascii="Arial" w:hAnsi="Arial" w:cs="Arial"/>
                <w:b/>
                <w:bCs/>
                <w:sz w:val="24"/>
                <w:szCs w:val="24"/>
              </w:rPr>
              <w:t>élèves</w:t>
            </w:r>
          </w:p>
          <w:p w14:paraId="0DB359FA" w14:textId="77777777" w:rsidR="006500B7" w:rsidRDefault="006500B7" w:rsidP="000950B5">
            <w:pPr>
              <w:jc w:val="center"/>
              <w:rPr>
                <w:rFonts w:ascii="Arial" w:hAnsi="Arial" w:cs="Arial"/>
                <w:b/>
                <w:bCs/>
                <w:sz w:val="24"/>
                <w:szCs w:val="24"/>
              </w:rPr>
            </w:pPr>
          </w:p>
          <w:p w14:paraId="4D8A34CB" w14:textId="4E8A9378" w:rsidR="000950B5" w:rsidRPr="000950B5" w:rsidRDefault="00B559A6" w:rsidP="006500B7">
            <w:pPr>
              <w:pStyle w:val="Paragraphedeliste"/>
              <w:numPr>
                <w:ilvl w:val="0"/>
                <w:numId w:val="12"/>
              </w:numPr>
              <w:suppressAutoHyphens/>
              <w:rPr>
                <w:rFonts w:ascii="Arial" w:eastAsia="Calibri" w:hAnsi="Arial" w:cs="Arial"/>
              </w:rPr>
            </w:pPr>
            <w:r>
              <w:rPr>
                <w:rFonts w:ascii="Arial" w:eastAsia="Calibri" w:hAnsi="Arial" w:cs="Arial"/>
              </w:rPr>
              <w:t xml:space="preserve">Document de travail </w:t>
            </w:r>
            <w:proofErr w:type="spellStart"/>
            <w:r>
              <w:rPr>
                <w:rFonts w:ascii="Arial" w:eastAsia="Calibri" w:hAnsi="Arial" w:cs="Arial"/>
              </w:rPr>
              <w:t>eleve</w:t>
            </w:r>
            <w:proofErr w:type="spellEnd"/>
            <w:r>
              <w:rPr>
                <w:rFonts w:ascii="Arial" w:eastAsia="Calibri" w:hAnsi="Arial" w:cs="Arial"/>
              </w:rPr>
              <w:t xml:space="preserve"> </w:t>
            </w:r>
            <w:r w:rsidR="000950B5" w:rsidRPr="000950B5">
              <w:rPr>
                <w:rFonts w:ascii="Arial" w:eastAsia="Calibri" w:hAnsi="Arial" w:cs="Arial"/>
              </w:rPr>
              <w:t>2</w:t>
            </w:r>
          </w:p>
        </w:tc>
      </w:tr>
      <w:tr w:rsidR="00E34250" w14:paraId="34514BC6" w14:textId="77777777" w:rsidTr="00C65A97">
        <w:tc>
          <w:tcPr>
            <w:tcW w:w="4815" w:type="dxa"/>
            <w:tcBorders>
              <w:top w:val="nil"/>
            </w:tcBorders>
            <w:shd w:val="clear" w:color="auto" w:fill="FFE599" w:themeFill="accent4" w:themeFillTint="66"/>
          </w:tcPr>
          <w:p w14:paraId="075E1210" w14:textId="513536BA" w:rsidR="00E34250" w:rsidRPr="00B77525" w:rsidRDefault="00B559A6" w:rsidP="00517F10">
            <w:pPr>
              <w:pStyle w:val="Paragraphedeliste"/>
              <w:numPr>
                <w:ilvl w:val="0"/>
                <w:numId w:val="19"/>
              </w:numPr>
              <w:rPr>
                <w:rFonts w:ascii="Arial" w:eastAsia="Calibri" w:hAnsi="Arial" w:cs="Arial"/>
              </w:rPr>
            </w:pPr>
            <w:r w:rsidRPr="00B77525">
              <w:rPr>
                <w:rFonts w:ascii="Arial" w:eastAsia="Calibri" w:hAnsi="Arial" w:cs="Arial"/>
              </w:rPr>
              <w:t xml:space="preserve">Document de travail </w:t>
            </w:r>
            <w:proofErr w:type="spellStart"/>
            <w:r w:rsidRPr="00B77525">
              <w:rPr>
                <w:rFonts w:ascii="Arial" w:eastAsia="Calibri" w:hAnsi="Arial" w:cs="Arial"/>
              </w:rPr>
              <w:t>eleve</w:t>
            </w:r>
            <w:proofErr w:type="spellEnd"/>
            <w:r w:rsidRPr="00B77525">
              <w:rPr>
                <w:rFonts w:ascii="Arial" w:eastAsia="Calibri" w:hAnsi="Arial" w:cs="Arial"/>
              </w:rPr>
              <w:t xml:space="preserve"> </w:t>
            </w:r>
            <w:r w:rsidR="000950B5" w:rsidRPr="00B77525">
              <w:rPr>
                <w:rFonts w:ascii="Arial" w:eastAsia="Calibri" w:hAnsi="Arial" w:cs="Arial"/>
              </w:rPr>
              <w:t xml:space="preserve">2 </w:t>
            </w:r>
            <w:r w:rsidR="00F036DA" w:rsidRPr="00B77525">
              <w:rPr>
                <w:rFonts w:ascii="Arial" w:eastAsia="Calibri" w:hAnsi="Arial" w:cs="Arial"/>
              </w:rPr>
              <w:t>–</w:t>
            </w:r>
            <w:r w:rsidR="000950B5" w:rsidRPr="00B77525">
              <w:rPr>
                <w:rFonts w:ascii="Arial" w:eastAsia="Calibri" w:hAnsi="Arial" w:cs="Arial"/>
              </w:rPr>
              <w:t xml:space="preserve"> Correction</w:t>
            </w:r>
          </w:p>
          <w:p w14:paraId="5C809177" w14:textId="77777777" w:rsidR="00F036DA" w:rsidRPr="00517F10" w:rsidRDefault="00B77525" w:rsidP="00517F10">
            <w:pPr>
              <w:pStyle w:val="Paragraphedeliste"/>
              <w:numPr>
                <w:ilvl w:val="0"/>
                <w:numId w:val="19"/>
              </w:numPr>
              <w:rPr>
                <w:rFonts w:ascii="Arial" w:hAnsi="Arial" w:cs="Arial"/>
              </w:rPr>
            </w:pPr>
            <w:r w:rsidRPr="001B58BB">
              <w:rPr>
                <w:rFonts w:ascii="Arial" w:eastAsia="Calibri" w:hAnsi="Arial" w:cs="Arial"/>
              </w:rPr>
              <w:t>Fichier Securiser-Casiers-Eleves-Adacraft-IA-cor.sb3</w:t>
            </w:r>
          </w:p>
          <w:p w14:paraId="2000592D" w14:textId="77777777" w:rsidR="00517F10" w:rsidRDefault="00517F10" w:rsidP="00517F10">
            <w:pPr>
              <w:rPr>
                <w:rFonts w:ascii="Arial" w:hAnsi="Arial" w:cs="Arial"/>
                <w:u w:val="single"/>
              </w:rPr>
            </w:pPr>
            <w:r w:rsidRPr="00517F10">
              <w:rPr>
                <w:rFonts w:ascii="Arial" w:hAnsi="Arial" w:cs="Arial"/>
                <w:u w:val="single"/>
              </w:rPr>
              <w:t xml:space="preserve">Synthèses </w:t>
            </w:r>
          </w:p>
          <w:p w14:paraId="67D5C085" w14:textId="77777777" w:rsidR="00517F10" w:rsidRDefault="00517F10" w:rsidP="00517F10">
            <w:pPr>
              <w:rPr>
                <w:rFonts w:ascii="Arial" w:hAnsi="Arial" w:cs="Arial"/>
              </w:rPr>
            </w:pPr>
            <w:r w:rsidRPr="00517F10">
              <w:rPr>
                <w:rFonts w:ascii="Arial" w:hAnsi="Arial" w:cs="Arial"/>
              </w:rPr>
              <w:t>Algorithme et Programmation.pdf</w:t>
            </w:r>
          </w:p>
          <w:p w14:paraId="4BC3A093" w14:textId="77777777" w:rsidR="00517F10" w:rsidRDefault="00517F10" w:rsidP="00517F10">
            <w:pPr>
              <w:rPr>
                <w:rFonts w:ascii="Arial" w:hAnsi="Arial" w:cs="Arial"/>
              </w:rPr>
            </w:pPr>
            <w:r w:rsidRPr="00517F10">
              <w:rPr>
                <w:rFonts w:ascii="Arial" w:hAnsi="Arial" w:cs="Arial"/>
              </w:rPr>
              <w:t>Energie-Chaine d_energie-Transmission.pdf</w:t>
            </w:r>
          </w:p>
          <w:p w14:paraId="000780C1" w14:textId="16A2DA86" w:rsidR="00517F10" w:rsidRPr="00517F10" w:rsidRDefault="00517F10" w:rsidP="00517F10">
            <w:pPr>
              <w:rPr>
                <w:rFonts w:ascii="Arial" w:hAnsi="Arial" w:cs="Arial"/>
              </w:rPr>
            </w:pPr>
            <w:r w:rsidRPr="00517F10">
              <w:rPr>
                <w:rFonts w:ascii="Arial" w:hAnsi="Arial" w:cs="Arial"/>
              </w:rPr>
              <w:t>Information-Capteur-Microcontroleur-IHM.pdf</w:t>
            </w:r>
          </w:p>
        </w:tc>
        <w:tc>
          <w:tcPr>
            <w:tcW w:w="5641" w:type="dxa"/>
            <w:tcBorders>
              <w:top w:val="nil"/>
            </w:tcBorders>
            <w:shd w:val="clear" w:color="auto" w:fill="C5E0B3" w:themeFill="accent6" w:themeFillTint="66"/>
          </w:tcPr>
          <w:p w14:paraId="440E7447" w14:textId="77777777" w:rsidR="00B77525" w:rsidRPr="001B58BB" w:rsidRDefault="00B77525" w:rsidP="00B77525">
            <w:pPr>
              <w:pStyle w:val="Paragraphedeliste"/>
              <w:numPr>
                <w:ilvl w:val="0"/>
                <w:numId w:val="12"/>
              </w:numPr>
              <w:suppressAutoHyphens/>
              <w:rPr>
                <w:rFonts w:ascii="Arial" w:eastAsia="Calibri" w:hAnsi="Arial" w:cs="Arial"/>
              </w:rPr>
            </w:pPr>
            <w:r w:rsidRPr="001B58BB">
              <w:rPr>
                <w:rFonts w:ascii="Arial" w:eastAsia="Calibri" w:hAnsi="Arial" w:cs="Arial"/>
              </w:rPr>
              <w:t>Modèle IA de l’équipe séance 2</w:t>
            </w:r>
          </w:p>
          <w:p w14:paraId="798F8E13" w14:textId="77777777" w:rsidR="00B77525" w:rsidRPr="001B58BB" w:rsidRDefault="00B77525" w:rsidP="00B77525">
            <w:pPr>
              <w:pStyle w:val="Paragraphedeliste"/>
              <w:numPr>
                <w:ilvl w:val="0"/>
                <w:numId w:val="12"/>
              </w:numPr>
              <w:suppressAutoHyphens/>
              <w:rPr>
                <w:rFonts w:ascii="Arial" w:eastAsia="Calibri" w:hAnsi="Arial" w:cs="Arial"/>
              </w:rPr>
            </w:pPr>
            <w:r w:rsidRPr="001B58BB">
              <w:rPr>
                <w:rFonts w:ascii="Arial" w:eastAsia="Calibri" w:hAnsi="Arial" w:cs="Arial"/>
              </w:rPr>
              <w:t>Document Vittascience-Ada-IA-Arduino.pdf</w:t>
            </w:r>
          </w:p>
          <w:p w14:paraId="134A5748" w14:textId="77777777" w:rsidR="00B77525" w:rsidRPr="001B58BB" w:rsidRDefault="00B77525" w:rsidP="00B77525">
            <w:pPr>
              <w:pStyle w:val="Paragraphedeliste"/>
              <w:numPr>
                <w:ilvl w:val="0"/>
                <w:numId w:val="12"/>
              </w:numPr>
              <w:suppressAutoHyphens/>
              <w:rPr>
                <w:rFonts w:ascii="Arial" w:eastAsia="Calibri" w:hAnsi="Arial" w:cs="Arial"/>
              </w:rPr>
            </w:pPr>
            <w:r w:rsidRPr="001B58BB">
              <w:rPr>
                <w:rFonts w:ascii="Arial" w:eastAsia="Calibri" w:hAnsi="Arial" w:cs="Arial"/>
              </w:rPr>
              <w:t>Fichier Securiser-Casiers-Eleves-Adacraft-IA.sb3</w:t>
            </w:r>
          </w:p>
          <w:p w14:paraId="260319AF" w14:textId="77777777" w:rsidR="00B77525" w:rsidRPr="001B58BB" w:rsidRDefault="00B77525" w:rsidP="00B77525">
            <w:pPr>
              <w:pStyle w:val="Paragraphedeliste"/>
              <w:numPr>
                <w:ilvl w:val="0"/>
                <w:numId w:val="12"/>
              </w:numPr>
              <w:suppressAutoHyphens/>
              <w:rPr>
                <w:rStyle w:val="LienInternet"/>
                <w:rFonts w:ascii="Arial" w:eastAsia="Calibri" w:hAnsi="Arial" w:cs="Arial"/>
                <w:color w:val="auto"/>
              </w:rPr>
            </w:pPr>
            <w:r w:rsidRPr="001B58BB">
              <w:rPr>
                <w:rFonts w:ascii="Arial" w:eastAsia="Calibri" w:hAnsi="Arial" w:cs="Arial"/>
              </w:rPr>
              <w:t>Site</w:t>
            </w:r>
            <w:r w:rsidRPr="001B58BB">
              <w:rPr>
                <w:rFonts w:ascii="Arial" w:eastAsia="Calibri" w:hAnsi="Arial" w:cs="Arial"/>
                <w:i/>
                <w:iCs/>
              </w:rPr>
              <w:t xml:space="preserve"> </w:t>
            </w:r>
            <w:hyperlink r:id="rId16" w:history="1">
              <w:r w:rsidRPr="001B58BB">
                <w:rPr>
                  <w:rStyle w:val="Lienhypertexte"/>
                  <w:rFonts w:ascii="Arial" w:eastAsia="Calibri" w:hAnsi="Arial" w:cs="Arial"/>
                </w:rPr>
                <w:t>https://fr.vittascience.com/ia/images.php</w:t>
              </w:r>
            </w:hyperlink>
            <w:r w:rsidRPr="001B58BB">
              <w:rPr>
                <w:rStyle w:val="LienInternet"/>
                <w:rFonts w:ascii="Arial" w:eastAsia="Calibri" w:hAnsi="Arial" w:cs="Arial"/>
              </w:rPr>
              <w:t> </w:t>
            </w:r>
          </w:p>
          <w:p w14:paraId="49E738D6" w14:textId="77777777" w:rsidR="00E34250" w:rsidRPr="001B58BB" w:rsidRDefault="00B77525" w:rsidP="00B77525">
            <w:pPr>
              <w:pStyle w:val="Paragraphedeliste"/>
              <w:widowControl w:val="0"/>
              <w:numPr>
                <w:ilvl w:val="0"/>
                <w:numId w:val="12"/>
              </w:numPr>
              <w:suppressAutoHyphens/>
              <w:rPr>
                <w:rStyle w:val="LienInternet"/>
                <w:rFonts w:ascii="Arial" w:eastAsia="Calibri" w:hAnsi="Arial" w:cs="Arial"/>
              </w:rPr>
            </w:pPr>
            <w:r w:rsidRPr="001B58BB">
              <w:rPr>
                <w:rFonts w:ascii="Arial" w:eastAsia="Calibri" w:hAnsi="Arial" w:cs="Arial"/>
              </w:rPr>
              <w:t>Site</w:t>
            </w:r>
            <w:r w:rsidRPr="001B58BB">
              <w:rPr>
                <w:rStyle w:val="LienInternet"/>
                <w:rFonts w:ascii="Arial" w:eastAsia="Calibri" w:hAnsi="Arial" w:cs="Arial"/>
                <w:color w:val="000000"/>
              </w:rPr>
              <w:t xml:space="preserve"> </w:t>
            </w:r>
            <w:hyperlink r:id="rId17">
              <w:r w:rsidRPr="001B58BB">
                <w:rPr>
                  <w:rStyle w:val="LienInternet"/>
                  <w:rFonts w:ascii="Arial" w:eastAsia="Calibri" w:hAnsi="Arial" w:cs="Arial"/>
                </w:rPr>
                <w:t>https://fr.vittascience.com/adacraft/</w:t>
              </w:r>
            </w:hyperlink>
          </w:p>
          <w:p w14:paraId="05B92227" w14:textId="77777777" w:rsidR="001B58BB" w:rsidRPr="009C5F6C" w:rsidRDefault="001B58BB" w:rsidP="001B58BB">
            <w:pPr>
              <w:pStyle w:val="Paragraphedeliste"/>
              <w:widowControl w:val="0"/>
              <w:numPr>
                <w:ilvl w:val="0"/>
                <w:numId w:val="12"/>
              </w:numPr>
              <w:suppressAutoHyphens/>
              <w:rPr>
                <w:rFonts w:ascii="Arial" w:eastAsia="Calibri" w:hAnsi="Arial" w:cs="Arial"/>
                <w:color w:val="0563C1" w:themeColor="hyperlink"/>
                <w:sz w:val="20"/>
                <w:szCs w:val="20"/>
              </w:rPr>
            </w:pPr>
            <w:r w:rsidRPr="001B58BB">
              <w:rPr>
                <w:rFonts w:ascii="Arial" w:eastAsia="Calibri" w:hAnsi="Arial" w:cs="Arial"/>
              </w:rPr>
              <w:t>Bilan.pdf</w:t>
            </w:r>
          </w:p>
          <w:p w14:paraId="3AE312B4" w14:textId="58D7C39B" w:rsidR="009C5F6C" w:rsidRPr="001B58BB" w:rsidRDefault="008B5076" w:rsidP="001B58BB">
            <w:pPr>
              <w:pStyle w:val="Paragraphedeliste"/>
              <w:widowControl w:val="0"/>
              <w:numPr>
                <w:ilvl w:val="0"/>
                <w:numId w:val="12"/>
              </w:numPr>
              <w:suppressAutoHyphens/>
              <w:rPr>
                <w:rFonts w:ascii="Arial" w:eastAsia="Calibri" w:hAnsi="Arial" w:cs="Arial"/>
                <w:color w:val="0563C1" w:themeColor="hyperlink"/>
                <w:sz w:val="20"/>
                <w:szCs w:val="20"/>
              </w:rPr>
            </w:pPr>
            <w:r>
              <w:rPr>
                <w:rFonts w:ascii="Arial" w:eastAsia="Calibri" w:hAnsi="Arial" w:cs="Arial"/>
              </w:rPr>
              <w:t>Maquette Casier</w:t>
            </w:r>
          </w:p>
        </w:tc>
      </w:tr>
      <w:tr w:rsidR="00674BDB" w14:paraId="18C52402" w14:textId="77777777" w:rsidTr="00674BDB">
        <w:tc>
          <w:tcPr>
            <w:tcW w:w="10456" w:type="dxa"/>
            <w:gridSpan w:val="2"/>
            <w:shd w:val="clear" w:color="auto" w:fill="D9D9D9" w:themeFill="background1" w:themeFillShade="D9"/>
          </w:tcPr>
          <w:p w14:paraId="6E14386A" w14:textId="77777777" w:rsidR="00674BDB" w:rsidRPr="00674BDB" w:rsidRDefault="00674BDB" w:rsidP="00674BDB">
            <w:pPr>
              <w:rPr>
                <w:rFonts w:ascii="Arial" w:hAnsi="Arial" w:cs="Arial"/>
                <w:sz w:val="16"/>
                <w:szCs w:val="16"/>
              </w:rPr>
            </w:pPr>
          </w:p>
        </w:tc>
      </w:tr>
    </w:tbl>
    <w:p w14:paraId="61383E81" w14:textId="1A2211FF" w:rsidR="00432232" w:rsidRPr="00B559A6" w:rsidRDefault="00432232" w:rsidP="00B559A6"/>
    <w:sectPr w:rsidR="00432232" w:rsidRPr="00B559A6" w:rsidSect="00DD2E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DE1"/>
    <w:multiLevelType w:val="multilevel"/>
    <w:tmpl w:val="C660E13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12947607"/>
    <w:multiLevelType w:val="multilevel"/>
    <w:tmpl w:val="67A4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1315DE"/>
    <w:multiLevelType w:val="multilevel"/>
    <w:tmpl w:val="2A66F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A56D15"/>
    <w:multiLevelType w:val="multilevel"/>
    <w:tmpl w:val="1D268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176061"/>
    <w:multiLevelType w:val="hybridMultilevel"/>
    <w:tmpl w:val="A8124AD4"/>
    <w:lvl w:ilvl="0" w:tplc="D4CC37C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034DDF"/>
    <w:multiLevelType w:val="multilevel"/>
    <w:tmpl w:val="363AAA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2E0B1B83"/>
    <w:multiLevelType w:val="hybridMultilevel"/>
    <w:tmpl w:val="BB2AE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1F4664"/>
    <w:multiLevelType w:val="hybridMultilevel"/>
    <w:tmpl w:val="4150F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8F7F96"/>
    <w:multiLevelType w:val="hybridMultilevel"/>
    <w:tmpl w:val="954CEC56"/>
    <w:lvl w:ilvl="0" w:tplc="4978EE9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A879D7"/>
    <w:multiLevelType w:val="multilevel"/>
    <w:tmpl w:val="FD58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5E3D59"/>
    <w:multiLevelType w:val="hybridMultilevel"/>
    <w:tmpl w:val="83921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801335"/>
    <w:multiLevelType w:val="hybridMultilevel"/>
    <w:tmpl w:val="33361BB2"/>
    <w:lvl w:ilvl="0" w:tplc="040C000B">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2" w15:restartNumberingAfterBreak="0">
    <w:nsid w:val="4D684804"/>
    <w:multiLevelType w:val="hybridMultilevel"/>
    <w:tmpl w:val="F2E28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3175D4"/>
    <w:multiLevelType w:val="multilevel"/>
    <w:tmpl w:val="10C23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AD40FF"/>
    <w:multiLevelType w:val="hybridMultilevel"/>
    <w:tmpl w:val="69F43838"/>
    <w:lvl w:ilvl="0" w:tplc="D4CC37C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992417"/>
    <w:multiLevelType w:val="hybridMultilevel"/>
    <w:tmpl w:val="C16CD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4E2AA0"/>
    <w:multiLevelType w:val="hybridMultilevel"/>
    <w:tmpl w:val="8620DC58"/>
    <w:lvl w:ilvl="0" w:tplc="040C000B">
      <w:start w:val="1"/>
      <w:numFmt w:val="bullet"/>
      <w:lvlText w:val=""/>
      <w:lvlJc w:val="left"/>
      <w:pPr>
        <w:ind w:left="743" w:hanging="360"/>
      </w:pPr>
      <w:rPr>
        <w:rFonts w:ascii="Wingdings" w:hAnsi="Wingdings"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7" w15:restartNumberingAfterBreak="0">
    <w:nsid w:val="6A2F4930"/>
    <w:multiLevelType w:val="hybridMultilevel"/>
    <w:tmpl w:val="07187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ED6937"/>
    <w:multiLevelType w:val="hybridMultilevel"/>
    <w:tmpl w:val="7B329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0333820">
    <w:abstractNumId w:val="11"/>
  </w:num>
  <w:num w:numId="2" w16cid:durableId="711421511">
    <w:abstractNumId w:val="5"/>
  </w:num>
  <w:num w:numId="3" w16cid:durableId="1131434061">
    <w:abstractNumId w:val="0"/>
  </w:num>
  <w:num w:numId="4" w16cid:durableId="444544928">
    <w:abstractNumId w:val="15"/>
  </w:num>
  <w:num w:numId="5" w16cid:durableId="319432071">
    <w:abstractNumId w:val="2"/>
  </w:num>
  <w:num w:numId="6" w16cid:durableId="452673912">
    <w:abstractNumId w:val="3"/>
  </w:num>
  <w:num w:numId="7" w16cid:durableId="1728455168">
    <w:abstractNumId w:val="13"/>
  </w:num>
  <w:num w:numId="8" w16cid:durableId="178398124">
    <w:abstractNumId w:val="12"/>
  </w:num>
  <w:num w:numId="9" w16cid:durableId="448815541">
    <w:abstractNumId w:val="6"/>
  </w:num>
  <w:num w:numId="10" w16cid:durableId="1713993439">
    <w:abstractNumId w:val="16"/>
  </w:num>
  <w:num w:numId="11" w16cid:durableId="2056079755">
    <w:abstractNumId w:val="17"/>
  </w:num>
  <w:num w:numId="12" w16cid:durableId="105396350">
    <w:abstractNumId w:val="8"/>
  </w:num>
  <w:num w:numId="13" w16cid:durableId="1846356357">
    <w:abstractNumId w:val="18"/>
  </w:num>
  <w:num w:numId="14" w16cid:durableId="1723555588">
    <w:abstractNumId w:val="4"/>
  </w:num>
  <w:num w:numId="15" w16cid:durableId="1469667153">
    <w:abstractNumId w:val="14"/>
  </w:num>
  <w:num w:numId="16" w16cid:durableId="2112700406">
    <w:abstractNumId w:val="1"/>
  </w:num>
  <w:num w:numId="17" w16cid:durableId="193620661">
    <w:abstractNumId w:val="9"/>
  </w:num>
  <w:num w:numId="18" w16cid:durableId="772825923">
    <w:abstractNumId w:val="7"/>
  </w:num>
  <w:num w:numId="19" w16cid:durableId="11998551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053"/>
    <w:rsid w:val="00002586"/>
    <w:rsid w:val="00005356"/>
    <w:rsid w:val="00007825"/>
    <w:rsid w:val="00011CFC"/>
    <w:rsid w:val="00012C4F"/>
    <w:rsid w:val="0001522D"/>
    <w:rsid w:val="00024B55"/>
    <w:rsid w:val="00052C4B"/>
    <w:rsid w:val="00053B22"/>
    <w:rsid w:val="00060610"/>
    <w:rsid w:val="000707BF"/>
    <w:rsid w:val="00076024"/>
    <w:rsid w:val="00077D84"/>
    <w:rsid w:val="00080DBF"/>
    <w:rsid w:val="00092775"/>
    <w:rsid w:val="000950B5"/>
    <w:rsid w:val="000950DC"/>
    <w:rsid w:val="000A09FE"/>
    <w:rsid w:val="000A4B8A"/>
    <w:rsid w:val="000A5692"/>
    <w:rsid w:val="000A56F3"/>
    <w:rsid w:val="000B4897"/>
    <w:rsid w:val="000C1BC1"/>
    <w:rsid w:val="000C1D2D"/>
    <w:rsid w:val="000C224E"/>
    <w:rsid w:val="000D57C9"/>
    <w:rsid w:val="000E30BE"/>
    <w:rsid w:val="001076E7"/>
    <w:rsid w:val="00115223"/>
    <w:rsid w:val="00115711"/>
    <w:rsid w:val="001250CC"/>
    <w:rsid w:val="00141BFF"/>
    <w:rsid w:val="00170760"/>
    <w:rsid w:val="00175488"/>
    <w:rsid w:val="001870BF"/>
    <w:rsid w:val="00190F40"/>
    <w:rsid w:val="001933E5"/>
    <w:rsid w:val="001A2C06"/>
    <w:rsid w:val="001A4813"/>
    <w:rsid w:val="001A52C7"/>
    <w:rsid w:val="001B58BB"/>
    <w:rsid w:val="001C355C"/>
    <w:rsid w:val="001D168C"/>
    <w:rsid w:val="001D3ACE"/>
    <w:rsid w:val="001D4F5E"/>
    <w:rsid w:val="001E1358"/>
    <w:rsid w:val="001E31EB"/>
    <w:rsid w:val="00205DE0"/>
    <w:rsid w:val="00211A6A"/>
    <w:rsid w:val="00215C53"/>
    <w:rsid w:val="00226BDD"/>
    <w:rsid w:val="002341D2"/>
    <w:rsid w:val="00261747"/>
    <w:rsid w:val="0026508F"/>
    <w:rsid w:val="00266B5D"/>
    <w:rsid w:val="00283D20"/>
    <w:rsid w:val="0028663A"/>
    <w:rsid w:val="0028775D"/>
    <w:rsid w:val="0029218B"/>
    <w:rsid w:val="002B76E8"/>
    <w:rsid w:val="002C4C8A"/>
    <w:rsid w:val="003015D9"/>
    <w:rsid w:val="00304B07"/>
    <w:rsid w:val="00313138"/>
    <w:rsid w:val="00320BE5"/>
    <w:rsid w:val="003318FA"/>
    <w:rsid w:val="00376E6C"/>
    <w:rsid w:val="0038316C"/>
    <w:rsid w:val="0039658C"/>
    <w:rsid w:val="00397F54"/>
    <w:rsid w:val="003B4C98"/>
    <w:rsid w:val="003C3BD3"/>
    <w:rsid w:val="003C7CBA"/>
    <w:rsid w:val="003D578C"/>
    <w:rsid w:val="003E1F5B"/>
    <w:rsid w:val="003F01A5"/>
    <w:rsid w:val="004049EA"/>
    <w:rsid w:val="0041024D"/>
    <w:rsid w:val="00432232"/>
    <w:rsid w:val="0043744C"/>
    <w:rsid w:val="00452733"/>
    <w:rsid w:val="00462B7A"/>
    <w:rsid w:val="00472C57"/>
    <w:rsid w:val="0047407C"/>
    <w:rsid w:val="00497D55"/>
    <w:rsid w:val="004D2B6C"/>
    <w:rsid w:val="00501C40"/>
    <w:rsid w:val="00517F10"/>
    <w:rsid w:val="00527E94"/>
    <w:rsid w:val="00541313"/>
    <w:rsid w:val="005432BF"/>
    <w:rsid w:val="00547E56"/>
    <w:rsid w:val="00554811"/>
    <w:rsid w:val="00577AAF"/>
    <w:rsid w:val="00587F30"/>
    <w:rsid w:val="005A295D"/>
    <w:rsid w:val="005D046E"/>
    <w:rsid w:val="005E429A"/>
    <w:rsid w:val="005F4E6A"/>
    <w:rsid w:val="005F5A4E"/>
    <w:rsid w:val="00610BF0"/>
    <w:rsid w:val="00611FF0"/>
    <w:rsid w:val="00625E8E"/>
    <w:rsid w:val="0064096F"/>
    <w:rsid w:val="006500B7"/>
    <w:rsid w:val="00653566"/>
    <w:rsid w:val="006703C7"/>
    <w:rsid w:val="00674BDB"/>
    <w:rsid w:val="0067598D"/>
    <w:rsid w:val="00694A1F"/>
    <w:rsid w:val="006A0A31"/>
    <w:rsid w:val="006D5CD5"/>
    <w:rsid w:val="006D6CDB"/>
    <w:rsid w:val="006E62CC"/>
    <w:rsid w:val="006F45CE"/>
    <w:rsid w:val="006F53F9"/>
    <w:rsid w:val="00700B65"/>
    <w:rsid w:val="00702826"/>
    <w:rsid w:val="00711425"/>
    <w:rsid w:val="00723EAC"/>
    <w:rsid w:val="0073732F"/>
    <w:rsid w:val="00737AE3"/>
    <w:rsid w:val="007421C5"/>
    <w:rsid w:val="0075475C"/>
    <w:rsid w:val="00763A2A"/>
    <w:rsid w:val="0076458A"/>
    <w:rsid w:val="0078286B"/>
    <w:rsid w:val="00791D50"/>
    <w:rsid w:val="00792B51"/>
    <w:rsid w:val="00796006"/>
    <w:rsid w:val="007A15DD"/>
    <w:rsid w:val="007B0D3D"/>
    <w:rsid w:val="007B4667"/>
    <w:rsid w:val="007B5C7A"/>
    <w:rsid w:val="007D520F"/>
    <w:rsid w:val="007E6A49"/>
    <w:rsid w:val="007F0FA7"/>
    <w:rsid w:val="007F5D28"/>
    <w:rsid w:val="007F6ED7"/>
    <w:rsid w:val="0080356E"/>
    <w:rsid w:val="0082566E"/>
    <w:rsid w:val="00861518"/>
    <w:rsid w:val="00871771"/>
    <w:rsid w:val="0089123B"/>
    <w:rsid w:val="008A4020"/>
    <w:rsid w:val="008B4D94"/>
    <w:rsid w:val="008B5076"/>
    <w:rsid w:val="008B5FAA"/>
    <w:rsid w:val="008B736C"/>
    <w:rsid w:val="008C6953"/>
    <w:rsid w:val="008D08BB"/>
    <w:rsid w:val="008F3432"/>
    <w:rsid w:val="009103B2"/>
    <w:rsid w:val="009153A9"/>
    <w:rsid w:val="009204CF"/>
    <w:rsid w:val="0092066F"/>
    <w:rsid w:val="00920FDB"/>
    <w:rsid w:val="0092722C"/>
    <w:rsid w:val="00934D79"/>
    <w:rsid w:val="009606B8"/>
    <w:rsid w:val="009646A5"/>
    <w:rsid w:val="00967DBD"/>
    <w:rsid w:val="00981798"/>
    <w:rsid w:val="0098705D"/>
    <w:rsid w:val="00987151"/>
    <w:rsid w:val="009C5F6C"/>
    <w:rsid w:val="009C6761"/>
    <w:rsid w:val="009D1528"/>
    <w:rsid w:val="009D568C"/>
    <w:rsid w:val="00A143D2"/>
    <w:rsid w:val="00A55143"/>
    <w:rsid w:val="00A56029"/>
    <w:rsid w:val="00A82721"/>
    <w:rsid w:val="00A8581B"/>
    <w:rsid w:val="00A97170"/>
    <w:rsid w:val="00AA6691"/>
    <w:rsid w:val="00AC102B"/>
    <w:rsid w:val="00AC4A28"/>
    <w:rsid w:val="00AC4C7B"/>
    <w:rsid w:val="00AD73A7"/>
    <w:rsid w:val="00AE73AE"/>
    <w:rsid w:val="00B0088E"/>
    <w:rsid w:val="00B04DC9"/>
    <w:rsid w:val="00B059BE"/>
    <w:rsid w:val="00B121D9"/>
    <w:rsid w:val="00B26386"/>
    <w:rsid w:val="00B32A01"/>
    <w:rsid w:val="00B3440D"/>
    <w:rsid w:val="00B4455D"/>
    <w:rsid w:val="00B559A6"/>
    <w:rsid w:val="00B60687"/>
    <w:rsid w:val="00B66A1A"/>
    <w:rsid w:val="00B66F03"/>
    <w:rsid w:val="00B77525"/>
    <w:rsid w:val="00B97C1A"/>
    <w:rsid w:val="00BA4E73"/>
    <w:rsid w:val="00BC3B4E"/>
    <w:rsid w:val="00BC6053"/>
    <w:rsid w:val="00BD02AD"/>
    <w:rsid w:val="00BE59A4"/>
    <w:rsid w:val="00BE5AFD"/>
    <w:rsid w:val="00C05AD9"/>
    <w:rsid w:val="00C176AC"/>
    <w:rsid w:val="00C20BAA"/>
    <w:rsid w:val="00C25125"/>
    <w:rsid w:val="00C2543E"/>
    <w:rsid w:val="00C2727C"/>
    <w:rsid w:val="00C42552"/>
    <w:rsid w:val="00C53B23"/>
    <w:rsid w:val="00C56388"/>
    <w:rsid w:val="00C6310A"/>
    <w:rsid w:val="00C65A97"/>
    <w:rsid w:val="00C87E48"/>
    <w:rsid w:val="00C928A0"/>
    <w:rsid w:val="00CA3FC0"/>
    <w:rsid w:val="00CB3251"/>
    <w:rsid w:val="00CE14EA"/>
    <w:rsid w:val="00CF61E3"/>
    <w:rsid w:val="00D0037F"/>
    <w:rsid w:val="00D108AC"/>
    <w:rsid w:val="00D20EC6"/>
    <w:rsid w:val="00D270DF"/>
    <w:rsid w:val="00D3156F"/>
    <w:rsid w:val="00D32392"/>
    <w:rsid w:val="00D35A84"/>
    <w:rsid w:val="00D36876"/>
    <w:rsid w:val="00D373FA"/>
    <w:rsid w:val="00D60990"/>
    <w:rsid w:val="00D65A2C"/>
    <w:rsid w:val="00DB4016"/>
    <w:rsid w:val="00DD2E42"/>
    <w:rsid w:val="00DE176E"/>
    <w:rsid w:val="00E1573B"/>
    <w:rsid w:val="00E16E37"/>
    <w:rsid w:val="00E22BFB"/>
    <w:rsid w:val="00E2677F"/>
    <w:rsid w:val="00E31AD8"/>
    <w:rsid w:val="00E34250"/>
    <w:rsid w:val="00E53692"/>
    <w:rsid w:val="00E605E8"/>
    <w:rsid w:val="00E71955"/>
    <w:rsid w:val="00E90616"/>
    <w:rsid w:val="00E9434C"/>
    <w:rsid w:val="00EA12F1"/>
    <w:rsid w:val="00EC2158"/>
    <w:rsid w:val="00EC6970"/>
    <w:rsid w:val="00ED3B8C"/>
    <w:rsid w:val="00ED3B9E"/>
    <w:rsid w:val="00F02B34"/>
    <w:rsid w:val="00F036DA"/>
    <w:rsid w:val="00F05D4F"/>
    <w:rsid w:val="00F27D21"/>
    <w:rsid w:val="00F36A95"/>
    <w:rsid w:val="00F41BE2"/>
    <w:rsid w:val="00F541F4"/>
    <w:rsid w:val="00F871B9"/>
    <w:rsid w:val="00FA5C03"/>
    <w:rsid w:val="00FB530C"/>
    <w:rsid w:val="00FC4CD6"/>
    <w:rsid w:val="00FC4D49"/>
    <w:rsid w:val="00FE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C8C6"/>
  <w15:docId w15:val="{D3090D98-B80D-884B-AC49-D8B710CC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link w:val="Titre3Car"/>
    <w:uiPriority w:val="9"/>
    <w:qFormat/>
    <w:rsid w:val="004D2B6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paragraph" w:styleId="Textedebulles">
    <w:name w:val="Balloon Text"/>
    <w:basedOn w:val="Normal"/>
    <w:link w:val="TextedebullesCar"/>
    <w:uiPriority w:val="99"/>
    <w:semiHidden/>
    <w:unhideWhenUsed/>
    <w:rsid w:val="00012C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2C4F"/>
    <w:rPr>
      <w:rFonts w:ascii="Tahoma" w:hAnsi="Tahoma" w:cs="Tahoma"/>
      <w:sz w:val="16"/>
      <w:szCs w:val="16"/>
    </w:rPr>
  </w:style>
  <w:style w:type="character" w:styleId="Lienhypertexte">
    <w:name w:val="Hyperlink"/>
    <w:basedOn w:val="Policepardfaut"/>
    <w:uiPriority w:val="99"/>
    <w:unhideWhenUsed/>
    <w:rsid w:val="00012C4F"/>
    <w:rPr>
      <w:color w:val="0563C1" w:themeColor="hyperlink"/>
      <w:u w:val="single"/>
    </w:rPr>
  </w:style>
  <w:style w:type="character" w:styleId="Lienhypertextesuivivisit">
    <w:name w:val="FollowedHyperlink"/>
    <w:basedOn w:val="Policepardfaut"/>
    <w:uiPriority w:val="99"/>
    <w:semiHidden/>
    <w:unhideWhenUsed/>
    <w:rsid w:val="00012C4F"/>
    <w:rPr>
      <w:color w:val="954F72" w:themeColor="followedHyperlink"/>
      <w:u w:val="single"/>
    </w:rPr>
  </w:style>
  <w:style w:type="character" w:styleId="lev">
    <w:name w:val="Strong"/>
    <w:basedOn w:val="Policepardfaut"/>
    <w:uiPriority w:val="22"/>
    <w:qFormat/>
    <w:rsid w:val="00190F40"/>
    <w:rPr>
      <w:b/>
      <w:bCs/>
    </w:rPr>
  </w:style>
  <w:style w:type="paragraph" w:styleId="NormalWeb">
    <w:name w:val="Normal (Web)"/>
    <w:basedOn w:val="Normal"/>
    <w:uiPriority w:val="99"/>
    <w:semiHidden/>
    <w:unhideWhenUsed/>
    <w:rsid w:val="00934D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934D79"/>
    <w:rPr>
      <w:i/>
      <w:iCs/>
    </w:rPr>
  </w:style>
  <w:style w:type="character" w:customStyle="1" w:styleId="Titre3Car">
    <w:name w:val="Titre 3 Car"/>
    <w:basedOn w:val="Policepardfaut"/>
    <w:link w:val="Titre3"/>
    <w:uiPriority w:val="9"/>
    <w:rsid w:val="004D2B6C"/>
    <w:rPr>
      <w:rFonts w:ascii="Times New Roman" w:eastAsia="Times New Roman" w:hAnsi="Times New Roman" w:cs="Times New Roman"/>
      <w:b/>
      <w:bCs/>
      <w:sz w:val="27"/>
      <w:szCs w:val="27"/>
      <w:lang w:eastAsia="fr-FR"/>
    </w:rPr>
  </w:style>
  <w:style w:type="character" w:customStyle="1" w:styleId="LienInternet">
    <w:name w:val="Lien Internet"/>
    <w:basedOn w:val="Policepardfaut"/>
    <w:uiPriority w:val="99"/>
    <w:unhideWhenUsed/>
    <w:rsid w:val="00B77525"/>
    <w:rPr>
      <w:color w:val="0563C1" w:themeColor="hyperlink"/>
      <w:u w:val="single"/>
    </w:rPr>
  </w:style>
  <w:style w:type="character" w:customStyle="1" w:styleId="Mentionnonrsolue1">
    <w:name w:val="Mention non résolue1"/>
    <w:basedOn w:val="Policepardfaut"/>
    <w:uiPriority w:val="99"/>
    <w:semiHidden/>
    <w:unhideWhenUsed/>
    <w:qFormat/>
    <w:rsid w:val="00B775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75406">
      <w:bodyDiv w:val="1"/>
      <w:marLeft w:val="0"/>
      <w:marRight w:val="0"/>
      <w:marTop w:val="0"/>
      <w:marBottom w:val="0"/>
      <w:divBdr>
        <w:top w:val="none" w:sz="0" w:space="0" w:color="auto"/>
        <w:left w:val="none" w:sz="0" w:space="0" w:color="auto"/>
        <w:bottom w:val="none" w:sz="0" w:space="0" w:color="auto"/>
        <w:right w:val="none" w:sz="0" w:space="0" w:color="auto"/>
      </w:divBdr>
    </w:div>
    <w:div w:id="922451341">
      <w:bodyDiv w:val="1"/>
      <w:marLeft w:val="0"/>
      <w:marRight w:val="0"/>
      <w:marTop w:val="0"/>
      <w:marBottom w:val="0"/>
      <w:divBdr>
        <w:top w:val="none" w:sz="0" w:space="0" w:color="auto"/>
        <w:left w:val="none" w:sz="0" w:space="0" w:color="auto"/>
        <w:bottom w:val="none" w:sz="0" w:space="0" w:color="auto"/>
        <w:right w:val="none" w:sz="0" w:space="0" w:color="auto"/>
      </w:divBdr>
    </w:div>
    <w:div w:id="1310816961">
      <w:bodyDiv w:val="1"/>
      <w:marLeft w:val="0"/>
      <w:marRight w:val="0"/>
      <w:marTop w:val="0"/>
      <w:marBottom w:val="0"/>
      <w:divBdr>
        <w:top w:val="none" w:sz="0" w:space="0" w:color="auto"/>
        <w:left w:val="none" w:sz="0" w:space="0" w:color="auto"/>
        <w:bottom w:val="none" w:sz="0" w:space="0" w:color="auto"/>
        <w:right w:val="none" w:sz="0" w:space="0" w:color="auto"/>
      </w:divBdr>
    </w:div>
    <w:div w:id="1601834620">
      <w:bodyDiv w:val="1"/>
      <w:marLeft w:val="0"/>
      <w:marRight w:val="0"/>
      <w:marTop w:val="0"/>
      <w:marBottom w:val="0"/>
      <w:divBdr>
        <w:top w:val="none" w:sz="0" w:space="0" w:color="auto"/>
        <w:left w:val="none" w:sz="0" w:space="0" w:color="auto"/>
        <w:bottom w:val="none" w:sz="0" w:space="0" w:color="auto"/>
        <w:right w:val="none" w:sz="0" w:space="0" w:color="auto"/>
      </w:divBdr>
    </w:div>
    <w:div w:id="1796825057">
      <w:bodyDiv w:val="1"/>
      <w:marLeft w:val="0"/>
      <w:marRight w:val="0"/>
      <w:marTop w:val="0"/>
      <w:marBottom w:val="0"/>
      <w:divBdr>
        <w:top w:val="none" w:sz="0" w:space="0" w:color="auto"/>
        <w:left w:val="none" w:sz="0" w:space="0" w:color="auto"/>
        <w:bottom w:val="none" w:sz="0" w:space="0" w:color="auto"/>
        <w:right w:val="none" w:sz="0" w:space="0" w:color="auto"/>
      </w:divBdr>
    </w:div>
    <w:div w:id="213721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hyperlink" Target="https://fr.vittascience.com/adacraft/" TargetMode="External"/><Relationship Id="rId2" Type="http://schemas.openxmlformats.org/officeDocument/2006/relationships/styles" Target="styles.xml"/><Relationship Id="rId16" Type="http://schemas.openxmlformats.org/officeDocument/2006/relationships/hyperlink" Target="https://fr.vittascience.com/ia/images.ph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hyperlink" Target="https://fr.vittascience.com/"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fr.vittascienc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ay\Documents\Mod&#232;les%20Office%20personnalis&#233;s\doc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D6425FC7B74542AE4EF4AA0814A1D6"/>
        <w:category>
          <w:name w:val="Général"/>
          <w:gallery w:val="placeholder"/>
        </w:category>
        <w:types>
          <w:type w:val="bbPlcHdr"/>
        </w:types>
        <w:behaviors>
          <w:behavior w:val="content"/>
        </w:behaviors>
        <w:guid w:val="{FB24D7D5-3B61-4C3C-9AEE-08A004484690}"/>
      </w:docPartPr>
      <w:docPartBody>
        <w:p w:rsidR="0081584A" w:rsidRDefault="00D301C8" w:rsidP="00D301C8">
          <w:pPr>
            <w:pStyle w:val="9BD6425FC7B74542AE4EF4AA0814A1D6"/>
          </w:pPr>
          <w:r w:rsidRPr="005723C3">
            <w:rPr>
              <w:rStyle w:val="Textedelespacerserv"/>
            </w:rPr>
            <w:t>Choisissez un élément.</w:t>
          </w:r>
        </w:p>
      </w:docPartBody>
    </w:docPart>
    <w:docPart>
      <w:docPartPr>
        <w:name w:val="BA888078225E4EB187D33B659A5BDB95"/>
        <w:category>
          <w:name w:val="Général"/>
          <w:gallery w:val="placeholder"/>
        </w:category>
        <w:types>
          <w:type w:val="bbPlcHdr"/>
        </w:types>
        <w:behaviors>
          <w:behavior w:val="content"/>
        </w:behaviors>
        <w:guid w:val="{B17CB700-7CEF-4D22-854C-D4606E01A464}"/>
      </w:docPartPr>
      <w:docPartBody>
        <w:p w:rsidR="00C3776E" w:rsidRDefault="000A68E0" w:rsidP="000A68E0">
          <w:pPr>
            <w:pStyle w:val="BA888078225E4EB187D33B659A5BDB95"/>
          </w:pPr>
          <w:r w:rsidRPr="005723C3">
            <w:rPr>
              <w:rStyle w:val="Textedelespacerserv"/>
            </w:rPr>
            <w:t>Choisissez un élément.</w:t>
          </w:r>
        </w:p>
      </w:docPartBody>
    </w:docPart>
    <w:docPart>
      <w:docPartPr>
        <w:name w:val="BE06BC604AB9416F9C9CCDA92EC858AE"/>
        <w:category>
          <w:name w:val="Général"/>
          <w:gallery w:val="placeholder"/>
        </w:category>
        <w:types>
          <w:type w:val="bbPlcHdr"/>
        </w:types>
        <w:behaviors>
          <w:behavior w:val="content"/>
        </w:behaviors>
        <w:guid w:val="{6217BE0F-E982-479E-B6A3-A72CC0F3D640}"/>
      </w:docPartPr>
      <w:docPartBody>
        <w:p w:rsidR="00C3776E" w:rsidRDefault="000A68E0" w:rsidP="000A68E0">
          <w:pPr>
            <w:pStyle w:val="BE06BC604AB9416F9C9CCDA92EC858AE3"/>
          </w:pPr>
          <w:r w:rsidRPr="005723C3">
            <w:rPr>
              <w:rStyle w:val="Textedelespacerserv"/>
            </w:rPr>
            <w:t>Choisissez un élément.</w:t>
          </w:r>
        </w:p>
      </w:docPartBody>
    </w:docPart>
    <w:docPart>
      <w:docPartPr>
        <w:name w:val="CE58AE478383445989FF3BCE9EC927CA"/>
        <w:category>
          <w:name w:val="Général"/>
          <w:gallery w:val="placeholder"/>
        </w:category>
        <w:types>
          <w:type w:val="bbPlcHdr"/>
        </w:types>
        <w:behaviors>
          <w:behavior w:val="content"/>
        </w:behaviors>
        <w:guid w:val="{8B742F0B-050D-4411-8AAD-652A405D37D4}"/>
      </w:docPartPr>
      <w:docPartBody>
        <w:p w:rsidR="00C3776E" w:rsidRDefault="000A68E0" w:rsidP="000A68E0">
          <w:pPr>
            <w:pStyle w:val="CE58AE478383445989FF3BCE9EC927CA2"/>
          </w:pPr>
          <w:r w:rsidRPr="005723C3">
            <w:rPr>
              <w:rStyle w:val="Textedelespacerserv"/>
            </w:rPr>
            <w:t>Choisissez un élément.</w:t>
          </w:r>
        </w:p>
      </w:docPartBody>
    </w:docPart>
    <w:docPart>
      <w:docPartPr>
        <w:name w:val="88F9CADEAB884D35BE7380BE6D888814"/>
        <w:category>
          <w:name w:val="Général"/>
          <w:gallery w:val="placeholder"/>
        </w:category>
        <w:types>
          <w:type w:val="bbPlcHdr"/>
        </w:types>
        <w:behaviors>
          <w:behavior w:val="content"/>
        </w:behaviors>
        <w:guid w:val="{37F9B5B4-4970-4691-BA79-FC03CEABC5FA}"/>
      </w:docPartPr>
      <w:docPartBody>
        <w:p w:rsidR="00913B74" w:rsidRDefault="00A431C9" w:rsidP="00A431C9">
          <w:pPr>
            <w:pStyle w:val="88F9CADEAB884D35BE7380BE6D888814"/>
          </w:pPr>
          <w:r w:rsidRPr="005723C3">
            <w:rPr>
              <w:rStyle w:val="Textedelespacerserv"/>
            </w:rPr>
            <w:t>Choisissez un élément.</w:t>
          </w:r>
        </w:p>
      </w:docPartBody>
    </w:docPart>
    <w:docPart>
      <w:docPartPr>
        <w:name w:val="8161DBBC9F1F4D78B3A2A611BFEB1C5C"/>
        <w:category>
          <w:name w:val="Général"/>
          <w:gallery w:val="placeholder"/>
        </w:category>
        <w:types>
          <w:type w:val="bbPlcHdr"/>
        </w:types>
        <w:behaviors>
          <w:behavior w:val="content"/>
        </w:behaviors>
        <w:guid w:val="{B06D4A21-30A9-490E-AFA9-74B6DEC8148F}"/>
      </w:docPartPr>
      <w:docPartBody>
        <w:p w:rsidR="006F7108" w:rsidRDefault="000D6E8B" w:rsidP="000D6E8B">
          <w:pPr>
            <w:pStyle w:val="8161DBBC9F1F4D78B3A2A611BFEB1C5C"/>
          </w:pPr>
          <w:r w:rsidRPr="005723C3">
            <w:rPr>
              <w:rStyle w:val="Textedelespacerserv"/>
            </w:rPr>
            <w:t>Choisissez un élément.</w:t>
          </w:r>
        </w:p>
      </w:docPartBody>
    </w:docPart>
    <w:docPart>
      <w:docPartPr>
        <w:name w:val="20CAC123557F4A5DBEAA7D89AFE859D6"/>
        <w:category>
          <w:name w:val="Général"/>
          <w:gallery w:val="placeholder"/>
        </w:category>
        <w:types>
          <w:type w:val="bbPlcHdr"/>
        </w:types>
        <w:behaviors>
          <w:behavior w:val="content"/>
        </w:behaviors>
        <w:guid w:val="{7A0C37BB-D001-4030-942A-8E05902F68A6}"/>
      </w:docPartPr>
      <w:docPartBody>
        <w:p w:rsidR="00765B9B" w:rsidRDefault="00CD7CBD" w:rsidP="00CD7CBD">
          <w:pPr>
            <w:pStyle w:val="20CAC123557F4A5DBEAA7D89AFE859D6"/>
          </w:pPr>
          <w:r w:rsidRPr="005723C3">
            <w:rPr>
              <w:rStyle w:val="Textedelespacerserv"/>
            </w:rPr>
            <w:t>Choisissez un élément.</w:t>
          </w:r>
        </w:p>
      </w:docPartBody>
    </w:docPart>
    <w:docPart>
      <w:docPartPr>
        <w:name w:val="3ED566ADE68447C79F29B714B02091FD"/>
        <w:category>
          <w:name w:val="Général"/>
          <w:gallery w:val="placeholder"/>
        </w:category>
        <w:types>
          <w:type w:val="bbPlcHdr"/>
        </w:types>
        <w:behaviors>
          <w:behavior w:val="content"/>
        </w:behaviors>
        <w:guid w:val="{63DB6013-C9D4-4213-84CF-DDDBDF9BA41E}"/>
      </w:docPartPr>
      <w:docPartBody>
        <w:p w:rsidR="00765B9B" w:rsidRDefault="00CD7CBD" w:rsidP="00CD7CBD">
          <w:pPr>
            <w:pStyle w:val="3ED566ADE68447C79F29B714B02091FD"/>
          </w:pPr>
          <w:r w:rsidRPr="005723C3">
            <w:rPr>
              <w:rStyle w:val="Textedelespacerserv"/>
            </w:rPr>
            <w:t>Choisissez un élément.</w:t>
          </w:r>
        </w:p>
      </w:docPartBody>
    </w:docPart>
    <w:docPart>
      <w:docPartPr>
        <w:name w:val="99B210B17D164BBAAAB949F5E19FD52B"/>
        <w:category>
          <w:name w:val="Général"/>
          <w:gallery w:val="placeholder"/>
        </w:category>
        <w:types>
          <w:type w:val="bbPlcHdr"/>
        </w:types>
        <w:behaviors>
          <w:behavior w:val="content"/>
        </w:behaviors>
        <w:guid w:val="{412FE1D9-FFB8-4C1C-B5AC-07AEE3B0DEF2}"/>
      </w:docPartPr>
      <w:docPartBody>
        <w:p w:rsidR="00765B9B" w:rsidRDefault="00CD7CBD" w:rsidP="00CD7CBD">
          <w:pPr>
            <w:pStyle w:val="99B210B17D164BBAAAB949F5E19FD52B"/>
          </w:pPr>
          <w:r w:rsidRPr="005723C3">
            <w:rPr>
              <w:rStyle w:val="Textedelespacerserv"/>
            </w:rPr>
            <w:t>Choisissez un élément.</w:t>
          </w:r>
        </w:p>
      </w:docPartBody>
    </w:docPart>
    <w:docPart>
      <w:docPartPr>
        <w:name w:val="608E8DE183724990A06F73543BB35E1A"/>
        <w:category>
          <w:name w:val="Général"/>
          <w:gallery w:val="placeholder"/>
        </w:category>
        <w:types>
          <w:type w:val="bbPlcHdr"/>
        </w:types>
        <w:behaviors>
          <w:behavior w:val="content"/>
        </w:behaviors>
        <w:guid w:val="{5243A659-C5CC-4B7C-8D13-F048CB173411}"/>
      </w:docPartPr>
      <w:docPartBody>
        <w:p w:rsidR="00765B9B" w:rsidRDefault="00CD7CBD" w:rsidP="00CD7CBD">
          <w:pPr>
            <w:pStyle w:val="608E8DE183724990A06F73543BB35E1A"/>
          </w:pPr>
          <w:r w:rsidRPr="005723C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0569"/>
    <w:rsid w:val="00005356"/>
    <w:rsid w:val="0006066D"/>
    <w:rsid w:val="00077D84"/>
    <w:rsid w:val="000950DC"/>
    <w:rsid w:val="000A3FA1"/>
    <w:rsid w:val="000A68E0"/>
    <w:rsid w:val="000D6E8B"/>
    <w:rsid w:val="000E1767"/>
    <w:rsid w:val="000F3E4F"/>
    <w:rsid w:val="00107552"/>
    <w:rsid w:val="0014694A"/>
    <w:rsid w:val="001E31EB"/>
    <w:rsid w:val="003951C6"/>
    <w:rsid w:val="00395497"/>
    <w:rsid w:val="00490E0D"/>
    <w:rsid w:val="004F6D5D"/>
    <w:rsid w:val="00536A3D"/>
    <w:rsid w:val="00613801"/>
    <w:rsid w:val="006A14AA"/>
    <w:rsid w:val="006C18C4"/>
    <w:rsid w:val="006F7108"/>
    <w:rsid w:val="007054DD"/>
    <w:rsid w:val="00765B9B"/>
    <w:rsid w:val="007A56F3"/>
    <w:rsid w:val="0081584A"/>
    <w:rsid w:val="008B4D94"/>
    <w:rsid w:val="008E6CC1"/>
    <w:rsid w:val="008F3432"/>
    <w:rsid w:val="00913B74"/>
    <w:rsid w:val="0092722C"/>
    <w:rsid w:val="00947F66"/>
    <w:rsid w:val="0096741E"/>
    <w:rsid w:val="009B7BB4"/>
    <w:rsid w:val="009D568C"/>
    <w:rsid w:val="00A13F5A"/>
    <w:rsid w:val="00A143D2"/>
    <w:rsid w:val="00A2786E"/>
    <w:rsid w:val="00A431C9"/>
    <w:rsid w:val="00A43770"/>
    <w:rsid w:val="00AD7A78"/>
    <w:rsid w:val="00AE6983"/>
    <w:rsid w:val="00B66A1A"/>
    <w:rsid w:val="00BB0569"/>
    <w:rsid w:val="00BD59CA"/>
    <w:rsid w:val="00C3776E"/>
    <w:rsid w:val="00C4241C"/>
    <w:rsid w:val="00C767A9"/>
    <w:rsid w:val="00CB3251"/>
    <w:rsid w:val="00CC3514"/>
    <w:rsid w:val="00CD7CBD"/>
    <w:rsid w:val="00D301C8"/>
    <w:rsid w:val="00D620E2"/>
    <w:rsid w:val="00D66DA6"/>
    <w:rsid w:val="00DD7E23"/>
    <w:rsid w:val="00EC2585"/>
    <w:rsid w:val="00EE5721"/>
    <w:rsid w:val="00EE70F6"/>
    <w:rsid w:val="00EF393F"/>
    <w:rsid w:val="00F41A89"/>
    <w:rsid w:val="00F80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7CBD"/>
    <w:rPr>
      <w:color w:val="666666"/>
    </w:rPr>
  </w:style>
  <w:style w:type="paragraph" w:customStyle="1" w:styleId="9BD6425FC7B74542AE4EF4AA0814A1D6">
    <w:name w:val="9BD6425FC7B74542AE4EF4AA0814A1D6"/>
    <w:rsid w:val="00D301C8"/>
  </w:style>
  <w:style w:type="paragraph" w:customStyle="1" w:styleId="BA888078225E4EB187D33B659A5BDB95">
    <w:name w:val="BA888078225E4EB187D33B659A5BDB95"/>
    <w:rsid w:val="000A68E0"/>
  </w:style>
  <w:style w:type="paragraph" w:customStyle="1" w:styleId="CE58AE478383445989FF3BCE9EC927CA2">
    <w:name w:val="CE58AE478383445989FF3BCE9EC927CA2"/>
    <w:rsid w:val="000A68E0"/>
    <w:rPr>
      <w:rFonts w:eastAsiaTheme="minorHAnsi"/>
      <w:kern w:val="0"/>
      <w:lang w:eastAsia="en-US"/>
      <w14:ligatures w14:val="none"/>
    </w:rPr>
  </w:style>
  <w:style w:type="paragraph" w:customStyle="1" w:styleId="BE06BC604AB9416F9C9CCDA92EC858AE3">
    <w:name w:val="BE06BC604AB9416F9C9CCDA92EC858AE3"/>
    <w:rsid w:val="000A68E0"/>
    <w:rPr>
      <w:rFonts w:eastAsiaTheme="minorHAnsi"/>
      <w:kern w:val="0"/>
      <w:lang w:eastAsia="en-US"/>
      <w14:ligatures w14:val="none"/>
    </w:rPr>
  </w:style>
  <w:style w:type="paragraph" w:customStyle="1" w:styleId="88F9CADEAB884D35BE7380BE6D888814">
    <w:name w:val="88F9CADEAB884D35BE7380BE6D888814"/>
    <w:rsid w:val="00A431C9"/>
    <w:pPr>
      <w:spacing w:line="278" w:lineRule="auto"/>
    </w:pPr>
    <w:rPr>
      <w:sz w:val="24"/>
      <w:szCs w:val="24"/>
    </w:rPr>
  </w:style>
  <w:style w:type="paragraph" w:customStyle="1" w:styleId="8161DBBC9F1F4D78B3A2A611BFEB1C5C">
    <w:name w:val="8161DBBC9F1F4D78B3A2A611BFEB1C5C"/>
    <w:rsid w:val="000D6E8B"/>
    <w:pPr>
      <w:spacing w:line="278" w:lineRule="auto"/>
    </w:pPr>
    <w:rPr>
      <w:sz w:val="24"/>
      <w:szCs w:val="24"/>
    </w:rPr>
  </w:style>
  <w:style w:type="paragraph" w:customStyle="1" w:styleId="20CAC123557F4A5DBEAA7D89AFE859D6">
    <w:name w:val="20CAC123557F4A5DBEAA7D89AFE859D6"/>
    <w:rsid w:val="00CD7CBD"/>
    <w:pPr>
      <w:spacing w:after="200" w:line="276" w:lineRule="auto"/>
    </w:pPr>
    <w:rPr>
      <w:kern w:val="0"/>
      <w14:ligatures w14:val="none"/>
    </w:rPr>
  </w:style>
  <w:style w:type="paragraph" w:customStyle="1" w:styleId="3ED566ADE68447C79F29B714B02091FD">
    <w:name w:val="3ED566ADE68447C79F29B714B02091FD"/>
    <w:rsid w:val="00CD7CBD"/>
    <w:pPr>
      <w:spacing w:after="200" w:line="276" w:lineRule="auto"/>
    </w:pPr>
    <w:rPr>
      <w:kern w:val="0"/>
      <w14:ligatures w14:val="none"/>
    </w:rPr>
  </w:style>
  <w:style w:type="paragraph" w:customStyle="1" w:styleId="99B210B17D164BBAAAB949F5E19FD52B">
    <w:name w:val="99B210B17D164BBAAAB949F5E19FD52B"/>
    <w:rsid w:val="00CD7CBD"/>
    <w:pPr>
      <w:spacing w:after="200" w:line="276" w:lineRule="auto"/>
    </w:pPr>
    <w:rPr>
      <w:kern w:val="0"/>
      <w14:ligatures w14:val="none"/>
    </w:rPr>
  </w:style>
  <w:style w:type="paragraph" w:customStyle="1" w:styleId="608E8DE183724990A06F73543BB35E1A">
    <w:name w:val="608E8DE183724990A06F73543BB35E1A"/>
    <w:rsid w:val="00CD7CBD"/>
    <w:pPr>
      <w:spacing w:after="200" w:line="276" w:lineRule="auto"/>
    </w:pPr>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C:\Users\jmray\Documents\Modèles Office personnalisés\docType.dotx</Template>
  <TotalTime>1</TotalTime>
  <Pages>4</Pages>
  <Words>1180</Words>
  <Characters>6495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RAYNAUD</dc:creator>
  <cp:lastModifiedBy>Mac de Xavier</cp:lastModifiedBy>
  <cp:revision>3</cp:revision>
  <cp:lastPrinted>2025-09-05T07:42:00Z</cp:lastPrinted>
  <dcterms:created xsi:type="dcterms:W3CDTF">2025-09-05T07:42:00Z</dcterms:created>
  <dcterms:modified xsi:type="dcterms:W3CDTF">2025-09-05T07:42:00Z</dcterms:modified>
</cp:coreProperties>
</file>