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0EF00" w14:textId="77C4FAC0" w:rsidR="00267463" w:rsidRPr="00AD27A6" w:rsidRDefault="00AD27A6" w:rsidP="005434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  <w:bCs/>
          <w:sz w:val="24"/>
          <w:szCs w:val="24"/>
        </w:rPr>
      </w:pPr>
      <w:r w:rsidRPr="00AD27A6">
        <w:rPr>
          <w:b/>
          <w:bCs/>
          <w:sz w:val="24"/>
          <w:szCs w:val="24"/>
        </w:rPr>
        <w:t xml:space="preserve">Le Système : </w:t>
      </w:r>
      <w:r w:rsidR="00B57462" w:rsidRPr="00B57462">
        <w:rPr>
          <w:b/>
          <w:bCs/>
          <w:sz w:val="24"/>
          <w:szCs w:val="24"/>
        </w:rPr>
        <w:t>Filtrage harmonique</w:t>
      </w:r>
    </w:p>
    <w:p w14:paraId="559D8D98" w14:textId="6B2A0936" w:rsidR="00E02565" w:rsidRDefault="00AD27A6" w:rsidP="009528E7">
      <w:pPr>
        <w:rPr>
          <w:sz w:val="24"/>
          <w:szCs w:val="24"/>
        </w:rPr>
      </w:pPr>
      <w:r>
        <w:rPr>
          <w:sz w:val="24"/>
          <w:szCs w:val="24"/>
        </w:rPr>
        <w:t xml:space="preserve">Le département Electrotechnique possède une </w:t>
      </w:r>
      <w:r w:rsidR="0073211B">
        <w:rPr>
          <w:sz w:val="24"/>
          <w:szCs w:val="24"/>
        </w:rPr>
        <w:t>armoire de filtrage harmonique</w:t>
      </w:r>
      <w:r>
        <w:rPr>
          <w:sz w:val="24"/>
          <w:szCs w:val="24"/>
        </w:rPr>
        <w:t>.</w:t>
      </w:r>
    </w:p>
    <w:p w14:paraId="73C3BA0A" w14:textId="7A8F99B1" w:rsidR="0073211B" w:rsidRDefault="0073211B" w:rsidP="009528E7">
      <w:pPr>
        <w:rPr>
          <w:sz w:val="24"/>
          <w:szCs w:val="24"/>
        </w:rPr>
      </w:pPr>
      <w:r w:rsidRPr="0073211B">
        <w:rPr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EF855DD" wp14:editId="6328D6C3">
            <wp:simplePos x="0" y="0"/>
            <wp:positionH relativeFrom="column">
              <wp:posOffset>4847358</wp:posOffset>
            </wp:positionH>
            <wp:positionV relativeFrom="paragraph">
              <wp:posOffset>240615</wp:posOffset>
            </wp:positionV>
            <wp:extent cx="1802814" cy="2101742"/>
            <wp:effectExtent l="0" t="0" r="6985" b="0"/>
            <wp:wrapSquare wrapText="bothSides"/>
            <wp:docPr id="24563417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634175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2814" cy="21017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Cette armoire s’interpose entre le réseau et une charge non linéaire afin d’étudier les solutions de dépollution d’harmonique de courant.</w:t>
      </w:r>
    </w:p>
    <w:p w14:paraId="17622EA3" w14:textId="72081F2C" w:rsidR="0073211B" w:rsidRDefault="0073211B" w:rsidP="009528E7">
      <w:pPr>
        <w:rPr>
          <w:sz w:val="24"/>
          <w:szCs w:val="24"/>
        </w:rPr>
      </w:pPr>
      <w:r w:rsidRPr="0073211B">
        <w:rPr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EAEBBBA" wp14:editId="4787AC30">
            <wp:simplePos x="0" y="0"/>
            <wp:positionH relativeFrom="column">
              <wp:posOffset>1407025</wp:posOffset>
            </wp:positionH>
            <wp:positionV relativeFrom="paragraph">
              <wp:posOffset>33655</wp:posOffset>
            </wp:positionV>
            <wp:extent cx="2915920" cy="4175125"/>
            <wp:effectExtent l="0" t="0" r="0" b="0"/>
            <wp:wrapSquare wrapText="bothSides"/>
            <wp:docPr id="128070574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705743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5920" cy="4175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7E7554" w14:textId="246ACADD" w:rsidR="0073211B" w:rsidRDefault="0073211B" w:rsidP="009528E7">
      <w:pPr>
        <w:rPr>
          <w:sz w:val="24"/>
          <w:szCs w:val="24"/>
        </w:rPr>
      </w:pPr>
    </w:p>
    <w:p w14:paraId="057B4613" w14:textId="53F53E45" w:rsidR="0073211B" w:rsidRDefault="0073211B" w:rsidP="009528E7">
      <w:pPr>
        <w:rPr>
          <w:sz w:val="24"/>
          <w:szCs w:val="24"/>
        </w:rPr>
      </w:pPr>
    </w:p>
    <w:p w14:paraId="0A727A37" w14:textId="745CCBC9" w:rsidR="0073211B" w:rsidRDefault="0073211B" w:rsidP="009528E7">
      <w:pPr>
        <w:rPr>
          <w:sz w:val="24"/>
          <w:szCs w:val="24"/>
        </w:rPr>
      </w:pPr>
    </w:p>
    <w:p w14:paraId="3C835DBD" w14:textId="2C206EA6" w:rsidR="0073211B" w:rsidRDefault="0073211B" w:rsidP="009528E7">
      <w:pPr>
        <w:rPr>
          <w:sz w:val="24"/>
          <w:szCs w:val="24"/>
        </w:rPr>
      </w:pPr>
    </w:p>
    <w:p w14:paraId="788F33FA" w14:textId="64CC7140" w:rsidR="0073211B" w:rsidRDefault="0073211B" w:rsidP="009528E7">
      <w:pPr>
        <w:rPr>
          <w:sz w:val="24"/>
          <w:szCs w:val="24"/>
        </w:rPr>
      </w:pPr>
    </w:p>
    <w:p w14:paraId="6850FBDB" w14:textId="7D0ED34C" w:rsidR="0073211B" w:rsidRDefault="0073211B" w:rsidP="009528E7">
      <w:pPr>
        <w:rPr>
          <w:sz w:val="24"/>
          <w:szCs w:val="24"/>
        </w:rPr>
      </w:pPr>
    </w:p>
    <w:p w14:paraId="3A914EDA" w14:textId="5736E028" w:rsidR="0073211B" w:rsidRDefault="0073211B" w:rsidP="009528E7">
      <w:pPr>
        <w:rPr>
          <w:sz w:val="24"/>
          <w:szCs w:val="24"/>
        </w:rPr>
      </w:pPr>
    </w:p>
    <w:p w14:paraId="32018E6F" w14:textId="74072E9A" w:rsidR="0073211B" w:rsidRDefault="0073211B" w:rsidP="009528E7">
      <w:pPr>
        <w:rPr>
          <w:sz w:val="24"/>
          <w:szCs w:val="24"/>
        </w:rPr>
      </w:pPr>
    </w:p>
    <w:p w14:paraId="2CF84CB2" w14:textId="4FC79DC7" w:rsidR="0073211B" w:rsidRDefault="0073211B" w:rsidP="009528E7">
      <w:pPr>
        <w:rPr>
          <w:sz w:val="24"/>
          <w:szCs w:val="24"/>
        </w:rPr>
      </w:pPr>
    </w:p>
    <w:p w14:paraId="25BAF6B7" w14:textId="77777777" w:rsidR="0073211B" w:rsidRDefault="0073211B" w:rsidP="009528E7">
      <w:pPr>
        <w:rPr>
          <w:sz w:val="24"/>
          <w:szCs w:val="24"/>
        </w:rPr>
      </w:pPr>
    </w:p>
    <w:p w14:paraId="237C5B7E" w14:textId="28C808CE" w:rsidR="0073211B" w:rsidRDefault="0073211B" w:rsidP="009528E7">
      <w:pPr>
        <w:rPr>
          <w:sz w:val="24"/>
          <w:szCs w:val="24"/>
        </w:rPr>
      </w:pPr>
    </w:p>
    <w:p w14:paraId="36605E58" w14:textId="77777777" w:rsidR="0073211B" w:rsidRDefault="0073211B" w:rsidP="009528E7">
      <w:pPr>
        <w:rPr>
          <w:sz w:val="24"/>
          <w:szCs w:val="24"/>
        </w:rPr>
      </w:pPr>
    </w:p>
    <w:p w14:paraId="4B03DE7D" w14:textId="77777777" w:rsidR="0073211B" w:rsidRDefault="0073211B" w:rsidP="009528E7">
      <w:pPr>
        <w:rPr>
          <w:sz w:val="24"/>
          <w:szCs w:val="24"/>
        </w:rPr>
      </w:pPr>
    </w:p>
    <w:p w14:paraId="0BB0747D" w14:textId="1FAE2C1D" w:rsidR="0073211B" w:rsidRDefault="0073211B" w:rsidP="009528E7">
      <w:pPr>
        <w:rPr>
          <w:sz w:val="24"/>
          <w:szCs w:val="24"/>
        </w:rPr>
      </w:pPr>
    </w:p>
    <w:p w14:paraId="224D3B69" w14:textId="0760B58C" w:rsidR="0073211B" w:rsidRDefault="0073211B" w:rsidP="009528E7">
      <w:pPr>
        <w:rPr>
          <w:sz w:val="24"/>
          <w:szCs w:val="24"/>
        </w:rPr>
      </w:pPr>
    </w:p>
    <w:p w14:paraId="27E86B9F" w14:textId="378B9D3A" w:rsidR="0073211B" w:rsidRDefault="0073211B" w:rsidP="009528E7">
      <w:pPr>
        <w:rPr>
          <w:sz w:val="24"/>
          <w:szCs w:val="24"/>
        </w:rPr>
      </w:pPr>
    </w:p>
    <w:p w14:paraId="281BDE97" w14:textId="0604F705" w:rsidR="0073211B" w:rsidRDefault="0073211B" w:rsidP="009528E7">
      <w:pPr>
        <w:rPr>
          <w:sz w:val="24"/>
          <w:szCs w:val="24"/>
        </w:rPr>
      </w:pPr>
    </w:p>
    <w:p w14:paraId="68791D30" w14:textId="77777777" w:rsidR="0073211B" w:rsidRDefault="0073211B" w:rsidP="009528E7">
      <w:pPr>
        <w:rPr>
          <w:sz w:val="24"/>
          <w:szCs w:val="24"/>
        </w:rPr>
      </w:pPr>
    </w:p>
    <w:p w14:paraId="00A1AC89" w14:textId="1F96AFFA" w:rsidR="0073211B" w:rsidRDefault="0073211B" w:rsidP="009528E7">
      <w:pPr>
        <w:rPr>
          <w:sz w:val="24"/>
          <w:szCs w:val="24"/>
        </w:rPr>
      </w:pPr>
    </w:p>
    <w:p w14:paraId="1540ED45" w14:textId="7250AD04" w:rsidR="0073211B" w:rsidRDefault="0073211B" w:rsidP="009528E7">
      <w:pPr>
        <w:rPr>
          <w:sz w:val="24"/>
          <w:szCs w:val="24"/>
        </w:rPr>
      </w:pPr>
    </w:p>
    <w:p w14:paraId="4E824D97" w14:textId="759CCB62" w:rsidR="0073211B" w:rsidRDefault="0073211B" w:rsidP="009528E7">
      <w:pPr>
        <w:rPr>
          <w:sz w:val="24"/>
          <w:szCs w:val="24"/>
        </w:rPr>
      </w:pPr>
    </w:p>
    <w:p w14:paraId="08F19B70" w14:textId="3D4C2AE0" w:rsidR="0073211B" w:rsidRPr="00AD27A6" w:rsidRDefault="0073211B" w:rsidP="009528E7">
      <w:pPr>
        <w:rPr>
          <w:sz w:val="24"/>
          <w:szCs w:val="24"/>
        </w:rPr>
      </w:pPr>
    </w:p>
    <w:p w14:paraId="5B2FEF3F" w14:textId="2DB85F8A" w:rsidR="00B02324" w:rsidRPr="00947167" w:rsidRDefault="00AD27A6" w:rsidP="009471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bCs/>
          <w:sz w:val="24"/>
          <w:szCs w:val="24"/>
        </w:rPr>
      </w:pPr>
      <w:r w:rsidRPr="00947167">
        <w:rPr>
          <w:b/>
          <w:bCs/>
          <w:sz w:val="24"/>
          <w:szCs w:val="24"/>
        </w:rPr>
        <w:lastRenderedPageBreak/>
        <w:t>Travaux demandés</w:t>
      </w:r>
    </w:p>
    <w:p w14:paraId="58FA1A6D" w14:textId="28A6ECFC" w:rsidR="00B02324" w:rsidRDefault="00AD27A6" w:rsidP="009528E7">
      <w:pPr>
        <w:rPr>
          <w:sz w:val="24"/>
          <w:szCs w:val="24"/>
        </w:rPr>
      </w:pPr>
      <w:r>
        <w:rPr>
          <w:sz w:val="24"/>
          <w:szCs w:val="24"/>
        </w:rPr>
        <w:t>Vous disposez de 3 heures, individuellement pour réaliser des travaux de maintenance correctives</w:t>
      </w:r>
      <w:r w:rsidR="0054341E">
        <w:rPr>
          <w:sz w:val="24"/>
          <w:szCs w:val="24"/>
        </w:rPr>
        <w:t>.</w:t>
      </w:r>
    </w:p>
    <w:p w14:paraId="6A4AED34" w14:textId="63D7AB58" w:rsidR="0054341E" w:rsidRPr="00AD27A6" w:rsidRDefault="0054341E" w:rsidP="009528E7">
      <w:pPr>
        <w:rPr>
          <w:sz w:val="24"/>
          <w:szCs w:val="24"/>
        </w:rPr>
      </w:pPr>
    </w:p>
    <w:p w14:paraId="4682B628" w14:textId="6A3DF1FD" w:rsidR="00947167" w:rsidRDefault="00AD27A6" w:rsidP="0054341E">
      <w:pPr>
        <w:spacing w:after="12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On vous demande de </w:t>
      </w:r>
    </w:p>
    <w:p w14:paraId="0DD4BFF0" w14:textId="118251BC" w:rsidR="00B02324" w:rsidRDefault="00AD27A6" w:rsidP="0054341E">
      <w:pPr>
        <w:pStyle w:val="Paragraphedeliste"/>
        <w:numPr>
          <w:ilvl w:val="0"/>
          <w:numId w:val="17"/>
        </w:numPr>
        <w:spacing w:after="120"/>
        <w:ind w:left="1417" w:hanging="357"/>
        <w:contextualSpacing w:val="0"/>
        <w:rPr>
          <w:sz w:val="24"/>
          <w:szCs w:val="24"/>
        </w:rPr>
      </w:pPr>
      <w:proofErr w:type="gramStart"/>
      <w:r w:rsidRPr="00947167">
        <w:rPr>
          <w:sz w:val="24"/>
          <w:szCs w:val="24"/>
        </w:rPr>
        <w:t>réaliser</w:t>
      </w:r>
      <w:proofErr w:type="gramEnd"/>
      <w:r w:rsidRPr="00947167">
        <w:rPr>
          <w:sz w:val="24"/>
          <w:szCs w:val="24"/>
        </w:rPr>
        <w:t xml:space="preserve"> un test de fonctionnement</w:t>
      </w:r>
    </w:p>
    <w:p w14:paraId="4FEDA5F7" w14:textId="6741CBEC" w:rsidR="00947167" w:rsidRDefault="00947167" w:rsidP="0054341E">
      <w:pPr>
        <w:pStyle w:val="Paragraphedeliste"/>
        <w:numPr>
          <w:ilvl w:val="0"/>
          <w:numId w:val="17"/>
        </w:numPr>
        <w:spacing w:after="120"/>
        <w:ind w:left="1417" w:hanging="357"/>
        <w:contextualSpacing w:val="0"/>
        <w:rPr>
          <w:sz w:val="24"/>
          <w:szCs w:val="24"/>
        </w:rPr>
      </w:pPr>
      <w:proofErr w:type="gramStart"/>
      <w:r>
        <w:rPr>
          <w:sz w:val="24"/>
          <w:szCs w:val="24"/>
        </w:rPr>
        <w:t>identifier</w:t>
      </w:r>
      <w:proofErr w:type="gramEnd"/>
      <w:r>
        <w:rPr>
          <w:sz w:val="24"/>
          <w:szCs w:val="24"/>
        </w:rPr>
        <w:t xml:space="preserve"> le ou les dysfonctionnement</w:t>
      </w:r>
      <w:r w:rsidR="0054341E">
        <w:rPr>
          <w:sz w:val="24"/>
          <w:szCs w:val="24"/>
        </w:rPr>
        <w:t>(s)</w:t>
      </w:r>
      <w:r>
        <w:rPr>
          <w:sz w:val="24"/>
          <w:szCs w:val="24"/>
        </w:rPr>
        <w:t xml:space="preserve"> (vous pourrez questionner vos professeurs à ce sujet)</w:t>
      </w:r>
    </w:p>
    <w:p w14:paraId="1ACE2811" w14:textId="0A06DF4C" w:rsidR="00947167" w:rsidRDefault="00947167" w:rsidP="0054341E">
      <w:pPr>
        <w:pStyle w:val="Paragraphedeliste"/>
        <w:numPr>
          <w:ilvl w:val="0"/>
          <w:numId w:val="17"/>
        </w:numPr>
        <w:spacing w:after="120"/>
        <w:ind w:left="1417" w:hanging="357"/>
        <w:contextualSpacing w:val="0"/>
        <w:rPr>
          <w:sz w:val="24"/>
          <w:szCs w:val="24"/>
        </w:rPr>
      </w:pPr>
      <w:proofErr w:type="gramStart"/>
      <w:r>
        <w:rPr>
          <w:sz w:val="24"/>
          <w:szCs w:val="24"/>
        </w:rPr>
        <w:t>procéder</w:t>
      </w:r>
      <w:proofErr w:type="gramEnd"/>
      <w:r>
        <w:rPr>
          <w:sz w:val="24"/>
          <w:szCs w:val="24"/>
        </w:rPr>
        <w:t xml:space="preserve"> à une recherche de panne</w:t>
      </w:r>
    </w:p>
    <w:p w14:paraId="2B9882E8" w14:textId="27299CBF" w:rsidR="00947167" w:rsidRDefault="00947167" w:rsidP="0054341E">
      <w:pPr>
        <w:pStyle w:val="Paragraphedeliste"/>
        <w:numPr>
          <w:ilvl w:val="0"/>
          <w:numId w:val="17"/>
        </w:numPr>
        <w:spacing w:after="120"/>
        <w:ind w:left="1417" w:hanging="357"/>
        <w:contextualSpacing w:val="0"/>
        <w:rPr>
          <w:sz w:val="24"/>
          <w:szCs w:val="24"/>
        </w:rPr>
      </w:pPr>
      <w:proofErr w:type="gramStart"/>
      <w:r>
        <w:rPr>
          <w:sz w:val="24"/>
          <w:szCs w:val="24"/>
        </w:rPr>
        <w:t>soumettre</w:t>
      </w:r>
      <w:proofErr w:type="gramEnd"/>
      <w:r>
        <w:rPr>
          <w:sz w:val="24"/>
          <w:szCs w:val="24"/>
        </w:rPr>
        <w:t xml:space="preserve"> vos conclusions et vos solutions aux professeurs</w:t>
      </w:r>
    </w:p>
    <w:p w14:paraId="28ADCF0C" w14:textId="0EB92E5C" w:rsidR="00947167" w:rsidRDefault="00947167" w:rsidP="0054341E">
      <w:pPr>
        <w:pStyle w:val="Paragraphedeliste"/>
        <w:numPr>
          <w:ilvl w:val="0"/>
          <w:numId w:val="17"/>
        </w:numPr>
        <w:spacing w:after="120"/>
        <w:ind w:left="1417" w:hanging="357"/>
        <w:contextualSpacing w:val="0"/>
        <w:rPr>
          <w:sz w:val="24"/>
          <w:szCs w:val="24"/>
        </w:rPr>
      </w:pPr>
      <w:proofErr w:type="gramStart"/>
      <w:r>
        <w:rPr>
          <w:sz w:val="24"/>
          <w:szCs w:val="24"/>
        </w:rPr>
        <w:t>réaliser</w:t>
      </w:r>
      <w:proofErr w:type="gramEnd"/>
      <w:r>
        <w:rPr>
          <w:sz w:val="24"/>
          <w:szCs w:val="24"/>
        </w:rPr>
        <w:t xml:space="preserve"> la maintenance corrective</w:t>
      </w:r>
      <w:r w:rsidR="0054341E">
        <w:rPr>
          <w:sz w:val="24"/>
          <w:szCs w:val="24"/>
        </w:rPr>
        <w:t xml:space="preserve"> dans les règles de l’art</w:t>
      </w:r>
    </w:p>
    <w:p w14:paraId="06E13336" w14:textId="5E4CB781" w:rsidR="00947167" w:rsidRDefault="00947167" w:rsidP="0054341E">
      <w:pPr>
        <w:pStyle w:val="Paragraphedeliste"/>
        <w:numPr>
          <w:ilvl w:val="0"/>
          <w:numId w:val="17"/>
        </w:numPr>
        <w:spacing w:after="120"/>
        <w:ind w:left="1417" w:hanging="357"/>
        <w:contextualSpacing w:val="0"/>
        <w:rPr>
          <w:sz w:val="24"/>
          <w:szCs w:val="24"/>
        </w:rPr>
      </w:pPr>
      <w:proofErr w:type="gramStart"/>
      <w:r>
        <w:rPr>
          <w:sz w:val="24"/>
          <w:szCs w:val="24"/>
        </w:rPr>
        <w:t>vérifier</w:t>
      </w:r>
      <w:proofErr w:type="gramEnd"/>
      <w:r>
        <w:rPr>
          <w:sz w:val="24"/>
          <w:szCs w:val="24"/>
        </w:rPr>
        <w:t xml:space="preserve"> la bonne conformité des éléments remplacés</w:t>
      </w:r>
    </w:p>
    <w:p w14:paraId="73482CF5" w14:textId="79343C2E" w:rsidR="00947167" w:rsidRDefault="00947167" w:rsidP="0054341E">
      <w:pPr>
        <w:pStyle w:val="Paragraphedeliste"/>
        <w:numPr>
          <w:ilvl w:val="0"/>
          <w:numId w:val="17"/>
        </w:numPr>
        <w:spacing w:after="120"/>
        <w:ind w:left="1417" w:hanging="357"/>
        <w:contextualSpacing w:val="0"/>
        <w:rPr>
          <w:sz w:val="24"/>
          <w:szCs w:val="24"/>
        </w:rPr>
      </w:pPr>
      <w:proofErr w:type="gramStart"/>
      <w:r>
        <w:rPr>
          <w:sz w:val="24"/>
          <w:szCs w:val="24"/>
        </w:rPr>
        <w:t>réaliser</w:t>
      </w:r>
      <w:proofErr w:type="gramEnd"/>
      <w:r>
        <w:rPr>
          <w:sz w:val="24"/>
          <w:szCs w:val="24"/>
        </w:rPr>
        <w:t xml:space="preserve"> un test de conformité sur les parties modifiées</w:t>
      </w:r>
    </w:p>
    <w:p w14:paraId="61324DF7" w14:textId="3D1C2C1E" w:rsidR="00947167" w:rsidRDefault="00947167" w:rsidP="0054341E">
      <w:pPr>
        <w:pStyle w:val="Paragraphedeliste"/>
        <w:numPr>
          <w:ilvl w:val="0"/>
          <w:numId w:val="17"/>
        </w:numPr>
        <w:spacing w:after="120"/>
        <w:ind w:left="1417" w:hanging="357"/>
        <w:contextualSpacing w:val="0"/>
        <w:rPr>
          <w:sz w:val="24"/>
          <w:szCs w:val="24"/>
        </w:rPr>
      </w:pPr>
      <w:proofErr w:type="gramStart"/>
      <w:r>
        <w:rPr>
          <w:sz w:val="24"/>
          <w:szCs w:val="24"/>
        </w:rPr>
        <w:t>réaliser</w:t>
      </w:r>
      <w:proofErr w:type="gramEnd"/>
      <w:r>
        <w:rPr>
          <w:sz w:val="24"/>
          <w:szCs w:val="24"/>
        </w:rPr>
        <w:t xml:space="preserve"> un test de bon fonctionnement </w:t>
      </w:r>
    </w:p>
    <w:p w14:paraId="2085184C" w14:textId="3AA95491" w:rsidR="00947167" w:rsidRDefault="00947167" w:rsidP="0054341E">
      <w:pPr>
        <w:pStyle w:val="Paragraphedeliste"/>
        <w:numPr>
          <w:ilvl w:val="0"/>
          <w:numId w:val="17"/>
        </w:numPr>
        <w:spacing w:after="120"/>
        <w:ind w:left="1417" w:hanging="357"/>
        <w:contextualSpacing w:val="0"/>
        <w:rPr>
          <w:sz w:val="24"/>
          <w:szCs w:val="24"/>
        </w:rPr>
      </w:pPr>
      <w:proofErr w:type="gramStart"/>
      <w:r>
        <w:rPr>
          <w:sz w:val="24"/>
          <w:szCs w:val="24"/>
        </w:rPr>
        <w:t>rédiger</w:t>
      </w:r>
      <w:proofErr w:type="gramEnd"/>
      <w:r>
        <w:rPr>
          <w:sz w:val="24"/>
          <w:szCs w:val="24"/>
        </w:rPr>
        <w:t xml:space="preserve"> le compte rendu de maintenance</w:t>
      </w:r>
    </w:p>
    <w:p w14:paraId="57A7C5BA" w14:textId="77777777" w:rsidR="00947167" w:rsidRDefault="00947167" w:rsidP="00947167">
      <w:pPr>
        <w:rPr>
          <w:sz w:val="24"/>
          <w:szCs w:val="24"/>
        </w:rPr>
      </w:pPr>
    </w:p>
    <w:p w14:paraId="6F21F4CD" w14:textId="77777777" w:rsidR="00947167" w:rsidRPr="009C7634" w:rsidRDefault="00947167" w:rsidP="00947167">
      <w:pPr>
        <w:jc w:val="center"/>
        <w:rPr>
          <w:b/>
          <w:bCs/>
          <w:sz w:val="28"/>
          <w:szCs w:val="28"/>
        </w:rPr>
      </w:pPr>
      <w:r w:rsidRPr="009C7634">
        <w:rPr>
          <w:b/>
          <w:bCs/>
          <w:sz w:val="28"/>
          <w:szCs w:val="28"/>
        </w:rPr>
        <w:t>Attention</w:t>
      </w:r>
    </w:p>
    <w:p w14:paraId="04B9563C" w14:textId="04617B45" w:rsidR="00947167" w:rsidRPr="00947167" w:rsidRDefault="00947167" w:rsidP="00947167">
      <w:pPr>
        <w:pStyle w:val="Texte"/>
        <w:pBdr>
          <w:left w:val="single" w:sz="4" w:space="4" w:color="auto"/>
        </w:pBdr>
        <w:ind w:left="142" w:firstLine="0"/>
        <w:jc w:val="both"/>
        <w:rPr>
          <w:b/>
          <w:bCs/>
        </w:rPr>
      </w:pPr>
      <w:r w:rsidRPr="00947167">
        <w:rPr>
          <w:b/>
          <w:bCs/>
        </w:rPr>
        <w:t>Pour chaque ouvrage ou équipement, un dossier papier et un dossier numérique sur clef, dans une pochette, seront retirés auprès des professeurs en début de séance et restitués à la fin de la séance.</w:t>
      </w:r>
    </w:p>
    <w:p w14:paraId="552DF5B7" w14:textId="77777777" w:rsidR="00947167" w:rsidRPr="00947167" w:rsidRDefault="00947167" w:rsidP="00947167">
      <w:pPr>
        <w:pStyle w:val="Texte"/>
        <w:pBdr>
          <w:left w:val="single" w:sz="4" w:space="4" w:color="auto"/>
        </w:pBdr>
        <w:ind w:left="142" w:firstLine="0"/>
        <w:jc w:val="both"/>
        <w:rPr>
          <w:b/>
          <w:bCs/>
        </w:rPr>
      </w:pPr>
      <w:r w:rsidRPr="00947167">
        <w:rPr>
          <w:b/>
          <w:bCs/>
        </w:rPr>
        <w:t>Les appareils de mesure seront récupérés par vos soins dans le magasin et replacés à la fin de chaque séance.</w:t>
      </w:r>
    </w:p>
    <w:p w14:paraId="5E3E6C43" w14:textId="77777777" w:rsidR="00947167" w:rsidRPr="00947167" w:rsidRDefault="00947167" w:rsidP="00947167">
      <w:pPr>
        <w:rPr>
          <w:sz w:val="24"/>
          <w:szCs w:val="24"/>
        </w:rPr>
      </w:pPr>
    </w:p>
    <w:p w14:paraId="5AE758AC" w14:textId="77777777" w:rsidR="00947167" w:rsidRDefault="00947167" w:rsidP="00947167">
      <w:pPr>
        <w:pStyle w:val="Texte"/>
        <w:pBdr>
          <w:left w:val="single" w:sz="4" w:space="4" w:color="auto"/>
        </w:pBdr>
        <w:ind w:left="142" w:firstLine="0"/>
        <w:jc w:val="both"/>
        <w:rPr>
          <w:b/>
          <w:bCs/>
        </w:rPr>
      </w:pPr>
      <w:r w:rsidRPr="0099449F">
        <w:rPr>
          <w:b/>
          <w:bCs/>
        </w:rPr>
        <w:t xml:space="preserve">Vous devrez réaliser cette intervention dans le respect des </w:t>
      </w:r>
      <w:r w:rsidRPr="009900E3">
        <w:rPr>
          <w:b/>
          <w:bCs/>
          <w:u w:val="single"/>
        </w:rPr>
        <w:t>procédures</w:t>
      </w:r>
      <w:r w:rsidRPr="0099449F">
        <w:rPr>
          <w:b/>
          <w:bCs/>
        </w:rPr>
        <w:t xml:space="preserve"> liées à votre niveau d’habilitation (BR) pour travailler en toute sécurité.</w:t>
      </w:r>
    </w:p>
    <w:p w14:paraId="7841A98E" w14:textId="77777777" w:rsidR="00947167" w:rsidRDefault="00947167" w:rsidP="00947167">
      <w:pPr>
        <w:pStyle w:val="Texte"/>
        <w:pBdr>
          <w:left w:val="single" w:sz="4" w:space="4" w:color="auto"/>
        </w:pBdr>
        <w:ind w:left="142" w:firstLine="0"/>
        <w:jc w:val="both"/>
        <w:rPr>
          <w:b/>
          <w:bCs/>
        </w:rPr>
      </w:pPr>
      <w:r w:rsidRPr="0099449F">
        <w:rPr>
          <w:b/>
          <w:bCs/>
        </w:rPr>
        <w:t>Une autorisation d’intervention devra être préparée, complétée et signée par le chargé d’exploitation électrique</w:t>
      </w:r>
    </w:p>
    <w:p w14:paraId="0A129C15" w14:textId="77777777" w:rsidR="00947167" w:rsidRPr="0099449F" w:rsidRDefault="00947167" w:rsidP="00947167">
      <w:pPr>
        <w:pStyle w:val="Texte"/>
        <w:pBdr>
          <w:left w:val="single" w:sz="4" w:space="4" w:color="auto"/>
        </w:pBdr>
        <w:ind w:left="142" w:firstLine="0"/>
        <w:jc w:val="both"/>
        <w:rPr>
          <w:b/>
          <w:bCs/>
        </w:rPr>
      </w:pPr>
      <w:r>
        <w:rPr>
          <w:b/>
          <w:bCs/>
        </w:rPr>
        <w:t>L’intervention doit être réalisée en toute sécurité avec port des EPI si nécessaire, consignation et VAT ci-besoin …</w:t>
      </w:r>
    </w:p>
    <w:p w14:paraId="35D402BA" w14:textId="77777777" w:rsidR="00B02324" w:rsidRDefault="00B02324" w:rsidP="009528E7">
      <w:pPr>
        <w:rPr>
          <w:sz w:val="24"/>
          <w:szCs w:val="24"/>
        </w:rPr>
      </w:pPr>
    </w:p>
    <w:p w14:paraId="60C22D6E" w14:textId="330FF9B7" w:rsidR="0054341E" w:rsidRPr="000B71EF" w:rsidRDefault="0054341E" w:rsidP="0054341E">
      <w:pPr>
        <w:pStyle w:val="Paragraphedeliste"/>
        <w:numPr>
          <w:ilvl w:val="0"/>
          <w:numId w:val="18"/>
        </w:numPr>
        <w:spacing w:after="120"/>
        <w:ind w:hanging="357"/>
        <w:contextualSpacing w:val="0"/>
        <w:jc w:val="both"/>
        <w:rPr>
          <w:sz w:val="24"/>
          <w:szCs w:val="24"/>
        </w:rPr>
      </w:pPr>
      <w:r w:rsidRPr="000B71EF">
        <w:rPr>
          <w:sz w:val="24"/>
          <w:szCs w:val="24"/>
        </w:rPr>
        <w:t xml:space="preserve">Contenu du dossier « Docs </w:t>
      </w:r>
      <w:r w:rsidR="00B57462" w:rsidRPr="00B57462">
        <w:rPr>
          <w:sz w:val="24"/>
          <w:szCs w:val="24"/>
        </w:rPr>
        <w:t>Filtrage harmonique</w:t>
      </w:r>
      <w:r w:rsidR="00B57462">
        <w:rPr>
          <w:sz w:val="24"/>
          <w:szCs w:val="24"/>
        </w:rPr>
        <w:t xml:space="preserve"> </w:t>
      </w:r>
      <w:r w:rsidRPr="000B71EF">
        <w:rPr>
          <w:sz w:val="24"/>
          <w:szCs w:val="24"/>
        </w:rPr>
        <w:t>» :</w:t>
      </w:r>
    </w:p>
    <w:p w14:paraId="1455AF07" w14:textId="77777777" w:rsidR="0054341E" w:rsidRDefault="0054341E" w:rsidP="0054341E">
      <w:pPr>
        <w:pStyle w:val="Paragraphedeliste"/>
        <w:numPr>
          <w:ilvl w:val="1"/>
          <w:numId w:val="18"/>
        </w:numPr>
        <w:ind w:left="143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Documents d’intervention de maintenance</w:t>
      </w:r>
    </w:p>
    <w:p w14:paraId="52961D82" w14:textId="48577D12" w:rsidR="0054341E" w:rsidRPr="000B71EF" w:rsidRDefault="0054341E" w:rsidP="0054341E">
      <w:pPr>
        <w:pStyle w:val="Paragraphedeliste"/>
        <w:numPr>
          <w:ilvl w:val="1"/>
          <w:numId w:val="18"/>
        </w:numPr>
        <w:ind w:left="1434" w:hanging="357"/>
        <w:contextualSpacing w:val="0"/>
        <w:jc w:val="both"/>
        <w:rPr>
          <w:sz w:val="24"/>
          <w:szCs w:val="24"/>
        </w:rPr>
      </w:pPr>
      <w:r w:rsidRPr="000B71EF">
        <w:rPr>
          <w:sz w:val="24"/>
          <w:szCs w:val="24"/>
        </w:rPr>
        <w:t>Schéma</w:t>
      </w:r>
      <w:r>
        <w:rPr>
          <w:sz w:val="24"/>
          <w:szCs w:val="24"/>
        </w:rPr>
        <w:t>s</w:t>
      </w:r>
      <w:r w:rsidRPr="000B71EF">
        <w:rPr>
          <w:sz w:val="24"/>
          <w:szCs w:val="24"/>
        </w:rPr>
        <w:t xml:space="preserve"> </w:t>
      </w:r>
      <w:proofErr w:type="spellStart"/>
      <w:r w:rsidRPr="000B71EF">
        <w:rPr>
          <w:sz w:val="24"/>
          <w:szCs w:val="24"/>
        </w:rPr>
        <w:t>pdf</w:t>
      </w:r>
      <w:proofErr w:type="spellEnd"/>
      <w:r w:rsidRPr="000B71EF">
        <w:rPr>
          <w:sz w:val="24"/>
          <w:szCs w:val="24"/>
        </w:rPr>
        <w:t xml:space="preserve"> </w:t>
      </w:r>
      <w:r>
        <w:rPr>
          <w:sz w:val="24"/>
          <w:szCs w:val="24"/>
        </w:rPr>
        <w:t>(numérique et papier)</w:t>
      </w:r>
    </w:p>
    <w:p w14:paraId="64C65CBE" w14:textId="77777777" w:rsidR="0054341E" w:rsidRPr="000B71EF" w:rsidRDefault="0054341E" w:rsidP="0054341E">
      <w:pPr>
        <w:pStyle w:val="Paragraphedeliste"/>
        <w:ind w:left="1434"/>
        <w:contextualSpacing w:val="0"/>
        <w:jc w:val="both"/>
        <w:rPr>
          <w:sz w:val="24"/>
          <w:szCs w:val="24"/>
        </w:rPr>
      </w:pPr>
    </w:p>
    <w:p w14:paraId="28E0CC34" w14:textId="77777777" w:rsidR="0054341E" w:rsidRPr="000B71EF" w:rsidRDefault="0054341E" w:rsidP="0054341E">
      <w:pPr>
        <w:pStyle w:val="Paragraphedeliste"/>
        <w:numPr>
          <w:ilvl w:val="0"/>
          <w:numId w:val="18"/>
        </w:numPr>
        <w:contextualSpacing w:val="0"/>
        <w:jc w:val="both"/>
        <w:rPr>
          <w:sz w:val="24"/>
          <w:szCs w:val="24"/>
        </w:rPr>
      </w:pPr>
      <w:r w:rsidRPr="000B71EF">
        <w:rPr>
          <w:sz w:val="24"/>
          <w:szCs w:val="24"/>
        </w:rPr>
        <w:t>Matériels à disposition</w:t>
      </w:r>
    </w:p>
    <w:p w14:paraId="53069EF0" w14:textId="77777777" w:rsidR="0054341E" w:rsidRPr="000B71EF" w:rsidRDefault="0054341E" w:rsidP="0054341E">
      <w:pPr>
        <w:pStyle w:val="Paragraphedeliste"/>
        <w:numPr>
          <w:ilvl w:val="1"/>
          <w:numId w:val="18"/>
        </w:numPr>
        <w:contextualSpacing w:val="0"/>
        <w:jc w:val="both"/>
        <w:rPr>
          <w:sz w:val="24"/>
          <w:szCs w:val="24"/>
        </w:rPr>
      </w:pPr>
      <w:r w:rsidRPr="000B71EF">
        <w:rPr>
          <w:sz w:val="24"/>
          <w:szCs w:val="24"/>
        </w:rPr>
        <w:t>Ordinateur portable</w:t>
      </w:r>
    </w:p>
    <w:p w14:paraId="400C31EF" w14:textId="3060C2C4" w:rsidR="0054341E" w:rsidRPr="000B71EF" w:rsidRDefault="0054341E" w:rsidP="0054341E">
      <w:pPr>
        <w:pStyle w:val="Paragraphedeliste"/>
        <w:numPr>
          <w:ilvl w:val="1"/>
          <w:numId w:val="18"/>
        </w:numPr>
        <w:contextualSpacing w:val="0"/>
        <w:jc w:val="both"/>
        <w:rPr>
          <w:sz w:val="24"/>
          <w:szCs w:val="24"/>
        </w:rPr>
      </w:pPr>
      <w:r w:rsidRPr="000B71EF">
        <w:rPr>
          <w:sz w:val="24"/>
          <w:szCs w:val="24"/>
        </w:rPr>
        <w:t xml:space="preserve">Multimètre – </w:t>
      </w:r>
      <w:r>
        <w:rPr>
          <w:sz w:val="24"/>
          <w:szCs w:val="24"/>
        </w:rPr>
        <w:t>Ampèremètre – contrôleur d’installation</w:t>
      </w:r>
      <w:r w:rsidRPr="000B71EF">
        <w:rPr>
          <w:sz w:val="24"/>
          <w:szCs w:val="24"/>
        </w:rPr>
        <w:t xml:space="preserve"> – Câbles de transfert programme API</w:t>
      </w:r>
    </w:p>
    <w:p w14:paraId="2EE46203" w14:textId="77777777" w:rsidR="0054341E" w:rsidRPr="000B71EF" w:rsidRDefault="0054341E" w:rsidP="0054341E">
      <w:pPr>
        <w:pStyle w:val="Paragraphedeliste"/>
        <w:numPr>
          <w:ilvl w:val="1"/>
          <w:numId w:val="18"/>
        </w:numPr>
        <w:contextualSpacing w:val="0"/>
        <w:jc w:val="both"/>
        <w:rPr>
          <w:sz w:val="24"/>
          <w:szCs w:val="24"/>
        </w:rPr>
      </w:pPr>
      <w:r w:rsidRPr="000B71EF">
        <w:rPr>
          <w:sz w:val="24"/>
          <w:szCs w:val="24"/>
        </w:rPr>
        <w:t>Outils</w:t>
      </w:r>
    </w:p>
    <w:p w14:paraId="77BE7AF7" w14:textId="77777777" w:rsidR="0054341E" w:rsidRPr="00AD27A6" w:rsidRDefault="0054341E" w:rsidP="009528E7">
      <w:pPr>
        <w:rPr>
          <w:sz w:val="24"/>
          <w:szCs w:val="24"/>
        </w:rPr>
      </w:pPr>
    </w:p>
    <w:sectPr w:rsidR="0054341E" w:rsidRPr="00AD27A6" w:rsidSect="002D58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BABF5" w14:textId="77777777" w:rsidR="00C16FAA" w:rsidRDefault="00C16FAA" w:rsidP="005E5A71">
      <w:r>
        <w:separator/>
      </w:r>
    </w:p>
  </w:endnote>
  <w:endnote w:type="continuationSeparator" w:id="0">
    <w:p w14:paraId="2CB08B46" w14:textId="77777777" w:rsidR="00C16FAA" w:rsidRDefault="00C16FAA" w:rsidP="005E5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5C7DA" w14:textId="77777777" w:rsidR="00C41CEF" w:rsidRDefault="00C41CE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30CD8" w14:textId="77777777" w:rsidR="00C41CEF" w:rsidRDefault="00C41CE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0E87E" w14:textId="77777777" w:rsidR="00C41CEF" w:rsidRDefault="00C41CE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93AFA" w14:textId="77777777" w:rsidR="00C16FAA" w:rsidRDefault="00C16FAA" w:rsidP="005E5A71">
      <w:r>
        <w:separator/>
      </w:r>
    </w:p>
  </w:footnote>
  <w:footnote w:type="continuationSeparator" w:id="0">
    <w:p w14:paraId="0AFC6B0A" w14:textId="77777777" w:rsidR="00C16FAA" w:rsidRDefault="00C16FAA" w:rsidP="005E5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BFA4D" w14:textId="77777777" w:rsidR="00C41CEF" w:rsidRDefault="00C41CE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90" w:type="dxa"/>
      <w:tblInd w:w="-15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418"/>
      <w:gridCol w:w="7513"/>
      <w:gridCol w:w="1559"/>
    </w:tblGrid>
    <w:tr w:rsidR="000924E8" w14:paraId="42FD806A" w14:textId="77777777" w:rsidTr="00901F8A">
      <w:trPr>
        <w:cantSplit/>
        <w:trHeight w:val="567"/>
      </w:trPr>
      <w:tc>
        <w:tcPr>
          <w:tcW w:w="1418" w:type="dxa"/>
          <w:vAlign w:val="center"/>
        </w:tcPr>
        <w:p w14:paraId="45530CA6" w14:textId="77777777" w:rsidR="000924E8" w:rsidRDefault="000924E8" w:rsidP="000924E8">
          <w:pPr>
            <w:pStyle w:val="En-tte"/>
            <w:jc w:val="center"/>
            <w:rPr>
              <w:b/>
            </w:rPr>
          </w:pPr>
          <w:r>
            <w:rPr>
              <w:b/>
            </w:rPr>
            <w:t>BTS 2</w:t>
          </w:r>
        </w:p>
      </w:tc>
      <w:tc>
        <w:tcPr>
          <w:tcW w:w="9072" w:type="dxa"/>
          <w:gridSpan w:val="2"/>
          <w:vAlign w:val="center"/>
        </w:tcPr>
        <w:p w14:paraId="1E191313" w14:textId="77777777" w:rsidR="000924E8" w:rsidRPr="008628E5" w:rsidRDefault="000924E8" w:rsidP="000924E8">
          <w:pPr>
            <w:pStyle w:val="En-tte"/>
            <w:jc w:val="center"/>
          </w:pPr>
          <w:r w:rsidRPr="008628E5">
            <w:rPr>
              <w:b/>
              <w:bCs/>
              <w:sz w:val="32"/>
              <w:szCs w:val="32"/>
            </w:rPr>
            <w:t>Analyse Diagnostic Maintenance</w:t>
          </w:r>
        </w:p>
      </w:tc>
    </w:tr>
    <w:tr w:rsidR="000924E8" w14:paraId="009DEA40" w14:textId="77777777" w:rsidTr="00901F8A">
      <w:trPr>
        <w:cantSplit/>
        <w:trHeight w:val="567"/>
      </w:trPr>
      <w:tc>
        <w:tcPr>
          <w:tcW w:w="1418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12344B69" w14:textId="77777777" w:rsidR="000924E8" w:rsidRPr="00B438C0" w:rsidRDefault="000924E8" w:rsidP="000924E8">
          <w:pPr>
            <w:pStyle w:val="En-tte"/>
            <w:jc w:val="center"/>
            <w:rPr>
              <w:b/>
            </w:rPr>
          </w:pPr>
          <w:r>
            <w:rPr>
              <w:b/>
            </w:rPr>
            <w:t>Pôle :</w:t>
          </w:r>
          <w:r>
            <w:t xml:space="preserve"> </w:t>
          </w:r>
          <w:r w:rsidRPr="008628E5">
            <w:rPr>
              <w:b/>
              <w:bCs/>
            </w:rPr>
            <w:t>U51</w:t>
          </w:r>
        </w:p>
      </w:tc>
      <w:tc>
        <w:tcPr>
          <w:tcW w:w="7513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7B3DBA02" w14:textId="11C8E5E9" w:rsidR="000924E8" w:rsidRPr="008628E5" w:rsidRDefault="0054341E" w:rsidP="000924E8">
          <w:pPr>
            <w:pStyle w:val="En-tte"/>
            <w:jc w:val="center"/>
            <w:rPr>
              <w:b/>
              <w:bCs/>
              <w:sz w:val="32"/>
              <w:szCs w:val="32"/>
            </w:rPr>
          </w:pPr>
          <w:r w:rsidRPr="0054341E">
            <w:rPr>
              <w:b/>
              <w:bCs/>
              <w:sz w:val="32"/>
              <w:szCs w:val="32"/>
            </w:rPr>
            <w:t xml:space="preserve">E51-3 Maintenance Corrective – </w:t>
          </w:r>
          <w:r w:rsidR="0073211B">
            <w:rPr>
              <w:b/>
              <w:bCs/>
              <w:sz w:val="32"/>
              <w:szCs w:val="32"/>
            </w:rPr>
            <w:t>Filtrage harmonique</w:t>
          </w:r>
        </w:p>
      </w:tc>
      <w:tc>
        <w:tcPr>
          <w:tcW w:w="1559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0A15C7C8" w14:textId="77777777" w:rsidR="000924E8" w:rsidRPr="00B438C0" w:rsidRDefault="000924E8" w:rsidP="000924E8">
          <w:pPr>
            <w:pStyle w:val="En-tte"/>
            <w:jc w:val="center"/>
          </w:pPr>
          <w:r>
            <w:rPr>
              <w:rStyle w:val="Numrodepage"/>
            </w:rPr>
            <w:t xml:space="preserve">Page : </w:t>
          </w:r>
          <w:r w:rsidRPr="00470839">
            <w:rPr>
              <w:rStyle w:val="Numrodepage"/>
            </w:rPr>
            <w:fldChar w:fldCharType="begin"/>
          </w:r>
          <w:r w:rsidRPr="00470839">
            <w:rPr>
              <w:rStyle w:val="Numrodepage"/>
            </w:rPr>
            <w:instrText xml:space="preserve"> PAGE </w:instrText>
          </w:r>
          <w:r w:rsidRPr="00470839">
            <w:rPr>
              <w:rStyle w:val="Numrodepage"/>
            </w:rPr>
            <w:fldChar w:fldCharType="separate"/>
          </w:r>
          <w:r>
            <w:rPr>
              <w:rStyle w:val="Numrodepage"/>
            </w:rPr>
            <w:t>1</w:t>
          </w:r>
          <w:r w:rsidRPr="00470839">
            <w:rPr>
              <w:rStyle w:val="Numrodepage"/>
            </w:rPr>
            <w:fldChar w:fldCharType="end"/>
          </w:r>
          <w:r w:rsidRPr="00B438C0">
            <w:rPr>
              <w:rStyle w:val="Numrodepage"/>
            </w:rPr>
            <w:t xml:space="preserve"> / </w:t>
          </w:r>
          <w:r w:rsidRPr="00470839">
            <w:rPr>
              <w:rStyle w:val="Numrodepage"/>
            </w:rPr>
            <w:fldChar w:fldCharType="begin"/>
          </w:r>
          <w:r w:rsidRPr="00470839">
            <w:rPr>
              <w:rStyle w:val="Numrodepage"/>
            </w:rPr>
            <w:instrText xml:space="preserve"> NUMPAGES </w:instrText>
          </w:r>
          <w:r w:rsidRPr="00470839">
            <w:rPr>
              <w:rStyle w:val="Numrodepage"/>
            </w:rPr>
            <w:fldChar w:fldCharType="separate"/>
          </w:r>
          <w:r>
            <w:rPr>
              <w:rStyle w:val="Numrodepage"/>
            </w:rPr>
            <w:t>2</w:t>
          </w:r>
          <w:r w:rsidRPr="00470839">
            <w:rPr>
              <w:rStyle w:val="Numrodepage"/>
            </w:rPr>
            <w:fldChar w:fldCharType="end"/>
          </w:r>
        </w:p>
      </w:tc>
    </w:tr>
  </w:tbl>
  <w:p w14:paraId="45303B44" w14:textId="77777777" w:rsidR="005E5A71" w:rsidRPr="001D231D" w:rsidRDefault="005E5A71">
    <w:pPr>
      <w:pStyle w:val="En-tte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179E1" w14:textId="77777777" w:rsidR="008628E5" w:rsidRDefault="008628E5" w:rsidP="008628E5">
    <w:r w:rsidRPr="008E0B2B">
      <w:rPr>
        <w:noProof/>
        <w:sz w:val="36"/>
        <w:szCs w:val="36"/>
      </w:rPr>
      <w:drawing>
        <wp:inline distT="0" distB="0" distL="0" distR="0" wp14:anchorId="4CFD41B7" wp14:editId="2ACEE15F">
          <wp:extent cx="6647103" cy="948267"/>
          <wp:effectExtent l="0" t="0" r="1905" b="4445"/>
          <wp:docPr id="211658549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585494" name="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7200"/>
                            </a14:imgEffect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5371" cy="9537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10490" w:type="dxa"/>
      <w:tblInd w:w="-15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418"/>
      <w:gridCol w:w="7513"/>
      <w:gridCol w:w="1559"/>
    </w:tblGrid>
    <w:tr w:rsidR="008628E5" w14:paraId="1F1179F6" w14:textId="77777777" w:rsidTr="00F41FDA">
      <w:trPr>
        <w:cantSplit/>
        <w:trHeight w:val="567"/>
      </w:trPr>
      <w:tc>
        <w:tcPr>
          <w:tcW w:w="1418" w:type="dxa"/>
          <w:vAlign w:val="center"/>
        </w:tcPr>
        <w:p w14:paraId="096D7845" w14:textId="77777777" w:rsidR="008628E5" w:rsidRDefault="008628E5" w:rsidP="008628E5">
          <w:pPr>
            <w:pStyle w:val="En-tte"/>
            <w:jc w:val="center"/>
            <w:rPr>
              <w:b/>
            </w:rPr>
          </w:pPr>
          <w:r>
            <w:rPr>
              <w:b/>
            </w:rPr>
            <w:t xml:space="preserve">BTS </w:t>
          </w:r>
          <w:r w:rsidR="000924E8">
            <w:rPr>
              <w:b/>
            </w:rPr>
            <w:t>2</w:t>
          </w:r>
        </w:p>
      </w:tc>
      <w:tc>
        <w:tcPr>
          <w:tcW w:w="9072" w:type="dxa"/>
          <w:gridSpan w:val="2"/>
          <w:vAlign w:val="center"/>
        </w:tcPr>
        <w:p w14:paraId="47ABA623" w14:textId="77777777" w:rsidR="008628E5" w:rsidRPr="008628E5" w:rsidRDefault="008628E5" w:rsidP="008628E5">
          <w:pPr>
            <w:pStyle w:val="En-tte"/>
            <w:jc w:val="center"/>
          </w:pPr>
          <w:r w:rsidRPr="008628E5">
            <w:rPr>
              <w:b/>
              <w:bCs/>
              <w:sz w:val="32"/>
              <w:szCs w:val="32"/>
            </w:rPr>
            <w:t>Analyse Diagnostic Maintenance</w:t>
          </w:r>
        </w:p>
      </w:tc>
    </w:tr>
    <w:tr w:rsidR="008628E5" w14:paraId="1B460F46" w14:textId="77777777" w:rsidTr="008628E5">
      <w:trPr>
        <w:cantSplit/>
        <w:trHeight w:val="567"/>
      </w:trPr>
      <w:tc>
        <w:tcPr>
          <w:tcW w:w="1418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7C80A5C2" w14:textId="77777777" w:rsidR="008628E5" w:rsidRPr="00B438C0" w:rsidRDefault="008628E5" w:rsidP="008628E5">
          <w:pPr>
            <w:pStyle w:val="En-tte"/>
            <w:jc w:val="center"/>
            <w:rPr>
              <w:b/>
            </w:rPr>
          </w:pPr>
          <w:r>
            <w:rPr>
              <w:b/>
            </w:rPr>
            <w:t>Pôle :</w:t>
          </w:r>
          <w:r>
            <w:t xml:space="preserve"> </w:t>
          </w:r>
          <w:r w:rsidRPr="008628E5">
            <w:rPr>
              <w:b/>
              <w:bCs/>
            </w:rPr>
            <w:t>U51</w:t>
          </w:r>
        </w:p>
      </w:tc>
      <w:tc>
        <w:tcPr>
          <w:tcW w:w="7513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6E640A0C" w14:textId="6627A1DB" w:rsidR="008628E5" w:rsidRPr="008628E5" w:rsidRDefault="00AD27A6" w:rsidP="008628E5">
          <w:pPr>
            <w:pStyle w:val="En-tte"/>
            <w:jc w:val="center"/>
            <w:rPr>
              <w:b/>
              <w:bCs/>
              <w:sz w:val="32"/>
              <w:szCs w:val="32"/>
            </w:rPr>
          </w:pPr>
          <w:r>
            <w:rPr>
              <w:b/>
              <w:bCs/>
              <w:sz w:val="32"/>
              <w:szCs w:val="32"/>
            </w:rPr>
            <w:t>E51-3 Maintenance Corrective –</w:t>
          </w:r>
          <w:r w:rsidR="00B57462" w:rsidRPr="00B57462">
            <w:rPr>
              <w:b/>
              <w:bCs/>
              <w:sz w:val="32"/>
              <w:szCs w:val="32"/>
            </w:rPr>
            <w:t xml:space="preserve"> </w:t>
          </w:r>
          <w:bookmarkStart w:id="0" w:name="_Hlk183097946"/>
          <w:r w:rsidR="00B57462">
            <w:rPr>
              <w:b/>
              <w:bCs/>
              <w:sz w:val="32"/>
              <w:szCs w:val="32"/>
            </w:rPr>
            <w:t>F</w:t>
          </w:r>
          <w:r w:rsidR="00B57462" w:rsidRPr="00B57462">
            <w:rPr>
              <w:b/>
              <w:bCs/>
              <w:sz w:val="32"/>
              <w:szCs w:val="32"/>
            </w:rPr>
            <w:t>iltrage harmonique</w:t>
          </w:r>
          <w:bookmarkEnd w:id="0"/>
        </w:p>
      </w:tc>
      <w:tc>
        <w:tcPr>
          <w:tcW w:w="1559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14:paraId="0EE250E5" w14:textId="77777777" w:rsidR="008628E5" w:rsidRPr="00B438C0" w:rsidRDefault="008628E5" w:rsidP="008628E5">
          <w:pPr>
            <w:pStyle w:val="En-tte"/>
            <w:jc w:val="center"/>
          </w:pPr>
          <w:r>
            <w:rPr>
              <w:rStyle w:val="Numrodepage"/>
            </w:rPr>
            <w:t xml:space="preserve">Page : </w:t>
          </w:r>
          <w:r w:rsidRPr="00470839">
            <w:rPr>
              <w:rStyle w:val="Numrodepage"/>
            </w:rPr>
            <w:fldChar w:fldCharType="begin"/>
          </w:r>
          <w:r w:rsidRPr="00470839">
            <w:rPr>
              <w:rStyle w:val="Numrodepage"/>
            </w:rPr>
            <w:instrText xml:space="preserve"> PAGE </w:instrText>
          </w:r>
          <w:r w:rsidRPr="00470839">
            <w:rPr>
              <w:rStyle w:val="Numrodepage"/>
            </w:rPr>
            <w:fldChar w:fldCharType="separate"/>
          </w:r>
          <w:r>
            <w:rPr>
              <w:rStyle w:val="Numrodepage"/>
            </w:rPr>
            <w:t>1</w:t>
          </w:r>
          <w:r w:rsidRPr="00470839">
            <w:rPr>
              <w:rStyle w:val="Numrodepage"/>
            </w:rPr>
            <w:fldChar w:fldCharType="end"/>
          </w:r>
          <w:r w:rsidRPr="00B438C0">
            <w:rPr>
              <w:rStyle w:val="Numrodepage"/>
            </w:rPr>
            <w:t xml:space="preserve"> / </w:t>
          </w:r>
          <w:r w:rsidRPr="00470839">
            <w:rPr>
              <w:rStyle w:val="Numrodepage"/>
            </w:rPr>
            <w:fldChar w:fldCharType="begin"/>
          </w:r>
          <w:r w:rsidRPr="00470839">
            <w:rPr>
              <w:rStyle w:val="Numrodepage"/>
            </w:rPr>
            <w:instrText xml:space="preserve"> NUMPAGES </w:instrText>
          </w:r>
          <w:r w:rsidRPr="00470839">
            <w:rPr>
              <w:rStyle w:val="Numrodepage"/>
            </w:rPr>
            <w:fldChar w:fldCharType="separate"/>
          </w:r>
          <w:r>
            <w:rPr>
              <w:rStyle w:val="Numrodepage"/>
            </w:rPr>
            <w:t>2</w:t>
          </w:r>
          <w:r w:rsidRPr="00470839">
            <w:rPr>
              <w:rStyle w:val="Numrodepage"/>
            </w:rPr>
            <w:fldChar w:fldCharType="end"/>
          </w:r>
        </w:p>
      </w:tc>
    </w:tr>
  </w:tbl>
  <w:p w14:paraId="69C4BF1A" w14:textId="77777777" w:rsidR="00FA09B9" w:rsidRDefault="00FA09B9">
    <w:pPr>
      <w:rPr>
        <w:sz w:val="6"/>
        <w:szCs w:val="6"/>
      </w:rPr>
    </w:pPr>
  </w:p>
  <w:tbl>
    <w:tblPr>
      <w:tblW w:w="10490" w:type="dxa"/>
      <w:tblInd w:w="-15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426"/>
      <w:gridCol w:w="425"/>
      <w:gridCol w:w="9639"/>
    </w:tblGrid>
    <w:tr w:rsidR="008628E5" w:rsidRPr="00267463" w14:paraId="2EE1DA0D" w14:textId="77777777" w:rsidTr="008628E5">
      <w:trPr>
        <w:cantSplit/>
        <w:trHeight w:val="501"/>
      </w:trPr>
      <w:tc>
        <w:tcPr>
          <w:tcW w:w="426" w:type="dxa"/>
          <w:vMerge w:val="restart"/>
          <w:tcBorders>
            <w:left w:val="single" w:sz="12" w:space="0" w:color="000000"/>
          </w:tcBorders>
          <w:textDirection w:val="btLr"/>
          <w:vAlign w:val="center"/>
        </w:tcPr>
        <w:p w14:paraId="3BE43E02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ind w:left="113" w:right="113"/>
            <w:jc w:val="center"/>
          </w:pPr>
          <w:r w:rsidRPr="00267463">
            <w:t>Compétences</w:t>
          </w:r>
        </w:p>
      </w:tc>
      <w:tc>
        <w:tcPr>
          <w:tcW w:w="425" w:type="dxa"/>
          <w:tcBorders>
            <w:left w:val="single" w:sz="12" w:space="0" w:color="000000"/>
            <w:bottom w:val="nil"/>
            <w:right w:val="nil"/>
          </w:tcBorders>
          <w:vAlign w:val="center"/>
        </w:tcPr>
        <w:sdt>
          <w:sdtPr>
            <w:id w:val="8999485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p w14:paraId="3E2BAC57" w14:textId="589CD3DA" w:rsidR="008628E5" w:rsidRPr="00267463" w:rsidRDefault="00AD27A6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☒</w:t>
              </w:r>
            </w:p>
          </w:sdtContent>
        </w:sdt>
      </w:tc>
      <w:tc>
        <w:tcPr>
          <w:tcW w:w="9639" w:type="dxa"/>
          <w:tcBorders>
            <w:left w:val="nil"/>
            <w:bottom w:val="nil"/>
          </w:tcBorders>
          <w:vAlign w:val="center"/>
        </w:tcPr>
        <w:p w14:paraId="2C7F68BD" w14:textId="77777777" w:rsidR="008628E5" w:rsidRPr="00267463" w:rsidRDefault="008628E5" w:rsidP="008628E5">
          <w:pPr>
            <w:rPr>
              <w:color w:val="000000"/>
              <w:sz w:val="22"/>
              <w:szCs w:val="22"/>
            </w:rPr>
          </w:pPr>
          <w:r w:rsidRPr="00267463">
            <w:rPr>
              <w:color w:val="000000"/>
              <w:sz w:val="22"/>
              <w:szCs w:val="22"/>
            </w:rPr>
            <w:t>C2 - Extraire les informations nécessaires à la réalisation des tâches</w:t>
          </w:r>
        </w:p>
      </w:tc>
    </w:tr>
    <w:tr w:rsidR="008628E5" w:rsidRPr="00267463" w14:paraId="7C6371F0" w14:textId="77777777" w:rsidTr="008628E5">
      <w:trPr>
        <w:cantSplit/>
        <w:trHeight w:val="359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2976F1D3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-84871300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532801F8" w14:textId="1D6F7455" w:rsidR="008628E5" w:rsidRDefault="00AD27A6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☒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40E06A86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 w:rsidRPr="00267463">
            <w:rPr>
              <w:color w:val="000000"/>
              <w:sz w:val="22"/>
              <w:szCs w:val="22"/>
            </w:rPr>
            <w:t>C13 - Mesurer les grandeurs caractéristiques d’un ouvrage, d’une installation, d’un équipement électrique</w:t>
          </w:r>
        </w:p>
      </w:tc>
    </w:tr>
    <w:tr w:rsidR="008628E5" w:rsidRPr="00267463" w14:paraId="671F142E" w14:textId="77777777" w:rsidTr="008628E5">
      <w:trPr>
        <w:cantSplit/>
        <w:trHeight w:val="359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0E170D89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-19525470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256EF24D" w14:textId="77777777" w:rsidR="008628E5" w:rsidRDefault="008628E5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☐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2C5229EC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 w:rsidRPr="00267463">
            <w:rPr>
              <w:color w:val="000000"/>
              <w:sz w:val="22"/>
              <w:szCs w:val="22"/>
            </w:rPr>
            <w:t>C17 - Réaliser un diagnostic, de performance y compris énergétique, de sécurité, d’un ouvrage, d’une installation, d’un équipement électrique</w:t>
          </w:r>
        </w:p>
      </w:tc>
    </w:tr>
    <w:tr w:rsidR="008628E5" w:rsidRPr="00267463" w14:paraId="12BB8E63" w14:textId="77777777" w:rsidTr="008628E5">
      <w:trPr>
        <w:cantSplit/>
        <w:trHeight w:val="359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2E56138F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103909527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single" w:sz="12" w:space="0" w:color="000000"/>
                <w:right w:val="nil"/>
              </w:tcBorders>
              <w:vAlign w:val="center"/>
            </w:tcPr>
            <w:p w14:paraId="37392F8A" w14:textId="4A834852" w:rsidR="008628E5" w:rsidRDefault="00AD27A6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☒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single" w:sz="12" w:space="0" w:color="000000"/>
          </w:tcBorders>
          <w:vAlign w:val="center"/>
        </w:tcPr>
        <w:p w14:paraId="27E18BC3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 w:rsidRPr="00267463">
            <w:rPr>
              <w:color w:val="000000"/>
              <w:sz w:val="22"/>
              <w:szCs w:val="22"/>
            </w:rPr>
            <w:t>C18 – Réaliser des opérations de maintenance sur un ouvrage, une installation, un équipement électrique</w:t>
          </w:r>
        </w:p>
      </w:tc>
    </w:tr>
    <w:tr w:rsidR="008628E5" w:rsidRPr="00267463" w14:paraId="1C2E3B85" w14:textId="77777777" w:rsidTr="008628E5">
      <w:trPr>
        <w:cantSplit/>
        <w:trHeight w:val="393"/>
      </w:trPr>
      <w:tc>
        <w:tcPr>
          <w:tcW w:w="426" w:type="dxa"/>
          <w:vMerge w:val="restart"/>
          <w:tcBorders>
            <w:left w:val="single" w:sz="12" w:space="0" w:color="000000"/>
          </w:tcBorders>
          <w:textDirection w:val="btLr"/>
          <w:vAlign w:val="center"/>
        </w:tcPr>
        <w:p w14:paraId="40521793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ind w:left="113" w:right="113"/>
            <w:jc w:val="center"/>
          </w:pPr>
          <w:r w:rsidRPr="00267463">
            <w:t>Tâches</w:t>
          </w:r>
        </w:p>
      </w:tc>
      <w:sdt>
        <w:sdtPr>
          <w:id w:val="193145924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285F314E" w14:textId="56328263" w:rsidR="008628E5" w:rsidRPr="00267463" w:rsidRDefault="00AD27A6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☒</w:t>
              </w:r>
            </w:p>
          </w:tc>
        </w:sdtContent>
      </w:sdt>
      <w:tc>
        <w:tcPr>
          <w:tcW w:w="9639" w:type="dxa"/>
          <w:tcBorders>
            <w:left w:val="nil"/>
            <w:bottom w:val="nil"/>
          </w:tcBorders>
          <w:vAlign w:val="center"/>
        </w:tcPr>
        <w:p w14:paraId="66F33B13" w14:textId="77777777" w:rsidR="008628E5" w:rsidRPr="00267463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T3.1 : Proposer un protocole pour analyser le fonctionnement et/ou le comportement de l’installation</w:t>
          </w:r>
        </w:p>
      </w:tc>
    </w:tr>
    <w:tr w:rsidR="008628E5" w:rsidRPr="00267463" w14:paraId="0072B3C1" w14:textId="77777777" w:rsidTr="008628E5">
      <w:trPr>
        <w:cantSplit/>
        <w:trHeight w:val="393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34AE1B35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1157243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16569B72" w14:textId="77777777" w:rsidR="008628E5" w:rsidRPr="00267463" w:rsidRDefault="008628E5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☐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13961A11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T3.2 : Mesurer et contrôler l’installation, exploiter les mesures pour faire un diagnostic</w:t>
          </w:r>
        </w:p>
      </w:tc>
    </w:tr>
    <w:tr w:rsidR="008628E5" w:rsidRPr="00267463" w14:paraId="0F20E396" w14:textId="77777777" w:rsidTr="008628E5">
      <w:trPr>
        <w:cantSplit/>
        <w:trHeight w:val="393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4B66A1B8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11299798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3B56E8EF" w14:textId="77777777" w:rsidR="008628E5" w:rsidRPr="00267463" w:rsidRDefault="008628E5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☐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1032FD02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T3.3 : Formuler des préconisations</w:t>
          </w:r>
        </w:p>
      </w:tc>
    </w:tr>
    <w:tr w:rsidR="008628E5" w:rsidRPr="00267463" w14:paraId="676D4537" w14:textId="77777777" w:rsidTr="008628E5">
      <w:trPr>
        <w:cantSplit/>
        <w:trHeight w:val="393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7BC7AB42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153530348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360204E7" w14:textId="3996B5A6" w:rsidR="008628E5" w:rsidRPr="00267463" w:rsidRDefault="00AD27A6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☒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0682EA90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T4.1 Organiser la maintenance</w:t>
          </w:r>
        </w:p>
      </w:tc>
    </w:tr>
    <w:tr w:rsidR="008628E5" w:rsidRPr="00267463" w14:paraId="032A812F" w14:textId="77777777" w:rsidTr="008628E5">
      <w:trPr>
        <w:cantSplit/>
        <w:trHeight w:val="393"/>
      </w:trPr>
      <w:tc>
        <w:tcPr>
          <w:tcW w:w="426" w:type="dxa"/>
          <w:vMerge/>
          <w:tcBorders>
            <w:left w:val="single" w:sz="12" w:space="0" w:color="000000"/>
          </w:tcBorders>
          <w:vAlign w:val="center"/>
        </w:tcPr>
        <w:p w14:paraId="660543F1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-3939688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nil"/>
                <w:right w:val="nil"/>
              </w:tcBorders>
              <w:vAlign w:val="center"/>
            </w:tcPr>
            <w:p w14:paraId="730C6324" w14:textId="77777777" w:rsidR="008628E5" w:rsidRPr="00267463" w:rsidRDefault="008628E5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☐</w:t>
              </w:r>
            </w:p>
          </w:tc>
        </w:sdtContent>
      </w:sdt>
      <w:tc>
        <w:tcPr>
          <w:tcW w:w="9639" w:type="dxa"/>
          <w:tcBorders>
            <w:top w:val="nil"/>
            <w:left w:val="nil"/>
            <w:bottom w:val="nil"/>
          </w:tcBorders>
          <w:vAlign w:val="center"/>
        </w:tcPr>
        <w:p w14:paraId="3D44602D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T4.2 : Réaliser la maintenance préventive ou prévisionnelle</w:t>
          </w:r>
        </w:p>
      </w:tc>
    </w:tr>
    <w:tr w:rsidR="008628E5" w:rsidRPr="00267463" w14:paraId="09332A8A" w14:textId="77777777" w:rsidTr="008628E5">
      <w:trPr>
        <w:cantSplit/>
        <w:trHeight w:val="393"/>
      </w:trPr>
      <w:tc>
        <w:tcPr>
          <w:tcW w:w="426" w:type="dxa"/>
          <w:vMerge/>
          <w:tcBorders>
            <w:left w:val="single" w:sz="12" w:space="0" w:color="000000"/>
            <w:bottom w:val="single" w:sz="12" w:space="0" w:color="000000"/>
          </w:tcBorders>
          <w:vAlign w:val="center"/>
        </w:tcPr>
        <w:p w14:paraId="10AA8B98" w14:textId="77777777" w:rsidR="008628E5" w:rsidRPr="00267463" w:rsidRDefault="008628E5" w:rsidP="008628E5">
          <w:pPr>
            <w:tabs>
              <w:tab w:val="center" w:pos="4536"/>
              <w:tab w:val="right" w:pos="9072"/>
            </w:tabs>
            <w:jc w:val="center"/>
          </w:pPr>
        </w:p>
      </w:tc>
      <w:sdt>
        <w:sdtPr>
          <w:id w:val="-118396352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tc>
            <w:tcPr>
              <w:tcW w:w="425" w:type="dxa"/>
              <w:tcBorders>
                <w:top w:val="nil"/>
                <w:left w:val="single" w:sz="12" w:space="0" w:color="000000"/>
                <w:bottom w:val="single" w:sz="12" w:space="0" w:color="000000"/>
                <w:right w:val="nil"/>
              </w:tcBorders>
              <w:vAlign w:val="center"/>
            </w:tcPr>
            <w:p w14:paraId="79B9FD71" w14:textId="51C2E939" w:rsidR="008628E5" w:rsidRPr="00267463" w:rsidRDefault="00AD27A6" w:rsidP="008628E5">
              <w:pPr>
                <w:tabs>
                  <w:tab w:val="center" w:pos="4536"/>
                  <w:tab w:val="right" w:pos="9072"/>
                </w:tabs>
                <w:jc w:val="center"/>
              </w:pPr>
              <w:r>
                <w:rPr>
                  <w:rFonts w:ascii="MS Gothic" w:eastAsia="MS Gothic" w:hAnsi="MS Gothic" w:hint="eastAsia"/>
                </w:rPr>
                <w:t>☒</w:t>
              </w:r>
            </w:p>
          </w:tc>
        </w:sdtContent>
      </w:sdt>
      <w:tc>
        <w:tcPr>
          <w:tcW w:w="9639" w:type="dxa"/>
          <w:tcBorders>
            <w:top w:val="nil"/>
            <w:left w:val="nil"/>
          </w:tcBorders>
          <w:vAlign w:val="center"/>
        </w:tcPr>
        <w:p w14:paraId="6F3CC3DF" w14:textId="77777777" w:rsidR="008628E5" w:rsidRDefault="008628E5" w:rsidP="008628E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T4.3 : Réaliser la maintenance corrective</w:t>
          </w:r>
        </w:p>
      </w:tc>
    </w:tr>
  </w:tbl>
  <w:p w14:paraId="0AF3B299" w14:textId="77777777" w:rsidR="008628E5" w:rsidRDefault="008628E5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52000"/>
    <w:multiLevelType w:val="hybridMultilevel"/>
    <w:tmpl w:val="D686894A"/>
    <w:lvl w:ilvl="0" w:tplc="4CB413F4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8CECE28C">
      <w:start w:val="1"/>
      <w:numFmt w:val="bullet"/>
      <w:lvlText w:val="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A0C9A"/>
    <w:multiLevelType w:val="hybridMultilevel"/>
    <w:tmpl w:val="60DC479C"/>
    <w:lvl w:ilvl="0" w:tplc="32625280">
      <w:start w:val="1"/>
      <w:numFmt w:val="bullet"/>
      <w:lvlText w:val="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B19EA"/>
    <w:multiLevelType w:val="hybridMultilevel"/>
    <w:tmpl w:val="DCA07A7C"/>
    <w:lvl w:ilvl="0" w:tplc="4CB413F4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86B1C"/>
    <w:multiLevelType w:val="hybridMultilevel"/>
    <w:tmpl w:val="A2C28330"/>
    <w:lvl w:ilvl="0" w:tplc="7F4ADA3A">
      <w:start w:val="1"/>
      <w:numFmt w:val="bullet"/>
      <w:lvlText w:val="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44546"/>
    <w:multiLevelType w:val="hybridMultilevel"/>
    <w:tmpl w:val="230001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964D0"/>
    <w:multiLevelType w:val="hybridMultilevel"/>
    <w:tmpl w:val="8DACA3CC"/>
    <w:lvl w:ilvl="0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B84318F"/>
    <w:multiLevelType w:val="hybridMultilevel"/>
    <w:tmpl w:val="F22AFC88"/>
    <w:lvl w:ilvl="0" w:tplc="7F4ADA3A">
      <w:start w:val="1"/>
      <w:numFmt w:val="bullet"/>
      <w:lvlText w:val="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A458E"/>
    <w:multiLevelType w:val="hybridMultilevel"/>
    <w:tmpl w:val="3E2EE56A"/>
    <w:lvl w:ilvl="0" w:tplc="4CB413F4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1177F"/>
    <w:multiLevelType w:val="multilevel"/>
    <w:tmpl w:val="3E281742"/>
    <w:lvl w:ilvl="0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1860" w:hanging="432"/>
      </w:pPr>
    </w:lvl>
    <w:lvl w:ilvl="2">
      <w:start w:val="1"/>
      <w:numFmt w:val="decimal"/>
      <w:lvlText w:val="%1.%2.%3."/>
      <w:lvlJc w:val="left"/>
      <w:pPr>
        <w:ind w:left="2292" w:hanging="504"/>
      </w:pPr>
    </w:lvl>
    <w:lvl w:ilvl="3">
      <w:start w:val="1"/>
      <w:numFmt w:val="decimal"/>
      <w:lvlText w:val="%1.%2.%3.%4."/>
      <w:lvlJc w:val="left"/>
      <w:pPr>
        <w:ind w:left="2796" w:hanging="648"/>
      </w:pPr>
    </w:lvl>
    <w:lvl w:ilvl="4">
      <w:start w:val="1"/>
      <w:numFmt w:val="decimal"/>
      <w:lvlText w:val="%1.%2.%3.%4.%5."/>
      <w:lvlJc w:val="left"/>
      <w:pPr>
        <w:ind w:left="3300" w:hanging="792"/>
      </w:pPr>
    </w:lvl>
    <w:lvl w:ilvl="5">
      <w:start w:val="1"/>
      <w:numFmt w:val="decimal"/>
      <w:lvlText w:val="%1.%2.%3.%4.%5.%6."/>
      <w:lvlJc w:val="left"/>
      <w:pPr>
        <w:ind w:left="3804" w:hanging="936"/>
      </w:pPr>
    </w:lvl>
    <w:lvl w:ilvl="6">
      <w:start w:val="1"/>
      <w:numFmt w:val="decimal"/>
      <w:lvlText w:val="%1.%2.%3.%4.%5.%6.%7."/>
      <w:lvlJc w:val="left"/>
      <w:pPr>
        <w:ind w:left="4308" w:hanging="1080"/>
      </w:pPr>
    </w:lvl>
    <w:lvl w:ilvl="7">
      <w:start w:val="1"/>
      <w:numFmt w:val="decimal"/>
      <w:lvlText w:val="%1.%2.%3.%4.%5.%6.%7.%8."/>
      <w:lvlJc w:val="left"/>
      <w:pPr>
        <w:ind w:left="4812" w:hanging="1224"/>
      </w:pPr>
    </w:lvl>
    <w:lvl w:ilvl="8">
      <w:start w:val="1"/>
      <w:numFmt w:val="decimal"/>
      <w:lvlText w:val="%1.%2.%3.%4.%5.%6.%7.%8.%9."/>
      <w:lvlJc w:val="left"/>
      <w:pPr>
        <w:ind w:left="5388" w:hanging="1440"/>
      </w:pPr>
    </w:lvl>
  </w:abstractNum>
  <w:abstractNum w:abstractNumId="9" w15:restartNumberingAfterBreak="0">
    <w:nsid w:val="47787E5D"/>
    <w:multiLevelType w:val="hybridMultilevel"/>
    <w:tmpl w:val="011024FA"/>
    <w:lvl w:ilvl="0" w:tplc="7F4ADA3A">
      <w:start w:val="1"/>
      <w:numFmt w:val="bullet"/>
      <w:lvlText w:val="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06881"/>
    <w:multiLevelType w:val="hybridMultilevel"/>
    <w:tmpl w:val="F1E0C13C"/>
    <w:lvl w:ilvl="0" w:tplc="040C0001">
      <w:start w:val="1"/>
      <w:numFmt w:val="bullet"/>
      <w:lvlText w:val=""/>
      <w:lvlJc w:val="left"/>
      <w:pPr>
        <w:ind w:left="10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1" w15:restartNumberingAfterBreak="0">
    <w:nsid w:val="4F703C5E"/>
    <w:multiLevelType w:val="multilevel"/>
    <w:tmpl w:val="2A7672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0B02D3A"/>
    <w:multiLevelType w:val="hybridMultilevel"/>
    <w:tmpl w:val="AF98F890"/>
    <w:lvl w:ilvl="0" w:tplc="4CB413F4">
      <w:start w:val="1"/>
      <w:numFmt w:val="bullet"/>
      <w:lvlText w:val="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E23E69"/>
    <w:multiLevelType w:val="hybridMultilevel"/>
    <w:tmpl w:val="FB464B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2B4CE5"/>
    <w:multiLevelType w:val="hybridMultilevel"/>
    <w:tmpl w:val="3FCA9B6A"/>
    <w:lvl w:ilvl="0" w:tplc="32625280">
      <w:start w:val="1"/>
      <w:numFmt w:val="bullet"/>
      <w:lvlText w:val=""/>
      <w:lvlJc w:val="left"/>
      <w:pPr>
        <w:ind w:left="14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5" w15:restartNumberingAfterBreak="0">
    <w:nsid w:val="6D0F261C"/>
    <w:multiLevelType w:val="hybridMultilevel"/>
    <w:tmpl w:val="823251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134AE7"/>
    <w:multiLevelType w:val="hybridMultilevel"/>
    <w:tmpl w:val="F1C84030"/>
    <w:lvl w:ilvl="0" w:tplc="C878544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E80764"/>
    <w:multiLevelType w:val="hybridMultilevel"/>
    <w:tmpl w:val="827C455A"/>
    <w:lvl w:ilvl="0" w:tplc="32625280">
      <w:start w:val="1"/>
      <w:numFmt w:val="bullet"/>
      <w:lvlText w:val="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8975111">
    <w:abstractNumId w:val="10"/>
  </w:num>
  <w:num w:numId="2" w16cid:durableId="702094620">
    <w:abstractNumId w:val="4"/>
  </w:num>
  <w:num w:numId="3" w16cid:durableId="1761367547">
    <w:abstractNumId w:val="5"/>
  </w:num>
  <w:num w:numId="4" w16cid:durableId="1519850201">
    <w:abstractNumId w:val="8"/>
  </w:num>
  <w:num w:numId="5" w16cid:durableId="1978683178">
    <w:abstractNumId w:val="11"/>
  </w:num>
  <w:num w:numId="6" w16cid:durableId="1432387003">
    <w:abstractNumId w:val="17"/>
  </w:num>
  <w:num w:numId="7" w16cid:durableId="1571426418">
    <w:abstractNumId w:val="14"/>
  </w:num>
  <w:num w:numId="8" w16cid:durableId="1548377780">
    <w:abstractNumId w:val="1"/>
  </w:num>
  <w:num w:numId="9" w16cid:durableId="497623699">
    <w:abstractNumId w:val="13"/>
  </w:num>
  <w:num w:numId="10" w16cid:durableId="1833913003">
    <w:abstractNumId w:val="9"/>
  </w:num>
  <w:num w:numId="11" w16cid:durableId="2067533632">
    <w:abstractNumId w:val="6"/>
  </w:num>
  <w:num w:numId="12" w16cid:durableId="1276332211">
    <w:abstractNumId w:val="7"/>
  </w:num>
  <w:num w:numId="13" w16cid:durableId="1217200406">
    <w:abstractNumId w:val="16"/>
  </w:num>
  <w:num w:numId="14" w16cid:durableId="1915238594">
    <w:abstractNumId w:val="3"/>
  </w:num>
  <w:num w:numId="15" w16cid:durableId="1397627324">
    <w:abstractNumId w:val="2"/>
  </w:num>
  <w:num w:numId="16" w16cid:durableId="421996107">
    <w:abstractNumId w:val="12"/>
  </w:num>
  <w:num w:numId="17" w16cid:durableId="1070731531">
    <w:abstractNumId w:val="0"/>
  </w:num>
  <w:num w:numId="18" w16cid:durableId="15722352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7A6"/>
    <w:rsid w:val="00003D25"/>
    <w:rsid w:val="00037D09"/>
    <w:rsid w:val="00054C52"/>
    <w:rsid w:val="0005773F"/>
    <w:rsid w:val="00064129"/>
    <w:rsid w:val="000924E8"/>
    <w:rsid w:val="000A6B8B"/>
    <w:rsid w:val="000B2B19"/>
    <w:rsid w:val="000C3D6C"/>
    <w:rsid w:val="000E2F49"/>
    <w:rsid w:val="000E4501"/>
    <w:rsid w:val="00135565"/>
    <w:rsid w:val="001561EF"/>
    <w:rsid w:val="00173A6F"/>
    <w:rsid w:val="0018727D"/>
    <w:rsid w:val="0019432C"/>
    <w:rsid w:val="001946D1"/>
    <w:rsid w:val="001A442A"/>
    <w:rsid w:val="001B583F"/>
    <w:rsid w:val="001D231D"/>
    <w:rsid w:val="001E087B"/>
    <w:rsid w:val="001E265B"/>
    <w:rsid w:val="00203FED"/>
    <w:rsid w:val="00232D66"/>
    <w:rsid w:val="00254E3D"/>
    <w:rsid w:val="00257823"/>
    <w:rsid w:val="00267463"/>
    <w:rsid w:val="002D588D"/>
    <w:rsid w:val="002E2288"/>
    <w:rsid w:val="002E3B6A"/>
    <w:rsid w:val="00300A41"/>
    <w:rsid w:val="0032415C"/>
    <w:rsid w:val="00331AD7"/>
    <w:rsid w:val="00335921"/>
    <w:rsid w:val="00335F4A"/>
    <w:rsid w:val="00360230"/>
    <w:rsid w:val="00370AC7"/>
    <w:rsid w:val="00376D3D"/>
    <w:rsid w:val="003C1C2B"/>
    <w:rsid w:val="003D1B9C"/>
    <w:rsid w:val="003D57EE"/>
    <w:rsid w:val="003E6A71"/>
    <w:rsid w:val="004535F0"/>
    <w:rsid w:val="0046425C"/>
    <w:rsid w:val="004B0A06"/>
    <w:rsid w:val="004C5694"/>
    <w:rsid w:val="004D0D94"/>
    <w:rsid w:val="005021B6"/>
    <w:rsid w:val="00503D4A"/>
    <w:rsid w:val="005258F4"/>
    <w:rsid w:val="00527540"/>
    <w:rsid w:val="0054341E"/>
    <w:rsid w:val="00557342"/>
    <w:rsid w:val="005A22E3"/>
    <w:rsid w:val="005C0447"/>
    <w:rsid w:val="005C7804"/>
    <w:rsid w:val="005E5A71"/>
    <w:rsid w:val="005F44FE"/>
    <w:rsid w:val="00625C05"/>
    <w:rsid w:val="00660FFC"/>
    <w:rsid w:val="006744BA"/>
    <w:rsid w:val="00676D45"/>
    <w:rsid w:val="0068698A"/>
    <w:rsid w:val="006D0A85"/>
    <w:rsid w:val="006E25DB"/>
    <w:rsid w:val="00702422"/>
    <w:rsid w:val="00703288"/>
    <w:rsid w:val="0073211B"/>
    <w:rsid w:val="007534D0"/>
    <w:rsid w:val="007538C0"/>
    <w:rsid w:val="00762F1A"/>
    <w:rsid w:val="0078336C"/>
    <w:rsid w:val="007A51B0"/>
    <w:rsid w:val="008564FD"/>
    <w:rsid w:val="008628E5"/>
    <w:rsid w:val="00891E93"/>
    <w:rsid w:val="008937F7"/>
    <w:rsid w:val="008A269C"/>
    <w:rsid w:val="008C2F36"/>
    <w:rsid w:val="008C3BBC"/>
    <w:rsid w:val="008C7CB7"/>
    <w:rsid w:val="009215EC"/>
    <w:rsid w:val="00932C75"/>
    <w:rsid w:val="0093309F"/>
    <w:rsid w:val="00946E8D"/>
    <w:rsid w:val="00947167"/>
    <w:rsid w:val="009513BD"/>
    <w:rsid w:val="009528E7"/>
    <w:rsid w:val="009B79F1"/>
    <w:rsid w:val="00A15697"/>
    <w:rsid w:val="00A16655"/>
    <w:rsid w:val="00A81669"/>
    <w:rsid w:val="00A868B5"/>
    <w:rsid w:val="00AB627A"/>
    <w:rsid w:val="00AB6E08"/>
    <w:rsid w:val="00AB7C1D"/>
    <w:rsid w:val="00AD27A6"/>
    <w:rsid w:val="00B02324"/>
    <w:rsid w:val="00B3411E"/>
    <w:rsid w:val="00B57462"/>
    <w:rsid w:val="00B85626"/>
    <w:rsid w:val="00BA7C81"/>
    <w:rsid w:val="00BE4566"/>
    <w:rsid w:val="00BE505D"/>
    <w:rsid w:val="00C16FAA"/>
    <w:rsid w:val="00C35E97"/>
    <w:rsid w:val="00C41CEF"/>
    <w:rsid w:val="00C41D95"/>
    <w:rsid w:val="00C47ECF"/>
    <w:rsid w:val="00C7700C"/>
    <w:rsid w:val="00C95B30"/>
    <w:rsid w:val="00CB53BF"/>
    <w:rsid w:val="00CD4533"/>
    <w:rsid w:val="00CF3B03"/>
    <w:rsid w:val="00D15B29"/>
    <w:rsid w:val="00D74F54"/>
    <w:rsid w:val="00DA7BDA"/>
    <w:rsid w:val="00DB31CE"/>
    <w:rsid w:val="00DF231B"/>
    <w:rsid w:val="00DF3479"/>
    <w:rsid w:val="00DF725C"/>
    <w:rsid w:val="00E02565"/>
    <w:rsid w:val="00E03F04"/>
    <w:rsid w:val="00E15101"/>
    <w:rsid w:val="00E27CDA"/>
    <w:rsid w:val="00E6019E"/>
    <w:rsid w:val="00EE4209"/>
    <w:rsid w:val="00EF5755"/>
    <w:rsid w:val="00EF5C9D"/>
    <w:rsid w:val="00F01335"/>
    <w:rsid w:val="00F327F7"/>
    <w:rsid w:val="00F5250B"/>
    <w:rsid w:val="00F755A0"/>
    <w:rsid w:val="00F9400C"/>
    <w:rsid w:val="00FA09B9"/>
    <w:rsid w:val="00FC6315"/>
    <w:rsid w:val="00FF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FD11A"/>
  <w15:chartTrackingRefBased/>
  <w15:docId w15:val="{B15385E1-40B0-4567-AEE4-4F6141053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5C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5E5A7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E5A71"/>
  </w:style>
  <w:style w:type="paragraph" w:styleId="Pieddepage">
    <w:name w:val="footer"/>
    <w:basedOn w:val="Normal"/>
    <w:link w:val="PieddepageCar"/>
    <w:uiPriority w:val="99"/>
    <w:unhideWhenUsed/>
    <w:rsid w:val="005E5A7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5A71"/>
  </w:style>
  <w:style w:type="character" w:styleId="Numrodepage">
    <w:name w:val="page number"/>
    <w:basedOn w:val="Policepardfaut"/>
    <w:semiHidden/>
    <w:rsid w:val="005E5A71"/>
  </w:style>
  <w:style w:type="paragraph" w:styleId="Paragraphedeliste">
    <w:name w:val="List Paragraph"/>
    <w:basedOn w:val="Normal"/>
    <w:qFormat/>
    <w:rsid w:val="00625C05"/>
    <w:pPr>
      <w:ind w:left="720"/>
      <w:contextualSpacing/>
    </w:pPr>
  </w:style>
  <w:style w:type="paragraph" w:customStyle="1" w:styleId="Default">
    <w:name w:val="Default"/>
    <w:rsid w:val="00C770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453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Normal"/>
    <w:rsid w:val="00947167"/>
    <w:pPr>
      <w:ind w:left="540" w:firstLine="36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1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\OneDrive\Documents\Mod&#232;les%20Office%20personnalis&#233;s\BTS2%20ADM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8E72F-2244-41D3-BB6A-87B0ABC90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BTS2 ADM2.dotx</Template>
  <TotalTime>33</TotalTime>
  <Pages>1</Pages>
  <Words>283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MARY</dc:creator>
  <cp:keywords/>
  <dc:description/>
  <cp:lastModifiedBy>Christophe MARY</cp:lastModifiedBy>
  <cp:revision>7</cp:revision>
  <cp:lastPrinted>2024-11-21T16:53:00Z</cp:lastPrinted>
  <dcterms:created xsi:type="dcterms:W3CDTF">2024-11-21T14:05:00Z</dcterms:created>
  <dcterms:modified xsi:type="dcterms:W3CDTF">2024-11-21T16:53:00Z</dcterms:modified>
</cp:coreProperties>
</file>