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087DC" w14:textId="73918B12" w:rsidR="00FA5056" w:rsidRDefault="00BE5D47" w:rsidP="009528E7">
      <w:bookmarkStart w:id="0" w:name="paragraphe1.2"/>
      <w:r w:rsidRPr="00BE5D47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7B0DD36" wp14:editId="30DA154E">
            <wp:simplePos x="0" y="0"/>
            <wp:positionH relativeFrom="column">
              <wp:posOffset>2447290</wp:posOffset>
            </wp:positionH>
            <wp:positionV relativeFrom="paragraph">
              <wp:posOffset>97155</wp:posOffset>
            </wp:positionV>
            <wp:extent cx="4361815" cy="1390650"/>
            <wp:effectExtent l="0" t="0" r="635" b="0"/>
            <wp:wrapSquare wrapText="bothSides"/>
            <wp:docPr id="13" name="Image 13" descr="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181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2CAB44AA" w14:textId="42B34CAE" w:rsidR="00FA5056" w:rsidRDefault="00FA5056" w:rsidP="00FA5056">
      <w:pPr>
        <w:pStyle w:val="Textetableau"/>
        <w:ind w:firstLine="0"/>
      </w:pPr>
      <w:r>
        <w:t xml:space="preserve">Un système régulé suit le principe suivant : </w:t>
      </w:r>
    </w:p>
    <w:p w14:paraId="7D07ED1B" w14:textId="77777777" w:rsidR="00BE5D47" w:rsidRDefault="00BE5D47" w:rsidP="00FA5056">
      <w:pPr>
        <w:pStyle w:val="Textetableau"/>
        <w:ind w:firstLine="0"/>
      </w:pPr>
    </w:p>
    <w:p w14:paraId="119AF4B3" w14:textId="60F27223" w:rsidR="00FA5056" w:rsidRPr="00002F68" w:rsidRDefault="00002F68" w:rsidP="00002F68">
      <w:pPr>
        <w:rPr>
          <w:sz w:val="24"/>
          <w:szCs w:val="24"/>
        </w:rPr>
      </w:pPr>
      <w:r w:rsidRPr="00002F68">
        <w:rPr>
          <w:b/>
          <w:sz w:val="24"/>
          <w:szCs w:val="24"/>
        </w:rPr>
        <w:t>On souhaite régler une grandeur X à une valeur de consigne W.</w:t>
      </w:r>
    </w:p>
    <w:p w14:paraId="1E5DC3CF" w14:textId="443A1C16" w:rsidR="00FA5056" w:rsidRDefault="00002F68" w:rsidP="00002F68">
      <w:pPr>
        <w:pStyle w:val="Texte"/>
        <w:ind w:left="0" w:firstLine="0"/>
      </w:pPr>
      <w:r w:rsidRPr="00002F68">
        <w:rPr>
          <w:bCs/>
        </w:rPr>
        <w:t>Il faut</w:t>
      </w:r>
      <w:r>
        <w:rPr>
          <w:bCs/>
        </w:rPr>
        <w:t xml:space="preserve"> alors </w:t>
      </w:r>
      <w:r>
        <w:rPr>
          <w:b/>
          <w:bCs/>
        </w:rPr>
        <w:t xml:space="preserve"> m</w:t>
      </w:r>
      <w:r w:rsidR="00FA5056" w:rsidRPr="005575CA">
        <w:rPr>
          <w:b/>
          <w:bCs/>
        </w:rPr>
        <w:t>esurer</w:t>
      </w:r>
      <w:r w:rsidR="00FA5056">
        <w:t xml:space="preserve"> la grandeur réglée X avec un </w:t>
      </w:r>
      <w:r w:rsidR="00FA5056" w:rsidRPr="00936A78">
        <w:rPr>
          <w:b/>
        </w:rPr>
        <w:t>capteur</w:t>
      </w:r>
      <w:r>
        <w:rPr>
          <w:b/>
        </w:rPr>
        <w:t xml:space="preserve">, </w:t>
      </w:r>
      <w:r w:rsidRPr="00002F68">
        <w:t>puis</w:t>
      </w:r>
      <w:r>
        <w:rPr>
          <w:b/>
        </w:rPr>
        <w:t xml:space="preserve"> c</w:t>
      </w:r>
      <w:r w:rsidR="00FA5056" w:rsidRPr="00975BCD">
        <w:rPr>
          <w:b/>
        </w:rPr>
        <w:t>omparer</w:t>
      </w:r>
      <w:r w:rsidR="00FA5056">
        <w:t xml:space="preserve"> la mesure de X avec la consigne W et </w:t>
      </w:r>
      <w:r w:rsidR="00FA5056" w:rsidRPr="00975BCD">
        <w:rPr>
          <w:b/>
        </w:rPr>
        <w:t>élaborer</w:t>
      </w:r>
      <w:r w:rsidR="00FA5056">
        <w:t xml:space="preserve"> alors le signal de commande Y : c'est la fonction du </w:t>
      </w:r>
      <w:r w:rsidR="00FA5056" w:rsidRPr="00975BCD">
        <w:rPr>
          <w:b/>
        </w:rPr>
        <w:t>régulateur</w:t>
      </w:r>
      <w:r w:rsidR="00BE5D47">
        <w:t>.</w:t>
      </w:r>
      <w:r w:rsidR="00FA5056">
        <w:t xml:space="preserve"> </w:t>
      </w:r>
    </w:p>
    <w:p w14:paraId="7F6BEB29" w14:textId="0CB8EE4E" w:rsidR="00267463" w:rsidRDefault="00267463" w:rsidP="009528E7"/>
    <w:p w14:paraId="6A298D29" w14:textId="77777777" w:rsidR="00E02565" w:rsidRDefault="00E02565" w:rsidP="009528E7"/>
    <w:p w14:paraId="3F4ABA71" w14:textId="7FA05E76" w:rsidR="00002F68" w:rsidRDefault="00002F68" w:rsidP="00002F68">
      <w:pPr>
        <w:pStyle w:val="Texte"/>
        <w:ind w:left="0" w:firstLine="0"/>
      </w:pPr>
      <w:r>
        <w:t>On a pour le régulateur deux types d'actions possible:</w:t>
      </w:r>
    </w:p>
    <w:p w14:paraId="30DF44DD" w14:textId="77777777" w:rsidR="00002F68" w:rsidRDefault="00002F68" w:rsidP="00002F68">
      <w:pPr>
        <w:pStyle w:val="Texte"/>
        <w:ind w:left="0" w:firstLine="0"/>
      </w:pPr>
    </w:p>
    <w:p w14:paraId="3008CDCB" w14:textId="30B6EDF6" w:rsidR="00CA2DF5" w:rsidRDefault="00002F68" w:rsidP="00CA2DF5">
      <w:pPr>
        <w:pStyle w:val="Puces"/>
        <w:numPr>
          <w:ilvl w:val="0"/>
          <w:numId w:val="13"/>
        </w:numPr>
        <w:tabs>
          <w:tab w:val="clear" w:pos="1620"/>
        </w:tabs>
      </w:pPr>
      <w:r>
        <w:t xml:space="preserve">Une action en </w:t>
      </w:r>
      <w:r w:rsidRPr="002371BF">
        <w:rPr>
          <w:b/>
        </w:rPr>
        <w:t>Tout Ou Rien</w:t>
      </w:r>
      <w:r>
        <w:t xml:space="preserve"> (discontinue), dans laquelle la sortie Y du régulateur ne prend que deux valeurs 0% et 100%. Cette régulation est très simple mais peu performante.</w:t>
      </w:r>
    </w:p>
    <w:p w14:paraId="3A8BA209" w14:textId="77777777" w:rsidR="00002F68" w:rsidRDefault="00002F68" w:rsidP="00002F68">
      <w:pPr>
        <w:pStyle w:val="Puces"/>
        <w:numPr>
          <w:ilvl w:val="0"/>
          <w:numId w:val="0"/>
        </w:numPr>
        <w:ind w:left="1620" w:hanging="360"/>
      </w:pPr>
    </w:p>
    <w:p w14:paraId="19D40672" w14:textId="42A99D0F" w:rsidR="00002F68" w:rsidRDefault="00002F68" w:rsidP="00002F68">
      <w:pPr>
        <w:pStyle w:val="Puces"/>
        <w:numPr>
          <w:ilvl w:val="0"/>
          <w:numId w:val="13"/>
        </w:numPr>
        <w:tabs>
          <w:tab w:val="clear" w:pos="1620"/>
        </w:tabs>
      </w:pPr>
      <w:r>
        <w:t>Une action continue (analogique) avec une sortie du régulateur qui peut prendre toutes les valeurs comprises entre 0% et 100%. Les performanc</w:t>
      </w:r>
      <w:r w:rsidR="00CA2DF5">
        <w:t>es</w:t>
      </w:r>
      <w:r>
        <w:t xml:space="preserve"> peuvent être optimisées grâce aux réglages du correcteur.</w:t>
      </w:r>
    </w:p>
    <w:p w14:paraId="5EFDB276" w14:textId="77777777" w:rsidR="00CA2DF5" w:rsidRDefault="00CA2DF5" w:rsidP="00CA2DF5">
      <w:pPr>
        <w:pStyle w:val="Paragraphedeliste"/>
      </w:pPr>
    </w:p>
    <w:p w14:paraId="7FFB1912" w14:textId="59D64574" w:rsidR="00CA2DF5" w:rsidRPr="00CA2DF5" w:rsidRDefault="00CA2DF5" w:rsidP="00CA2DF5">
      <w:pPr>
        <w:pStyle w:val="Puces"/>
        <w:numPr>
          <w:ilvl w:val="0"/>
          <w:numId w:val="0"/>
        </w:numPr>
        <w:tabs>
          <w:tab w:val="clear" w:pos="1620"/>
        </w:tabs>
        <w:rPr>
          <w:b/>
        </w:rPr>
      </w:pPr>
      <w:r>
        <w:t xml:space="preserve">Ce qu’on appelle performances dans une régulation, ou critères de qualité, sont </w:t>
      </w:r>
      <w:r w:rsidRPr="00CA2DF5">
        <w:rPr>
          <w:b/>
        </w:rPr>
        <w:t>la rapidité</w:t>
      </w:r>
      <w:r>
        <w:t xml:space="preserve">, </w:t>
      </w:r>
      <w:r w:rsidRPr="00CA2DF5">
        <w:rPr>
          <w:b/>
        </w:rPr>
        <w:t>la précision</w:t>
      </w:r>
      <w:r>
        <w:t xml:space="preserve"> et </w:t>
      </w:r>
      <w:r w:rsidRPr="00CA2DF5">
        <w:rPr>
          <w:b/>
        </w:rPr>
        <w:t>la stabilité</w:t>
      </w:r>
    </w:p>
    <w:p w14:paraId="5719551B" w14:textId="77777777" w:rsidR="00B02324" w:rsidRDefault="00B02324" w:rsidP="009528E7"/>
    <w:p w14:paraId="2AC90091" w14:textId="77777777" w:rsidR="00CA2DF5" w:rsidRDefault="00CA2DF5">
      <w:pPr>
        <w:spacing w:after="160" w:line="259" w:lineRule="auto"/>
        <w:rPr>
          <w:sz w:val="24"/>
        </w:rPr>
      </w:pPr>
      <w:r>
        <w:rPr>
          <w:sz w:val="24"/>
        </w:rPr>
        <w:br w:type="page"/>
      </w:r>
    </w:p>
    <w:p w14:paraId="01E2C647" w14:textId="0C33657C" w:rsidR="00B02324" w:rsidRPr="003D1D61" w:rsidRDefault="00002F68" w:rsidP="00002F68">
      <w:pPr>
        <w:pStyle w:val="Paragraphedeliste"/>
        <w:numPr>
          <w:ilvl w:val="0"/>
          <w:numId w:val="14"/>
        </w:numPr>
        <w:rPr>
          <w:b/>
          <w:sz w:val="24"/>
          <w:u w:val="single"/>
        </w:rPr>
      </w:pPr>
      <w:r w:rsidRPr="003D1D61">
        <w:rPr>
          <w:b/>
          <w:sz w:val="24"/>
          <w:u w:val="single"/>
        </w:rPr>
        <w:lastRenderedPageBreak/>
        <w:t>Régulation TOR : thermostat d’un four domestique</w:t>
      </w:r>
    </w:p>
    <w:p w14:paraId="427277B8" w14:textId="77777777" w:rsidR="00002F68" w:rsidRDefault="00002F68" w:rsidP="00002F68">
      <w:pPr>
        <w:rPr>
          <w:sz w:val="24"/>
        </w:rPr>
      </w:pPr>
    </w:p>
    <w:p w14:paraId="23300AD1" w14:textId="6F9E21F7" w:rsidR="00002F68" w:rsidRDefault="00002F68" w:rsidP="00002F68">
      <w:pPr>
        <w:rPr>
          <w:sz w:val="24"/>
        </w:rPr>
      </w:pPr>
      <w:r>
        <w:rPr>
          <w:sz w:val="24"/>
        </w:rPr>
        <w:t>Le thermostat d’un four domestique repose sur une régulation basique TOR :</w:t>
      </w:r>
    </w:p>
    <w:p w14:paraId="2089E211" w14:textId="3BCCB12C" w:rsidR="00002F68" w:rsidRPr="00002F68" w:rsidRDefault="00002F68" w:rsidP="00002F68">
      <w:pPr>
        <w:pStyle w:val="Paragraphedeliste"/>
        <w:numPr>
          <w:ilvl w:val="0"/>
          <w:numId w:val="15"/>
        </w:numPr>
        <w:rPr>
          <w:sz w:val="24"/>
        </w:rPr>
      </w:pPr>
      <w:r>
        <w:rPr>
          <w:sz w:val="24"/>
        </w:rPr>
        <w:t xml:space="preserve">Si la température est inférieure à </w:t>
      </w:r>
      <w:r w:rsidRPr="00002F68">
        <w:rPr>
          <w:sz w:val="24"/>
        </w:rPr>
        <w:t>la consigne, on envoie 100% de la puissance à la résistance.</w:t>
      </w:r>
    </w:p>
    <w:p w14:paraId="5933834D" w14:textId="6D862853" w:rsidR="00002F68" w:rsidRDefault="00002F68" w:rsidP="00002F68">
      <w:pPr>
        <w:pStyle w:val="Paragraphedeliste"/>
        <w:numPr>
          <w:ilvl w:val="0"/>
          <w:numId w:val="15"/>
        </w:numPr>
        <w:rPr>
          <w:sz w:val="24"/>
        </w:rPr>
      </w:pPr>
      <w:r w:rsidRPr="00002F68">
        <w:rPr>
          <w:sz w:val="24"/>
        </w:rPr>
        <w:t>Si</w:t>
      </w:r>
      <w:r>
        <w:rPr>
          <w:sz w:val="24"/>
        </w:rPr>
        <w:t xml:space="preserve"> la température est supérieure à la consigne, on n’alimente plus la résistance.</w:t>
      </w:r>
    </w:p>
    <w:p w14:paraId="2DA01CF7" w14:textId="1033E65B" w:rsidR="006127E8" w:rsidRPr="006127E8" w:rsidRDefault="006127E8" w:rsidP="006127E8">
      <w:pPr>
        <w:rPr>
          <w:sz w:val="24"/>
        </w:rPr>
      </w:pPr>
      <w:r>
        <w:rPr>
          <w:sz w:val="24"/>
        </w:rPr>
        <w:t>Note : o</w:t>
      </w:r>
      <w:r w:rsidRPr="006127E8">
        <w:rPr>
          <w:sz w:val="24"/>
        </w:rPr>
        <w:t xml:space="preserve">n </w:t>
      </w:r>
      <w:r>
        <w:rPr>
          <w:sz w:val="24"/>
        </w:rPr>
        <w:t xml:space="preserve">a </w:t>
      </w:r>
      <w:r w:rsidR="0031368D">
        <w:rPr>
          <w:sz w:val="24"/>
        </w:rPr>
        <w:t>généralement</w:t>
      </w:r>
      <w:r>
        <w:rPr>
          <w:sz w:val="24"/>
        </w:rPr>
        <w:t xml:space="preserve"> </w:t>
      </w:r>
      <w:r w:rsidRPr="006127E8">
        <w:rPr>
          <w:sz w:val="24"/>
        </w:rPr>
        <w:t>une hystérésis à 2 seuils</w:t>
      </w:r>
      <w:r>
        <w:rPr>
          <w:sz w:val="24"/>
        </w:rPr>
        <w:t xml:space="preserve"> pour tenir compte de l’inertie du système.</w:t>
      </w:r>
    </w:p>
    <w:p w14:paraId="4EC5E0AD" w14:textId="77777777" w:rsidR="00002F68" w:rsidRDefault="00002F68" w:rsidP="00002F68">
      <w:pPr>
        <w:rPr>
          <w:sz w:val="24"/>
        </w:rPr>
      </w:pPr>
    </w:p>
    <w:p w14:paraId="78996138" w14:textId="453C10C0" w:rsidR="00CA2DF5" w:rsidRDefault="00002F68" w:rsidP="00CA2DF5">
      <w:pPr>
        <w:rPr>
          <w:sz w:val="24"/>
        </w:rPr>
      </w:pPr>
      <w:r>
        <w:rPr>
          <w:sz w:val="24"/>
        </w:rPr>
        <w:t>O</w:t>
      </w:r>
      <w:r w:rsidR="00CA2DF5">
        <w:rPr>
          <w:sz w:val="24"/>
        </w:rPr>
        <w:t>n souhaite relever les</w:t>
      </w:r>
      <w:r>
        <w:rPr>
          <w:sz w:val="24"/>
        </w:rPr>
        <w:t xml:space="preserve"> performance</w:t>
      </w:r>
      <w:r w:rsidR="00CA2DF5">
        <w:rPr>
          <w:sz w:val="24"/>
        </w:rPr>
        <w:t>s d’un four domestique</w:t>
      </w:r>
      <w:r w:rsidR="002703AF">
        <w:rPr>
          <w:sz w:val="24"/>
        </w:rPr>
        <w:t> :</w:t>
      </w:r>
    </w:p>
    <w:p w14:paraId="1BC9593E" w14:textId="77777777" w:rsidR="002703AF" w:rsidRDefault="002703AF" w:rsidP="00CA2DF5">
      <w:pPr>
        <w:rPr>
          <w:sz w:val="24"/>
        </w:rPr>
      </w:pPr>
    </w:p>
    <w:p w14:paraId="42D1759A" w14:textId="411361AD" w:rsidR="00CA2DF5" w:rsidRDefault="00CA2DF5" w:rsidP="00CA2DF5">
      <w:pPr>
        <w:rPr>
          <w:sz w:val="24"/>
        </w:rPr>
      </w:pPr>
      <w:r>
        <w:rPr>
          <w:sz w:val="24"/>
        </w:rPr>
        <w:t xml:space="preserve">Pour cela, vous allez relever à l’oscilloscope l’évolution de la température lors d’une chauffe. Vous utiliserez une sonde de température (PT 100) </w:t>
      </w:r>
      <w:r w:rsidR="003D1D61">
        <w:rPr>
          <w:sz w:val="24"/>
        </w:rPr>
        <w:t>et son</w:t>
      </w:r>
      <w:r>
        <w:rPr>
          <w:sz w:val="24"/>
        </w:rPr>
        <w:t xml:space="preserve"> convertisseur</w:t>
      </w:r>
      <w:r w:rsidR="003D1D61">
        <w:rPr>
          <w:sz w:val="24"/>
        </w:rPr>
        <w:t>.</w:t>
      </w:r>
      <w:r w:rsidR="00574C0C">
        <w:rPr>
          <w:sz w:val="24"/>
        </w:rPr>
        <w:t xml:space="preserve"> Vous coincerez la sonde par la port</w:t>
      </w:r>
      <w:r w:rsidR="008C723D">
        <w:rPr>
          <w:sz w:val="24"/>
        </w:rPr>
        <w:t>e</w:t>
      </w:r>
      <w:r w:rsidR="00574C0C">
        <w:rPr>
          <w:sz w:val="24"/>
        </w:rPr>
        <w:t xml:space="preserve"> (attention au </w:t>
      </w:r>
      <w:r w:rsidR="008C723D">
        <w:rPr>
          <w:sz w:val="24"/>
        </w:rPr>
        <w:t>câble</w:t>
      </w:r>
      <w:r w:rsidR="00574C0C">
        <w:rPr>
          <w:sz w:val="24"/>
        </w:rPr>
        <w:t>)</w:t>
      </w:r>
      <w:r w:rsidR="008C723D">
        <w:rPr>
          <w:sz w:val="24"/>
        </w:rPr>
        <w:t>.</w:t>
      </w:r>
    </w:p>
    <w:p w14:paraId="190ACC6B" w14:textId="42E88DF8" w:rsidR="00CA2DF5" w:rsidRDefault="00CA2DF5" w:rsidP="00002F68">
      <w:pPr>
        <w:rPr>
          <w:sz w:val="24"/>
        </w:rPr>
      </w:pPr>
      <w:r>
        <w:rPr>
          <w:sz w:val="24"/>
        </w:rPr>
        <w:t>Vous</w:t>
      </w:r>
      <w:r w:rsidR="003D1D61">
        <w:rPr>
          <w:sz w:val="24"/>
        </w:rPr>
        <w:t xml:space="preserve"> relèverez également en concordance de temps avec la température l’intensité absorbée par le four, ce qui permettra de visualiser la régulation TOR.</w:t>
      </w:r>
      <w:r w:rsidR="0031368D">
        <w:rPr>
          <w:sz w:val="24"/>
        </w:rPr>
        <w:t xml:space="preserve"> </w:t>
      </w:r>
    </w:p>
    <w:p w14:paraId="495F6670" w14:textId="59D8D261" w:rsidR="003D1D61" w:rsidRDefault="00574C0C" w:rsidP="00002F68">
      <w:pPr>
        <w:rPr>
          <w:sz w:val="24"/>
        </w:rPr>
      </w:pPr>
      <w:r>
        <w:rPr>
          <w:sz w:val="24"/>
        </w:rPr>
        <w:t>La minuterie sera mise à fond pour ne pas être coupé en pleine action. Le thermostat du f</w:t>
      </w:r>
      <w:r w:rsidR="00831677">
        <w:rPr>
          <w:sz w:val="24"/>
        </w:rPr>
        <w:t>our sera réglé autour de 100 °C</w:t>
      </w:r>
      <w:r>
        <w:rPr>
          <w:sz w:val="24"/>
        </w:rPr>
        <w:t>, histoire que la mesure ne dure pas trop longtemps. L’oscilloscope doit être utilisé en mode enregistrement long, la mesure dure tout de même entre 20 et 30 min !</w:t>
      </w:r>
    </w:p>
    <w:p w14:paraId="53AAA891" w14:textId="77777777" w:rsidR="0031368D" w:rsidRDefault="0031368D" w:rsidP="00002F68">
      <w:pPr>
        <w:rPr>
          <w:sz w:val="24"/>
        </w:rPr>
      </w:pPr>
    </w:p>
    <w:p w14:paraId="6BE9C282" w14:textId="5B1AD019" w:rsidR="003D1D61" w:rsidRDefault="002703AF" w:rsidP="00002F68">
      <w:pPr>
        <w:rPr>
          <w:sz w:val="24"/>
        </w:rPr>
      </w:pPr>
      <w:r>
        <w:rPr>
          <w:sz w:val="24"/>
        </w:rPr>
        <w:t>Sur</w:t>
      </w:r>
      <w:r w:rsidR="003D1D61">
        <w:rPr>
          <w:sz w:val="24"/>
        </w:rPr>
        <w:t xml:space="preserve"> votre relevé de température,</w:t>
      </w:r>
      <w:r>
        <w:rPr>
          <w:sz w:val="24"/>
        </w:rPr>
        <w:t xml:space="preserve"> on vous demande de</w:t>
      </w:r>
      <w:r w:rsidR="003D1D61">
        <w:rPr>
          <w:sz w:val="24"/>
        </w:rPr>
        <w:t xml:space="preserve"> préciser les</w:t>
      </w:r>
      <w:r>
        <w:rPr>
          <w:sz w:val="24"/>
        </w:rPr>
        <w:t xml:space="preserve"> intervalles de fonctionnement </w:t>
      </w:r>
      <w:r w:rsidR="00574C0C">
        <w:rPr>
          <w:sz w:val="24"/>
        </w:rPr>
        <w:t>TOR (puissance à 100% ou à 0%). L’objectif est d’avoir une compréhension claire de la régulation TOR.</w:t>
      </w:r>
    </w:p>
    <w:p w14:paraId="2C5B61CE" w14:textId="77777777" w:rsidR="002703AF" w:rsidRDefault="002703AF" w:rsidP="00002F68">
      <w:pPr>
        <w:rPr>
          <w:sz w:val="24"/>
        </w:rPr>
      </w:pPr>
    </w:p>
    <w:p w14:paraId="2EAE44B9" w14:textId="1DB61BB6" w:rsidR="00574C0C" w:rsidRDefault="00574C0C" w:rsidP="00002F68">
      <w:pPr>
        <w:rPr>
          <w:sz w:val="24"/>
        </w:rPr>
      </w:pPr>
      <w:r>
        <w:rPr>
          <w:sz w:val="24"/>
        </w:rPr>
        <w:t>Vous estimerez le temps de réponse (à 5%) ainsi que la précision. Faire le lien de l’évol</w:t>
      </w:r>
      <w:r w:rsidR="00AD1EF5">
        <w:rPr>
          <w:sz w:val="24"/>
        </w:rPr>
        <w:t>ution de la température avec</w:t>
      </w:r>
      <w:r>
        <w:rPr>
          <w:sz w:val="24"/>
        </w:rPr>
        <w:t xml:space="preserve"> vos notions de thermique vues en physique</w:t>
      </w:r>
    </w:p>
    <w:p w14:paraId="7D2152E7" w14:textId="77777777" w:rsidR="00B02324" w:rsidRDefault="00B02324" w:rsidP="009528E7"/>
    <w:p w14:paraId="0276698C" w14:textId="4412AD1D" w:rsidR="00B02324" w:rsidRPr="003D1D61" w:rsidRDefault="003D1D61" w:rsidP="003D1D61">
      <w:pPr>
        <w:tabs>
          <w:tab w:val="left" w:pos="1455"/>
        </w:tabs>
        <w:rPr>
          <w:b/>
          <w:sz w:val="24"/>
          <w:szCs w:val="24"/>
        </w:rPr>
      </w:pPr>
      <w:r w:rsidRPr="003D1D61">
        <w:rPr>
          <w:b/>
          <w:sz w:val="24"/>
          <w:szCs w:val="24"/>
        </w:rPr>
        <w:t>La chauffe étant un procédé assez long, vous lancerez un enregistrement et étudierez la partie 2 en parallèle.</w:t>
      </w:r>
    </w:p>
    <w:p w14:paraId="1B88138B" w14:textId="77777777" w:rsidR="003D1D61" w:rsidRDefault="003D1D61" w:rsidP="003D1D61">
      <w:pPr>
        <w:tabs>
          <w:tab w:val="left" w:pos="1455"/>
        </w:tabs>
        <w:rPr>
          <w:sz w:val="24"/>
          <w:szCs w:val="24"/>
        </w:rPr>
      </w:pPr>
    </w:p>
    <w:p w14:paraId="4E628573" w14:textId="77777777" w:rsidR="003D1D61" w:rsidRDefault="003D1D61" w:rsidP="003D1D61">
      <w:pPr>
        <w:tabs>
          <w:tab w:val="left" w:pos="1455"/>
        </w:tabs>
        <w:rPr>
          <w:sz w:val="24"/>
          <w:szCs w:val="24"/>
        </w:rPr>
      </w:pPr>
    </w:p>
    <w:p w14:paraId="34A67155" w14:textId="6C882B76" w:rsidR="003D1D61" w:rsidRPr="003D1D61" w:rsidRDefault="007E726E" w:rsidP="003D1D61">
      <w:pPr>
        <w:pStyle w:val="Paragraphedeliste"/>
        <w:numPr>
          <w:ilvl w:val="0"/>
          <w:numId w:val="14"/>
        </w:numPr>
        <w:tabs>
          <w:tab w:val="left" w:pos="1455"/>
        </w:tabs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Principe de la r</w:t>
      </w:r>
      <w:r w:rsidR="003D1D61" w:rsidRPr="003D1D61">
        <w:rPr>
          <w:b/>
          <w:sz w:val="24"/>
          <w:szCs w:val="24"/>
          <w:u w:val="single"/>
        </w:rPr>
        <w:t>égulation analogique </w:t>
      </w:r>
      <w:r>
        <w:rPr>
          <w:b/>
          <w:sz w:val="24"/>
          <w:szCs w:val="24"/>
          <w:u w:val="single"/>
        </w:rPr>
        <w:t xml:space="preserve">et </w:t>
      </w:r>
      <w:r w:rsidR="003D1D61" w:rsidRPr="003D1D61">
        <w:rPr>
          <w:b/>
          <w:sz w:val="24"/>
          <w:szCs w:val="24"/>
          <w:u w:val="single"/>
        </w:rPr>
        <w:t xml:space="preserve">effet des correcteurs </w:t>
      </w:r>
    </w:p>
    <w:p w14:paraId="69EC0B22" w14:textId="77777777" w:rsidR="003D1D61" w:rsidRDefault="003D1D61" w:rsidP="003D1D61">
      <w:pPr>
        <w:tabs>
          <w:tab w:val="left" w:pos="1455"/>
        </w:tabs>
        <w:rPr>
          <w:sz w:val="24"/>
          <w:szCs w:val="24"/>
        </w:rPr>
      </w:pPr>
    </w:p>
    <w:p w14:paraId="56822284" w14:textId="15E1B9FC" w:rsidR="007E726E" w:rsidRPr="007E726E" w:rsidRDefault="007E726E" w:rsidP="007E726E">
      <w:pPr>
        <w:ind w:right="567"/>
        <w:rPr>
          <w:b/>
          <w:sz w:val="24"/>
          <w:szCs w:val="24"/>
        </w:rPr>
      </w:pPr>
      <w:r>
        <w:rPr>
          <w:sz w:val="24"/>
          <w:szCs w:val="24"/>
        </w:rPr>
        <w:t>Vous allez r</w:t>
      </w:r>
      <w:r w:rsidRPr="007E726E">
        <w:rPr>
          <w:sz w:val="24"/>
          <w:szCs w:val="24"/>
        </w:rPr>
        <w:t>éalise</w:t>
      </w:r>
      <w:r>
        <w:rPr>
          <w:sz w:val="24"/>
          <w:szCs w:val="24"/>
        </w:rPr>
        <w:t>r</w:t>
      </w:r>
      <w:r w:rsidRPr="007E726E">
        <w:rPr>
          <w:sz w:val="24"/>
          <w:szCs w:val="24"/>
        </w:rPr>
        <w:t xml:space="preserve"> une </w:t>
      </w:r>
      <w:r w:rsidRPr="007E726E">
        <w:rPr>
          <w:bCs/>
          <w:sz w:val="24"/>
          <w:szCs w:val="24"/>
        </w:rPr>
        <w:t>analyse comportementale</w:t>
      </w:r>
      <w:r w:rsidRPr="007E726E">
        <w:rPr>
          <w:sz w:val="24"/>
          <w:szCs w:val="24"/>
        </w:rPr>
        <w:t xml:space="preserve"> sur un outil de simulation </w:t>
      </w:r>
      <w:proofErr w:type="spellStart"/>
      <w:r w:rsidRPr="007E726E">
        <w:rPr>
          <w:sz w:val="24"/>
          <w:szCs w:val="24"/>
        </w:rPr>
        <w:t>labview</w:t>
      </w:r>
      <w:proofErr w:type="spellEnd"/>
      <w:r w:rsidRPr="007E726E">
        <w:rPr>
          <w:sz w:val="24"/>
          <w:szCs w:val="24"/>
        </w:rPr>
        <w:t xml:space="preserve"> : vous disposez d’un modèle informatisé de la régulation de niveau dans une colonne d’eau : vous pourrez alors </w:t>
      </w:r>
      <w:r w:rsidRPr="007E726E">
        <w:rPr>
          <w:bCs/>
          <w:sz w:val="24"/>
          <w:szCs w:val="24"/>
        </w:rPr>
        <w:t>analyser le comportement</w:t>
      </w:r>
      <w:r w:rsidRPr="007E726E">
        <w:rPr>
          <w:sz w:val="24"/>
          <w:szCs w:val="24"/>
        </w:rPr>
        <w:t xml:space="preserve"> avec régulation (en Boucle Fermée) et l’influence des correcteurs Proportionnel et Intégral.</w:t>
      </w:r>
    </w:p>
    <w:p w14:paraId="59730575" w14:textId="77777777" w:rsidR="007E726E" w:rsidRPr="007E726E" w:rsidRDefault="007E726E" w:rsidP="007E726E">
      <w:pPr>
        <w:ind w:right="567"/>
        <w:rPr>
          <w:b/>
          <w:sz w:val="24"/>
          <w:szCs w:val="24"/>
        </w:rPr>
      </w:pPr>
    </w:p>
    <w:p w14:paraId="2CA53BBD" w14:textId="35DECFAD" w:rsidR="007E726E" w:rsidRPr="007E726E" w:rsidRDefault="007E726E" w:rsidP="007E726E">
      <w:pPr>
        <w:pStyle w:val="Paragraphedeliste"/>
        <w:numPr>
          <w:ilvl w:val="0"/>
          <w:numId w:val="16"/>
        </w:numPr>
        <w:ind w:right="567"/>
        <w:rPr>
          <w:b/>
          <w:sz w:val="24"/>
          <w:szCs w:val="24"/>
        </w:rPr>
      </w:pPr>
      <w:r>
        <w:rPr>
          <w:sz w:val="24"/>
          <w:szCs w:val="24"/>
        </w:rPr>
        <w:t xml:space="preserve">Lancer </w:t>
      </w:r>
      <w:r w:rsidRPr="007E726E">
        <w:rPr>
          <w:sz w:val="24"/>
          <w:szCs w:val="24"/>
        </w:rPr>
        <w:t xml:space="preserve">le fichier de simulation de colonne d’eau en Boucle Fermée « colonne d'eau </w:t>
      </w:r>
      <w:proofErr w:type="spellStart"/>
      <w:r w:rsidRPr="007E726E">
        <w:rPr>
          <w:sz w:val="24"/>
          <w:szCs w:val="24"/>
        </w:rPr>
        <w:t>simul</w:t>
      </w:r>
      <w:proofErr w:type="spellEnd"/>
      <w:r w:rsidRPr="007E726E">
        <w:rPr>
          <w:sz w:val="24"/>
          <w:szCs w:val="24"/>
        </w:rPr>
        <w:t xml:space="preserve"> BF.vi »</w:t>
      </w:r>
    </w:p>
    <w:p w14:paraId="59F17A28" w14:textId="77777777" w:rsidR="007E726E" w:rsidRPr="007E726E" w:rsidRDefault="007E726E" w:rsidP="007E726E">
      <w:pPr>
        <w:pStyle w:val="Paragraphedeliste"/>
        <w:ind w:right="567"/>
        <w:rPr>
          <w:b/>
          <w:sz w:val="24"/>
          <w:szCs w:val="24"/>
        </w:rPr>
      </w:pPr>
      <w:r w:rsidRPr="007E726E">
        <w:rPr>
          <w:noProof/>
          <w:sz w:val="24"/>
        </w:rPr>
        <w:drawing>
          <wp:anchor distT="0" distB="0" distL="114300" distR="114300" simplePos="0" relativeHeight="251661312" behindDoc="0" locked="0" layoutInCell="1" allowOverlap="1" wp14:anchorId="661EEC16" wp14:editId="4B53E906">
            <wp:simplePos x="0" y="0"/>
            <wp:positionH relativeFrom="column">
              <wp:posOffset>-123825</wp:posOffset>
            </wp:positionH>
            <wp:positionV relativeFrom="paragraph">
              <wp:posOffset>130810</wp:posOffset>
            </wp:positionV>
            <wp:extent cx="3850640" cy="1293495"/>
            <wp:effectExtent l="0" t="0" r="0" b="1905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65" t="18707" r="1454"/>
                    <a:stretch/>
                  </pic:blipFill>
                  <pic:spPr bwMode="auto">
                    <a:xfrm>
                      <a:off x="0" y="0"/>
                      <a:ext cx="3850640" cy="129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E828B9" w14:textId="77777777" w:rsidR="007E726E" w:rsidRPr="007E726E" w:rsidRDefault="007E726E" w:rsidP="007E726E">
      <w:pPr>
        <w:ind w:right="567"/>
        <w:rPr>
          <w:b/>
          <w:sz w:val="24"/>
          <w:szCs w:val="24"/>
        </w:rPr>
      </w:pPr>
      <w:r w:rsidRPr="007E726E">
        <w:rPr>
          <w:noProof/>
          <w:sz w:val="24"/>
        </w:rPr>
        <w:drawing>
          <wp:anchor distT="0" distB="0" distL="114300" distR="114300" simplePos="0" relativeHeight="251662336" behindDoc="0" locked="0" layoutInCell="1" allowOverlap="1" wp14:anchorId="6D1F6DA2" wp14:editId="69BDD39D">
            <wp:simplePos x="0" y="0"/>
            <wp:positionH relativeFrom="column">
              <wp:posOffset>-60960</wp:posOffset>
            </wp:positionH>
            <wp:positionV relativeFrom="paragraph">
              <wp:posOffset>88900</wp:posOffset>
            </wp:positionV>
            <wp:extent cx="2973705" cy="2073910"/>
            <wp:effectExtent l="0" t="0" r="0" b="2540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705" cy="207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6F1308" w14:textId="77777777" w:rsidR="007E726E" w:rsidRPr="007E726E" w:rsidRDefault="007E726E" w:rsidP="007E726E">
      <w:pPr>
        <w:ind w:right="567"/>
        <w:rPr>
          <w:b/>
          <w:sz w:val="24"/>
          <w:szCs w:val="24"/>
        </w:rPr>
      </w:pPr>
      <w:r w:rsidRPr="007E726E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6C204D" wp14:editId="792003E2">
                <wp:simplePos x="0" y="0"/>
                <wp:positionH relativeFrom="column">
                  <wp:posOffset>747395</wp:posOffset>
                </wp:positionH>
                <wp:positionV relativeFrom="paragraph">
                  <wp:posOffset>60960</wp:posOffset>
                </wp:positionV>
                <wp:extent cx="2569210" cy="434340"/>
                <wp:effectExtent l="0" t="0" r="21590" b="2286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9210" cy="434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EE93E9" w14:textId="77777777" w:rsidR="007E726E" w:rsidRPr="00AE3818" w:rsidRDefault="007E726E" w:rsidP="007E726E">
                            <w:pPr>
                              <w:rPr>
                                <w:sz w:val="22"/>
                                <w:szCs w:val="18"/>
                              </w:rPr>
                            </w:pPr>
                            <w:r w:rsidRPr="00AE3818">
                              <w:rPr>
                                <w:sz w:val="22"/>
                                <w:szCs w:val="18"/>
                              </w:rPr>
                              <w:t>Simulation BF</w:t>
                            </w:r>
                          </w:p>
                          <w:p w14:paraId="55AD3C44" w14:textId="77777777" w:rsidR="007E726E" w:rsidRPr="00AE3818" w:rsidRDefault="007E726E" w:rsidP="007E726E">
                            <w:pPr>
                              <w:rPr>
                                <w:sz w:val="22"/>
                                <w:szCs w:val="18"/>
                              </w:rPr>
                            </w:pPr>
                            <w:proofErr w:type="gramStart"/>
                            <w:r w:rsidRPr="00AE3818">
                              <w:rPr>
                                <w:sz w:val="22"/>
                                <w:szCs w:val="18"/>
                              </w:rPr>
                              <w:t>fichier</w:t>
                            </w:r>
                            <w:proofErr w:type="gramEnd"/>
                            <w:r w:rsidRPr="00AE3818">
                              <w:rPr>
                                <w:sz w:val="22"/>
                                <w:szCs w:val="18"/>
                              </w:rPr>
                              <w:t> :</w:t>
                            </w:r>
                            <w:r>
                              <w:rPr>
                                <w:sz w:val="22"/>
                                <w:szCs w:val="18"/>
                              </w:rPr>
                              <w:t xml:space="preserve"> </w:t>
                            </w:r>
                            <w:r w:rsidRPr="00AE3818">
                              <w:rPr>
                                <w:sz w:val="22"/>
                                <w:szCs w:val="18"/>
                              </w:rPr>
                              <w:t xml:space="preserve">« colonne d’eau </w:t>
                            </w:r>
                            <w:proofErr w:type="spellStart"/>
                            <w:r w:rsidRPr="00AE3818">
                              <w:rPr>
                                <w:sz w:val="22"/>
                                <w:szCs w:val="18"/>
                              </w:rPr>
                              <w:t>simul</w:t>
                            </w:r>
                            <w:proofErr w:type="spellEnd"/>
                            <w:r w:rsidRPr="00AE3818">
                              <w:rPr>
                                <w:sz w:val="22"/>
                                <w:szCs w:val="18"/>
                              </w:rPr>
                              <w:t xml:space="preserve"> BF.vi »</w:t>
                            </w:r>
                          </w:p>
                          <w:p w14:paraId="71EDE8BF" w14:textId="77777777" w:rsidR="007E726E" w:rsidRDefault="007E726E" w:rsidP="007E72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58.85pt;margin-top:4.8pt;width:202.3pt;height:3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" fillcolor="white [3201]" strokeweight=".5pt">
                <v:textbox>
                  <w:txbxContent>
                    <w:p w14:paraId="42EE93E9" w14:textId="77777777" w:rsidR="007E726E" w:rsidRPr="00AE3818" w:rsidRDefault="007E726E" w:rsidP="007E726E">
                      <w:pPr>
                        <w:rPr>
                          <w:sz w:val="22"/>
                          <w:szCs w:val="18"/>
                        </w:rPr>
                      </w:pPr>
                      <w:r w:rsidRPr="00AE3818">
                        <w:rPr>
                          <w:sz w:val="22"/>
                          <w:szCs w:val="18"/>
                        </w:rPr>
                        <w:t>Simulation BF</w:t>
                      </w:r>
                    </w:p>
                    <w:p w14:paraId="55AD3C44" w14:textId="77777777" w:rsidR="007E726E" w:rsidRPr="00AE3818" w:rsidRDefault="007E726E" w:rsidP="007E726E">
                      <w:pPr>
                        <w:rPr>
                          <w:sz w:val="22"/>
                          <w:szCs w:val="18"/>
                        </w:rPr>
                      </w:pPr>
                      <w:proofErr w:type="gramStart"/>
                      <w:r w:rsidRPr="00AE3818">
                        <w:rPr>
                          <w:sz w:val="22"/>
                          <w:szCs w:val="18"/>
                        </w:rPr>
                        <w:t>fichier</w:t>
                      </w:r>
                      <w:proofErr w:type="gramEnd"/>
                      <w:r w:rsidRPr="00AE3818">
                        <w:rPr>
                          <w:sz w:val="22"/>
                          <w:szCs w:val="18"/>
                        </w:rPr>
                        <w:t> :</w:t>
                      </w:r>
                      <w:r>
                        <w:rPr>
                          <w:sz w:val="22"/>
                          <w:szCs w:val="18"/>
                        </w:rPr>
                        <w:t xml:space="preserve"> </w:t>
                      </w:r>
                      <w:r w:rsidRPr="00AE3818">
                        <w:rPr>
                          <w:sz w:val="22"/>
                          <w:szCs w:val="18"/>
                        </w:rPr>
                        <w:t xml:space="preserve">« colonne d’eau </w:t>
                      </w:r>
                      <w:proofErr w:type="spellStart"/>
                      <w:r w:rsidRPr="00AE3818">
                        <w:rPr>
                          <w:sz w:val="22"/>
                          <w:szCs w:val="18"/>
                        </w:rPr>
                        <w:t>simul</w:t>
                      </w:r>
                      <w:proofErr w:type="spellEnd"/>
                      <w:r w:rsidRPr="00AE3818">
                        <w:rPr>
                          <w:sz w:val="22"/>
                          <w:szCs w:val="18"/>
                        </w:rPr>
                        <w:t xml:space="preserve"> BF.vi »</w:t>
                      </w:r>
                    </w:p>
                    <w:p w14:paraId="71EDE8BF" w14:textId="77777777" w:rsidR="007E726E" w:rsidRDefault="007E726E" w:rsidP="007E726E"/>
                  </w:txbxContent>
                </v:textbox>
              </v:shape>
            </w:pict>
          </mc:Fallback>
        </mc:AlternateContent>
      </w:r>
    </w:p>
    <w:p w14:paraId="4839DADE" w14:textId="77777777" w:rsidR="007E726E" w:rsidRPr="007E726E" w:rsidRDefault="007E726E" w:rsidP="007E726E">
      <w:pPr>
        <w:ind w:right="567"/>
        <w:rPr>
          <w:b/>
          <w:sz w:val="24"/>
          <w:szCs w:val="24"/>
        </w:rPr>
      </w:pPr>
    </w:p>
    <w:p w14:paraId="6E8E62FE" w14:textId="77777777" w:rsidR="007E726E" w:rsidRPr="007E726E" w:rsidRDefault="007E726E" w:rsidP="007E726E">
      <w:pPr>
        <w:ind w:right="567"/>
        <w:rPr>
          <w:b/>
          <w:sz w:val="24"/>
          <w:szCs w:val="24"/>
        </w:rPr>
      </w:pPr>
    </w:p>
    <w:p w14:paraId="67789D23" w14:textId="77777777" w:rsidR="007E726E" w:rsidRPr="007E726E" w:rsidRDefault="007E726E" w:rsidP="007E726E">
      <w:pPr>
        <w:ind w:right="567"/>
        <w:rPr>
          <w:b/>
          <w:sz w:val="24"/>
          <w:szCs w:val="24"/>
        </w:rPr>
      </w:pPr>
    </w:p>
    <w:p w14:paraId="19313317" w14:textId="77777777" w:rsidR="007E726E" w:rsidRPr="007E726E" w:rsidRDefault="007E726E" w:rsidP="007E726E">
      <w:pPr>
        <w:ind w:right="567"/>
        <w:rPr>
          <w:b/>
          <w:sz w:val="24"/>
          <w:szCs w:val="24"/>
        </w:rPr>
      </w:pPr>
    </w:p>
    <w:p w14:paraId="44A39D37" w14:textId="489852EC" w:rsidR="008F66EE" w:rsidRPr="008F66EE" w:rsidRDefault="008F66EE" w:rsidP="007E726E">
      <w:pPr>
        <w:ind w:right="567"/>
        <w:rPr>
          <w:sz w:val="24"/>
          <w:szCs w:val="24"/>
        </w:rPr>
      </w:pPr>
      <w:r w:rsidRPr="008F66EE">
        <w:rPr>
          <w:sz w:val="24"/>
          <w:szCs w:val="24"/>
        </w:rPr>
        <w:t xml:space="preserve">Le schéma bloc modélisant le système est le suivant : </w:t>
      </w:r>
    </w:p>
    <w:p w14:paraId="7E7C85C7" w14:textId="77777777" w:rsidR="007E726E" w:rsidRPr="007E726E" w:rsidRDefault="007E726E" w:rsidP="007E726E">
      <w:pPr>
        <w:ind w:right="567"/>
        <w:rPr>
          <w:b/>
          <w:sz w:val="24"/>
          <w:szCs w:val="24"/>
        </w:rPr>
      </w:pPr>
    </w:p>
    <w:p w14:paraId="3FD1FF15" w14:textId="1B99FB1D" w:rsidR="007E726E" w:rsidRDefault="008F66EE" w:rsidP="007E726E">
      <w:pPr>
        <w:ind w:right="567"/>
        <w:rPr>
          <w:b/>
          <w:bCs/>
          <w:i/>
          <w:iCs/>
          <w:sz w:val="24"/>
        </w:rPr>
      </w:pPr>
      <w:r>
        <w:rPr>
          <w:noProof/>
        </w:rPr>
        <mc:AlternateContent>
          <mc:Choice Requires="wpc">
            <w:drawing>
              <wp:inline distT="0" distB="0" distL="0" distR="0" wp14:anchorId="7D43498B" wp14:editId="3A6FC28E">
                <wp:extent cx="6645910" cy="1967783"/>
                <wp:effectExtent l="0" t="0" r="0" b="71120"/>
                <wp:docPr id="132" name="Zone de dessin 1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3" name="Connecteur droit avec flèche 33"/>
                        <wps:cNvCnPr/>
                        <wps:spPr>
                          <a:xfrm>
                            <a:off x="1917055" y="794377"/>
                            <a:ext cx="264170" cy="0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Zone de texte 24"/>
                        <wps:cNvSpPr txBox="1"/>
                        <wps:spPr>
                          <a:xfrm>
                            <a:off x="1926580" y="306404"/>
                            <a:ext cx="416311" cy="456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A5F1109" w14:textId="77777777" w:rsidR="008F66EE" w:rsidRPr="00AD68B9" w:rsidRDefault="008F66EE" w:rsidP="008F66EE">
                              <w:pPr>
                                <w:pStyle w:val="NormalWeb"/>
                                <w:spacing w:before="120" w:beforeAutospacing="0" w:after="120" w:afterAutospacing="0" w:line="276" w:lineRule="auto"/>
                                <w:rPr>
                                  <w:sz w:val="18"/>
                                </w:rPr>
                              </w:pPr>
                              <w:proofErr w:type="gramStart"/>
                              <w:r w:rsidRPr="00AD68B9">
                                <w:rPr>
                                  <w:rFonts w:eastAsia="Calibri"/>
                                  <w:b/>
                                  <w:bCs/>
                                  <w:szCs w:val="36"/>
                                </w:rPr>
                                <w:t>ε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Connecteur droit 35"/>
                        <wps:cNvCnPr/>
                        <wps:spPr>
                          <a:xfrm>
                            <a:off x="4876800" y="762969"/>
                            <a:ext cx="1218565" cy="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Connecteur droit avec flèche 36"/>
                        <wps:cNvCnPr/>
                        <wps:spPr>
                          <a:xfrm>
                            <a:off x="4951834" y="764050"/>
                            <a:ext cx="405400" cy="13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Zone de texte 7"/>
                        <wps:cNvSpPr txBox="1"/>
                        <wps:spPr>
                          <a:xfrm>
                            <a:off x="5208094" y="261522"/>
                            <a:ext cx="1154605" cy="4559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D273D3" w14:textId="23155824" w:rsidR="008F66EE" w:rsidRPr="00336CBF" w:rsidRDefault="008F66EE" w:rsidP="008F66EE">
                              <w:pPr>
                                <w:pStyle w:val="NormalWeb"/>
                                <w:spacing w:before="120" w:beforeAutospacing="0" w:after="120" w:afterAutospacing="0" w:line="276" w:lineRule="auto"/>
                                <w:rPr>
                                  <w:sz w:val="18"/>
                                </w:rPr>
                              </w:pPr>
                              <w:r w:rsidRPr="00336CBF">
                                <w:rPr>
                                  <w:rFonts w:eastAsia="Calibri"/>
                                  <w:b/>
                                  <w:bCs/>
                                  <w:szCs w:val="36"/>
                                </w:rPr>
                                <w:t>X  (hauteur)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Connecteur droit 38"/>
                        <wps:cNvCnPr/>
                        <wps:spPr>
                          <a:xfrm>
                            <a:off x="679043" y="791678"/>
                            <a:ext cx="831599" cy="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Connecteur droit avec flèche 39"/>
                        <wps:cNvCnPr/>
                        <wps:spPr>
                          <a:xfrm>
                            <a:off x="726731" y="793926"/>
                            <a:ext cx="394970" cy="0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Zone de texte 24"/>
                        <wps:cNvSpPr txBox="1"/>
                        <wps:spPr>
                          <a:xfrm>
                            <a:off x="504825" y="328894"/>
                            <a:ext cx="1104777" cy="4559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51C0EC" w14:textId="04E31B33" w:rsidR="008F66EE" w:rsidRPr="00AD68B9" w:rsidRDefault="008F66EE" w:rsidP="008F66EE">
                              <w:pPr>
                                <w:pStyle w:val="NormalWeb"/>
                                <w:spacing w:before="120" w:beforeAutospacing="0" w:after="120" w:afterAutospacing="0" w:line="276" w:lineRule="auto"/>
                                <w:rPr>
                                  <w:sz w:val="18"/>
                                </w:rPr>
                              </w:pPr>
                              <w:r w:rsidRPr="00AD68B9">
                                <w:rPr>
                                  <w:rFonts w:eastAsia="Calibri"/>
                                  <w:b/>
                                  <w:bCs/>
                                  <w:szCs w:val="36"/>
                                </w:rPr>
                                <w:t>W</w:t>
                              </w:r>
                              <w:r>
                                <w:rPr>
                                  <w:rFonts w:eastAsia="Calibri"/>
                                  <w:b/>
                                  <w:bCs/>
                                  <w:szCs w:val="36"/>
                                </w:rPr>
                                <w:t xml:space="preserve"> (</w:t>
                              </w:r>
                              <w:proofErr w:type="gramStart"/>
                              <w:r>
                                <w:rPr>
                                  <w:rFonts w:eastAsia="Calibri"/>
                                  <w:b/>
                                  <w:bCs/>
                                  <w:szCs w:val="36"/>
                                </w:rPr>
                                <w:t>consigne</w:t>
                              </w:r>
                              <w:proofErr w:type="gramEnd"/>
                              <w:r>
                                <w:rPr>
                                  <w:rFonts w:eastAsia="Calibri"/>
                                  <w:b/>
                                  <w:bCs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Organigramme : Jonction de sommaire 41"/>
                        <wps:cNvSpPr/>
                        <wps:spPr>
                          <a:xfrm>
                            <a:off x="1504847" y="572763"/>
                            <a:ext cx="412208" cy="441085"/>
                          </a:xfrm>
                          <a:prstGeom prst="flowChartSummingJunction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Connecteur droit 42"/>
                        <wps:cNvCnPr/>
                        <wps:spPr>
                          <a:xfrm>
                            <a:off x="4500225" y="1766564"/>
                            <a:ext cx="1251709" cy="4577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Connecteur droit 43"/>
                        <wps:cNvCnPr/>
                        <wps:spPr>
                          <a:xfrm flipV="1">
                            <a:off x="1701212" y="1733251"/>
                            <a:ext cx="1318214" cy="196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Connecteur droit 44"/>
                        <wps:cNvCnPr/>
                        <wps:spPr>
                          <a:xfrm flipV="1">
                            <a:off x="5751317" y="782614"/>
                            <a:ext cx="0" cy="988527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Connecteur droit 45"/>
                        <wps:cNvCnPr/>
                        <wps:spPr>
                          <a:xfrm flipV="1">
                            <a:off x="1701088" y="1013742"/>
                            <a:ext cx="124" cy="719509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Connecteur droit avec flèche 46"/>
                        <wps:cNvCnPr/>
                        <wps:spPr>
                          <a:xfrm flipV="1">
                            <a:off x="1701306" y="1162810"/>
                            <a:ext cx="0" cy="409175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Connecteur droit avec flèche 47"/>
                        <wps:cNvCnPr/>
                        <wps:spPr>
                          <a:xfrm flipH="1">
                            <a:off x="4900295" y="1771141"/>
                            <a:ext cx="328930" cy="0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Zone de texte 48"/>
                        <wps:cNvSpPr txBox="1"/>
                        <wps:spPr>
                          <a:xfrm>
                            <a:off x="1438276" y="605264"/>
                            <a:ext cx="36195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F788A2" w14:textId="77777777" w:rsidR="008F66EE" w:rsidRPr="00294179" w:rsidRDefault="008F66EE" w:rsidP="008F66EE">
                              <w:pPr>
                                <w:rPr>
                                  <w:b/>
                                  <w:sz w:val="36"/>
                                </w:rPr>
                              </w:pPr>
                              <w:r w:rsidRPr="00294179">
                                <w:rPr>
                                  <w:b/>
                                  <w:sz w:val="36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Zone de texte 28"/>
                        <wps:cNvSpPr txBox="1"/>
                        <wps:spPr>
                          <a:xfrm>
                            <a:off x="1564630" y="638464"/>
                            <a:ext cx="36195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4CF92C" w14:textId="77777777" w:rsidR="008F66EE" w:rsidRDefault="008F66EE" w:rsidP="008F66EE">
                              <w:pPr>
                                <w:pStyle w:val="NormalWeb"/>
                                <w:spacing w:before="120" w:beforeAutospacing="0" w:after="120" w:afterAutospacing="0" w:line="276" w:lineRule="auto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sz w:val="36"/>
                                  <w:szCs w:val="36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Zone de texte 92"/>
                        <wps:cNvSpPr txBox="1"/>
                        <wps:spPr>
                          <a:xfrm>
                            <a:off x="2871225" y="1304361"/>
                            <a:ext cx="1667120" cy="6743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13345C" w14:textId="77777777" w:rsidR="008F66EE" w:rsidRPr="00843620" w:rsidRDefault="008F66EE" w:rsidP="008F66EE">
                              <w:pPr>
                                <w:pStyle w:val="NormalWeb"/>
                                <w:spacing w:before="120" w:beforeAutospacing="0" w:after="120" w:afterAutospacing="0" w:line="276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843620">
                                <w:rPr>
                                  <w:rFonts w:eastAsia="Calibri"/>
                                  <w:b/>
                                  <w:bCs/>
                                  <w:sz w:val="20"/>
                                  <w:szCs w:val="20"/>
                                </w:rPr>
                                <w:t>capteur</w:t>
                              </w:r>
                              <w:proofErr w:type="gramEnd"/>
                              <w:r>
                                <w:rPr>
                                  <w:rFonts w:eastAsia="Calibri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43620">
                                <w:rPr>
                                  <w:rFonts w:eastAsia="Calibri"/>
                                  <w:b/>
                                  <w:bCs/>
                                  <w:sz w:val="20"/>
                                  <w:szCs w:val="20"/>
                                </w:rPr>
                                <w:t>+</w:t>
                              </w:r>
                              <w:r>
                                <w:rPr>
                                  <w:rFonts w:eastAsia="Calibri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43620">
                                <w:rPr>
                                  <w:rFonts w:eastAsia="Calibri"/>
                                  <w:b/>
                                  <w:bCs/>
                                  <w:sz w:val="20"/>
                                  <w:szCs w:val="20"/>
                                </w:rPr>
                                <w:t>transmetteur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2871225" y="1304356"/>
                            <a:ext cx="1637675" cy="714376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Zone de texte 92"/>
                        <wps:cNvSpPr txBox="1"/>
                        <wps:spPr>
                          <a:xfrm>
                            <a:off x="3399575" y="309392"/>
                            <a:ext cx="705700" cy="81453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E39BAE" w14:textId="37DAA23D" w:rsidR="008F66EE" w:rsidRPr="008F66EE" w:rsidRDefault="008F66EE" w:rsidP="008F66EE">
                              <w:pPr>
                                <w:pStyle w:val="NormalWeb"/>
                                <w:spacing w:before="120" w:beforeAutospacing="0" w:after="120" w:afterAutospacing="0" w:line="276" w:lineRule="auto"/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8F66EE">
                                <w:rPr>
                                  <w:rFonts w:eastAsia="Calibri"/>
                                  <w:b/>
                                  <w:bCs/>
                                  <w:sz w:val="20"/>
                                </w:rPr>
                                <w:t>Varia + pompe+ colonne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3408682" y="347943"/>
                            <a:ext cx="677544" cy="869315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Connecteur droit 55"/>
                        <wps:cNvCnPr/>
                        <wps:spPr>
                          <a:xfrm flipV="1">
                            <a:off x="4105275" y="784461"/>
                            <a:ext cx="367760" cy="9916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Zone de texte 92"/>
                        <wps:cNvSpPr txBox="1"/>
                        <wps:spPr>
                          <a:xfrm>
                            <a:off x="2153110" y="451139"/>
                            <a:ext cx="945818" cy="673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420C1F" w14:textId="62089087" w:rsidR="008F66EE" w:rsidRPr="00843620" w:rsidRDefault="008F66EE" w:rsidP="008F66EE">
                              <w:pPr>
                                <w:pStyle w:val="NormalWeb"/>
                                <w:spacing w:before="120" w:beforeAutospacing="0" w:after="120" w:afterAutospacing="0" w:line="276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sz w:val="20"/>
                                  <w:szCs w:val="20"/>
                                </w:rPr>
                                <w:t>C</w:t>
                              </w:r>
                              <w:r w:rsidRPr="00843620">
                                <w:rPr>
                                  <w:rFonts w:eastAsia="Calibri"/>
                                  <w:b/>
                                  <w:bCs/>
                                  <w:sz w:val="20"/>
                                  <w:szCs w:val="20"/>
                                </w:rPr>
                                <w:t>orrecteur</w:t>
                              </w:r>
                              <w:r>
                                <w:rPr>
                                  <w:rFonts w:eastAsia="Calibri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Connecteur droit avec flèche 56"/>
                        <wps:cNvCnPr/>
                        <wps:spPr>
                          <a:xfrm flipV="1">
                            <a:off x="4105275" y="791291"/>
                            <a:ext cx="263080" cy="295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Organigramme : Jonction de sommaire 57"/>
                        <wps:cNvSpPr/>
                        <wps:spPr>
                          <a:xfrm>
                            <a:off x="4467320" y="565749"/>
                            <a:ext cx="412115" cy="440690"/>
                          </a:xfrm>
                          <a:prstGeom prst="flowChartSummingJunction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Connecteur droit 54"/>
                        <wps:cNvCnPr/>
                        <wps:spPr>
                          <a:xfrm>
                            <a:off x="1917055" y="788677"/>
                            <a:ext cx="349895" cy="5792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Zone de texte 210"/>
                        <wps:cNvSpPr txBox="1"/>
                        <wps:spPr>
                          <a:xfrm>
                            <a:off x="4401280" y="540349"/>
                            <a:ext cx="36195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EE38BA" w14:textId="77777777" w:rsidR="008F66EE" w:rsidRDefault="008F66EE" w:rsidP="008F66EE">
                              <w:pPr>
                                <w:pStyle w:val="NormalWeb"/>
                                <w:spacing w:before="120" w:beforeAutospacing="0" w:after="120" w:afterAutospacing="0" w:line="276" w:lineRule="auto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sz w:val="36"/>
                                  <w:szCs w:val="36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Zone de texte 28"/>
                        <wps:cNvSpPr txBox="1"/>
                        <wps:spPr>
                          <a:xfrm>
                            <a:off x="4538345" y="376810"/>
                            <a:ext cx="36195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A0CA48" w14:textId="77777777" w:rsidR="008F66EE" w:rsidRDefault="008F66EE" w:rsidP="008F66EE">
                              <w:pPr>
                                <w:pStyle w:val="NormalWeb"/>
                                <w:spacing w:before="120" w:beforeAutospacing="0" w:after="120" w:afterAutospacing="0" w:line="276" w:lineRule="auto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sz w:val="36"/>
                                  <w:szCs w:val="36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Zone de texte 7"/>
                        <wps:cNvSpPr txBox="1"/>
                        <wps:spPr>
                          <a:xfrm>
                            <a:off x="4614545" y="35991"/>
                            <a:ext cx="1186180" cy="4151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FAA03D" w14:textId="26DA1A7F" w:rsidR="008F66EE" w:rsidRPr="00AD68B9" w:rsidRDefault="008F66EE" w:rsidP="008F66EE">
                              <w:pPr>
                                <w:pStyle w:val="NormalWeb"/>
                                <w:spacing w:before="120" w:beforeAutospacing="0" w:after="120" w:afterAutospacing="0" w:line="276" w:lineRule="auto"/>
                                <w:rPr>
                                  <w:sz w:val="18"/>
                                </w:rPr>
                              </w:pPr>
                              <w:r w:rsidRPr="00AD68B9">
                                <w:rPr>
                                  <w:rFonts w:eastAsia="Calibri"/>
                                  <w:b/>
                                  <w:bCs/>
                                  <w:szCs w:val="36"/>
                                </w:rPr>
                                <w:t>Z</w:t>
                              </w:r>
                              <w:r>
                                <w:rPr>
                                  <w:rFonts w:eastAsia="Calibri"/>
                                  <w:b/>
                                  <w:bCs/>
                                  <w:szCs w:val="36"/>
                                </w:rPr>
                                <w:t xml:space="preserve"> (fuite)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Connecteur droit avec flèche 61"/>
                        <wps:cNvCnPr/>
                        <wps:spPr>
                          <a:xfrm>
                            <a:off x="4686546" y="345460"/>
                            <a:ext cx="0" cy="227303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Rectangle 62"/>
                        <wps:cNvSpPr/>
                        <wps:spPr>
                          <a:xfrm>
                            <a:off x="2266950" y="344439"/>
                            <a:ext cx="676910" cy="86868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Connecteur droit 129"/>
                        <wps:cNvCnPr/>
                        <wps:spPr>
                          <a:xfrm>
                            <a:off x="2943860" y="778779"/>
                            <a:ext cx="464822" cy="3822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0" name="Zone de texte 24"/>
                        <wps:cNvSpPr txBox="1"/>
                        <wps:spPr>
                          <a:xfrm>
                            <a:off x="3056760" y="346511"/>
                            <a:ext cx="391015" cy="4559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C0448D" w14:textId="77777777" w:rsidR="008F66EE" w:rsidRPr="00AD68B9" w:rsidRDefault="008F66EE" w:rsidP="008F66EE">
                              <w:pPr>
                                <w:pStyle w:val="NormalWeb"/>
                                <w:spacing w:before="120" w:beforeAutospacing="0" w:after="120" w:afterAutospacing="0" w:line="276" w:lineRule="auto"/>
                                <w:rPr>
                                  <w:sz w:val="18"/>
                                </w:rPr>
                              </w:pPr>
                              <w:r w:rsidRPr="00AD68B9">
                                <w:rPr>
                                  <w:rFonts w:eastAsia="Calibri"/>
                                  <w:b/>
                                  <w:bCs/>
                                  <w:szCs w:val="36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Connecteur droit avec flèche 131"/>
                        <wps:cNvCnPr/>
                        <wps:spPr>
                          <a:xfrm flipV="1">
                            <a:off x="3019426" y="778124"/>
                            <a:ext cx="262890" cy="0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132" o:spid="_x0000_s1027" editas="canvas" style="width:523.3pt;height:154.95pt;mso-position-horizontal-relative:char;mso-position-vertical-relative:line" coordsize="66459,19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66459;height:19672;visibility:visible;mso-wrap-style:square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33" o:spid="_x0000_s1029" type="#_x0000_t32" style="position:absolute;left:19170;top:7943;width:264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eu1cEAAADbAAAADwAAAGRycy9kb3ducmV2LnhtbESPT4vCMBTE78J+h/CEvdm0FUSqUUSo&#10;u1f/1POjedvWbV66TdTutzeC4HGYmd8wy/VgWnGj3jWWFSRRDIK4tLrhSsHpmE/mIJxH1thaJgX/&#10;5GC9+hgtMdP2znu6HXwlAoRdhgpq77tMSlfWZNBFtiMO3o/tDfog+0rqHu8BblqZxvFMGmw4LNTY&#10;0bam8vdwNQrmX+fkkm91ursU6R/JIsldWSj1OR42CxCeBv8Ov9rfWsF0Cs8v4QfI1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t67VwQAAANsAAAAPAAAAAAAAAAAAAAAA&#10;AKECAABkcnMvZG93bnJldi54bWxQSwUGAAAAAAQABAD5AAAAjwMAAAAA&#10;" strokecolor="black [3200]" strokeweight="2.25pt">
                  <v:stroke endarrow="open" joinstyle="miter"/>
                </v:shape>
                <v:shape id="Zone de texte 24" o:spid="_x0000_s1030" type="#_x0000_t202" style="position:absolute;left:19265;top:3064;width:4163;height:4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 filled="f" stroked="f" strokeweight=".5pt">
                  <v:textbox>
                    <w:txbxContent>
                      <w:p w14:paraId="2A5F1109" w14:textId="77777777" w:rsidR="008F66EE" w:rsidRPr="00AD68B9" w:rsidRDefault="008F66EE" w:rsidP="008F66EE">
                        <w:pPr>
                          <w:pStyle w:val="NormalWeb"/>
                          <w:spacing w:before="120" w:beforeAutospacing="0" w:after="120" w:afterAutospacing="0" w:line="276" w:lineRule="auto"/>
                          <w:rPr>
                            <w:sz w:val="18"/>
                          </w:rPr>
                        </w:pPr>
                        <w:proofErr w:type="gramStart"/>
                        <w:r w:rsidRPr="00AD68B9">
                          <w:rPr>
                            <w:rFonts w:eastAsia="Calibri"/>
                            <w:b/>
                            <w:bCs/>
                            <w:szCs w:val="36"/>
                          </w:rPr>
                          <w:t>ε</w:t>
                        </w:r>
                        <w:proofErr w:type="gramEnd"/>
                      </w:p>
                    </w:txbxContent>
                  </v:textbox>
                </v:shape>
                <v:line id="Connecteur droit 35" o:spid="_x0000_s1031" style="position:absolute;visibility:visible;mso-wrap-style:square" from="48768,7629" to="60953,7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MaEsQAAADbAAAADwAAAGRycy9kb3ducmV2LnhtbESP3WrCQBSE7wt9h+UUvKsnWiwluooK&#10;Un/wwqQPcMyeJqHZsyG7anz7bkHo5TAz3zCzRW8bdeXO1040jIYJKJbCmVpKDV/55vUDlA8khhon&#10;rOHOHhbz56cZpcbd5MTXLJQqQsSnpKEKoU0RfVGxJT90LUv0vl1nKUTZlWg6ukW4bXCcJO9oqZa4&#10;UFHL64qLn+xiNRw/z5jda7McYWMv+wPmq/0u13rw0i+noAL34T/8aG+NhrcJ/H2JPw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4xoSxAAAANsAAAAPAAAAAAAAAAAA&#10;AAAAAKECAABkcnMvZG93bnJldi54bWxQSwUGAAAAAAQABAD5AAAAkgMAAAAA&#10;" strokecolor="black [3200]" strokeweight="2.25pt">
                  <v:stroke joinstyle="miter"/>
                </v:line>
                <v:shape id="Connecteur droit avec flèche 36" o:spid="_x0000_s1032" type="#_x0000_t32" style="position:absolute;left:49518;top:7640;width:40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ANTcIAAADbAAAADwAAAGRycy9kb3ducmV2LnhtbESPQWuDQBSE74X8h+UFemtWLYhY1xAC&#10;NrkmrT0/3Bc1cd8ad5uYf98tFHocZuYbpljPZhA3mlxvWUG8ikAQN1b33Cr4/KheMhDOI2scLJOC&#10;BzlYl4unAnNt73yg29G3IkDY5aig837MpXRNRwbdyo7EwTvZyaAPcmqlnvAe4GaQSRSl0mDPYaHD&#10;kbYdNZfjt1GQ7b7ic7XVyfu5Tq4k67hyTa3U83LevIHwNPv/8F97rxW8pvD7JfwAWf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MANTcIAAADbAAAADwAAAAAAAAAAAAAA&#10;AAChAgAAZHJzL2Rvd25yZXYueG1sUEsFBgAAAAAEAAQA+QAAAJADAAAAAA==&#10;" strokecolor="black [3200]" strokeweight="2.25pt">
                  <v:stroke endarrow="open" joinstyle="miter"/>
                </v:shape>
                <v:shape id="Zone de texte 7" o:spid="_x0000_s1033" type="#_x0000_t202" style="position:absolute;left:52080;top:2615;width:11546;height:4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<v:textbox>
                    <w:txbxContent>
                      <w:p w14:paraId="29D273D3" w14:textId="23155824" w:rsidR="008F66EE" w:rsidRPr="00336CBF" w:rsidRDefault="008F66EE" w:rsidP="008F66EE">
                        <w:pPr>
                          <w:pStyle w:val="NormalWeb"/>
                          <w:spacing w:before="120" w:beforeAutospacing="0" w:after="120" w:afterAutospacing="0" w:line="276" w:lineRule="auto"/>
                          <w:rPr>
                            <w:sz w:val="18"/>
                          </w:rPr>
                        </w:pPr>
                        <w:r w:rsidRPr="00336CBF">
                          <w:rPr>
                            <w:rFonts w:eastAsia="Calibri"/>
                            <w:b/>
                            <w:bCs/>
                            <w:szCs w:val="36"/>
                          </w:rPr>
                          <w:t>X</w:t>
                        </w:r>
                        <w:r w:rsidRPr="00336CBF">
                          <w:rPr>
                            <w:rFonts w:eastAsia="Calibri"/>
                            <w:b/>
                            <w:bCs/>
                            <w:szCs w:val="36"/>
                          </w:rPr>
                          <w:t>  (hauteur)</w:t>
                        </w:r>
                      </w:p>
                    </w:txbxContent>
                  </v:textbox>
                </v:shape>
                <v:line id="Connecteur droit 38" o:spid="_x0000_s1034" style="position:absolute;visibility:visible;mso-wrap-style:square" from="6790,7916" to="15106,79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K1jMAAAADbAAAADwAAAGRycy9kb3ducmV2LnhtbERPzWrCQBC+F3yHZQRvdWKFUqJriEJp&#10;q/TQpA8wZsckmJ0N2VXj23cPBY8f3/86G22nrjz41omGxTwBxVI500qt4bd8f34D5QOJoc4Ja7iz&#10;h2wzeVpTatxNfvhahFrFEPEpaWhC6FNEXzVsyc9dzxK5kxsshQiHGs1AtxhuO3xJkle01EpsaKjn&#10;XcPVubhYDd8fRyzurckX2NnL/oDldv9Vaj2bjvkKVOAxPMT/7k+jYRnHxi/xB+Dm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jitYzAAAAA2wAAAA8AAAAAAAAAAAAAAAAA&#10;oQIAAGRycy9kb3ducmV2LnhtbFBLBQYAAAAABAAEAPkAAACOAwAAAAA=&#10;" strokecolor="black [3200]" strokeweight="2.25pt">
                  <v:stroke joinstyle="miter"/>
                </v:line>
                <v:shape id="Connecteur droit avec flèche 39" o:spid="_x0000_s1035" type="#_x0000_t32" style="position:absolute;left:7267;top:7939;width:39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+ZP8IAAADbAAAADwAAAGRycy9kb3ducmV2LnhtbESPQWuDQBSE74X8h+UFequrBoo1bkII&#10;2PRaW3N+uC9q4r417jax/75bKPQ4zMw3TLGdzSBuNLnesoIkikEQN1b33Cr4/CifMhDOI2scLJOC&#10;b3Kw3SweCsy1vfM73SrfigBhl6OCzvsxl9I1HRl0kR2Jg3eyk0Ef5NRKPeE9wM0g0zh+lgZ7Dgsd&#10;jrTvqLlUX0ZBdjgm53Kv09dznV5J1knpmlqpx+W8W4PwNPv/8F/7TStYvcDvl/AD5O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V+ZP8IAAADbAAAADwAAAAAAAAAAAAAA&#10;AAChAgAAZHJzL2Rvd25yZXYueG1sUEsFBgAAAAAEAAQA+QAAAJADAAAAAA==&#10;" strokecolor="black [3200]" strokeweight="2.25pt">
                  <v:stroke endarrow="open" joinstyle="miter"/>
                </v:shape>
                <v:shape id="Zone de texte 24" o:spid="_x0000_s1036" type="#_x0000_t202" style="position:absolute;left:5048;top:3288;width:11048;height:4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Q1ksMA&#10;AADbAAAADwAAAGRycy9kb3ducmV2LnhtbERPy2rCQBTdF/yH4Ra6q5NKFY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Q1ksMAAADbAAAADwAAAAAAAAAAAAAAAACYAgAAZHJzL2Rv&#10;d25yZXYueG1sUEsFBgAAAAAEAAQA9QAAAIgDAAAAAA==&#10;" filled="f" stroked="f" strokeweight=".5pt">
                  <v:textbox>
                    <w:txbxContent>
                      <w:p w14:paraId="1551C0EC" w14:textId="04E31B33" w:rsidR="008F66EE" w:rsidRPr="00AD68B9" w:rsidRDefault="008F66EE" w:rsidP="008F66EE">
                        <w:pPr>
                          <w:pStyle w:val="NormalWeb"/>
                          <w:spacing w:before="120" w:beforeAutospacing="0" w:after="120" w:afterAutospacing="0" w:line="276" w:lineRule="auto"/>
                          <w:rPr>
                            <w:sz w:val="18"/>
                          </w:rPr>
                        </w:pPr>
                        <w:r w:rsidRPr="00AD68B9">
                          <w:rPr>
                            <w:rFonts w:eastAsia="Calibri"/>
                            <w:b/>
                            <w:bCs/>
                            <w:szCs w:val="36"/>
                          </w:rPr>
                          <w:t>W</w:t>
                        </w:r>
                        <w:r>
                          <w:rPr>
                            <w:rFonts w:eastAsia="Calibri"/>
                            <w:b/>
                            <w:bCs/>
                            <w:szCs w:val="36"/>
                          </w:rPr>
                          <w:t xml:space="preserve"> (</w:t>
                        </w:r>
                        <w:proofErr w:type="gramStart"/>
                        <w:r>
                          <w:rPr>
                            <w:rFonts w:eastAsia="Calibri"/>
                            <w:b/>
                            <w:bCs/>
                            <w:szCs w:val="36"/>
                          </w:rPr>
                          <w:t>consigne</w:t>
                        </w:r>
                        <w:proofErr w:type="gramEnd"/>
                        <w:r>
                          <w:rPr>
                            <w:rFonts w:eastAsia="Calibri"/>
                            <w:b/>
                            <w:bCs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type id="_x0000_t123" coordsize="21600,21600" o:spt="123" path="m10800,qx,10800,10800,21600,21600,10800,10800,xem3163,3163nfl18437,18437em3163,18437nfl18437,3163e">
                  <v:path o:extrusionok="f" gradientshapeok="t" o:connecttype="custom" o:connectlocs="10800,0;3163,3163;0,10800;3163,18437;10800,21600;18437,18437;21600,10800;18437,3163" textboxrect="3163,3163,18437,18437"/>
                </v:shapetype>
                <v:shape id="Organigramme : Jonction de sommaire 41" o:spid="_x0000_s1037" type="#_x0000_t123" style="position:absolute;left:15048;top:5727;width:4122;height:44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RB6cUA&#10;AADbAAAADwAAAGRycy9kb3ducmV2LnhtbESPT2vCQBTE74LfYXlCb7rRFpHoKqXQf2APTSy9PrPP&#10;JDT7Nuxuk+indwtCj8PM/IbZ7AbTiI6cry0rmM8SEMSF1TWXCg7583QFwgdkjY1lUnAmD7vteLTB&#10;VNueP6nLQikihH2KCqoQ2lRKX1Rk0M9sSxy9k3UGQ5SulNphH+GmkYskWUqDNceFClt6qqj4yX6N&#10;guG9b81Ltz+eXO6zr8vi/vsjf1XqbjI8rkEEGsJ/+NZ+0woe5vD3Jf4Au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pEHpxQAAANsAAAAPAAAAAAAAAAAAAAAAAJgCAABkcnMv&#10;ZG93bnJldi54bWxQSwUGAAAAAAQABAD1AAAAigMAAAAA&#10;" filled="f" strokecolor="black [3213]" strokeweight="1.5pt">
                  <v:stroke joinstyle="miter"/>
                </v:shape>
                <v:line id="Connecteur droit 42" o:spid="_x0000_s1038" style="position:absolute;visibility:visible;mso-wrap-style:square" from="45002,17665" to="57519,177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zxG8QAAADbAAAADwAAAGRycy9kb3ducmV2LnhtbESPUWvCQBCE3wX/w7FC33SjlCKpl6BC&#10;aWvxoUl/wDa3JsHcXsidGv99r1Do4zAz3zCbfLSduvLgWycalosEFEvlTCu1hq/yZb4G5QOJoc4J&#10;a7izhzybTjaUGneTT74WoVYRIj4lDU0IfYroq4Yt+YXrWaJ3coOlEOVQoxnoFuG2w1WSPKGlVuJC&#10;Qz3vG67OxcVqOL5+Y3FvzXaJnb0cPrDcHd5LrR9m4/YZVOAx/If/2m9Gw+MKfr/EH4DZ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DPEbxAAAANsAAAAPAAAAAAAAAAAA&#10;AAAAAKECAABkcnMvZG93bnJldi54bWxQSwUGAAAAAAQABAD5AAAAkgMAAAAA&#10;" strokecolor="black [3200]" strokeweight="2.25pt">
                  <v:stroke joinstyle="miter"/>
                </v:line>
                <v:line id="Connecteur droit 43" o:spid="_x0000_s1039" style="position:absolute;flip:y;visibility:visible;mso-wrap-style:square" from="17012,17332" to="30194,17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rb98MAAADbAAAADwAAAGRycy9kb3ducmV2LnhtbESPQWsCMRCF74L/IYzQm5u1ishqFBGl&#10;vdaqtLdhM+4ubiZLEjX21zeFgsfHm/e9eYtVNK24kfONZQWjLAdBXFrdcKXg8LkbzkD4gKyxtUwK&#10;HuRhtez3Flhoe+cPuu1DJRKEfYEK6hC6Qkpf1mTQZ7YjTt7ZOoMhSVdJ7fCe4KaVr3k+lQYbTg01&#10;drSpqbzsrya98dV9767x8ePy0+S4PUf0b2NU6mUQ13MQgWJ4Hv+n37WCyRj+tiQA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S62/fDAAAA2wAAAA8AAAAAAAAAAAAA&#10;AAAAoQIAAGRycy9kb3ducmV2LnhtbFBLBQYAAAAABAAEAPkAAACRAwAAAAA=&#10;" strokecolor="black [3200]" strokeweight="2.25pt">
                  <v:stroke joinstyle="miter"/>
                </v:line>
                <v:line id="Connecteur droit 44" o:spid="_x0000_s1040" style="position:absolute;flip:y;visibility:visible;mso-wrap-style:square" from="57513,7826" to="57513,177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NDg8MAAADbAAAADwAAAGRycy9kb3ducmV2LnhtbESPT2sCMRDF70K/Q5hCb5qtLlK2ZqUU&#10;xV61trS3YTP7h24mSxI1+umNUPD4ePN+b95iGU0vjuR8Z1nB8yQDQVxZ3XGjYP+5Hr+A8AFZY2+Z&#10;FJzJw7J8GC2w0PbEWzruQiMShH2BCtoQhkJKX7Vk0E/sQJy82jqDIUnXSO3wlOCml9Msm0uDHaeG&#10;Fgd6b6n62x1MeuNn+F0f4vnisu/8a1VH9JsZKvX0GN9eQQSK4X78n/7QCvIcblsSAGR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TQ4PDAAAA2wAAAA8AAAAAAAAAAAAA&#10;AAAAoQIAAGRycy9kb3ducmV2LnhtbFBLBQYAAAAABAAEAPkAAACRAwAAAAA=&#10;" strokecolor="black [3200]" strokeweight="2.25pt">
                  <v:stroke joinstyle="miter"/>
                </v:line>
                <v:line id="Connecteur droit 45" o:spid="_x0000_s1041" style="position:absolute;flip:y;visibility:visible;mso-wrap-style:square" from="17010,10137" to="17012,173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/mGMMAAADbAAAADwAAAGRycy9kb3ducmV2LnhtbESPQWsCMRCF74L/IYzQm2ZtVcrWKFIq&#10;9aqtRW/DZtxdupksSdTorzeC4PHx5n1v3nQeTSNO5HxtWcFwkIEgLqyuuVTw+7Psv4PwAVljY5kU&#10;XMjDfNbtTDHX9sxrOm1CKRKEfY4KqhDaXEpfVGTQD2xLnLyDdQZDkq6U2uE5wU0jX7NsIg3WnBoq&#10;bOmzouJ/czTpjV27Xx7j5eqyv9H26xDRf7+hUi+9uPgAESiG5/EjvdIKRmO4b0kAkL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Qf5hjDAAAA2wAAAA8AAAAAAAAAAAAA&#10;AAAAoQIAAGRycy9kb3ducmV2LnhtbFBLBQYAAAAABAAEAPkAAACRAwAAAAA=&#10;" strokecolor="black [3200]" strokeweight="2.25pt">
                  <v:stroke joinstyle="miter"/>
                </v:line>
                <v:shape id="Connecteur droit avec flèche 46" o:spid="_x0000_s1042" type="#_x0000_t32" style="position:absolute;left:17013;top:11628;width:0;height:40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GcOMQAAADbAAAADwAAAGRycy9kb3ducmV2LnhtbESPQWvCQBSE74X+h+UVems2FhWJWcVa&#10;hN5MdSn09sg+k5Ds25Ddmvjv3UKhx2FmvmHy7WQ7caXBN44VzJIUBHHpTMOVAn0+vKxA+IBssHNM&#10;Cm7kYbt5fMgxM27kT7qeQiUihH2GCuoQ+kxKX9Zk0SeuJ47exQ0WQ5RDJc2AY4TbTr6m6VJabDgu&#10;1NjTvqayPf3YSNFf37iYH4Iu9NtxX7T6fdW2Sj0/Tbs1iEBT+A//tT+MgvkSfr/EH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oZw4xAAAANsAAAAPAAAAAAAAAAAA&#10;AAAAAKECAABkcnMvZG93bnJldi54bWxQSwUGAAAAAAQABAD5AAAAkgMAAAAA&#10;" strokecolor="black [3200]" strokeweight="2.25pt">
                  <v:stroke endarrow="open" joinstyle="miter"/>
                </v:shape>
                <v:shape id="Connecteur droit avec flèche 47" o:spid="_x0000_s1043" type="#_x0000_t32" style="position:absolute;left:49002;top:17711;width:329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05o8QAAADbAAAADwAAAGRycy9kb3ducmV2LnhtbESPQWvCQBSE70L/w/IK3uqmRVtJXUMb&#10;Ebyp6VLo7ZF9TUKyb0N21fjv3ULB4zAz3zCrbLSdONPgG8cKnmcJCOLSmYYrBfpr+7QE4QOywc4x&#10;KbiSh2z9MFlhatyFj3QuQiUihH2KCuoQ+lRKX9Zk0c9cTxy9XzdYDFEOlTQDXiLcdvIlSV6lxYbj&#10;Qo095TWVbXGykaK/f3Ax3wZ90J/7/NDqzbJtlZo+jh/vIAKN4R7+b++Mgvkb/H2JP0Cu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7TmjxAAAANsAAAAPAAAAAAAAAAAA&#10;AAAAAKECAABkcnMvZG93bnJldi54bWxQSwUGAAAAAAQABAD5AAAAkgMAAAAA&#10;" strokecolor="black [3200]" strokeweight="2.25pt">
                  <v:stroke endarrow="open" joinstyle="miter"/>
                </v:shape>
                <v:shape id="Zone de texte 48" o:spid="_x0000_s1044" type="#_x0000_t202" style="position:absolute;left:14382;top:6052;width:3620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I5lMMA&#10;AADbAAAADwAAAGRycy9kb3ducmV2LnhtbERPy2rCQBTdF/yH4Ra6q5NKFY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I5lMMAAADbAAAADwAAAAAAAAAAAAAAAACYAgAAZHJzL2Rv&#10;d25yZXYueG1sUEsFBgAAAAAEAAQA9QAAAIgDAAAAAA==&#10;" filled="f" stroked="f" strokeweight=".5pt">
                  <v:textbox>
                    <w:txbxContent>
                      <w:p w14:paraId="79F788A2" w14:textId="77777777" w:rsidR="008F66EE" w:rsidRPr="00294179" w:rsidRDefault="008F66EE" w:rsidP="008F66EE">
                        <w:pPr>
                          <w:rPr>
                            <w:b/>
                            <w:sz w:val="36"/>
                          </w:rPr>
                        </w:pPr>
                        <w:r w:rsidRPr="00294179">
                          <w:rPr>
                            <w:b/>
                            <w:sz w:val="36"/>
                          </w:rPr>
                          <w:t>+</w:t>
                        </w:r>
                      </w:p>
                    </w:txbxContent>
                  </v:textbox>
                </v:shape>
                <v:shape id="Zone de texte 28" o:spid="_x0000_s1045" type="#_x0000_t202" style="position:absolute;left:15646;top:6384;width:3619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6cD8YA&#10;AADbAAAADwAAAGRycy9kb3ducmV2LnhtbESPQWvCQBSE74L/YXmF3nTTY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6cD8YAAADbAAAADwAAAAAAAAAAAAAAAACYAgAAZHJz&#10;L2Rvd25yZXYueG1sUEsFBgAAAAAEAAQA9QAAAIsDAAAAAA==&#10;" filled="f" stroked="f" strokeweight=".5pt">
                  <v:textbox>
                    <w:txbxContent>
                      <w:p w14:paraId="7B4CF92C" w14:textId="77777777" w:rsidR="008F66EE" w:rsidRDefault="008F66EE" w:rsidP="008F66EE">
                        <w:pPr>
                          <w:pStyle w:val="NormalWeb"/>
                          <w:spacing w:before="120" w:beforeAutospacing="0" w:after="120" w:afterAutospacing="0" w:line="276" w:lineRule="auto"/>
                        </w:pPr>
                        <w:r>
                          <w:rPr>
                            <w:rFonts w:eastAsia="Calibri"/>
                            <w:b/>
                            <w:bCs/>
                            <w:sz w:val="36"/>
                            <w:szCs w:val="36"/>
                          </w:rPr>
                          <w:t>-</w:t>
                        </w:r>
                      </w:p>
                    </w:txbxContent>
                  </v:textbox>
                </v:shape>
                <v:shape id="Zone de texte 92" o:spid="_x0000_s1046" type="#_x0000_t202" style="position:absolute;left:28712;top:13043;width:16671;height:6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Vbg8UA&#10;AADbAAAADwAAAGRycy9kb3ducmV2LnhtbESPQWvCQBSE70L/w/IKXkrdqNiW6CpSWi3emmjF2yP7&#10;TILZtyG7TeK/dwsFj8PMfMMsVr2pREuNKy0rGI8iEMSZ1SXnCvbp5/MbCOeRNVaWScGVHKyWD4MF&#10;xtp2/E1t4nMRIOxiVFB4X8dSuqwgg25ka+LgnW1j0AfZ5FI32AW4qeQkil6kwZLDQoE1vReUXZJf&#10;o+D0lB93rt8cuulsWn9s2/T1R6dKDR/79RyEp97fw//tL61gNoa/L+EH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xVuDxQAAANsAAAAPAAAAAAAAAAAAAAAAAJgCAABkcnMv&#10;ZG93bnJldi54bWxQSwUGAAAAAAQABAD1AAAAigMAAAAA&#10;" fillcolor="white [3201]" stroked="f" strokeweight=".5pt">
                  <v:textbox>
                    <w:txbxContent>
                      <w:p w14:paraId="1613345C" w14:textId="77777777" w:rsidR="008F66EE" w:rsidRPr="00843620" w:rsidRDefault="008F66EE" w:rsidP="008F66EE">
                        <w:pPr>
                          <w:pStyle w:val="NormalWeb"/>
                          <w:spacing w:before="120" w:beforeAutospacing="0" w:after="120" w:afterAutospacing="0" w:line="276" w:lineRule="auto"/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843620">
                          <w:rPr>
                            <w:rFonts w:eastAsia="Calibri"/>
                            <w:b/>
                            <w:bCs/>
                            <w:sz w:val="20"/>
                            <w:szCs w:val="20"/>
                          </w:rPr>
                          <w:t>capteur</w:t>
                        </w:r>
                        <w:proofErr w:type="gramEnd"/>
                        <w:r>
                          <w:rPr>
                            <w:rFonts w:eastAsia="Calibri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843620">
                          <w:rPr>
                            <w:rFonts w:eastAsia="Calibri"/>
                            <w:b/>
                            <w:bCs/>
                            <w:sz w:val="20"/>
                            <w:szCs w:val="20"/>
                          </w:rPr>
                          <w:t>+</w:t>
                        </w:r>
                        <w:r>
                          <w:rPr>
                            <w:rFonts w:eastAsia="Calibri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843620">
                          <w:rPr>
                            <w:rFonts w:eastAsia="Calibri"/>
                            <w:b/>
                            <w:bCs/>
                            <w:sz w:val="20"/>
                            <w:szCs w:val="20"/>
                          </w:rPr>
                          <w:t>transmetteur</w:t>
                        </w:r>
                      </w:p>
                    </w:txbxContent>
                  </v:textbox>
                </v:shape>
                <v:rect id="Rectangle 50" o:spid="_x0000_s1047" style="position:absolute;left:28712;top:13043;width:16377;height:7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mfwMEA&#10;AADbAAAADwAAAGRycy9kb3ducmV2LnhtbERPz2vCMBS+D/Y/hDfYbabqVrQaiyjCGHrQjp0fzbMp&#10;Ni+libbzrzeHwY4f3+9lPthG3KjztWMF41ECgrh0uuZKwXexe5uB8AFZY+OYFPySh3z1/LTETLue&#10;j3Q7hUrEEPYZKjAhtJmUvjRk0Y9cSxy5s+sshgi7SuoO+xhuGzlJklRarDk2GGxpY6i8nK5WwVy/&#10;V18/h9Ts0r3ezqe64P29UOr1ZVgvQAQawr/4z/2pFXzE9fFL/AF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2Jn8DBAAAA2wAAAA8AAAAAAAAAAAAAAAAAmAIAAGRycy9kb3du&#10;cmV2LnhtbFBLBQYAAAAABAAEAPUAAACGAwAAAAA=&#10;" filled="f" strokecolor="black [1600]" strokeweight="1pt"/>
                <v:shape id="Zone de texte 92" o:spid="_x0000_s1048" type="#_x0000_t202" style="position:absolute;left:33995;top:3093;width:7057;height:8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tgb8YA&#10;AADbAAAADwAAAGRycy9kb3ducmV2LnhtbESPS2vDMBCE74X8B7GBXEoiNyYPnCihhPRBb43zILfF&#10;2tgm1spYqu3++6pQ6HGYmW+Y9bY3lWipcaVlBU+TCARxZnXJuYJj+jJegnAeWWNlmRR8k4PtZvCw&#10;xkTbjj+pPfhcBAi7BBUU3teJlC4ryKCb2Jo4eDfbGPRBNrnUDXYBbio5jaK5NFhyWCiwpl1B2f3w&#10;ZRRcH/PLh+tfT108i+v9W5suzjpVajTsn1cgPPX+P/zXftcKZjH8fgk/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tgb8YAAADbAAAADwAAAAAAAAAAAAAAAACYAgAAZHJz&#10;L2Rvd25yZXYueG1sUEsFBgAAAAAEAAQA9QAAAIsDAAAAAA==&#10;" fillcolor="white [3201]" stroked="f" strokeweight=".5pt">
                  <v:textbox>
                    <w:txbxContent>
                      <w:p w14:paraId="47E39BAE" w14:textId="37DAA23D" w:rsidR="008F66EE" w:rsidRPr="008F66EE" w:rsidRDefault="008F66EE" w:rsidP="008F66EE">
                        <w:pPr>
                          <w:pStyle w:val="NormalWeb"/>
                          <w:spacing w:before="120" w:beforeAutospacing="0" w:after="120" w:afterAutospacing="0" w:line="276" w:lineRule="auto"/>
                          <w:jc w:val="center"/>
                          <w:rPr>
                            <w:sz w:val="16"/>
                            <w:szCs w:val="20"/>
                          </w:rPr>
                        </w:pPr>
                        <w:r w:rsidRPr="008F66EE">
                          <w:rPr>
                            <w:rFonts w:eastAsia="Calibri"/>
                            <w:b/>
                            <w:bCs/>
                            <w:sz w:val="20"/>
                          </w:rPr>
                          <w:t>Varia + pompe+ colonne</w:t>
                        </w:r>
                      </w:p>
                    </w:txbxContent>
                  </v:textbox>
                </v:shape>
                <v:rect id="Rectangle 52" o:spid="_x0000_s1049" style="position:absolute;left:34086;top:3479;width:6776;height:86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ekLMQA&#10;AADbAAAADwAAAGRycy9kb3ducmV2LnhtbESPQWvCQBSE7wX/w/KE3nSj1VCjq5SKUIoeasTzI/vM&#10;BrNvQ3bV1F/fFYQeh5n5hlmsOluLK7W+cqxgNExAEBdOV1wqOOSbwTsIH5A11o5JwS95WC17LwvM&#10;tLvxD133oRQRwj5DBSaEJpPSF4Ys+qFriKN3cq3FEGVbSt3iLcJtLcdJkkqLFccFgw19GirO+4tV&#10;MNOT8vu4S80m3er17E3nvL3nSr32u485iEBd+A8/219awXQMj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XpCzEAAAA2wAAAA8AAAAAAAAAAAAAAAAAmAIAAGRycy9k&#10;b3ducmV2LnhtbFBLBQYAAAAABAAEAPUAAACJAwAAAAA=&#10;" filled="f" strokecolor="black [1600]" strokeweight="1pt"/>
                <v:line id="Connecteur droit 55" o:spid="_x0000_s1050" style="position:absolute;flip:y;visibility:visible;mso-wrap-style:square" from="41052,7844" to="44730,7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ZwxcMAAADbAAAADwAAAGRycy9kb3ducmV2LnhtbESPQWsCMRCF74L/IYzQm2a1KmVrFJFK&#10;vWpr0duwGXeXbiZLEjX21zeC4PHx5n1v3mwRTSMu5HxtWcFwkIEgLqyuuVTw/bXuv4HwAVljY5kU&#10;3MjDYt7tzDDX9spbuuxCKRKEfY4KqhDaXEpfVGTQD2xLnLyTdQZDkq6U2uE1wU0jR1k2lQZrTg0V&#10;trSqqPjdnU1649Ae1+d4+3PZz3j/cYroP19RqZdeXL6DCBTD8/iR3mgFkwnctyQAyP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HGcMXDAAAA2wAAAA8AAAAAAAAAAAAA&#10;AAAAoQIAAGRycy9kb3ducmV2LnhtbFBLBQYAAAAABAAEAPkAAACRAwAAAAA=&#10;" strokecolor="black [3200]" strokeweight="2.25pt">
                  <v:stroke joinstyle="miter"/>
                </v:line>
                <v:shape id="Zone de texte 92" o:spid="_x0000_s1051" type="#_x0000_t202" style="position:absolute;left:21531;top:4511;width:9458;height:6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eq0sUA&#10;AADbAAAADwAAAGRycy9kb3ducmV2LnhtbESPQWvCQBSE7wX/w/KEXopubKiV6CpSWi3earTF2yP7&#10;TILZtyG7TeK/dwsFj8PMfMMsVr2pREuNKy0rmIwjEMSZ1SXnCg7px2gGwnlkjZVlUnAlB6vl4GGB&#10;ibYdf1G797kIEHYJKii8rxMpXVaQQTe2NXHwzrYx6INscqkb7ALcVPI5iqbSYMlhocCa3grKLvtf&#10;o+D0lP/sXL85dvFLXL9v2/T1W6dKPQ779RyEp97fw//tT61gGsPfl/AD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N6rSxQAAANsAAAAPAAAAAAAAAAAAAAAAAJgCAABkcnMv&#10;ZG93bnJldi54bWxQSwUGAAAAAAQABAD1AAAAigMAAAAA&#10;" fillcolor="white [3201]" stroked="f" strokeweight=".5pt">
                  <v:textbox>
                    <w:txbxContent>
                      <w:p w14:paraId="68420C1F" w14:textId="62089087" w:rsidR="008F66EE" w:rsidRPr="00843620" w:rsidRDefault="008F66EE" w:rsidP="008F66EE">
                        <w:pPr>
                          <w:pStyle w:val="NormalWeb"/>
                          <w:spacing w:before="120" w:beforeAutospacing="0" w:after="120" w:afterAutospacing="0" w:line="276" w:lineRule="auto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eastAsia="Calibri"/>
                            <w:b/>
                            <w:bCs/>
                            <w:sz w:val="20"/>
                            <w:szCs w:val="20"/>
                          </w:rPr>
                          <w:t>C</w:t>
                        </w:r>
                        <w:r w:rsidRPr="00843620">
                          <w:rPr>
                            <w:rFonts w:eastAsia="Calibri"/>
                            <w:b/>
                            <w:bCs/>
                            <w:sz w:val="20"/>
                            <w:szCs w:val="20"/>
                          </w:rPr>
                          <w:t>orrecteur</w:t>
                        </w:r>
                        <w:r>
                          <w:rPr>
                            <w:rFonts w:eastAsia="Calibri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Connecteur droit avec flèche 56" o:spid="_x0000_s1052" type="#_x0000_t32" style="position:absolute;left:41052;top:7912;width:2631;height: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K5cMAAADbAAAADwAAAGRycy9kb3ducmV2LnhtbESPW4vCMBSE34X9D+Es7JumyipSjeIF&#10;Yd+8hYV9OzTHtrQ5KU3U7r83guDjMDPfMPNlZ2txo9aXjhUMBwkI4syZknMF+rzrT0H4gGywdkwK&#10;/snDcvHRm2Nq3J2PdDuFXEQI+xQVFCE0qZQ+K8iiH7iGOHoX11oMUba5NC3eI9zWcpQkE2mx5LhQ&#10;YEObgrLqdLWRon//cPy9C/qg1/vNodLbaVUp9fXZrWYgAnXhHX61f4yC8QSeX+IPkI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R4CuXDAAAA2wAAAA8AAAAAAAAAAAAA&#10;AAAAoQIAAGRycy9kb3ducmV2LnhtbFBLBQYAAAAABAAEAPkAAACRAwAAAAA=&#10;" strokecolor="black [3200]" strokeweight="2.25pt">
                  <v:stroke endarrow="open" joinstyle="miter"/>
                </v:shape>
                <v:shape id="Organigramme : Jonction de sommaire 57" o:spid="_x0000_s1053" type="#_x0000_t123" style="position:absolute;left:44673;top:5657;width:4121;height:44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jq28YA&#10;AADbAAAADwAAAGRycy9kb3ducmV2LnhtbESPQUvDQBSE7wX/w/KE3uzGlqqk3ZYiWC3owUTp9Zl9&#10;TUKzb8PuNkn7611B6HGYmW+Y5XowjejI+dqygvtJAoK4sLrmUsFX/nL3BMIHZI2NZVJwJg/r1c1o&#10;iam2PX9Sl4VSRAj7FBVUIbSplL6oyKCf2JY4egfrDIYoXSm1wz7CTSOnSfIgDdYcFyps6bmi4pid&#10;jIJh17dm273/HFzus+/LdLb/yF+VGt8OmwWIQEO4hv/bb1rB/BH+vsQf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jq28YAAADbAAAADwAAAAAAAAAAAAAAAACYAgAAZHJz&#10;L2Rvd25yZXYueG1sUEsFBgAAAAAEAAQA9QAAAIsDAAAAAA==&#10;" filled="f" strokecolor="black [3213]" strokeweight="1.5pt">
                  <v:stroke joinstyle="miter"/>
                </v:shape>
                <v:line id="Connecteur droit 54" o:spid="_x0000_s1054" style="position:absolute;visibility:visible;mso-wrap-style:square" from="19170,7886" to="22669,79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BaKcQAAADbAAAADwAAAGRycy9kb3ducmV2LnhtbESP3WrCQBSE7wt9h+UUvKsnSi0luooK&#10;Un/wwqQPcMyeJqHZsyG7anz7bkHo5TAz3zCzRW8bdeXO1040jIYJKJbCmVpKDV/55vUDlA8khhon&#10;rOHOHhbz56cZpcbd5MTXLJQqQsSnpKEKoU0RfVGxJT90LUv0vl1nKUTZlWg6ukW4bXCcJO9oqZa4&#10;UFHL64qLn+xiNRw/z5jda7McYWMv+wPmq/0u13rw0i+noAL34T/8aG+Nhskb/H2JPw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cFopxAAAANsAAAAPAAAAAAAAAAAA&#10;AAAAAKECAABkcnMvZG93bnJldi54bWxQSwUGAAAAAAQABAD5AAAAkgMAAAAA&#10;" strokecolor="black [3200]" strokeweight="2.25pt">
                  <v:stroke joinstyle="miter"/>
                </v:line>
                <v:shape id="Zone de texte 210" o:spid="_x0000_s1055" type="#_x0000_t202" style="position:absolute;left:44012;top:5403;width:3620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uvScIA&#10;AADbAAAADwAAAGRycy9kb3ducmV2LnhtbERPTWvCQBC9F/wPywje6saARaKrSCBYxB5ivfQ2Zsck&#10;mJ2N2a2J/fXdg+Dx8b5Xm8E04k6dqy0rmE0jEMSF1TWXCk7f2fsChPPIGhvLpOBBDjbr0dsKE217&#10;zul+9KUIIewSVFB53yZSuqIig25qW+LAXWxn0AfYlVJ32Idw08g4ij6kwZpDQ4UtpRUV1+OvUbBP&#10;sy/Mz7FZ/DXp7nDZtrfTz1ypyXjYLkF4GvxL/HR/agXzMDZ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C69JwgAAANsAAAAPAAAAAAAAAAAAAAAAAJgCAABkcnMvZG93&#10;bnJldi54bWxQSwUGAAAAAAQABAD1AAAAhwMAAAAA&#10;" filled="f" stroked="f" strokeweight=".5pt">
                  <v:textbox>
                    <w:txbxContent>
                      <w:p w14:paraId="1FEE38BA" w14:textId="77777777" w:rsidR="008F66EE" w:rsidRDefault="008F66EE" w:rsidP="008F66EE">
                        <w:pPr>
                          <w:pStyle w:val="NormalWeb"/>
                          <w:spacing w:before="120" w:beforeAutospacing="0" w:after="120" w:afterAutospacing="0" w:line="276" w:lineRule="auto"/>
                        </w:pPr>
                        <w:r>
                          <w:rPr>
                            <w:rFonts w:eastAsia="Calibri"/>
                            <w:b/>
                            <w:bCs/>
                            <w:sz w:val="36"/>
                            <w:szCs w:val="36"/>
                          </w:rPr>
                          <w:t>+</w:t>
                        </w:r>
                      </w:p>
                    </w:txbxContent>
                  </v:textbox>
                </v:shape>
                <v:shape id="Zone de texte 28" o:spid="_x0000_s1056" type="#_x0000_t202" style="position:absolute;left:45383;top:3768;width:3619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cK0sQA&#10;AADbAAAADwAAAGRycy9kb3ducmV2LnhtbESPT4vCMBTE74LfITxhb5oqKFqNIgVxWfTgn4u3Z/Ns&#10;i81LbbJa/fRmYcHjMDO/YWaLxpTiTrUrLCvo9yIQxKnVBWcKjodVdwzCeWSNpWVS8CQHi3m7NcNY&#10;2wfv6L73mQgQdjEqyL2vYildmpNB17MVcfAutjbog6wzqWt8BLgp5SCKRtJgwWEhx4qSnNLr/tco&#10;+ElWW9ydB2b8KpP15rKsbsfTUKmvTrOcgvDU+E/4v/2tFQwn8Pcl/AA5f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HCtLEAAAA2wAAAA8AAAAAAAAAAAAAAAAAmAIAAGRycy9k&#10;b3ducmV2LnhtbFBLBQYAAAAABAAEAPUAAACJAwAAAAA=&#10;" filled="f" stroked="f" strokeweight=".5pt">
                  <v:textbox>
                    <w:txbxContent>
                      <w:p w14:paraId="39A0CA48" w14:textId="77777777" w:rsidR="008F66EE" w:rsidRDefault="008F66EE" w:rsidP="008F66EE">
                        <w:pPr>
                          <w:pStyle w:val="NormalWeb"/>
                          <w:spacing w:before="120" w:beforeAutospacing="0" w:after="120" w:afterAutospacing="0" w:line="276" w:lineRule="auto"/>
                        </w:pPr>
                        <w:r>
                          <w:rPr>
                            <w:rFonts w:eastAsia="Calibri"/>
                            <w:b/>
                            <w:bCs/>
                            <w:sz w:val="36"/>
                            <w:szCs w:val="36"/>
                          </w:rPr>
                          <w:t>-</w:t>
                        </w:r>
                      </w:p>
                    </w:txbxContent>
                  </v:textbox>
                </v:shape>
                <v:shape id="Zone de texte 7" o:spid="_x0000_s1057" type="#_x0000_t202" style="position:absolute;left:46145;top:359;width:11862;height:4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Fp8sIA&#10;AADbAAAADwAAAGRycy9kb3ducmV2LnhtbERPTWvCQBC9F/oflin01mwMVCTNKhIISqkHNRdv0+yY&#10;BLOzMbtq2l/vHgSPj/edLUbTiSsNrrWsYBLFIIgrq1uuFZT74mMGwnlkjZ1lUvBHDhbz15cMU21v&#10;vKXrztcihLBLUUHjfZ9K6aqGDLrI9sSBO9rBoA9wqKUe8BbCTSeTOJ5Kgy2HhgZ7yhuqTruLUfCd&#10;Fxvc/iZm9t/lq5/jsj+Xh0+l3t/G5RcIT6N/ih/utVYwDevDl/A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EWnywgAAANsAAAAPAAAAAAAAAAAAAAAAAJgCAABkcnMvZG93&#10;bnJldi54bWxQSwUGAAAAAAQABAD1AAAAhwMAAAAA&#10;" filled="f" stroked="f" strokeweight=".5pt">
                  <v:textbox>
                    <w:txbxContent>
                      <w:p w14:paraId="1BFAA03D" w14:textId="26DA1A7F" w:rsidR="008F66EE" w:rsidRPr="00AD68B9" w:rsidRDefault="008F66EE" w:rsidP="008F66EE">
                        <w:pPr>
                          <w:pStyle w:val="NormalWeb"/>
                          <w:spacing w:before="120" w:beforeAutospacing="0" w:after="120" w:afterAutospacing="0" w:line="276" w:lineRule="auto"/>
                          <w:rPr>
                            <w:sz w:val="18"/>
                          </w:rPr>
                        </w:pPr>
                        <w:r w:rsidRPr="00AD68B9">
                          <w:rPr>
                            <w:rFonts w:eastAsia="Calibri"/>
                            <w:b/>
                            <w:bCs/>
                            <w:szCs w:val="36"/>
                          </w:rPr>
                          <w:t>Z</w:t>
                        </w:r>
                        <w:r>
                          <w:rPr>
                            <w:rFonts w:eastAsia="Calibri"/>
                            <w:b/>
                            <w:bCs/>
                            <w:szCs w:val="36"/>
                          </w:rPr>
                          <w:t xml:space="preserve"> (fuite)</w:t>
                        </w:r>
                      </w:p>
                    </w:txbxContent>
                  </v:textbox>
                </v:shape>
                <v:shape id="Connecteur droit avec flèche 61" o:spid="_x0000_s1058" type="#_x0000_t32" style="position:absolute;left:46865;top:3454;width:0;height:22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q6JMIAAADbAAAADwAAAGRycy9kb3ducmV2LnhtbESPT2vCQBTE7wW/w/KE3uomOYikbqQI&#10;Ua/axvMj+5o/zb6N2TVJv70rFHocZuY3zHY3m06MNLjGsoJ4FYEgLq1uuFLw9Zm/bUA4j6yxs0wK&#10;fsnBLlu8bDHVduIzjRdfiQBhl6KC2vs+ldKVNRl0K9sTB+/bDgZ9kEMl9YBTgJtOJlG0lgYbDgs1&#10;9rSvqfy53I2CzfEat/leJ4e2SG4kizh3ZaHU63L+eAfhafb/4b/2SStYx/D8En6AzB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Jq6JMIAAADbAAAADwAAAAAAAAAAAAAA&#10;AAChAgAAZHJzL2Rvd25yZXYueG1sUEsFBgAAAAAEAAQA+QAAAJADAAAAAA==&#10;" strokecolor="black [3200]" strokeweight="2.25pt">
                  <v:stroke endarrow="open" joinstyle="miter"/>
                </v:shape>
                <v:rect id="Rectangle 62" o:spid="_x0000_s1059" style="position:absolute;left:22669;top:3444;width:6769;height:86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tukcMA&#10;AADbAAAADwAAAGRycy9kb3ducmV2LnhtbESPQWvCQBSE74L/YXmCt7qpSqjRVUQRROyhpvT8yD6z&#10;odm3Ibtq9Ne7hYLHYWa+YRarztbiSq2vHCt4HyUgiAunKy4VfOe7tw8QPiBrrB2Tgjt5WC37vQVm&#10;2t34i66nUIoIYZ+hAhNCk0npC0MW/cg1xNE7u9ZiiLItpW7xFuG2luMkSaXFiuOCwYY2horf08Uq&#10;mOlpefj5TM0uPertbKJzPj5ypYaDbj0HEagLr/B/e68VpGP4+xJ/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tukcMAAADbAAAADwAAAAAAAAAAAAAAAACYAgAAZHJzL2Rv&#10;d25yZXYueG1sUEsFBgAAAAAEAAQA9QAAAIgDAAAAAA==&#10;" filled="f" strokecolor="black [1600]" strokeweight="1pt"/>
                <v:line id="Connecteur droit 129" o:spid="_x0000_s1060" style="position:absolute;visibility:visible;mso-wrap-style:square" from="29438,7787" to="34086,7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wovMIAAADcAAAADwAAAGRycy9kb3ducmV2LnhtbERPzWrCQBC+F3yHZQRvdaIHaaOrqFDq&#10;Dz006QOM2TEJZmdDdtX49l2h0Nt8fL+zWPW2UTfufO1Ew2ScgGIpnKml1PCTf7y+gfKBxFDjhDU8&#10;2MNqOXhZUGrcXb75loVSxRDxKWmoQmhTRF9UbMmPXcsSubPrLIUIuxJNR/cYbhucJskMLdUSGypq&#10;eVtxccmuVsPX5wmzR23WE2zs9XDEfHPY51qPhv16DipwH/7Ff+6difOn7/B8Jl6A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XwovMIAAADcAAAADwAAAAAAAAAAAAAA&#10;AAChAgAAZHJzL2Rvd25yZXYueG1sUEsFBgAAAAAEAAQA+QAAAJADAAAAAA==&#10;" strokecolor="black [3200]" strokeweight="2.25pt">
                  <v:stroke joinstyle="miter"/>
                </v:line>
                <v:shape id="Zone de texte 24" o:spid="_x0000_s1061" type="#_x0000_t202" style="position:absolute;left:30567;top:3465;width:3910;height:4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jAvsYA&#10;AADcAAAADwAAAGRycy9kb3ducmV2LnhtbESPQWvCQBCF7wX/wzKCt7pRsUh0FQlIRdqD1ou3MTsm&#10;wexszG419dd3DoXeZnhv3vtmsepcre7UhsqzgdEwAUWce1txYeD4tXmdgQoR2WLtmQz8UIDVsvey&#10;wNT6B+/pfoiFkhAOKRooY2xSrUNeksMw9A2xaBffOoyytoW2LT4k3NV6nCRv2mHF0lBiQ1lJ+fXw&#10;7Qzsss0n7s9jN3vW2fvHZd3cjqepMYN+t56DitTFf/Pf9dYK/kTw5Rm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/jAvsYAAADcAAAADwAAAAAAAAAAAAAAAACYAgAAZHJz&#10;L2Rvd25yZXYueG1sUEsFBgAAAAAEAAQA9QAAAIsDAAAAAA==&#10;" filled="f" stroked="f" strokeweight=".5pt">
                  <v:textbox>
                    <w:txbxContent>
                      <w:p w14:paraId="11C0448D" w14:textId="77777777" w:rsidR="008F66EE" w:rsidRPr="00AD68B9" w:rsidRDefault="008F66EE" w:rsidP="008F66EE">
                        <w:pPr>
                          <w:pStyle w:val="NormalWeb"/>
                          <w:spacing w:before="120" w:beforeAutospacing="0" w:after="120" w:afterAutospacing="0" w:line="276" w:lineRule="auto"/>
                          <w:rPr>
                            <w:sz w:val="18"/>
                          </w:rPr>
                        </w:pPr>
                        <w:r w:rsidRPr="00AD68B9">
                          <w:rPr>
                            <w:rFonts w:eastAsia="Calibri"/>
                            <w:b/>
                            <w:bCs/>
                            <w:szCs w:val="36"/>
                          </w:rPr>
                          <w:t>Y</w:t>
                        </w:r>
                      </w:p>
                    </w:txbxContent>
                  </v:textbox>
                </v:shape>
                <v:shape id="Connecteur droit avec flèche 131" o:spid="_x0000_s1062" type="#_x0000_t32" style="position:absolute;left:30194;top:7781;width:2629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Wa6sUAAADcAAAADwAAAGRycy9kb3ducmV2LnhtbESPW4vCMBCF3xf8D2EE39bUdVekGsUL&#10;wr55C4JvQzO2pc2kNFmt/94sLOzbDOecb87Ml52txZ1aXzpWMBomIIgzZ0rOFejz7n0Kwgdkg7Vj&#10;UvAkD8tF722OqXEPPtL9FHIRIexTVFCE0KRS+qwgi37oGuKo3VxrMcS1zaVp8RHhtpYfSTKRFkuO&#10;FwpsaFNQVp1+bKToyxW/PndBH/R6vzlUejutKqUG/W41AxGoC//mv/S3ifXHI/h9Jk4gF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bWa6sUAAADcAAAADwAAAAAAAAAA&#10;AAAAAAChAgAAZHJzL2Rvd25yZXYueG1sUEsFBgAAAAAEAAQA+QAAAJMDAAAAAA==&#10;" strokecolor="black [3200]" strokeweight="2.25pt">
                  <v:stroke endarrow="open" joinstyle="miter"/>
                </v:shape>
                <w10:anchorlock/>
              </v:group>
            </w:pict>
          </mc:Fallback>
        </mc:AlternateContent>
      </w:r>
    </w:p>
    <w:p w14:paraId="0A2522D3" w14:textId="77777777" w:rsidR="007E726E" w:rsidRPr="008F66EE" w:rsidRDefault="007E726E" w:rsidP="007E726E">
      <w:pPr>
        <w:ind w:right="567"/>
        <w:rPr>
          <w:b/>
          <w:bCs/>
          <w:i/>
          <w:iCs/>
          <w:sz w:val="24"/>
          <w:u w:val="single"/>
        </w:rPr>
      </w:pPr>
      <w:r w:rsidRPr="008F66EE">
        <w:rPr>
          <w:b/>
          <w:bCs/>
          <w:i/>
          <w:iCs/>
          <w:sz w:val="24"/>
          <w:u w:val="single"/>
        </w:rPr>
        <w:t>Correction P</w:t>
      </w:r>
    </w:p>
    <w:p w14:paraId="10FCB5FF" w14:textId="77777777" w:rsidR="00BC3825" w:rsidRDefault="00BC3825" w:rsidP="007E726E">
      <w:pPr>
        <w:ind w:right="567"/>
        <w:rPr>
          <w:b/>
          <w:bCs/>
          <w:i/>
          <w:iCs/>
          <w:sz w:val="24"/>
        </w:rPr>
      </w:pPr>
    </w:p>
    <w:p w14:paraId="49DEAA37" w14:textId="0EE346A4" w:rsidR="00BC3825" w:rsidRDefault="00BC3825" w:rsidP="007E726E">
      <w:pPr>
        <w:ind w:right="567"/>
        <w:rPr>
          <w:b/>
          <w:bCs/>
          <w:i/>
          <w:iCs/>
          <w:sz w:val="24"/>
        </w:rPr>
      </w:pPr>
      <w:r>
        <w:rPr>
          <w:b/>
          <w:bCs/>
          <w:i/>
          <w:iCs/>
          <w:sz w:val="24"/>
        </w:rPr>
        <w:t>La correction proportionnelle est réalisée par un correcteur P qui élabore une grandeur de commande Y proportionnelle à la différence entre la consigne et la grandeur mesurée </w:t>
      </w:r>
      <w:r w:rsidR="008C3B23">
        <w:rPr>
          <w:b/>
          <w:bCs/>
          <w:i/>
          <w:iCs/>
          <w:sz w:val="24"/>
        </w:rPr>
        <w:t xml:space="preserve"> (l’erreur ε)</w:t>
      </w:r>
      <w:r>
        <w:rPr>
          <w:b/>
          <w:bCs/>
          <w:i/>
          <w:iCs/>
          <w:sz w:val="24"/>
        </w:rPr>
        <w:t xml:space="preserve">: Y = </w:t>
      </w:r>
      <w:proofErr w:type="spellStart"/>
      <w:r>
        <w:rPr>
          <w:b/>
          <w:bCs/>
          <w:i/>
          <w:iCs/>
          <w:sz w:val="24"/>
        </w:rPr>
        <w:t>K</w:t>
      </w:r>
      <w:r w:rsidR="00FE5456">
        <w:rPr>
          <w:b/>
          <w:bCs/>
          <w:i/>
          <w:iCs/>
          <w:sz w:val="24"/>
        </w:rPr>
        <w:t>c</w:t>
      </w:r>
      <w:r>
        <w:rPr>
          <w:b/>
          <w:bCs/>
          <w:i/>
          <w:iCs/>
          <w:sz w:val="24"/>
        </w:rPr>
        <w:t>.ε</w:t>
      </w:r>
      <w:proofErr w:type="spellEnd"/>
    </w:p>
    <w:p w14:paraId="715DBB1D" w14:textId="77777777" w:rsidR="00BC3825" w:rsidRPr="007E726E" w:rsidRDefault="00BC3825" w:rsidP="007E726E">
      <w:pPr>
        <w:ind w:right="567"/>
        <w:rPr>
          <w:b/>
          <w:bCs/>
          <w:i/>
          <w:iCs/>
          <w:sz w:val="24"/>
        </w:rPr>
      </w:pPr>
    </w:p>
    <w:p w14:paraId="4DB5B21F" w14:textId="348E93E8" w:rsidR="007E726E" w:rsidRPr="007E726E" w:rsidRDefault="00FE5456" w:rsidP="007E726E">
      <w:pPr>
        <w:pStyle w:val="Texte"/>
        <w:numPr>
          <w:ilvl w:val="0"/>
          <w:numId w:val="17"/>
        </w:numPr>
        <w:rPr>
          <w:szCs w:val="20"/>
        </w:rPr>
      </w:pPr>
      <w:r>
        <w:rPr>
          <w:b/>
          <w:bCs/>
          <w:szCs w:val="20"/>
        </w:rPr>
        <w:t xml:space="preserve">Pour une consigne de 5m et avec correcteur proportionnel réglé à </w:t>
      </w:r>
      <w:proofErr w:type="spellStart"/>
      <w:r>
        <w:rPr>
          <w:b/>
          <w:bCs/>
          <w:szCs w:val="20"/>
        </w:rPr>
        <w:t>Kc</w:t>
      </w:r>
      <w:proofErr w:type="spellEnd"/>
      <w:r>
        <w:rPr>
          <w:b/>
          <w:bCs/>
          <w:szCs w:val="20"/>
        </w:rPr>
        <w:t xml:space="preserve"> = 10, </w:t>
      </w:r>
      <w:r w:rsidR="007E726E" w:rsidRPr="007E726E">
        <w:rPr>
          <w:szCs w:val="20"/>
        </w:rPr>
        <w:t>vérifier que la boucle fermée (asservissement) répond au besoin de maintien du niveau d’eau</w:t>
      </w:r>
      <w:r>
        <w:rPr>
          <w:szCs w:val="20"/>
        </w:rPr>
        <w:t xml:space="preserve">. </w:t>
      </w:r>
    </w:p>
    <w:p w14:paraId="4E7F3550" w14:textId="77777777" w:rsidR="007E726E" w:rsidRPr="007E726E" w:rsidRDefault="007E726E" w:rsidP="007E726E">
      <w:pPr>
        <w:pStyle w:val="Texte"/>
        <w:numPr>
          <w:ilvl w:val="0"/>
          <w:numId w:val="17"/>
        </w:numPr>
        <w:rPr>
          <w:szCs w:val="20"/>
        </w:rPr>
      </w:pPr>
      <w:r w:rsidRPr="007E726E">
        <w:rPr>
          <w:szCs w:val="20"/>
        </w:rPr>
        <w:t>Que constate-ton si on augmente le débit de fuite ?</w:t>
      </w:r>
    </w:p>
    <w:p w14:paraId="342A7BBA" w14:textId="77777777" w:rsidR="00BC3825" w:rsidRDefault="007E726E" w:rsidP="00BC3825">
      <w:pPr>
        <w:pStyle w:val="Texte"/>
        <w:numPr>
          <w:ilvl w:val="0"/>
          <w:numId w:val="17"/>
        </w:numPr>
        <w:rPr>
          <w:szCs w:val="20"/>
        </w:rPr>
      </w:pPr>
      <w:r w:rsidRPr="007E726E">
        <w:rPr>
          <w:szCs w:val="20"/>
        </w:rPr>
        <w:t>Commenter l’évolution de la consigne du variateur pendant le remplissage, puis en régime établi selon le débit de fuite.</w:t>
      </w:r>
      <w:r w:rsidR="00BC3825">
        <w:rPr>
          <w:szCs w:val="20"/>
        </w:rPr>
        <w:t xml:space="preserve"> Quelle est la différence avec une régulation TOR ?</w:t>
      </w:r>
    </w:p>
    <w:p w14:paraId="7D606F86" w14:textId="72A40E87" w:rsidR="00FE5456" w:rsidRPr="00FE5456" w:rsidRDefault="00FE5456" w:rsidP="007E726E">
      <w:pPr>
        <w:pStyle w:val="Texte"/>
        <w:numPr>
          <w:ilvl w:val="0"/>
          <w:numId w:val="17"/>
        </w:numPr>
        <w:ind w:right="567"/>
        <w:rPr>
          <w:b/>
        </w:rPr>
      </w:pPr>
      <w:r>
        <w:rPr>
          <w:bCs/>
        </w:rPr>
        <w:t>Placer vous à une consigne de 5m, un débit de fuite de 1 m</w:t>
      </w:r>
      <w:r>
        <w:rPr>
          <w:bCs/>
          <w:vertAlign w:val="superscript"/>
        </w:rPr>
        <w:t>3</w:t>
      </w:r>
      <w:r>
        <w:rPr>
          <w:bCs/>
        </w:rPr>
        <w:t>/h et f</w:t>
      </w:r>
      <w:r w:rsidR="007E726E" w:rsidRPr="00BC3825">
        <w:rPr>
          <w:bCs/>
        </w:rPr>
        <w:t>aire maintenant varier la valeur</w:t>
      </w:r>
      <w:r w:rsidR="00B3277B">
        <w:t xml:space="preserve"> d</w:t>
      </w:r>
      <w:r w:rsidR="007E726E" w:rsidRPr="00BC3825">
        <w:t xml:space="preserve"> </w:t>
      </w:r>
      <w:proofErr w:type="spellStart"/>
      <w:r w:rsidR="007E726E" w:rsidRPr="00BC3825">
        <w:t>K</w:t>
      </w:r>
      <w:r>
        <w:t>c</w:t>
      </w:r>
      <w:proofErr w:type="spellEnd"/>
      <w:r w:rsidR="00B3277B">
        <w:t xml:space="preserve"> de 2 à 30.</w:t>
      </w:r>
      <w:r>
        <w:t xml:space="preserve"> Relever la valeur finale du niveau d’eau et estimer un temps de réponse</w:t>
      </w:r>
      <w:r w:rsidR="00B3277B">
        <w:t xml:space="preserve"> pour chaque valeur de </w:t>
      </w:r>
      <w:proofErr w:type="spellStart"/>
      <w:r w:rsidR="00B3277B">
        <w:t>Kc</w:t>
      </w:r>
      <w:proofErr w:type="spellEnd"/>
      <w:r w:rsidR="00B3277B">
        <w:t>.</w:t>
      </w:r>
    </w:p>
    <w:p w14:paraId="0070CE3D" w14:textId="530112A8" w:rsidR="007E726E" w:rsidRPr="00B3277B" w:rsidRDefault="00FE5456" w:rsidP="007E726E">
      <w:pPr>
        <w:pStyle w:val="Texte"/>
        <w:numPr>
          <w:ilvl w:val="0"/>
          <w:numId w:val="17"/>
        </w:numPr>
        <w:ind w:right="567"/>
        <w:rPr>
          <w:b/>
        </w:rPr>
      </w:pPr>
      <w:r>
        <w:t>A</w:t>
      </w:r>
      <w:r w:rsidR="007E726E" w:rsidRPr="00BC3825">
        <w:t xml:space="preserve">nalysez </w:t>
      </w:r>
      <w:r w:rsidR="00B3277B">
        <w:t xml:space="preserve">alors </w:t>
      </w:r>
      <w:r w:rsidR="007E726E" w:rsidRPr="00BC3825">
        <w:t>l’effet d’une correction proportionnelle (P)</w:t>
      </w:r>
      <w:r w:rsidR="00B3277B">
        <w:t xml:space="preserve"> et c</w:t>
      </w:r>
      <w:r w:rsidR="007E726E" w:rsidRPr="00B3277B">
        <w:t>onclure sur l’influence d</w:t>
      </w:r>
      <w:r w:rsidR="00B3277B">
        <w:t>e</w:t>
      </w:r>
      <w:r w:rsidR="007E726E" w:rsidRPr="00B3277B">
        <w:t xml:space="preserve"> </w:t>
      </w:r>
      <w:proofErr w:type="spellStart"/>
      <w:r w:rsidR="007E726E" w:rsidRPr="00B3277B">
        <w:t>K</w:t>
      </w:r>
      <w:r w:rsidRPr="00B3277B">
        <w:t>c</w:t>
      </w:r>
      <w:proofErr w:type="spellEnd"/>
      <w:r w:rsidR="007E726E" w:rsidRPr="00B3277B">
        <w:t xml:space="preserve"> sur les 3 critères de qualité d’un asservissement</w:t>
      </w:r>
      <w:r w:rsidR="00831677">
        <w:t xml:space="preserve"> (précision, rapidité et stabilité)</w:t>
      </w:r>
      <w:bookmarkStart w:id="1" w:name="_GoBack"/>
      <w:bookmarkEnd w:id="1"/>
    </w:p>
    <w:p w14:paraId="02A49C08" w14:textId="77777777" w:rsidR="007E726E" w:rsidRPr="00B3277B" w:rsidRDefault="007E726E" w:rsidP="007E726E">
      <w:pPr>
        <w:pStyle w:val="Paragraphedeliste"/>
        <w:numPr>
          <w:ilvl w:val="0"/>
          <w:numId w:val="17"/>
        </w:numPr>
        <w:ind w:right="567"/>
        <w:rPr>
          <w:b/>
          <w:sz w:val="24"/>
        </w:rPr>
      </w:pPr>
      <w:r w:rsidRPr="00831677">
        <w:rPr>
          <w:b/>
          <w:sz w:val="24"/>
        </w:rPr>
        <w:t>Faire le lien avec les transitoires abordés en physique</w:t>
      </w:r>
      <w:r w:rsidRPr="007E726E">
        <w:rPr>
          <w:sz w:val="24"/>
        </w:rPr>
        <w:t xml:space="preserve"> (ordre, temps de réponse, amortissement…)</w:t>
      </w:r>
    </w:p>
    <w:p w14:paraId="6D25CA1A" w14:textId="553B07FF" w:rsidR="00B3277B" w:rsidRPr="007E726E" w:rsidRDefault="00A16D28" w:rsidP="007E726E">
      <w:pPr>
        <w:pStyle w:val="Paragraphedeliste"/>
        <w:numPr>
          <w:ilvl w:val="0"/>
          <w:numId w:val="17"/>
        </w:numPr>
        <w:ind w:right="567"/>
        <w:rPr>
          <w:b/>
          <w:sz w:val="24"/>
        </w:rPr>
      </w:pPr>
      <w:r>
        <w:rPr>
          <w:sz w:val="24"/>
        </w:rPr>
        <w:t xml:space="preserve">Au fait, </w:t>
      </w:r>
      <w:r w:rsidR="00B3277B">
        <w:rPr>
          <w:sz w:val="24"/>
        </w:rPr>
        <w:t xml:space="preserve">pour </w:t>
      </w:r>
      <w:proofErr w:type="spellStart"/>
      <w:r w:rsidR="00B3277B">
        <w:rPr>
          <w:sz w:val="24"/>
        </w:rPr>
        <w:t>Kc</w:t>
      </w:r>
      <w:proofErr w:type="spellEnd"/>
      <w:r w:rsidR="00B3277B">
        <w:rPr>
          <w:sz w:val="24"/>
        </w:rPr>
        <w:t xml:space="preserve"> = 1. Que se passe-t-il ?</w:t>
      </w:r>
    </w:p>
    <w:p w14:paraId="00029649" w14:textId="77777777" w:rsidR="007E726E" w:rsidRPr="007E726E" w:rsidRDefault="007E726E" w:rsidP="007E726E">
      <w:pPr>
        <w:pStyle w:val="Paragraphedeliste"/>
        <w:ind w:right="567"/>
        <w:rPr>
          <w:b/>
          <w:sz w:val="24"/>
        </w:rPr>
      </w:pPr>
    </w:p>
    <w:p w14:paraId="7E4C100B" w14:textId="77777777" w:rsidR="007E726E" w:rsidRPr="007E726E" w:rsidRDefault="007E726E" w:rsidP="007E726E">
      <w:pPr>
        <w:ind w:right="567"/>
        <w:rPr>
          <w:b/>
          <w:bCs/>
          <w:i/>
          <w:iCs/>
          <w:sz w:val="24"/>
        </w:rPr>
      </w:pPr>
    </w:p>
    <w:p w14:paraId="5EA34AE2" w14:textId="77777777" w:rsidR="007E726E" w:rsidRPr="008F66EE" w:rsidRDefault="007E726E" w:rsidP="007E726E">
      <w:pPr>
        <w:ind w:right="567"/>
        <w:rPr>
          <w:b/>
          <w:bCs/>
          <w:i/>
          <w:iCs/>
          <w:sz w:val="24"/>
          <w:u w:val="single"/>
        </w:rPr>
      </w:pPr>
      <w:r w:rsidRPr="008F66EE">
        <w:rPr>
          <w:b/>
          <w:bCs/>
          <w:i/>
          <w:iCs/>
          <w:sz w:val="24"/>
          <w:u w:val="single"/>
        </w:rPr>
        <w:t>Correction PI</w:t>
      </w:r>
    </w:p>
    <w:p w14:paraId="733CDBAB" w14:textId="77777777" w:rsidR="008C3B23" w:rsidRDefault="008C3B23" w:rsidP="007E726E">
      <w:pPr>
        <w:ind w:right="567"/>
        <w:rPr>
          <w:b/>
          <w:bCs/>
          <w:i/>
          <w:iCs/>
          <w:sz w:val="24"/>
        </w:rPr>
      </w:pPr>
    </w:p>
    <w:p w14:paraId="68554EED" w14:textId="77796BFD" w:rsidR="008C3B23" w:rsidRDefault="008C3B23" w:rsidP="007E726E">
      <w:pPr>
        <w:ind w:right="567"/>
        <w:rPr>
          <w:b/>
          <w:bCs/>
          <w:i/>
          <w:iCs/>
          <w:sz w:val="24"/>
        </w:rPr>
      </w:pPr>
      <w:r>
        <w:rPr>
          <w:b/>
          <w:bCs/>
          <w:i/>
          <w:iCs/>
          <w:sz w:val="24"/>
        </w:rPr>
        <w:t xml:space="preserve">On rajoute une correction </w:t>
      </w:r>
      <w:r w:rsidR="00DE33FB">
        <w:rPr>
          <w:b/>
          <w:bCs/>
          <w:i/>
          <w:iCs/>
          <w:sz w:val="24"/>
        </w:rPr>
        <w:t>intégrale I</w:t>
      </w:r>
      <w:r>
        <w:rPr>
          <w:b/>
          <w:bCs/>
          <w:i/>
          <w:iCs/>
          <w:sz w:val="24"/>
        </w:rPr>
        <w:t xml:space="preserve"> qui intègre l’erreur ε :</w:t>
      </w:r>
    </w:p>
    <w:p w14:paraId="7F8274E7" w14:textId="25162B79" w:rsidR="008C3B23" w:rsidRPr="00A16D28" w:rsidRDefault="008C3B23" w:rsidP="008C3B23">
      <w:pPr>
        <w:pStyle w:val="Paragraphedeliste"/>
        <w:numPr>
          <w:ilvl w:val="0"/>
          <w:numId w:val="17"/>
        </w:numPr>
        <w:ind w:right="567"/>
        <w:rPr>
          <w:b/>
          <w:bCs/>
          <w:i/>
          <w:iCs/>
          <w:sz w:val="24"/>
        </w:rPr>
      </w:pPr>
      <w:r w:rsidRPr="00A16D28">
        <w:rPr>
          <w:b/>
          <w:bCs/>
          <w:i/>
          <w:iCs/>
          <w:sz w:val="24"/>
        </w:rPr>
        <w:t>Y est croissant si ε est positif, Y est décroissant si ε est négatif</w:t>
      </w:r>
      <w:r w:rsidR="00A16D28" w:rsidRPr="00A16D28">
        <w:rPr>
          <w:b/>
          <w:bCs/>
          <w:i/>
          <w:iCs/>
          <w:sz w:val="24"/>
        </w:rPr>
        <w:t xml:space="preserve"> et </w:t>
      </w:r>
      <w:r w:rsidRPr="00A16D28">
        <w:rPr>
          <w:b/>
          <w:bCs/>
          <w:i/>
          <w:iCs/>
          <w:sz w:val="24"/>
        </w:rPr>
        <w:t>Y est constant si ε est nul</w:t>
      </w:r>
    </w:p>
    <w:p w14:paraId="1447DA14" w14:textId="77777777" w:rsidR="008C3B23" w:rsidRPr="008C3B23" w:rsidRDefault="008C3B23" w:rsidP="008C3B23">
      <w:pPr>
        <w:ind w:right="567"/>
        <w:rPr>
          <w:b/>
          <w:bCs/>
          <w:i/>
          <w:iCs/>
          <w:sz w:val="24"/>
        </w:rPr>
      </w:pPr>
    </w:p>
    <w:p w14:paraId="397CB97C" w14:textId="2F289058" w:rsidR="007E726E" w:rsidRPr="008C3B23" w:rsidRDefault="007E726E" w:rsidP="007E726E">
      <w:pPr>
        <w:pStyle w:val="Paragraphedeliste"/>
        <w:numPr>
          <w:ilvl w:val="0"/>
          <w:numId w:val="17"/>
        </w:numPr>
        <w:ind w:right="567"/>
        <w:rPr>
          <w:bCs/>
          <w:i/>
          <w:iCs/>
          <w:sz w:val="24"/>
        </w:rPr>
      </w:pPr>
      <w:r w:rsidRPr="007E726E">
        <w:rPr>
          <w:sz w:val="24"/>
        </w:rPr>
        <w:t>Activer maintenant la correction PI</w:t>
      </w:r>
      <w:r w:rsidR="00775DDB">
        <w:rPr>
          <w:sz w:val="24"/>
        </w:rPr>
        <w:t xml:space="preserve"> – Prendre un</w:t>
      </w:r>
      <w:r w:rsidR="00DE33FB">
        <w:rPr>
          <w:sz w:val="24"/>
        </w:rPr>
        <w:t xml:space="preserve"> </w:t>
      </w:r>
      <w:proofErr w:type="spellStart"/>
      <w:r w:rsidR="00DE33FB">
        <w:rPr>
          <w:sz w:val="24"/>
        </w:rPr>
        <w:t>K</w:t>
      </w:r>
      <w:r w:rsidR="00FE5456">
        <w:rPr>
          <w:sz w:val="24"/>
        </w:rPr>
        <w:t>c</w:t>
      </w:r>
      <w:proofErr w:type="spellEnd"/>
      <w:r w:rsidR="00DE33FB">
        <w:rPr>
          <w:sz w:val="24"/>
        </w:rPr>
        <w:t xml:space="preserve"> </w:t>
      </w:r>
      <w:r w:rsidR="00775DDB">
        <w:rPr>
          <w:sz w:val="24"/>
        </w:rPr>
        <w:t>de 3 et un débit de fuite de 1 m</w:t>
      </w:r>
      <w:r w:rsidR="00775DDB">
        <w:rPr>
          <w:sz w:val="24"/>
          <w:vertAlign w:val="superscript"/>
        </w:rPr>
        <w:t>3</w:t>
      </w:r>
      <w:r w:rsidR="00775DDB">
        <w:rPr>
          <w:sz w:val="24"/>
        </w:rPr>
        <w:t>/h.</w:t>
      </w:r>
    </w:p>
    <w:p w14:paraId="17958B34" w14:textId="6DEABD72" w:rsidR="001D69DD" w:rsidRPr="00775DDB" w:rsidRDefault="00775DDB" w:rsidP="001D69DD">
      <w:pPr>
        <w:pStyle w:val="Paragraphedeliste"/>
        <w:numPr>
          <w:ilvl w:val="0"/>
          <w:numId w:val="17"/>
        </w:numPr>
        <w:ind w:right="567"/>
        <w:rPr>
          <w:bCs/>
          <w:i/>
          <w:iCs/>
          <w:sz w:val="24"/>
        </w:rPr>
      </w:pPr>
      <w:r w:rsidRPr="00775DDB">
        <w:rPr>
          <w:sz w:val="24"/>
        </w:rPr>
        <w:t xml:space="preserve">Pour </w:t>
      </w:r>
      <w:proofErr w:type="spellStart"/>
      <w:r w:rsidRPr="00775DDB">
        <w:rPr>
          <w:sz w:val="24"/>
        </w:rPr>
        <w:t>τ</w:t>
      </w:r>
      <w:r w:rsidRPr="00775DDB">
        <w:rPr>
          <w:sz w:val="24"/>
          <w:vertAlign w:val="subscript"/>
        </w:rPr>
        <w:t>i</w:t>
      </w:r>
      <w:proofErr w:type="spellEnd"/>
      <w:r w:rsidRPr="00775DDB">
        <w:rPr>
          <w:sz w:val="24"/>
        </w:rPr>
        <w:t xml:space="preserve"> = 10s, </w:t>
      </w:r>
      <w:r>
        <w:rPr>
          <w:sz w:val="24"/>
        </w:rPr>
        <w:t>c</w:t>
      </w:r>
      <w:r w:rsidR="001D69DD" w:rsidRPr="00775DDB">
        <w:rPr>
          <w:sz w:val="24"/>
        </w:rPr>
        <w:t>onstater l’effet de la correction intégrale sur la précision du système.</w:t>
      </w:r>
    </w:p>
    <w:p w14:paraId="68036AAC" w14:textId="180D25A9" w:rsidR="007E726E" w:rsidRPr="00775DDB" w:rsidRDefault="00775DDB" w:rsidP="007E726E">
      <w:pPr>
        <w:pStyle w:val="Paragraphedeliste"/>
        <w:numPr>
          <w:ilvl w:val="0"/>
          <w:numId w:val="17"/>
        </w:numPr>
        <w:ind w:right="567"/>
        <w:rPr>
          <w:bCs/>
          <w:i/>
          <w:iCs/>
          <w:sz w:val="24"/>
        </w:rPr>
      </w:pPr>
      <w:r w:rsidRPr="00775DDB">
        <w:rPr>
          <w:sz w:val="24"/>
        </w:rPr>
        <w:t xml:space="preserve">Faire varier la valeur du temps intégral </w:t>
      </w:r>
      <w:proofErr w:type="spellStart"/>
      <w:r w:rsidRPr="00775DDB">
        <w:rPr>
          <w:sz w:val="24"/>
        </w:rPr>
        <w:t>τ</w:t>
      </w:r>
      <w:r w:rsidRPr="00775DDB">
        <w:rPr>
          <w:sz w:val="24"/>
          <w:vertAlign w:val="subscript"/>
        </w:rPr>
        <w:t>i</w:t>
      </w:r>
      <w:proofErr w:type="spellEnd"/>
      <w:r w:rsidRPr="00775DDB">
        <w:rPr>
          <w:sz w:val="24"/>
        </w:rPr>
        <w:t xml:space="preserve"> entre 0,5 et 20 s</w:t>
      </w:r>
      <w:r w:rsidRPr="00775DDB">
        <w:rPr>
          <w:sz w:val="24"/>
        </w:rPr>
        <w:t xml:space="preserve"> et </w:t>
      </w:r>
      <w:r>
        <w:rPr>
          <w:sz w:val="24"/>
        </w:rPr>
        <w:t>c</w:t>
      </w:r>
      <w:r w:rsidR="007E726E" w:rsidRPr="00775DDB">
        <w:rPr>
          <w:sz w:val="24"/>
        </w:rPr>
        <w:t xml:space="preserve">onclure sur l’influence de </w:t>
      </w:r>
      <w:proofErr w:type="spellStart"/>
      <w:r w:rsidR="007E726E" w:rsidRPr="00775DDB">
        <w:rPr>
          <w:sz w:val="24"/>
        </w:rPr>
        <w:t>τ</w:t>
      </w:r>
      <w:r w:rsidR="007E726E" w:rsidRPr="00775DDB">
        <w:rPr>
          <w:sz w:val="24"/>
          <w:vertAlign w:val="subscript"/>
        </w:rPr>
        <w:t>i</w:t>
      </w:r>
      <w:proofErr w:type="spellEnd"/>
      <w:r w:rsidR="007E726E" w:rsidRPr="00775DDB">
        <w:rPr>
          <w:sz w:val="24"/>
        </w:rPr>
        <w:t xml:space="preserve"> sur les </w:t>
      </w:r>
      <w:r w:rsidR="008C3B23" w:rsidRPr="00775DDB">
        <w:rPr>
          <w:sz w:val="24"/>
        </w:rPr>
        <w:t>le temps de réponse et la stabilité du système</w:t>
      </w:r>
    </w:p>
    <w:p w14:paraId="66202D43" w14:textId="77777777" w:rsidR="007E726E" w:rsidRPr="007E726E" w:rsidRDefault="007E726E" w:rsidP="007E726E">
      <w:pPr>
        <w:ind w:right="567"/>
        <w:rPr>
          <w:b/>
          <w:bCs/>
          <w:i/>
          <w:iCs/>
          <w:sz w:val="24"/>
        </w:rPr>
      </w:pPr>
    </w:p>
    <w:p w14:paraId="7B7548F0" w14:textId="77777777" w:rsidR="007E726E" w:rsidRDefault="007E726E" w:rsidP="007E726E">
      <w:pPr>
        <w:ind w:right="567"/>
        <w:rPr>
          <w:b/>
          <w:bCs/>
          <w:i/>
          <w:iCs/>
          <w:sz w:val="24"/>
        </w:rPr>
      </w:pPr>
    </w:p>
    <w:p w14:paraId="71FD6D33" w14:textId="7A5CB1C5" w:rsidR="007E726E" w:rsidRPr="007E726E" w:rsidRDefault="007E726E" w:rsidP="00775DDB">
      <w:pPr>
        <w:ind w:right="567"/>
        <w:rPr>
          <w:b/>
          <w:sz w:val="24"/>
        </w:rPr>
      </w:pPr>
      <w:r w:rsidRPr="007E726E">
        <w:rPr>
          <w:b/>
          <w:bCs/>
          <w:i/>
          <w:iCs/>
          <w:sz w:val="24"/>
        </w:rPr>
        <w:t>Intervention de qualité du charmant prof</w:t>
      </w:r>
      <w:r w:rsidR="00775DDB">
        <w:rPr>
          <w:b/>
          <w:bCs/>
          <w:i/>
          <w:iCs/>
          <w:sz w:val="24"/>
        </w:rPr>
        <w:t xml:space="preserve"> : </w:t>
      </w:r>
      <w:r w:rsidR="005159C7" w:rsidRPr="005159C7">
        <w:rPr>
          <w:bCs/>
          <w:i/>
          <w:iCs/>
          <w:sz w:val="24"/>
        </w:rPr>
        <w:t>E</w:t>
      </w:r>
      <w:r w:rsidRPr="007E726E">
        <w:rPr>
          <w:sz w:val="24"/>
        </w:rPr>
        <w:t xml:space="preserve">xplication </w:t>
      </w:r>
      <w:r w:rsidR="00775DDB">
        <w:rPr>
          <w:sz w:val="24"/>
        </w:rPr>
        <w:t xml:space="preserve">finale </w:t>
      </w:r>
      <w:r w:rsidR="005159C7">
        <w:rPr>
          <w:sz w:val="24"/>
        </w:rPr>
        <w:t xml:space="preserve">du principe </w:t>
      </w:r>
      <w:r w:rsidRPr="007E726E">
        <w:rPr>
          <w:sz w:val="24"/>
        </w:rPr>
        <w:t>des correct</w:t>
      </w:r>
      <w:r w:rsidR="005159C7">
        <w:rPr>
          <w:sz w:val="24"/>
        </w:rPr>
        <w:t>ion</w:t>
      </w:r>
      <w:r w:rsidRPr="007E726E">
        <w:rPr>
          <w:sz w:val="24"/>
        </w:rPr>
        <w:t>s « proportionnel</w:t>
      </w:r>
      <w:r w:rsidR="005159C7">
        <w:rPr>
          <w:sz w:val="24"/>
        </w:rPr>
        <w:t>le</w:t>
      </w:r>
      <w:r w:rsidRPr="007E726E">
        <w:rPr>
          <w:sz w:val="24"/>
        </w:rPr>
        <w:t> » et « intégral</w:t>
      </w:r>
      <w:r w:rsidR="005159C7">
        <w:rPr>
          <w:sz w:val="24"/>
        </w:rPr>
        <w:t>e</w:t>
      </w:r>
      <w:r w:rsidRPr="007E726E">
        <w:rPr>
          <w:sz w:val="24"/>
        </w:rPr>
        <w:t> »</w:t>
      </w:r>
    </w:p>
    <w:sectPr w:rsidR="007E726E" w:rsidRPr="007E726E" w:rsidSect="002D588D">
      <w:headerReference w:type="default" r:id="rId12"/>
      <w:headerReference w:type="first" r:id="rId13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284EBC" w14:textId="77777777" w:rsidR="00F53550" w:rsidRDefault="00F53550" w:rsidP="005E5A71">
      <w:r>
        <w:separator/>
      </w:r>
    </w:p>
  </w:endnote>
  <w:endnote w:type="continuationSeparator" w:id="0">
    <w:p w14:paraId="07118C14" w14:textId="77777777" w:rsidR="00F53550" w:rsidRDefault="00F53550" w:rsidP="005E5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4A1388" w14:textId="77777777" w:rsidR="00F53550" w:rsidRDefault="00F53550" w:rsidP="005E5A71">
      <w:r>
        <w:separator/>
      </w:r>
    </w:p>
  </w:footnote>
  <w:footnote w:type="continuationSeparator" w:id="0">
    <w:p w14:paraId="276A3F64" w14:textId="77777777" w:rsidR="00F53550" w:rsidRDefault="00F53550" w:rsidP="005E5A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15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418"/>
      <w:gridCol w:w="7513"/>
      <w:gridCol w:w="1559"/>
    </w:tblGrid>
    <w:tr w:rsidR="000924E8" w14:paraId="566E7F3A" w14:textId="77777777" w:rsidTr="00901F8A">
      <w:trPr>
        <w:cantSplit/>
        <w:trHeight w:val="567"/>
      </w:trPr>
      <w:tc>
        <w:tcPr>
          <w:tcW w:w="1418" w:type="dxa"/>
          <w:vAlign w:val="center"/>
        </w:tcPr>
        <w:p w14:paraId="306E675F" w14:textId="77777777" w:rsidR="000924E8" w:rsidRDefault="000924E8" w:rsidP="000924E8">
          <w:pPr>
            <w:pStyle w:val="En-tte"/>
            <w:jc w:val="center"/>
            <w:rPr>
              <w:b/>
            </w:rPr>
          </w:pPr>
          <w:r>
            <w:rPr>
              <w:b/>
            </w:rPr>
            <w:t>BTS 2</w:t>
          </w:r>
        </w:p>
      </w:tc>
      <w:tc>
        <w:tcPr>
          <w:tcW w:w="9072" w:type="dxa"/>
          <w:gridSpan w:val="2"/>
          <w:vAlign w:val="center"/>
        </w:tcPr>
        <w:p w14:paraId="1680634F" w14:textId="77777777" w:rsidR="000924E8" w:rsidRPr="008628E5" w:rsidRDefault="000924E8" w:rsidP="000924E8">
          <w:pPr>
            <w:pStyle w:val="En-tte"/>
            <w:jc w:val="center"/>
          </w:pPr>
          <w:r w:rsidRPr="008628E5">
            <w:rPr>
              <w:b/>
              <w:bCs/>
              <w:sz w:val="32"/>
              <w:szCs w:val="32"/>
            </w:rPr>
            <w:t>Analyse Diagnostic Maintenance</w:t>
          </w:r>
        </w:p>
      </w:tc>
    </w:tr>
    <w:tr w:rsidR="000924E8" w14:paraId="6E4EFFD7" w14:textId="77777777" w:rsidTr="00901F8A">
      <w:trPr>
        <w:cantSplit/>
        <w:trHeight w:val="567"/>
      </w:trPr>
      <w:tc>
        <w:tcPr>
          <w:tcW w:w="1418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14:paraId="6813B061" w14:textId="77777777" w:rsidR="000924E8" w:rsidRPr="00B438C0" w:rsidRDefault="000924E8" w:rsidP="000924E8">
          <w:pPr>
            <w:pStyle w:val="En-tte"/>
            <w:jc w:val="center"/>
            <w:rPr>
              <w:b/>
            </w:rPr>
          </w:pPr>
          <w:r>
            <w:rPr>
              <w:b/>
            </w:rPr>
            <w:t>Pôle :</w:t>
          </w:r>
          <w:r>
            <w:t xml:space="preserve"> </w:t>
          </w:r>
          <w:r w:rsidRPr="008628E5">
            <w:rPr>
              <w:b/>
              <w:bCs/>
            </w:rPr>
            <w:t>U51</w:t>
          </w:r>
        </w:p>
      </w:tc>
      <w:tc>
        <w:tcPr>
          <w:tcW w:w="7513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14:paraId="5662710C" w14:textId="631851E1" w:rsidR="000924E8" w:rsidRPr="008628E5" w:rsidRDefault="00161CE1" w:rsidP="000924E8">
          <w:pPr>
            <w:pStyle w:val="En-tte"/>
            <w:jc w:val="center"/>
            <w:rPr>
              <w:b/>
              <w:bCs/>
              <w:sz w:val="32"/>
              <w:szCs w:val="32"/>
            </w:rPr>
          </w:pPr>
          <w:proofErr w:type="spellStart"/>
          <w:r w:rsidRPr="00161CE1">
            <w:rPr>
              <w:b/>
              <w:bCs/>
              <w:sz w:val="28"/>
              <w:szCs w:val="28"/>
            </w:rPr>
            <w:t>Act</w:t>
          </w:r>
          <w:proofErr w:type="spellEnd"/>
          <w:r w:rsidRPr="00161CE1">
            <w:rPr>
              <w:b/>
              <w:bCs/>
              <w:sz w:val="28"/>
              <w:szCs w:val="28"/>
            </w:rPr>
            <w:t xml:space="preserve"> 7.1 : Simulation régulation et régulation thermique de la température d’un four</w:t>
          </w:r>
        </w:p>
      </w:tc>
      <w:tc>
        <w:tcPr>
          <w:tcW w:w="1559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14:paraId="1997C436" w14:textId="77777777" w:rsidR="000924E8" w:rsidRPr="00B438C0" w:rsidRDefault="000924E8" w:rsidP="000924E8">
          <w:pPr>
            <w:pStyle w:val="En-tte"/>
            <w:jc w:val="center"/>
          </w:pPr>
          <w:r>
            <w:rPr>
              <w:rStyle w:val="Numrodepage"/>
            </w:rPr>
            <w:t xml:space="preserve">Page : </w:t>
          </w:r>
          <w:r w:rsidRPr="00470839">
            <w:rPr>
              <w:rStyle w:val="Numrodepage"/>
            </w:rPr>
            <w:fldChar w:fldCharType="begin"/>
          </w:r>
          <w:r w:rsidRPr="00470839">
            <w:rPr>
              <w:rStyle w:val="Numrodepage"/>
            </w:rPr>
            <w:instrText xml:space="preserve"> PAGE </w:instrText>
          </w:r>
          <w:r w:rsidRPr="00470839">
            <w:rPr>
              <w:rStyle w:val="Numrodepage"/>
            </w:rPr>
            <w:fldChar w:fldCharType="separate"/>
          </w:r>
          <w:r w:rsidR="000126F6">
            <w:rPr>
              <w:rStyle w:val="Numrodepage"/>
              <w:noProof/>
            </w:rPr>
            <w:t>3</w:t>
          </w:r>
          <w:r w:rsidRPr="00470839">
            <w:rPr>
              <w:rStyle w:val="Numrodepage"/>
            </w:rPr>
            <w:fldChar w:fldCharType="end"/>
          </w:r>
          <w:r w:rsidRPr="00B438C0">
            <w:rPr>
              <w:rStyle w:val="Numrodepage"/>
            </w:rPr>
            <w:t xml:space="preserve"> / </w:t>
          </w:r>
          <w:r w:rsidRPr="00470839">
            <w:rPr>
              <w:rStyle w:val="Numrodepage"/>
            </w:rPr>
            <w:fldChar w:fldCharType="begin"/>
          </w:r>
          <w:r w:rsidRPr="00470839">
            <w:rPr>
              <w:rStyle w:val="Numrodepage"/>
            </w:rPr>
            <w:instrText xml:space="preserve"> NUMPAGES </w:instrText>
          </w:r>
          <w:r w:rsidRPr="00470839">
            <w:rPr>
              <w:rStyle w:val="Numrodepage"/>
            </w:rPr>
            <w:fldChar w:fldCharType="separate"/>
          </w:r>
          <w:r w:rsidR="000126F6">
            <w:rPr>
              <w:rStyle w:val="Numrodepage"/>
              <w:noProof/>
            </w:rPr>
            <w:t>3</w:t>
          </w:r>
          <w:r w:rsidRPr="00470839">
            <w:rPr>
              <w:rStyle w:val="Numrodepage"/>
            </w:rPr>
            <w:fldChar w:fldCharType="end"/>
          </w:r>
        </w:p>
      </w:tc>
    </w:tr>
  </w:tbl>
  <w:p w14:paraId="67B9CC18" w14:textId="77777777" w:rsidR="005E5A71" w:rsidRPr="001D231D" w:rsidRDefault="005E5A71">
    <w:pPr>
      <w:pStyle w:val="En-tte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0439C" w14:textId="77777777" w:rsidR="008628E5" w:rsidRDefault="00674E61" w:rsidP="008628E5">
    <w:r>
      <w:rPr>
        <w:noProof/>
      </w:rPr>
      <w:drawing>
        <wp:inline distT="0" distB="0" distL="0" distR="0" wp14:anchorId="45E43947" wp14:editId="5F76310F">
          <wp:extent cx="6645910" cy="823595"/>
          <wp:effectExtent l="0" t="0" r="2540" b="0"/>
          <wp:docPr id="200124215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1242154" name="Image 2001242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823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10490" w:type="dxa"/>
      <w:tblInd w:w="-15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418"/>
      <w:gridCol w:w="7513"/>
      <w:gridCol w:w="1559"/>
    </w:tblGrid>
    <w:tr w:rsidR="008628E5" w14:paraId="3D6F2DBE" w14:textId="77777777" w:rsidTr="00F41FDA">
      <w:trPr>
        <w:cantSplit/>
        <w:trHeight w:val="567"/>
      </w:trPr>
      <w:tc>
        <w:tcPr>
          <w:tcW w:w="1418" w:type="dxa"/>
          <w:vAlign w:val="center"/>
        </w:tcPr>
        <w:p w14:paraId="7FEE6C7E" w14:textId="77777777" w:rsidR="008628E5" w:rsidRDefault="008628E5" w:rsidP="008628E5">
          <w:pPr>
            <w:pStyle w:val="En-tte"/>
            <w:jc w:val="center"/>
            <w:rPr>
              <w:b/>
            </w:rPr>
          </w:pPr>
          <w:r>
            <w:rPr>
              <w:b/>
            </w:rPr>
            <w:t xml:space="preserve">BTS </w:t>
          </w:r>
          <w:r w:rsidR="000924E8">
            <w:rPr>
              <w:b/>
            </w:rPr>
            <w:t>2</w:t>
          </w:r>
        </w:p>
      </w:tc>
      <w:tc>
        <w:tcPr>
          <w:tcW w:w="9072" w:type="dxa"/>
          <w:gridSpan w:val="2"/>
          <w:vAlign w:val="center"/>
        </w:tcPr>
        <w:p w14:paraId="78C52025" w14:textId="77777777" w:rsidR="008628E5" w:rsidRPr="008628E5" w:rsidRDefault="008628E5" w:rsidP="008628E5">
          <w:pPr>
            <w:pStyle w:val="En-tte"/>
            <w:jc w:val="center"/>
          </w:pPr>
          <w:r w:rsidRPr="008628E5">
            <w:rPr>
              <w:b/>
              <w:bCs/>
              <w:sz w:val="32"/>
              <w:szCs w:val="32"/>
            </w:rPr>
            <w:t>Analyse Diagnostic Maintenance</w:t>
          </w:r>
        </w:p>
      </w:tc>
    </w:tr>
    <w:tr w:rsidR="008628E5" w14:paraId="7EAFF1C1" w14:textId="77777777" w:rsidTr="008628E5">
      <w:trPr>
        <w:cantSplit/>
        <w:trHeight w:val="567"/>
      </w:trPr>
      <w:tc>
        <w:tcPr>
          <w:tcW w:w="1418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14:paraId="6D3AA711" w14:textId="77777777" w:rsidR="008628E5" w:rsidRPr="00B438C0" w:rsidRDefault="008628E5" w:rsidP="008628E5">
          <w:pPr>
            <w:pStyle w:val="En-tte"/>
            <w:jc w:val="center"/>
            <w:rPr>
              <w:b/>
            </w:rPr>
          </w:pPr>
          <w:r>
            <w:rPr>
              <w:b/>
            </w:rPr>
            <w:t>Pôle :</w:t>
          </w:r>
          <w:r>
            <w:t xml:space="preserve"> </w:t>
          </w:r>
          <w:r w:rsidRPr="008628E5">
            <w:rPr>
              <w:b/>
              <w:bCs/>
            </w:rPr>
            <w:t>U51</w:t>
          </w:r>
        </w:p>
      </w:tc>
      <w:tc>
        <w:tcPr>
          <w:tcW w:w="7513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14:paraId="7E28173B" w14:textId="140F5B02" w:rsidR="008628E5" w:rsidRPr="00161CE1" w:rsidRDefault="00161CE1" w:rsidP="008628E5">
          <w:pPr>
            <w:pStyle w:val="En-tte"/>
            <w:jc w:val="center"/>
            <w:rPr>
              <w:b/>
              <w:bCs/>
              <w:sz w:val="28"/>
              <w:szCs w:val="28"/>
            </w:rPr>
          </w:pPr>
          <w:proofErr w:type="spellStart"/>
          <w:r w:rsidRPr="00161CE1">
            <w:rPr>
              <w:b/>
              <w:bCs/>
              <w:sz w:val="28"/>
              <w:szCs w:val="28"/>
            </w:rPr>
            <w:t>Act</w:t>
          </w:r>
          <w:proofErr w:type="spellEnd"/>
          <w:r w:rsidRPr="00161CE1">
            <w:rPr>
              <w:b/>
              <w:bCs/>
              <w:sz w:val="28"/>
              <w:szCs w:val="28"/>
            </w:rPr>
            <w:t xml:space="preserve"> 7.1 : Simulation régulation et régulation thermique de la température d’un four</w:t>
          </w:r>
        </w:p>
      </w:tc>
      <w:tc>
        <w:tcPr>
          <w:tcW w:w="1559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14:paraId="63102D8A" w14:textId="77777777" w:rsidR="008628E5" w:rsidRPr="00B438C0" w:rsidRDefault="008628E5" w:rsidP="008628E5">
          <w:pPr>
            <w:pStyle w:val="En-tte"/>
            <w:jc w:val="center"/>
          </w:pPr>
          <w:r>
            <w:rPr>
              <w:rStyle w:val="Numrodepage"/>
            </w:rPr>
            <w:t xml:space="preserve">Page : </w:t>
          </w:r>
          <w:r w:rsidRPr="00470839">
            <w:rPr>
              <w:rStyle w:val="Numrodepage"/>
            </w:rPr>
            <w:fldChar w:fldCharType="begin"/>
          </w:r>
          <w:r w:rsidRPr="00470839">
            <w:rPr>
              <w:rStyle w:val="Numrodepage"/>
            </w:rPr>
            <w:instrText xml:space="preserve"> PAGE </w:instrText>
          </w:r>
          <w:r w:rsidRPr="00470839">
            <w:rPr>
              <w:rStyle w:val="Numrodepage"/>
            </w:rPr>
            <w:fldChar w:fldCharType="separate"/>
          </w:r>
          <w:r w:rsidR="000126F6">
            <w:rPr>
              <w:rStyle w:val="Numrodepage"/>
              <w:noProof/>
            </w:rPr>
            <w:t>1</w:t>
          </w:r>
          <w:r w:rsidRPr="00470839">
            <w:rPr>
              <w:rStyle w:val="Numrodepage"/>
            </w:rPr>
            <w:fldChar w:fldCharType="end"/>
          </w:r>
          <w:r w:rsidRPr="00B438C0">
            <w:rPr>
              <w:rStyle w:val="Numrodepage"/>
            </w:rPr>
            <w:t xml:space="preserve"> / </w:t>
          </w:r>
          <w:r w:rsidRPr="00470839">
            <w:rPr>
              <w:rStyle w:val="Numrodepage"/>
            </w:rPr>
            <w:fldChar w:fldCharType="begin"/>
          </w:r>
          <w:r w:rsidRPr="00470839">
            <w:rPr>
              <w:rStyle w:val="Numrodepage"/>
            </w:rPr>
            <w:instrText xml:space="preserve"> NUMPAGES </w:instrText>
          </w:r>
          <w:r w:rsidRPr="00470839">
            <w:rPr>
              <w:rStyle w:val="Numrodepage"/>
            </w:rPr>
            <w:fldChar w:fldCharType="separate"/>
          </w:r>
          <w:r w:rsidR="000126F6">
            <w:rPr>
              <w:rStyle w:val="Numrodepage"/>
              <w:noProof/>
            </w:rPr>
            <w:t>3</w:t>
          </w:r>
          <w:r w:rsidRPr="00470839">
            <w:rPr>
              <w:rStyle w:val="Numrodepage"/>
            </w:rPr>
            <w:fldChar w:fldCharType="end"/>
          </w:r>
        </w:p>
      </w:tc>
    </w:tr>
  </w:tbl>
  <w:p w14:paraId="3EDA6529" w14:textId="77777777" w:rsidR="00FA09B9" w:rsidRDefault="00FA09B9">
    <w:pPr>
      <w:rPr>
        <w:sz w:val="6"/>
        <w:szCs w:val="6"/>
      </w:rPr>
    </w:pPr>
  </w:p>
  <w:tbl>
    <w:tblPr>
      <w:tblW w:w="10490" w:type="dxa"/>
      <w:tblInd w:w="-15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426"/>
      <w:gridCol w:w="425"/>
      <w:gridCol w:w="9639"/>
    </w:tblGrid>
    <w:tr w:rsidR="008628E5" w:rsidRPr="00267463" w14:paraId="51B742F9" w14:textId="77777777" w:rsidTr="008628E5">
      <w:trPr>
        <w:cantSplit/>
        <w:trHeight w:val="501"/>
      </w:trPr>
      <w:tc>
        <w:tcPr>
          <w:tcW w:w="426" w:type="dxa"/>
          <w:vMerge w:val="restart"/>
          <w:tcBorders>
            <w:left w:val="single" w:sz="12" w:space="0" w:color="000000"/>
          </w:tcBorders>
          <w:textDirection w:val="btLr"/>
          <w:vAlign w:val="center"/>
        </w:tcPr>
        <w:p w14:paraId="5B67AD09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ind w:left="113" w:right="113"/>
            <w:jc w:val="center"/>
          </w:pPr>
          <w:r w:rsidRPr="00267463">
            <w:t>Compétences</w:t>
          </w:r>
        </w:p>
      </w:tc>
      <w:tc>
        <w:tcPr>
          <w:tcW w:w="425" w:type="dxa"/>
          <w:tcBorders>
            <w:left w:val="single" w:sz="12" w:space="0" w:color="000000"/>
            <w:bottom w:val="nil"/>
            <w:right w:val="nil"/>
          </w:tcBorders>
          <w:vAlign w:val="center"/>
        </w:tcPr>
        <w:sdt>
          <w:sdtPr>
            <w:id w:val="8999485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p w14:paraId="336615A0" w14:textId="18BD5BD7" w:rsidR="008628E5" w:rsidRPr="00267463" w:rsidRDefault="00161CE1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☒</w:t>
              </w:r>
            </w:p>
          </w:sdtContent>
        </w:sdt>
      </w:tc>
      <w:tc>
        <w:tcPr>
          <w:tcW w:w="9639" w:type="dxa"/>
          <w:tcBorders>
            <w:left w:val="nil"/>
            <w:bottom w:val="nil"/>
          </w:tcBorders>
          <w:vAlign w:val="center"/>
        </w:tcPr>
        <w:p w14:paraId="6E586F6B" w14:textId="77777777" w:rsidR="008628E5" w:rsidRPr="00267463" w:rsidRDefault="008628E5" w:rsidP="008628E5">
          <w:pPr>
            <w:rPr>
              <w:color w:val="000000"/>
              <w:sz w:val="22"/>
              <w:szCs w:val="22"/>
            </w:rPr>
          </w:pPr>
          <w:r w:rsidRPr="00267463">
            <w:rPr>
              <w:color w:val="000000"/>
              <w:sz w:val="22"/>
              <w:szCs w:val="22"/>
            </w:rPr>
            <w:t>C2 - Extraire les informations nécessaires à la réalisation des tâches</w:t>
          </w:r>
        </w:p>
      </w:tc>
    </w:tr>
    <w:tr w:rsidR="008628E5" w:rsidRPr="00267463" w14:paraId="447E0A56" w14:textId="77777777" w:rsidTr="008628E5">
      <w:trPr>
        <w:cantSplit/>
        <w:trHeight w:val="359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7E9121E5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-8487130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20CE4D6C" w14:textId="15AAACE2" w:rsidR="008628E5" w:rsidRDefault="00161CE1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☒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nil"/>
          </w:tcBorders>
          <w:vAlign w:val="center"/>
        </w:tcPr>
        <w:p w14:paraId="257CEC32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 w:rsidRPr="00267463">
            <w:rPr>
              <w:color w:val="000000"/>
              <w:sz w:val="22"/>
              <w:szCs w:val="22"/>
            </w:rPr>
            <w:t>C13 - Mesurer les grandeurs caractéristiques d’un ouvrage, d’une installation, d’un équipement électrique</w:t>
          </w:r>
        </w:p>
      </w:tc>
    </w:tr>
    <w:tr w:rsidR="008628E5" w:rsidRPr="00267463" w14:paraId="06E283EB" w14:textId="77777777" w:rsidTr="008628E5">
      <w:trPr>
        <w:cantSplit/>
        <w:trHeight w:val="359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325F6CB8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-19525470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11DAA2C4" w14:textId="56C54494" w:rsidR="008628E5" w:rsidRDefault="00464CF7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☒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nil"/>
          </w:tcBorders>
          <w:vAlign w:val="center"/>
        </w:tcPr>
        <w:p w14:paraId="0BA2FD77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 w:rsidRPr="00267463">
            <w:rPr>
              <w:color w:val="000000"/>
              <w:sz w:val="22"/>
              <w:szCs w:val="22"/>
            </w:rPr>
            <w:t>C17 - Réaliser un diagnostic, de performance y compris énergétique, de sécurité, d’un ouvrage, d’une installation, d’un équipement électrique</w:t>
          </w:r>
        </w:p>
      </w:tc>
    </w:tr>
    <w:tr w:rsidR="008628E5" w:rsidRPr="00267463" w14:paraId="2EBF6536" w14:textId="77777777" w:rsidTr="008628E5">
      <w:trPr>
        <w:cantSplit/>
        <w:trHeight w:val="359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3AEB7F00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1039095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single" w:sz="12" w:space="0" w:color="000000"/>
                <w:right w:val="nil"/>
              </w:tcBorders>
              <w:vAlign w:val="center"/>
            </w:tcPr>
            <w:p w14:paraId="7773F86A" w14:textId="77777777" w:rsidR="008628E5" w:rsidRDefault="008628E5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☐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single" w:sz="12" w:space="0" w:color="000000"/>
          </w:tcBorders>
          <w:vAlign w:val="center"/>
        </w:tcPr>
        <w:p w14:paraId="370DFD69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 w:rsidRPr="00267463">
            <w:rPr>
              <w:color w:val="000000"/>
              <w:sz w:val="22"/>
              <w:szCs w:val="22"/>
            </w:rPr>
            <w:t>C18 – Réaliser des opérations de maintenance sur un ouvrage, une installation, un équipement électrique</w:t>
          </w:r>
        </w:p>
      </w:tc>
    </w:tr>
    <w:tr w:rsidR="008628E5" w:rsidRPr="00267463" w14:paraId="6C23D75E" w14:textId="77777777" w:rsidTr="008628E5">
      <w:trPr>
        <w:cantSplit/>
        <w:trHeight w:val="393"/>
      </w:trPr>
      <w:tc>
        <w:tcPr>
          <w:tcW w:w="426" w:type="dxa"/>
          <w:vMerge w:val="restart"/>
          <w:tcBorders>
            <w:left w:val="single" w:sz="12" w:space="0" w:color="000000"/>
          </w:tcBorders>
          <w:textDirection w:val="btLr"/>
          <w:vAlign w:val="center"/>
        </w:tcPr>
        <w:p w14:paraId="7F9A87B4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ind w:left="113" w:right="113"/>
            <w:jc w:val="center"/>
          </w:pPr>
          <w:r w:rsidRPr="00267463">
            <w:t>Tâches</w:t>
          </w:r>
        </w:p>
      </w:tc>
      <w:sdt>
        <w:sdtPr>
          <w:id w:val="193145924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tc>
            <w:tcPr>
              <w:tcW w:w="425" w:type="dxa"/>
              <w:tcBorders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66550258" w14:textId="577D6280" w:rsidR="008628E5" w:rsidRPr="00267463" w:rsidRDefault="00161CE1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☒</w:t>
              </w:r>
            </w:p>
          </w:tc>
        </w:sdtContent>
      </w:sdt>
      <w:tc>
        <w:tcPr>
          <w:tcW w:w="9639" w:type="dxa"/>
          <w:tcBorders>
            <w:left w:val="nil"/>
            <w:bottom w:val="nil"/>
          </w:tcBorders>
          <w:vAlign w:val="center"/>
        </w:tcPr>
        <w:p w14:paraId="6647D0D8" w14:textId="77777777" w:rsidR="008628E5" w:rsidRPr="00267463" w:rsidRDefault="008628E5" w:rsidP="008628E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T3.1 : Proposer un protocole pour analyser le fonctionnement et/ou le comportement de l’installation</w:t>
          </w:r>
        </w:p>
      </w:tc>
    </w:tr>
    <w:tr w:rsidR="008628E5" w:rsidRPr="00267463" w14:paraId="0B122342" w14:textId="77777777" w:rsidTr="008628E5">
      <w:trPr>
        <w:cantSplit/>
        <w:trHeight w:val="393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360A1661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1157243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3C094A00" w14:textId="2CD143E6" w:rsidR="008628E5" w:rsidRPr="00267463" w:rsidRDefault="00161CE1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☒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nil"/>
          </w:tcBorders>
          <w:vAlign w:val="center"/>
        </w:tcPr>
        <w:p w14:paraId="4B68B5C5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T3.2 : Mesurer et contrôler l’installation, exploiter les mesures pour faire un diagnostic</w:t>
          </w:r>
        </w:p>
      </w:tc>
    </w:tr>
    <w:tr w:rsidR="008628E5" w:rsidRPr="00267463" w14:paraId="720A93C6" w14:textId="77777777" w:rsidTr="008628E5">
      <w:trPr>
        <w:cantSplit/>
        <w:trHeight w:val="393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51DF428A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1129979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7D087E5F" w14:textId="77777777" w:rsidR="008628E5" w:rsidRPr="00267463" w:rsidRDefault="008628E5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☐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nil"/>
          </w:tcBorders>
          <w:vAlign w:val="center"/>
        </w:tcPr>
        <w:p w14:paraId="49E50556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T3.3 : Formuler des préconisations</w:t>
          </w:r>
        </w:p>
      </w:tc>
    </w:tr>
    <w:tr w:rsidR="008628E5" w:rsidRPr="00267463" w14:paraId="138984AC" w14:textId="77777777" w:rsidTr="008628E5">
      <w:trPr>
        <w:cantSplit/>
        <w:trHeight w:val="393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1AD40379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1535303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52960C34" w14:textId="77777777" w:rsidR="008628E5" w:rsidRPr="00267463" w:rsidRDefault="008628E5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☐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nil"/>
          </w:tcBorders>
          <w:vAlign w:val="center"/>
        </w:tcPr>
        <w:p w14:paraId="615EF929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T4.1 Organiser la maintenance</w:t>
          </w:r>
        </w:p>
      </w:tc>
    </w:tr>
    <w:tr w:rsidR="008628E5" w:rsidRPr="00267463" w14:paraId="309A9094" w14:textId="77777777" w:rsidTr="008628E5">
      <w:trPr>
        <w:cantSplit/>
        <w:trHeight w:val="393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1DB367BE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-393968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069FB2C7" w14:textId="77777777" w:rsidR="008628E5" w:rsidRPr="00267463" w:rsidRDefault="008628E5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☐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nil"/>
          </w:tcBorders>
          <w:vAlign w:val="center"/>
        </w:tcPr>
        <w:p w14:paraId="379A2C19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T4.2 : Réaliser la maintenance préventive ou prévisionnelle</w:t>
          </w:r>
        </w:p>
      </w:tc>
    </w:tr>
    <w:tr w:rsidR="008628E5" w:rsidRPr="00267463" w14:paraId="33820BF8" w14:textId="77777777" w:rsidTr="008628E5">
      <w:trPr>
        <w:cantSplit/>
        <w:trHeight w:val="393"/>
      </w:trPr>
      <w:tc>
        <w:tcPr>
          <w:tcW w:w="426" w:type="dxa"/>
          <w:vMerge/>
          <w:tcBorders>
            <w:left w:val="single" w:sz="12" w:space="0" w:color="000000"/>
            <w:bottom w:val="single" w:sz="12" w:space="0" w:color="000000"/>
          </w:tcBorders>
          <w:vAlign w:val="center"/>
        </w:tcPr>
        <w:p w14:paraId="34A93AE8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-1183963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single" w:sz="12" w:space="0" w:color="000000"/>
                <w:right w:val="nil"/>
              </w:tcBorders>
              <w:vAlign w:val="center"/>
            </w:tcPr>
            <w:p w14:paraId="5B45B883" w14:textId="77777777" w:rsidR="008628E5" w:rsidRPr="00267463" w:rsidRDefault="008628E5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☐</w:t>
              </w:r>
            </w:p>
          </w:tc>
        </w:sdtContent>
      </w:sdt>
      <w:tc>
        <w:tcPr>
          <w:tcW w:w="9639" w:type="dxa"/>
          <w:tcBorders>
            <w:top w:val="nil"/>
            <w:left w:val="nil"/>
          </w:tcBorders>
          <w:vAlign w:val="center"/>
        </w:tcPr>
        <w:p w14:paraId="1CC45874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T4.3 : Réaliser la maintenance corrective</w:t>
          </w:r>
        </w:p>
      </w:tc>
    </w:tr>
  </w:tbl>
  <w:p w14:paraId="1F11FAEB" w14:textId="77777777" w:rsidR="008628E5" w:rsidRDefault="008628E5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2655C"/>
    <w:multiLevelType w:val="hybridMultilevel"/>
    <w:tmpl w:val="820A49B4"/>
    <w:lvl w:ilvl="0" w:tplc="D6F876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D45AB"/>
    <w:multiLevelType w:val="hybridMultilevel"/>
    <w:tmpl w:val="D66A21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A0C9A"/>
    <w:multiLevelType w:val="hybridMultilevel"/>
    <w:tmpl w:val="60DC479C"/>
    <w:lvl w:ilvl="0" w:tplc="32625280">
      <w:start w:val="1"/>
      <w:numFmt w:val="bullet"/>
      <w:lvlText w:val="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E0814"/>
    <w:multiLevelType w:val="hybridMultilevel"/>
    <w:tmpl w:val="51A6A75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2548B6"/>
    <w:multiLevelType w:val="hybridMultilevel"/>
    <w:tmpl w:val="B5ECA9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44546"/>
    <w:multiLevelType w:val="hybridMultilevel"/>
    <w:tmpl w:val="230001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964D0"/>
    <w:multiLevelType w:val="hybridMultilevel"/>
    <w:tmpl w:val="8DACA3CC"/>
    <w:lvl w:ilvl="0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C9D3EF0"/>
    <w:multiLevelType w:val="hybridMultilevel"/>
    <w:tmpl w:val="8DCA24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98C5FCE"/>
    <w:multiLevelType w:val="hybridMultilevel"/>
    <w:tmpl w:val="BEECDBCE"/>
    <w:lvl w:ilvl="0" w:tplc="53626D5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FC1177F"/>
    <w:multiLevelType w:val="multilevel"/>
    <w:tmpl w:val="3E281742"/>
    <w:lvl w:ilvl="0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1860" w:hanging="432"/>
      </w:pPr>
    </w:lvl>
    <w:lvl w:ilvl="2">
      <w:start w:val="1"/>
      <w:numFmt w:val="decimal"/>
      <w:lvlText w:val="%1.%2.%3."/>
      <w:lvlJc w:val="left"/>
      <w:pPr>
        <w:ind w:left="2292" w:hanging="504"/>
      </w:pPr>
    </w:lvl>
    <w:lvl w:ilvl="3">
      <w:start w:val="1"/>
      <w:numFmt w:val="decimal"/>
      <w:lvlText w:val="%1.%2.%3.%4."/>
      <w:lvlJc w:val="left"/>
      <w:pPr>
        <w:ind w:left="2796" w:hanging="648"/>
      </w:pPr>
    </w:lvl>
    <w:lvl w:ilvl="4">
      <w:start w:val="1"/>
      <w:numFmt w:val="decimal"/>
      <w:lvlText w:val="%1.%2.%3.%4.%5."/>
      <w:lvlJc w:val="left"/>
      <w:pPr>
        <w:ind w:left="3300" w:hanging="792"/>
      </w:pPr>
    </w:lvl>
    <w:lvl w:ilvl="5">
      <w:start w:val="1"/>
      <w:numFmt w:val="decimal"/>
      <w:lvlText w:val="%1.%2.%3.%4.%5.%6."/>
      <w:lvlJc w:val="left"/>
      <w:pPr>
        <w:ind w:left="3804" w:hanging="936"/>
      </w:pPr>
    </w:lvl>
    <w:lvl w:ilvl="6">
      <w:start w:val="1"/>
      <w:numFmt w:val="decimal"/>
      <w:lvlText w:val="%1.%2.%3.%4.%5.%6.%7."/>
      <w:lvlJc w:val="left"/>
      <w:pPr>
        <w:ind w:left="4308" w:hanging="1080"/>
      </w:pPr>
    </w:lvl>
    <w:lvl w:ilvl="7">
      <w:start w:val="1"/>
      <w:numFmt w:val="decimal"/>
      <w:lvlText w:val="%1.%2.%3.%4.%5.%6.%7.%8."/>
      <w:lvlJc w:val="left"/>
      <w:pPr>
        <w:ind w:left="4812" w:hanging="1224"/>
      </w:pPr>
    </w:lvl>
    <w:lvl w:ilvl="8">
      <w:start w:val="1"/>
      <w:numFmt w:val="decimal"/>
      <w:lvlText w:val="%1.%2.%3.%4.%5.%6.%7.%8.%9."/>
      <w:lvlJc w:val="left"/>
      <w:pPr>
        <w:ind w:left="5388" w:hanging="1440"/>
      </w:pPr>
    </w:lvl>
  </w:abstractNum>
  <w:abstractNum w:abstractNumId="10">
    <w:nsid w:val="4D406881"/>
    <w:multiLevelType w:val="hybridMultilevel"/>
    <w:tmpl w:val="F1E0C13C"/>
    <w:lvl w:ilvl="0" w:tplc="040C0001">
      <w:start w:val="1"/>
      <w:numFmt w:val="bullet"/>
      <w:lvlText w:val=""/>
      <w:lvlJc w:val="left"/>
      <w:pPr>
        <w:ind w:left="10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1">
    <w:nsid w:val="4F703C5E"/>
    <w:multiLevelType w:val="multilevel"/>
    <w:tmpl w:val="2A7672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EE23E69"/>
    <w:multiLevelType w:val="hybridMultilevel"/>
    <w:tmpl w:val="FB464B2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E05ABE"/>
    <w:multiLevelType w:val="multilevel"/>
    <w:tmpl w:val="3B00D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1712"/>
        </w:tabs>
        <w:ind w:left="1424" w:hanging="432"/>
      </w:pPr>
    </w:lvl>
    <w:lvl w:ilvl="2">
      <w:start w:val="1"/>
      <w:numFmt w:val="decimal"/>
      <w:pStyle w:val="Titre3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pStyle w:val="question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4">
    <w:nsid w:val="6A2B4CE5"/>
    <w:multiLevelType w:val="hybridMultilevel"/>
    <w:tmpl w:val="3FCA9B6A"/>
    <w:lvl w:ilvl="0" w:tplc="32625280">
      <w:start w:val="1"/>
      <w:numFmt w:val="bullet"/>
      <w:lvlText w:val=""/>
      <w:lvlJc w:val="left"/>
      <w:pPr>
        <w:ind w:left="14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5">
    <w:nsid w:val="72E80764"/>
    <w:multiLevelType w:val="hybridMultilevel"/>
    <w:tmpl w:val="827C455A"/>
    <w:lvl w:ilvl="0" w:tplc="32625280">
      <w:start w:val="1"/>
      <w:numFmt w:val="bullet"/>
      <w:lvlText w:val="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CC7A6A"/>
    <w:multiLevelType w:val="hybridMultilevel"/>
    <w:tmpl w:val="BBECE9CC"/>
    <w:lvl w:ilvl="0" w:tplc="B7DE3270">
      <w:start w:val="1"/>
      <w:numFmt w:val="bullet"/>
      <w:pStyle w:val="Puces"/>
      <w:lvlText w:val=""/>
      <w:lvlJc w:val="left"/>
      <w:pPr>
        <w:tabs>
          <w:tab w:val="num" w:pos="-384"/>
        </w:tabs>
        <w:ind w:left="-3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36"/>
        </w:tabs>
        <w:ind w:left="3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56"/>
        </w:tabs>
        <w:ind w:left="10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9"/>
  </w:num>
  <w:num w:numId="5">
    <w:abstractNumId w:val="11"/>
  </w:num>
  <w:num w:numId="6">
    <w:abstractNumId w:val="15"/>
  </w:num>
  <w:num w:numId="7">
    <w:abstractNumId w:val="14"/>
  </w:num>
  <w:num w:numId="8">
    <w:abstractNumId w:val="2"/>
  </w:num>
  <w:num w:numId="9">
    <w:abstractNumId w:val="12"/>
  </w:num>
  <w:num w:numId="10">
    <w:abstractNumId w:val="7"/>
  </w:num>
  <w:num w:numId="11">
    <w:abstractNumId w:val="3"/>
  </w:num>
  <w:num w:numId="12">
    <w:abstractNumId w:val="16"/>
  </w:num>
  <w:num w:numId="13">
    <w:abstractNumId w:val="13"/>
  </w:num>
  <w:num w:numId="14">
    <w:abstractNumId w:val="4"/>
  </w:num>
  <w:num w:numId="15">
    <w:abstractNumId w:val="0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CE1"/>
    <w:rsid w:val="00002F68"/>
    <w:rsid w:val="00003D25"/>
    <w:rsid w:val="000126F6"/>
    <w:rsid w:val="00037D09"/>
    <w:rsid w:val="00054C52"/>
    <w:rsid w:val="00064129"/>
    <w:rsid w:val="000924E8"/>
    <w:rsid w:val="000A6B8B"/>
    <w:rsid w:val="000B2B19"/>
    <w:rsid w:val="000C3D6C"/>
    <w:rsid w:val="000E2F49"/>
    <w:rsid w:val="000E4501"/>
    <w:rsid w:val="001561EF"/>
    <w:rsid w:val="00161CE1"/>
    <w:rsid w:val="00173A6F"/>
    <w:rsid w:val="0018727D"/>
    <w:rsid w:val="0019432C"/>
    <w:rsid w:val="001946D1"/>
    <w:rsid w:val="001B583F"/>
    <w:rsid w:val="001D231D"/>
    <w:rsid w:val="001D69DD"/>
    <w:rsid w:val="001E087B"/>
    <w:rsid w:val="001E265B"/>
    <w:rsid w:val="00203FED"/>
    <w:rsid w:val="00232D66"/>
    <w:rsid w:val="00254E3D"/>
    <w:rsid w:val="00257823"/>
    <w:rsid w:val="00267463"/>
    <w:rsid w:val="002703AF"/>
    <w:rsid w:val="002D588D"/>
    <w:rsid w:val="002D75AE"/>
    <w:rsid w:val="002E3B6A"/>
    <w:rsid w:val="0031368D"/>
    <w:rsid w:val="0032415C"/>
    <w:rsid w:val="00331AD7"/>
    <w:rsid w:val="00335921"/>
    <w:rsid w:val="00335F4A"/>
    <w:rsid w:val="00336CBF"/>
    <w:rsid w:val="00360230"/>
    <w:rsid w:val="00370AC7"/>
    <w:rsid w:val="00376D3D"/>
    <w:rsid w:val="003C1C2B"/>
    <w:rsid w:val="003D1B9C"/>
    <w:rsid w:val="003D1D61"/>
    <w:rsid w:val="003D57EE"/>
    <w:rsid w:val="003E6A71"/>
    <w:rsid w:val="00437CA6"/>
    <w:rsid w:val="004535F0"/>
    <w:rsid w:val="0046425C"/>
    <w:rsid w:val="00464CF7"/>
    <w:rsid w:val="004B0A06"/>
    <w:rsid w:val="004C5694"/>
    <w:rsid w:val="004D0D94"/>
    <w:rsid w:val="005021B6"/>
    <w:rsid w:val="00503D4A"/>
    <w:rsid w:val="005159C7"/>
    <w:rsid w:val="005258F4"/>
    <w:rsid w:val="00527540"/>
    <w:rsid w:val="00546A84"/>
    <w:rsid w:val="00574C0C"/>
    <w:rsid w:val="00583DB0"/>
    <w:rsid w:val="005A22E3"/>
    <w:rsid w:val="005C0447"/>
    <w:rsid w:val="005C7804"/>
    <w:rsid w:val="005D0079"/>
    <w:rsid w:val="005E5A71"/>
    <w:rsid w:val="005F44FE"/>
    <w:rsid w:val="006127E8"/>
    <w:rsid w:val="00625C05"/>
    <w:rsid w:val="00660FFC"/>
    <w:rsid w:val="006744BA"/>
    <w:rsid w:val="00674E61"/>
    <w:rsid w:val="00676D45"/>
    <w:rsid w:val="006B324A"/>
    <w:rsid w:val="006D0A85"/>
    <w:rsid w:val="00702422"/>
    <w:rsid w:val="00703288"/>
    <w:rsid w:val="007534D0"/>
    <w:rsid w:val="007538C0"/>
    <w:rsid w:val="00762F1A"/>
    <w:rsid w:val="00775DDB"/>
    <w:rsid w:val="0078336C"/>
    <w:rsid w:val="007A51B0"/>
    <w:rsid w:val="007E47FF"/>
    <w:rsid w:val="007E726E"/>
    <w:rsid w:val="00831677"/>
    <w:rsid w:val="008628E5"/>
    <w:rsid w:val="00891E93"/>
    <w:rsid w:val="008937F7"/>
    <w:rsid w:val="008A269C"/>
    <w:rsid w:val="008C2F36"/>
    <w:rsid w:val="008C3B23"/>
    <w:rsid w:val="008C3BBC"/>
    <w:rsid w:val="008C723D"/>
    <w:rsid w:val="008C7CB7"/>
    <w:rsid w:val="008F66EE"/>
    <w:rsid w:val="009215EC"/>
    <w:rsid w:val="00932C75"/>
    <w:rsid w:val="0093309F"/>
    <w:rsid w:val="00946E8D"/>
    <w:rsid w:val="009513BD"/>
    <w:rsid w:val="009528E7"/>
    <w:rsid w:val="009B79F1"/>
    <w:rsid w:val="00A15697"/>
    <w:rsid w:val="00A16655"/>
    <w:rsid w:val="00A16D28"/>
    <w:rsid w:val="00A64D2E"/>
    <w:rsid w:val="00A81669"/>
    <w:rsid w:val="00A868B5"/>
    <w:rsid w:val="00AB627A"/>
    <w:rsid w:val="00AB6E08"/>
    <w:rsid w:val="00AB7C1D"/>
    <w:rsid w:val="00AD1EF5"/>
    <w:rsid w:val="00B02324"/>
    <w:rsid w:val="00B22485"/>
    <w:rsid w:val="00B3277B"/>
    <w:rsid w:val="00B3411E"/>
    <w:rsid w:val="00B85626"/>
    <w:rsid w:val="00BA7C81"/>
    <w:rsid w:val="00BC088A"/>
    <w:rsid w:val="00BC3825"/>
    <w:rsid w:val="00BC72C3"/>
    <w:rsid w:val="00BE4566"/>
    <w:rsid w:val="00BE505D"/>
    <w:rsid w:val="00BE5D47"/>
    <w:rsid w:val="00C06D87"/>
    <w:rsid w:val="00C41CEF"/>
    <w:rsid w:val="00C41D95"/>
    <w:rsid w:val="00C47ECF"/>
    <w:rsid w:val="00C7700C"/>
    <w:rsid w:val="00C95B30"/>
    <w:rsid w:val="00CA2DF5"/>
    <w:rsid w:val="00CB53BF"/>
    <w:rsid w:val="00CD4533"/>
    <w:rsid w:val="00CF3B03"/>
    <w:rsid w:val="00D12E6F"/>
    <w:rsid w:val="00D15B29"/>
    <w:rsid w:val="00D44446"/>
    <w:rsid w:val="00D67638"/>
    <w:rsid w:val="00D74F54"/>
    <w:rsid w:val="00D90156"/>
    <w:rsid w:val="00DB31CE"/>
    <w:rsid w:val="00DE33FB"/>
    <w:rsid w:val="00DF231B"/>
    <w:rsid w:val="00DF3479"/>
    <w:rsid w:val="00DF3C3C"/>
    <w:rsid w:val="00DF725C"/>
    <w:rsid w:val="00E02565"/>
    <w:rsid w:val="00E03F04"/>
    <w:rsid w:val="00E15101"/>
    <w:rsid w:val="00E27CDA"/>
    <w:rsid w:val="00E420F3"/>
    <w:rsid w:val="00E84445"/>
    <w:rsid w:val="00EE4209"/>
    <w:rsid w:val="00EF5755"/>
    <w:rsid w:val="00F01335"/>
    <w:rsid w:val="00F0571D"/>
    <w:rsid w:val="00F327F7"/>
    <w:rsid w:val="00F5250B"/>
    <w:rsid w:val="00F53550"/>
    <w:rsid w:val="00F755A0"/>
    <w:rsid w:val="00F9400C"/>
    <w:rsid w:val="00FA09B9"/>
    <w:rsid w:val="00FA5056"/>
    <w:rsid w:val="00FC6315"/>
    <w:rsid w:val="00FE5456"/>
    <w:rsid w:val="00FF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1B38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C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FA50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002F68"/>
    <w:pPr>
      <w:keepNext/>
      <w:numPr>
        <w:ilvl w:val="1"/>
        <w:numId w:val="1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002F68"/>
    <w:pPr>
      <w:keepNext/>
      <w:numPr>
        <w:ilvl w:val="2"/>
        <w:numId w:val="1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5E5A7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E5A71"/>
  </w:style>
  <w:style w:type="paragraph" w:styleId="Pieddepage">
    <w:name w:val="footer"/>
    <w:basedOn w:val="Normal"/>
    <w:link w:val="PieddepageCar"/>
    <w:uiPriority w:val="99"/>
    <w:unhideWhenUsed/>
    <w:rsid w:val="005E5A7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5A71"/>
  </w:style>
  <w:style w:type="character" w:styleId="Numrodepage">
    <w:name w:val="page number"/>
    <w:basedOn w:val="Policepardfaut"/>
    <w:semiHidden/>
    <w:rsid w:val="005E5A71"/>
  </w:style>
  <w:style w:type="paragraph" w:styleId="Paragraphedeliste">
    <w:name w:val="List Paragraph"/>
    <w:basedOn w:val="Normal"/>
    <w:qFormat/>
    <w:rsid w:val="00625C05"/>
    <w:pPr>
      <w:ind w:left="720"/>
      <w:contextualSpacing/>
    </w:pPr>
  </w:style>
  <w:style w:type="paragraph" w:customStyle="1" w:styleId="Default">
    <w:name w:val="Default"/>
    <w:rsid w:val="00C770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453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A50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5056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1Car">
    <w:name w:val="Titre 1 Car"/>
    <w:basedOn w:val="Policepardfaut"/>
    <w:link w:val="Titre1"/>
    <w:rsid w:val="00FA5056"/>
    <w:rPr>
      <w:rFonts w:ascii="Arial" w:eastAsia="Times New Roman" w:hAnsi="Arial" w:cs="Arial"/>
      <w:b/>
      <w:bCs/>
      <w:kern w:val="32"/>
      <w:sz w:val="32"/>
      <w:szCs w:val="32"/>
      <w:lang w:eastAsia="fr-FR"/>
    </w:rPr>
  </w:style>
  <w:style w:type="paragraph" w:customStyle="1" w:styleId="Texte">
    <w:name w:val="Texte"/>
    <w:basedOn w:val="Normal"/>
    <w:link w:val="TexteCar"/>
    <w:rsid w:val="00FA5056"/>
    <w:pPr>
      <w:ind w:left="540" w:firstLine="360"/>
    </w:pPr>
    <w:rPr>
      <w:sz w:val="24"/>
      <w:szCs w:val="24"/>
    </w:rPr>
  </w:style>
  <w:style w:type="paragraph" w:customStyle="1" w:styleId="Textetableau">
    <w:name w:val="Texte tableau"/>
    <w:basedOn w:val="Texte"/>
    <w:rsid w:val="00FA5056"/>
    <w:pPr>
      <w:ind w:left="0"/>
    </w:pPr>
  </w:style>
  <w:style w:type="character" w:customStyle="1" w:styleId="TexteCar">
    <w:name w:val="Texte Car"/>
    <w:link w:val="Texte"/>
    <w:rsid w:val="00FA5056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002F68"/>
    <w:rPr>
      <w:rFonts w:ascii="Arial" w:eastAsia="Times New Roman" w:hAnsi="Arial" w:cs="Arial"/>
      <w:b/>
      <w:bCs/>
      <w:i/>
      <w:iCs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002F68"/>
    <w:rPr>
      <w:rFonts w:ascii="Arial" w:eastAsia="Times New Roman" w:hAnsi="Arial" w:cs="Arial"/>
      <w:b/>
      <w:bCs/>
      <w:sz w:val="26"/>
      <w:szCs w:val="26"/>
      <w:lang w:eastAsia="fr-FR"/>
    </w:rPr>
  </w:style>
  <w:style w:type="paragraph" w:customStyle="1" w:styleId="Puces">
    <w:name w:val="Puces"/>
    <w:basedOn w:val="Normal"/>
    <w:rsid w:val="00002F68"/>
    <w:pPr>
      <w:numPr>
        <w:numId w:val="12"/>
      </w:numPr>
      <w:tabs>
        <w:tab w:val="num" w:pos="1620"/>
      </w:tabs>
      <w:ind w:left="1620"/>
    </w:pPr>
    <w:rPr>
      <w:sz w:val="24"/>
      <w:szCs w:val="24"/>
    </w:rPr>
  </w:style>
  <w:style w:type="paragraph" w:customStyle="1" w:styleId="question">
    <w:name w:val="question"/>
    <w:basedOn w:val="Texte"/>
    <w:autoRedefine/>
    <w:rsid w:val="00002F68"/>
    <w:pPr>
      <w:numPr>
        <w:ilvl w:val="3"/>
        <w:numId w:val="13"/>
      </w:numPr>
    </w:pPr>
  </w:style>
  <w:style w:type="paragraph" w:styleId="NormalWeb">
    <w:name w:val="Normal (Web)"/>
    <w:basedOn w:val="Normal"/>
    <w:uiPriority w:val="99"/>
    <w:semiHidden/>
    <w:unhideWhenUsed/>
    <w:rsid w:val="008F66EE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C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FA50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002F68"/>
    <w:pPr>
      <w:keepNext/>
      <w:numPr>
        <w:ilvl w:val="1"/>
        <w:numId w:val="1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002F68"/>
    <w:pPr>
      <w:keepNext/>
      <w:numPr>
        <w:ilvl w:val="2"/>
        <w:numId w:val="1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5E5A7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E5A71"/>
  </w:style>
  <w:style w:type="paragraph" w:styleId="Pieddepage">
    <w:name w:val="footer"/>
    <w:basedOn w:val="Normal"/>
    <w:link w:val="PieddepageCar"/>
    <w:uiPriority w:val="99"/>
    <w:unhideWhenUsed/>
    <w:rsid w:val="005E5A7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5A71"/>
  </w:style>
  <w:style w:type="character" w:styleId="Numrodepage">
    <w:name w:val="page number"/>
    <w:basedOn w:val="Policepardfaut"/>
    <w:semiHidden/>
    <w:rsid w:val="005E5A71"/>
  </w:style>
  <w:style w:type="paragraph" w:styleId="Paragraphedeliste">
    <w:name w:val="List Paragraph"/>
    <w:basedOn w:val="Normal"/>
    <w:qFormat/>
    <w:rsid w:val="00625C05"/>
    <w:pPr>
      <w:ind w:left="720"/>
      <w:contextualSpacing/>
    </w:pPr>
  </w:style>
  <w:style w:type="paragraph" w:customStyle="1" w:styleId="Default">
    <w:name w:val="Default"/>
    <w:rsid w:val="00C770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453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A50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5056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1Car">
    <w:name w:val="Titre 1 Car"/>
    <w:basedOn w:val="Policepardfaut"/>
    <w:link w:val="Titre1"/>
    <w:rsid w:val="00FA5056"/>
    <w:rPr>
      <w:rFonts w:ascii="Arial" w:eastAsia="Times New Roman" w:hAnsi="Arial" w:cs="Arial"/>
      <w:b/>
      <w:bCs/>
      <w:kern w:val="32"/>
      <w:sz w:val="32"/>
      <w:szCs w:val="32"/>
      <w:lang w:eastAsia="fr-FR"/>
    </w:rPr>
  </w:style>
  <w:style w:type="paragraph" w:customStyle="1" w:styleId="Texte">
    <w:name w:val="Texte"/>
    <w:basedOn w:val="Normal"/>
    <w:link w:val="TexteCar"/>
    <w:rsid w:val="00FA5056"/>
    <w:pPr>
      <w:ind w:left="540" w:firstLine="360"/>
    </w:pPr>
    <w:rPr>
      <w:sz w:val="24"/>
      <w:szCs w:val="24"/>
    </w:rPr>
  </w:style>
  <w:style w:type="paragraph" w:customStyle="1" w:styleId="Textetableau">
    <w:name w:val="Texte tableau"/>
    <w:basedOn w:val="Texte"/>
    <w:rsid w:val="00FA5056"/>
    <w:pPr>
      <w:ind w:left="0"/>
    </w:pPr>
  </w:style>
  <w:style w:type="character" w:customStyle="1" w:styleId="TexteCar">
    <w:name w:val="Texte Car"/>
    <w:link w:val="Texte"/>
    <w:rsid w:val="00FA5056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002F68"/>
    <w:rPr>
      <w:rFonts w:ascii="Arial" w:eastAsia="Times New Roman" w:hAnsi="Arial" w:cs="Arial"/>
      <w:b/>
      <w:bCs/>
      <w:i/>
      <w:iCs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002F68"/>
    <w:rPr>
      <w:rFonts w:ascii="Arial" w:eastAsia="Times New Roman" w:hAnsi="Arial" w:cs="Arial"/>
      <w:b/>
      <w:bCs/>
      <w:sz w:val="26"/>
      <w:szCs w:val="26"/>
      <w:lang w:eastAsia="fr-FR"/>
    </w:rPr>
  </w:style>
  <w:style w:type="paragraph" w:customStyle="1" w:styleId="Puces">
    <w:name w:val="Puces"/>
    <w:basedOn w:val="Normal"/>
    <w:rsid w:val="00002F68"/>
    <w:pPr>
      <w:numPr>
        <w:numId w:val="12"/>
      </w:numPr>
      <w:tabs>
        <w:tab w:val="num" w:pos="1620"/>
      </w:tabs>
      <w:ind w:left="1620"/>
    </w:pPr>
    <w:rPr>
      <w:sz w:val="24"/>
      <w:szCs w:val="24"/>
    </w:rPr>
  </w:style>
  <w:style w:type="paragraph" w:customStyle="1" w:styleId="question">
    <w:name w:val="question"/>
    <w:basedOn w:val="Texte"/>
    <w:autoRedefine/>
    <w:rsid w:val="00002F68"/>
    <w:pPr>
      <w:numPr>
        <w:ilvl w:val="3"/>
        <w:numId w:val="13"/>
      </w:numPr>
    </w:pPr>
  </w:style>
  <w:style w:type="paragraph" w:styleId="NormalWeb">
    <w:name w:val="Normal (Web)"/>
    <w:basedOn w:val="Normal"/>
    <w:uiPriority w:val="99"/>
    <w:semiHidden/>
    <w:unhideWhenUsed/>
    <w:rsid w:val="008F66EE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\OneDrive\Documents\Mod&#232;les%20Office%20personnalis&#233;s\BTS2%20ADM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8BA0E-F33B-4303-92EA-01269EF8C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BTS2 ADM</Template>
  <TotalTime>128</TotalTime>
  <Pages>1</Pages>
  <Words>734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 MARY</dc:creator>
  <cp:lastModifiedBy>richard</cp:lastModifiedBy>
  <cp:revision>28</cp:revision>
  <cp:lastPrinted>2025-03-04T09:01:00Z</cp:lastPrinted>
  <dcterms:created xsi:type="dcterms:W3CDTF">2025-02-04T16:21:00Z</dcterms:created>
  <dcterms:modified xsi:type="dcterms:W3CDTF">2025-03-04T09:02:00Z</dcterms:modified>
</cp:coreProperties>
</file>