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B55D5B" w14:textId="02EA7C34" w:rsidR="00061D01" w:rsidRPr="0080075A" w:rsidRDefault="0080075A" w:rsidP="00061D01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80075A">
        <w:rPr>
          <w:rFonts w:ascii="Arial" w:hAnsi="Arial" w:cs="Arial"/>
          <w:b/>
          <w:bCs/>
          <w:sz w:val="32"/>
          <w:szCs w:val="32"/>
        </w:rPr>
        <w:t>Attention à l’obstacle !</w:t>
      </w:r>
    </w:p>
    <w:p w14:paraId="6D7B0F92" w14:textId="079AB548" w:rsidR="00076A00" w:rsidRPr="00843B9D" w:rsidRDefault="00503EAF" w:rsidP="0039658C">
      <w:pPr>
        <w:spacing w:after="0" w:line="240" w:lineRule="auto"/>
        <w:rPr>
          <w:rFonts w:ascii="Arial" w:hAnsi="Arial" w:cs="Arial"/>
          <w:color w:val="FF0000"/>
          <w:sz w:val="24"/>
          <w:szCs w:val="24"/>
          <w:u w:val="single"/>
        </w:rPr>
      </w:pPr>
      <w:r w:rsidRPr="00843B9D">
        <w:rPr>
          <w:rFonts w:ascii="Arial" w:hAnsi="Arial" w:cs="Arial"/>
          <w:color w:val="FF0000"/>
          <w:sz w:val="24"/>
          <w:szCs w:val="24"/>
          <w:u w:val="single"/>
        </w:rPr>
        <w:t>Séance 1</w:t>
      </w:r>
      <w:r w:rsidR="00061D01" w:rsidRPr="00843B9D">
        <w:rPr>
          <w:rFonts w:ascii="Arial" w:hAnsi="Arial" w:cs="Arial"/>
          <w:color w:val="FF0000"/>
          <w:sz w:val="24"/>
          <w:szCs w:val="24"/>
          <w:u w:val="single"/>
        </w:rPr>
        <w:t xml:space="preserve">, date du jour </w:t>
      </w:r>
    </w:p>
    <w:p w14:paraId="11F579FA" w14:textId="5529490C" w:rsidR="00061D01" w:rsidRDefault="00061D01" w:rsidP="0039658C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503EAF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B690736" wp14:editId="510E8DC3">
            <wp:simplePos x="0" y="0"/>
            <wp:positionH relativeFrom="column">
              <wp:posOffset>5073650</wp:posOffset>
            </wp:positionH>
            <wp:positionV relativeFrom="paragraph">
              <wp:posOffset>116840</wp:posOffset>
            </wp:positionV>
            <wp:extent cx="1305560" cy="917575"/>
            <wp:effectExtent l="0" t="0" r="8890" b="0"/>
            <wp:wrapSquare wrapText="bothSides"/>
            <wp:docPr id="1852402578" name="Image 1" descr="Une image contenant Pièce auto, moteur, machine, voitu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2402578" name="Image 1" descr="Une image contenant Pièce auto, moteur, machine, voiture&#10;&#10;Description générée automatiquement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5560" cy="917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F0DF0C" w14:textId="60AE6D1B" w:rsidR="00503EAF" w:rsidRPr="00503EAF" w:rsidRDefault="00503EAF" w:rsidP="0039658C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503EAF">
        <w:rPr>
          <w:rFonts w:ascii="Arial" w:hAnsi="Arial" w:cs="Arial"/>
          <w:sz w:val="24"/>
          <w:szCs w:val="24"/>
          <w:u w:val="single"/>
        </w:rPr>
        <w:t>Observation </w:t>
      </w:r>
      <w:r w:rsidR="00DC3124">
        <w:rPr>
          <w:rFonts w:ascii="Arial" w:hAnsi="Arial" w:cs="Arial"/>
          <w:sz w:val="24"/>
          <w:szCs w:val="24"/>
          <w:u w:val="single"/>
        </w:rPr>
        <w:t>du fonctionnement du robot Mbot</w:t>
      </w:r>
      <w:r w:rsidRPr="00503EAF">
        <w:rPr>
          <w:rFonts w:ascii="Arial" w:hAnsi="Arial" w:cs="Arial"/>
          <w:sz w:val="24"/>
          <w:szCs w:val="24"/>
          <w:u w:val="single"/>
        </w:rPr>
        <w:t>:</w:t>
      </w:r>
      <w:r w:rsidRPr="00503EAF">
        <w:rPr>
          <w:noProof/>
          <w:u w:val="single"/>
        </w:rPr>
        <w:t xml:space="preserve"> </w:t>
      </w:r>
    </w:p>
    <w:p w14:paraId="12BE4220" w14:textId="65D77800" w:rsidR="00503EAF" w:rsidRDefault="00061D01" w:rsidP="00503EAF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Après sa mise en marche, l</w:t>
      </w:r>
      <w:r w:rsidR="00503EAF" w:rsidRPr="00503EAF">
        <w:rPr>
          <w:rFonts w:ascii="Arial" w:hAnsi="Arial" w:cs="Arial"/>
          <w:i/>
          <w:iCs/>
          <w:sz w:val="24"/>
          <w:szCs w:val="24"/>
        </w:rPr>
        <w:t xml:space="preserve">e robot se déplace seul, lorsqu’il se trouve à </w:t>
      </w:r>
      <w:r>
        <w:rPr>
          <w:rFonts w:ascii="Arial" w:hAnsi="Arial" w:cs="Arial"/>
          <w:i/>
          <w:iCs/>
          <w:sz w:val="24"/>
          <w:szCs w:val="24"/>
        </w:rPr>
        <w:t>une certaine distance d’</w:t>
      </w:r>
      <w:r w:rsidR="00503EAF" w:rsidRPr="00503EAF">
        <w:rPr>
          <w:rFonts w:ascii="Arial" w:hAnsi="Arial" w:cs="Arial"/>
          <w:i/>
          <w:iCs/>
          <w:sz w:val="24"/>
          <w:szCs w:val="24"/>
        </w:rPr>
        <w:t xml:space="preserve">un obstacle, il s’arrête. </w:t>
      </w:r>
    </w:p>
    <w:p w14:paraId="002F9866" w14:textId="098E3307" w:rsidR="00503EAF" w:rsidRPr="00503EAF" w:rsidRDefault="00503EAF" w:rsidP="00503EAF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503EAF">
        <w:rPr>
          <w:rFonts w:ascii="Arial" w:hAnsi="Arial" w:cs="Arial"/>
          <w:i/>
          <w:iCs/>
          <w:sz w:val="24"/>
          <w:szCs w:val="24"/>
        </w:rPr>
        <w:t xml:space="preserve">On </w:t>
      </w:r>
      <w:r>
        <w:rPr>
          <w:rFonts w:ascii="Arial" w:hAnsi="Arial" w:cs="Arial"/>
          <w:i/>
          <w:iCs/>
          <w:sz w:val="24"/>
          <w:szCs w:val="24"/>
        </w:rPr>
        <w:t>constate</w:t>
      </w:r>
      <w:r w:rsidRPr="00503EAF">
        <w:rPr>
          <w:rFonts w:ascii="Arial" w:hAnsi="Arial" w:cs="Arial"/>
          <w:i/>
          <w:iCs/>
          <w:sz w:val="24"/>
          <w:szCs w:val="24"/>
        </w:rPr>
        <w:t xml:space="preserve"> que </w:t>
      </w:r>
      <w:r w:rsidR="00DC3124">
        <w:rPr>
          <w:rFonts w:ascii="Arial" w:hAnsi="Arial" w:cs="Arial"/>
          <w:i/>
          <w:iCs/>
          <w:sz w:val="24"/>
          <w:szCs w:val="24"/>
        </w:rPr>
        <w:t xml:space="preserve">quand il s’arrête, </w:t>
      </w:r>
      <w:r w:rsidRPr="00503EAF">
        <w:rPr>
          <w:rFonts w:ascii="Arial" w:hAnsi="Arial" w:cs="Arial"/>
          <w:i/>
          <w:iCs/>
          <w:sz w:val="24"/>
          <w:szCs w:val="24"/>
        </w:rPr>
        <w:t>la distance entre le robot et l’obstacle est toujours la même.</w:t>
      </w:r>
    </w:p>
    <w:p w14:paraId="3CF63E46" w14:textId="77777777" w:rsidR="00503EAF" w:rsidRDefault="00503EAF" w:rsidP="00503EA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03EAF">
        <w:rPr>
          <w:rFonts w:ascii="Arial" w:hAnsi="Arial" w:cs="Arial"/>
          <w:sz w:val="24"/>
          <w:szCs w:val="24"/>
        </w:rPr>
        <w:t> </w:t>
      </w:r>
    </w:p>
    <w:p w14:paraId="60540B17" w14:textId="0DD16D0B" w:rsidR="00503EAF" w:rsidRDefault="00503EAF" w:rsidP="00503EA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61D01">
        <w:rPr>
          <w:rFonts w:ascii="Arial" w:hAnsi="Arial" w:cs="Arial"/>
          <w:sz w:val="24"/>
          <w:szCs w:val="24"/>
          <w:u w:val="single"/>
        </w:rPr>
        <w:t>Problème :</w:t>
      </w:r>
      <w:r>
        <w:rPr>
          <w:rFonts w:ascii="Arial" w:hAnsi="Arial" w:cs="Arial"/>
          <w:sz w:val="24"/>
          <w:szCs w:val="24"/>
        </w:rPr>
        <w:t xml:space="preserve"> Pour quelle raison le robot s’arrête</w:t>
      </w:r>
      <w:r w:rsidR="00970EB5">
        <w:rPr>
          <w:rFonts w:ascii="Arial" w:hAnsi="Arial" w:cs="Arial"/>
          <w:sz w:val="24"/>
          <w:szCs w:val="24"/>
        </w:rPr>
        <w:t>-t-il</w:t>
      </w:r>
      <w:r>
        <w:rPr>
          <w:rFonts w:ascii="Arial" w:hAnsi="Arial" w:cs="Arial"/>
          <w:sz w:val="24"/>
          <w:szCs w:val="24"/>
        </w:rPr>
        <w:t xml:space="preserve"> toujours à la même distance d’un obstacle ?</w:t>
      </w:r>
    </w:p>
    <w:p w14:paraId="57CFADBD" w14:textId="77777777" w:rsidR="00061D01" w:rsidRDefault="00061D01" w:rsidP="00503EA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47DA340" w14:textId="43E8DF6A" w:rsidR="00503EAF" w:rsidRPr="00061D01" w:rsidRDefault="00061D01" w:rsidP="00503EAF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P</w:t>
      </w:r>
      <w:r w:rsidR="00503EAF" w:rsidRPr="00061D01">
        <w:rPr>
          <w:rFonts w:ascii="Arial" w:hAnsi="Arial" w:cs="Arial"/>
          <w:sz w:val="24"/>
          <w:szCs w:val="24"/>
          <w:u w:val="single"/>
        </w:rPr>
        <w:t>ropositions</w:t>
      </w:r>
    </w:p>
    <w:p w14:paraId="401B31AC" w14:textId="60D62566" w:rsidR="00503EAF" w:rsidRDefault="00503EAF" w:rsidP="00503EA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pense qu’il est programmé pour toujours s’arrêter à la même distance d’un obstacle</w:t>
      </w:r>
    </w:p>
    <w:p w14:paraId="685609A7" w14:textId="513A463B" w:rsidR="00503EAF" w:rsidRDefault="00105CB2" w:rsidP="00503EA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pense que le robot </w:t>
      </w:r>
      <w:r w:rsidR="00503EAF">
        <w:rPr>
          <w:rFonts w:ascii="Arial" w:hAnsi="Arial" w:cs="Arial"/>
          <w:sz w:val="24"/>
          <w:szCs w:val="24"/>
        </w:rPr>
        <w:t>mesure la distance qui le sépare d’un obstacle</w:t>
      </w:r>
    </w:p>
    <w:p w14:paraId="5FAAD58F" w14:textId="6FD291A7" w:rsidR="00503EAF" w:rsidRDefault="00503EAF" w:rsidP="00503EA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Quand</w:t>
      </w:r>
      <w:r w:rsidR="00105CB2">
        <w:rPr>
          <w:rFonts w:ascii="Arial" w:hAnsi="Arial" w:cs="Arial"/>
          <w:sz w:val="24"/>
          <w:szCs w:val="24"/>
        </w:rPr>
        <w:t xml:space="preserve"> le robot</w:t>
      </w:r>
      <w:r>
        <w:rPr>
          <w:rFonts w:ascii="Arial" w:hAnsi="Arial" w:cs="Arial"/>
          <w:sz w:val="24"/>
          <w:szCs w:val="24"/>
        </w:rPr>
        <w:t xml:space="preserve"> voit l’obstacle il s’arrête</w:t>
      </w:r>
    </w:p>
    <w:p w14:paraId="7C793E16" w14:textId="2C3DA656" w:rsidR="00503EAF" w:rsidRPr="007303CB" w:rsidRDefault="00503EAF" w:rsidP="00503EA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96DEEDC" w14:textId="1E43DCAF" w:rsidR="00503EAF" w:rsidRPr="00061D01" w:rsidRDefault="00503EAF" w:rsidP="00503EAF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061D01">
        <w:rPr>
          <w:rFonts w:ascii="Arial" w:hAnsi="Arial" w:cs="Arial"/>
          <w:sz w:val="24"/>
          <w:szCs w:val="24"/>
          <w:u w:val="single"/>
        </w:rPr>
        <w:t>Investigation</w:t>
      </w:r>
      <w:r w:rsidR="00061D01">
        <w:rPr>
          <w:rFonts w:ascii="Arial" w:hAnsi="Arial" w:cs="Arial"/>
          <w:sz w:val="24"/>
          <w:szCs w:val="24"/>
          <w:u w:val="single"/>
        </w:rPr>
        <w:t>s</w:t>
      </w:r>
    </w:p>
    <w:p w14:paraId="59D4DC93" w14:textId="18455984" w:rsidR="00503EAF" w:rsidRDefault="00AC12CD" w:rsidP="00503EA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Ouverture et lecture du</w:t>
      </w:r>
      <w:r w:rsidR="007303CB">
        <w:rPr>
          <w:rFonts w:ascii="Arial" w:hAnsi="Arial" w:cs="Arial"/>
          <w:sz w:val="24"/>
          <w:szCs w:val="24"/>
        </w:rPr>
        <w:t xml:space="preserve"> fichier</w:t>
      </w:r>
      <w:r w:rsidR="00503EAF">
        <w:rPr>
          <w:rFonts w:ascii="Arial" w:hAnsi="Arial" w:cs="Arial"/>
          <w:sz w:val="24"/>
          <w:szCs w:val="24"/>
        </w:rPr>
        <w:t xml:space="preserve"> « </w:t>
      </w:r>
      <w:r w:rsidR="007303CB">
        <w:rPr>
          <w:rFonts w:ascii="Arial" w:hAnsi="Arial" w:cs="Arial"/>
          <w:sz w:val="24"/>
          <w:szCs w:val="24"/>
        </w:rPr>
        <w:t>programme</w:t>
      </w:r>
      <w:r w:rsidR="00503EAF">
        <w:rPr>
          <w:rFonts w:ascii="Arial" w:hAnsi="Arial" w:cs="Arial"/>
          <w:sz w:val="24"/>
          <w:szCs w:val="24"/>
        </w:rPr>
        <w:t>1 »</w:t>
      </w:r>
    </w:p>
    <w:p w14:paraId="2C606A7B" w14:textId="2DEC8D4A" w:rsidR="00503EAF" w:rsidRDefault="00503EAF" w:rsidP="007303C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F8E1D60" w14:textId="1F83E38C" w:rsidR="007303CB" w:rsidRDefault="00C41458" w:rsidP="007303C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5E95CC2" wp14:editId="5E3F3CD8">
            <wp:extent cx="5562600" cy="2681379"/>
            <wp:effectExtent l="0" t="0" r="0" b="5080"/>
            <wp:docPr id="665390152" name="Image 1" descr="Une image contenant texte, capture d’écran, Police, Parallè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5390152" name="Image 1" descr="Une image contenant texte, capture d’écran, Police, Parallèl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2681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514A623A" w14:textId="08276B4D" w:rsidR="00503EAF" w:rsidRPr="00503EAF" w:rsidRDefault="00061D01" w:rsidP="00503EA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 que je comprends du programme : </w:t>
      </w:r>
    </w:p>
    <w:p w14:paraId="4075DF16" w14:textId="097B670A" w:rsidR="00503EAF" w:rsidRDefault="007303CB" w:rsidP="0039658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Quand le bouton est sur « on », le programme</w:t>
      </w:r>
      <w:r w:rsidR="00061D01">
        <w:rPr>
          <w:rFonts w:ascii="Arial" w:hAnsi="Arial" w:cs="Arial"/>
          <w:sz w:val="24"/>
          <w:szCs w:val="24"/>
        </w:rPr>
        <w:t xml:space="preserve"> permet au robot </w:t>
      </w:r>
      <w:r>
        <w:rPr>
          <w:rFonts w:ascii="Arial" w:hAnsi="Arial" w:cs="Arial"/>
          <w:sz w:val="24"/>
          <w:szCs w:val="24"/>
        </w:rPr>
        <w:t xml:space="preserve">d’avancer s’il n’y a pas d’obstacle et </w:t>
      </w:r>
      <w:r w:rsidR="00061D01">
        <w:rPr>
          <w:rFonts w:ascii="Arial" w:hAnsi="Arial" w:cs="Arial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 xml:space="preserve"> s’arrêter devant un obstacle.</w:t>
      </w:r>
    </w:p>
    <w:p w14:paraId="5F571895" w14:textId="2609E261" w:rsidR="00061D01" w:rsidRDefault="007303CB" w:rsidP="0039658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est indiqué la valeur « 5 » dans le programme, cela correspond à 5 cm qui est toujours la distance d’arrêt entre le robot et l’obstacle.</w:t>
      </w:r>
    </w:p>
    <w:p w14:paraId="402B87FB" w14:textId="77777777" w:rsidR="00061D01" w:rsidRDefault="00061D01" w:rsidP="0039658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F10DAAF" w14:textId="643E65EC" w:rsidR="00875084" w:rsidRDefault="00875084" w:rsidP="0039658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Dans le programme, si je change le « 5 » en « 10 » je constate que le robot s’arrête à 10 cm de l’obstacle.</w:t>
      </w:r>
    </w:p>
    <w:p w14:paraId="3E278D79" w14:textId="77777777" w:rsidR="00875084" w:rsidRDefault="00875084" w:rsidP="0039658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07F119D" w14:textId="4D4451B2" w:rsidR="00970EB5" w:rsidRPr="00843B9D" w:rsidRDefault="00970EB5" w:rsidP="0039658C">
      <w:pPr>
        <w:spacing w:after="0" w:line="240" w:lineRule="auto"/>
        <w:rPr>
          <w:rFonts w:ascii="Arial" w:hAnsi="Arial" w:cs="Arial"/>
          <w:color w:val="FF0000"/>
          <w:sz w:val="24"/>
          <w:szCs w:val="24"/>
          <w:u w:val="single"/>
        </w:rPr>
      </w:pPr>
      <w:r w:rsidRPr="00843B9D">
        <w:rPr>
          <w:rFonts w:ascii="Arial" w:hAnsi="Arial" w:cs="Arial"/>
          <w:color w:val="FF0000"/>
          <w:sz w:val="24"/>
          <w:szCs w:val="24"/>
          <w:u w:val="single"/>
        </w:rPr>
        <w:t>Séance 2</w:t>
      </w:r>
      <w:r w:rsidR="00843B9D" w:rsidRPr="00843B9D">
        <w:rPr>
          <w:rFonts w:ascii="Arial" w:hAnsi="Arial" w:cs="Arial"/>
          <w:color w:val="FF0000"/>
          <w:sz w:val="24"/>
          <w:szCs w:val="24"/>
          <w:u w:val="single"/>
        </w:rPr>
        <w:t>, d</w:t>
      </w:r>
      <w:r w:rsidRPr="00843B9D">
        <w:rPr>
          <w:rFonts w:ascii="Arial" w:hAnsi="Arial" w:cs="Arial"/>
          <w:color w:val="FF0000"/>
          <w:sz w:val="24"/>
          <w:szCs w:val="24"/>
          <w:u w:val="single"/>
        </w:rPr>
        <w:t>ate du jour</w:t>
      </w:r>
    </w:p>
    <w:p w14:paraId="161887C6" w14:textId="77777777" w:rsidR="0065191E" w:rsidRDefault="0065191E" w:rsidP="0065191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1F5AED8" w14:textId="1660AEA4" w:rsidR="0065191E" w:rsidRPr="00D868B8" w:rsidRDefault="0065191E" w:rsidP="0065191E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D868B8">
        <w:rPr>
          <w:rFonts w:ascii="Arial" w:hAnsi="Arial" w:cs="Arial"/>
          <w:sz w:val="24"/>
          <w:szCs w:val="24"/>
          <w:u w:val="single"/>
        </w:rPr>
        <w:t>Définition d’un capteur</w:t>
      </w:r>
    </w:p>
    <w:p w14:paraId="19414C11" w14:textId="77777777" w:rsidR="0065191E" w:rsidRDefault="0065191E" w:rsidP="0065191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 capteur permet de mesurer une grandeur physique : la vitesse, la température, la distance, la luminosité, l’humidité, le bruit, …</w:t>
      </w:r>
    </w:p>
    <w:p w14:paraId="12BC3113" w14:textId="74E273DD" w:rsidR="00970EB5" w:rsidRDefault="00970EB5" w:rsidP="0039658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DDCFD80" w14:textId="77777777" w:rsidR="00970EB5" w:rsidRPr="00843B9D" w:rsidRDefault="00970EB5" w:rsidP="0039658C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843B9D">
        <w:rPr>
          <w:rFonts w:ascii="Arial" w:hAnsi="Arial" w:cs="Arial"/>
          <w:sz w:val="24"/>
          <w:szCs w:val="24"/>
          <w:u w:val="single"/>
        </w:rPr>
        <w:t xml:space="preserve">Problèmes : </w:t>
      </w:r>
    </w:p>
    <w:p w14:paraId="41A92222" w14:textId="1357B36E" w:rsidR="00970EB5" w:rsidRDefault="00970EB5" w:rsidP="0039658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1-comment  vérifier</w:t>
      </w:r>
      <w:r w:rsidR="00E21E76">
        <w:rPr>
          <w:rFonts w:ascii="Arial" w:hAnsi="Arial" w:cs="Arial"/>
          <w:sz w:val="24"/>
          <w:szCs w:val="24"/>
        </w:rPr>
        <w:t>, mesurer,</w:t>
      </w:r>
      <w:r>
        <w:rPr>
          <w:rFonts w:ascii="Arial" w:hAnsi="Arial" w:cs="Arial"/>
          <w:sz w:val="24"/>
          <w:szCs w:val="24"/>
        </w:rPr>
        <w:t xml:space="preserve"> la distance d’arrêt du robot devant un obstacle ? </w:t>
      </w:r>
    </w:p>
    <w:p w14:paraId="1BA9555D" w14:textId="64C6C155" w:rsidR="00970EB5" w:rsidRDefault="00970EB5" w:rsidP="0039658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2-la distance d’arrêt est-elle modifiable ?</w:t>
      </w:r>
    </w:p>
    <w:p w14:paraId="7E50834F" w14:textId="77777777" w:rsidR="00970EB5" w:rsidRDefault="00970EB5" w:rsidP="0039658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E4BA436" w14:textId="75C4BE10" w:rsidR="00970EB5" w:rsidRPr="002E6BCC" w:rsidRDefault="00970EB5" w:rsidP="0039658C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2E6BCC">
        <w:rPr>
          <w:rFonts w:ascii="Arial" w:hAnsi="Arial" w:cs="Arial"/>
          <w:sz w:val="24"/>
          <w:szCs w:val="24"/>
          <w:u w:val="single"/>
        </w:rPr>
        <w:t xml:space="preserve">Propositions </w:t>
      </w:r>
    </w:p>
    <w:p w14:paraId="2F66AB35" w14:textId="3AB87F6F" w:rsidR="00970EB5" w:rsidRDefault="00970EB5" w:rsidP="002E6BCC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1-Je pense qu’il faut la mesurer avec un double décimètre</w:t>
      </w:r>
    </w:p>
    <w:p w14:paraId="1E6D070C" w14:textId="6648C602" w:rsidR="00970EB5" w:rsidRDefault="00970EB5" w:rsidP="002E6BCC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2-Je pense qu’il est impossible de changer cette distance</w:t>
      </w:r>
    </w:p>
    <w:p w14:paraId="29C921D4" w14:textId="685471ED" w:rsidR="00970EB5" w:rsidRDefault="00970EB5" w:rsidP="002E6BCC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2-Je pense qu’il est possible de changer cette distance dans </w:t>
      </w:r>
      <w:r w:rsidR="00E21E76">
        <w:rPr>
          <w:rFonts w:ascii="Arial" w:hAnsi="Arial" w:cs="Arial"/>
          <w:sz w:val="24"/>
          <w:szCs w:val="24"/>
        </w:rPr>
        <w:t>le</w:t>
      </w:r>
      <w:r>
        <w:rPr>
          <w:rFonts w:ascii="Arial" w:hAnsi="Arial" w:cs="Arial"/>
          <w:sz w:val="24"/>
          <w:szCs w:val="24"/>
        </w:rPr>
        <w:t xml:space="preserve"> programme</w:t>
      </w:r>
    </w:p>
    <w:p w14:paraId="670FE8A1" w14:textId="77777777" w:rsidR="00970EB5" w:rsidRDefault="00970EB5" w:rsidP="0039658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0D0DE4A" w14:textId="76913695" w:rsidR="00970EB5" w:rsidRPr="002E6BCC" w:rsidRDefault="00970EB5" w:rsidP="0039658C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2E6BCC">
        <w:rPr>
          <w:rFonts w:ascii="Arial" w:hAnsi="Arial" w:cs="Arial"/>
          <w:sz w:val="24"/>
          <w:szCs w:val="24"/>
          <w:u w:val="single"/>
        </w:rPr>
        <w:t>Investigations</w:t>
      </w:r>
    </w:p>
    <w:p w14:paraId="4A852D01" w14:textId="4B399BA4" w:rsidR="00970EB5" w:rsidRDefault="00970EB5" w:rsidP="0039658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Nous effectuons un protocole de test</w:t>
      </w:r>
    </w:p>
    <w:p w14:paraId="5AB5D746" w14:textId="77777777" w:rsidR="00843B9D" w:rsidRDefault="00843B9D" w:rsidP="0039658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19BB168" w14:textId="57844F5E" w:rsidR="00970EB5" w:rsidRDefault="00970EB5" w:rsidP="0039658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12A8A">
        <w:rPr>
          <w:rFonts w:ascii="Arial" w:hAnsi="Arial" w:cs="Arial"/>
          <w:b/>
          <w:bCs/>
          <w:noProof/>
          <w:sz w:val="24"/>
          <w:szCs w:val="24"/>
          <w:u w:val="single"/>
        </w:rPr>
        <w:drawing>
          <wp:inline distT="0" distB="0" distL="0" distR="0" wp14:anchorId="09E5BD4A" wp14:editId="4D9B8830">
            <wp:extent cx="5962650" cy="1587229"/>
            <wp:effectExtent l="19050" t="19050" r="19050" b="13335"/>
            <wp:docPr id="115690054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6900546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24104" cy="160358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5FC404F" w14:textId="77777777" w:rsidR="006A0F9F" w:rsidRDefault="006A0F9F" w:rsidP="0039658C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14:paraId="2B584F5B" w14:textId="7D33C43D" w:rsidR="00970EB5" w:rsidRPr="002E6BCC" w:rsidRDefault="00970EB5" w:rsidP="0039658C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2E6BCC">
        <w:rPr>
          <w:rFonts w:ascii="Arial" w:hAnsi="Arial" w:cs="Arial"/>
          <w:sz w:val="24"/>
          <w:szCs w:val="24"/>
          <w:u w:val="single"/>
        </w:rPr>
        <w:t>Bilan du test</w:t>
      </w:r>
    </w:p>
    <w:p w14:paraId="69D5356C" w14:textId="0D5B80CD" w:rsidR="00970EB5" w:rsidRDefault="00970EB5" w:rsidP="0039658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valeur d’arrêt indiquée dans le programme est proche de la distance réelle constatée, il y a entre 2 mm et 8 mm d’écart entre les 2.</w:t>
      </w:r>
    </w:p>
    <w:p w14:paraId="7FC9D653" w14:textId="77777777" w:rsidR="00843B9D" w:rsidRDefault="00843B9D" w:rsidP="00843B9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C’est un capteur de distance qui permet d’arrêter le robot à une distance fixée dans le programme.</w:t>
      </w:r>
    </w:p>
    <w:p w14:paraId="62BBCBE9" w14:textId="77777777" w:rsidR="00843B9D" w:rsidRDefault="00843B9D" w:rsidP="006A0F9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16A95FE" w14:textId="32170359" w:rsidR="00843B9D" w:rsidRPr="00843B9D" w:rsidRDefault="00843B9D" w:rsidP="00843B9D">
      <w:pPr>
        <w:spacing w:after="0" w:line="240" w:lineRule="auto"/>
        <w:rPr>
          <w:rFonts w:ascii="Arial" w:hAnsi="Arial" w:cs="Arial"/>
          <w:color w:val="FF0000"/>
          <w:sz w:val="24"/>
          <w:szCs w:val="24"/>
          <w:u w:val="single"/>
        </w:rPr>
      </w:pPr>
      <w:r w:rsidRPr="00843B9D">
        <w:rPr>
          <w:rFonts w:ascii="Arial" w:hAnsi="Arial" w:cs="Arial"/>
          <w:color w:val="FF0000"/>
          <w:sz w:val="24"/>
          <w:szCs w:val="24"/>
          <w:u w:val="single"/>
        </w:rPr>
        <w:t xml:space="preserve">Séance </w:t>
      </w:r>
      <w:r>
        <w:rPr>
          <w:rFonts w:ascii="Arial" w:hAnsi="Arial" w:cs="Arial"/>
          <w:color w:val="FF0000"/>
          <w:sz w:val="24"/>
          <w:szCs w:val="24"/>
          <w:u w:val="single"/>
        </w:rPr>
        <w:t>3</w:t>
      </w:r>
      <w:r w:rsidRPr="00843B9D">
        <w:rPr>
          <w:rFonts w:ascii="Arial" w:hAnsi="Arial" w:cs="Arial"/>
          <w:color w:val="FF0000"/>
          <w:sz w:val="24"/>
          <w:szCs w:val="24"/>
          <w:u w:val="single"/>
        </w:rPr>
        <w:t>, date du jour</w:t>
      </w:r>
    </w:p>
    <w:p w14:paraId="3C3C6A24" w14:textId="77777777" w:rsidR="00843B9D" w:rsidRDefault="00843B9D" w:rsidP="00843B9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A371EB1" w14:textId="77777777" w:rsidR="00843B9D" w:rsidRDefault="00843B9D" w:rsidP="00843B9D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843B9D">
        <w:rPr>
          <w:rFonts w:ascii="Arial" w:hAnsi="Arial" w:cs="Arial"/>
          <w:sz w:val="24"/>
          <w:szCs w:val="24"/>
          <w:u w:val="single"/>
        </w:rPr>
        <w:t>Rappel </w:t>
      </w:r>
    </w:p>
    <w:p w14:paraId="010923FE" w14:textId="4B6970DD" w:rsidR="00843B9D" w:rsidRDefault="00843B9D" w:rsidP="00843B9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Nous avons constaté une différence entre la distance d’arrêt programmée et la distance réelle d’arrêt du robot avec un obstacle.</w:t>
      </w:r>
    </w:p>
    <w:p w14:paraId="2C96C55E" w14:textId="77777777" w:rsidR="00843B9D" w:rsidRDefault="00843B9D" w:rsidP="00843B9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FC19F8C" w14:textId="6E422E4E" w:rsidR="00843B9D" w:rsidRDefault="00843B9D" w:rsidP="00843B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B9D">
        <w:rPr>
          <w:rFonts w:ascii="Arial" w:hAnsi="Arial" w:cs="Arial"/>
          <w:sz w:val="24"/>
          <w:szCs w:val="24"/>
          <w:u w:val="single"/>
        </w:rPr>
        <w:t>Problème </w:t>
      </w:r>
    </w:p>
    <w:p w14:paraId="399ACB65" w14:textId="6E607F04" w:rsidR="00843B9D" w:rsidRDefault="00843B9D" w:rsidP="00843B9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Quel est l’écart en % entre la valeur programmée et la valeur réelle ?</w:t>
      </w:r>
    </w:p>
    <w:p w14:paraId="7C7B14E8" w14:textId="77777777" w:rsidR="00843B9D" w:rsidRDefault="00843B9D" w:rsidP="00843B9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6B3A8EC" w14:textId="7773B292" w:rsidR="00843B9D" w:rsidRPr="00843B9D" w:rsidRDefault="00843B9D" w:rsidP="00843B9D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843B9D">
        <w:rPr>
          <w:rFonts w:ascii="Arial" w:hAnsi="Arial" w:cs="Arial"/>
          <w:sz w:val="24"/>
          <w:szCs w:val="24"/>
          <w:u w:val="single"/>
        </w:rPr>
        <w:t>Proposition</w:t>
      </w:r>
    </w:p>
    <w:p w14:paraId="649E7294" w14:textId="2F378646" w:rsidR="00843B9D" w:rsidRDefault="00843B9D" w:rsidP="0080075A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Environ 10 %</w:t>
      </w:r>
      <w:r w:rsidR="0080075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Environ 1%</w:t>
      </w:r>
    </w:p>
    <w:p w14:paraId="10FAC65C" w14:textId="77777777" w:rsidR="00843B9D" w:rsidRDefault="00843B9D" w:rsidP="00843B9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923BEDF" w14:textId="1E2D3C2E" w:rsidR="00843B9D" w:rsidRPr="00843B9D" w:rsidRDefault="00843B9D" w:rsidP="00843B9D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843B9D">
        <w:rPr>
          <w:rFonts w:ascii="Arial" w:hAnsi="Arial" w:cs="Arial"/>
          <w:sz w:val="24"/>
          <w:szCs w:val="24"/>
          <w:u w:val="single"/>
        </w:rPr>
        <w:t>Investigation</w:t>
      </w:r>
    </w:p>
    <w:p w14:paraId="73C83B39" w14:textId="60874687" w:rsidR="00843B9D" w:rsidRDefault="00843B9D" w:rsidP="00843B9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A0F9F">
        <w:rPr>
          <w:rFonts w:ascii="Arial" w:hAnsi="Arial" w:cs="Arial"/>
          <w:noProof/>
          <w:sz w:val="24"/>
          <w:szCs w:val="24"/>
          <w:u w:val="single"/>
        </w:rPr>
        <w:drawing>
          <wp:inline distT="0" distB="0" distL="0" distR="0" wp14:anchorId="47A9F7B1" wp14:editId="5E901658">
            <wp:extent cx="5113463" cy="1539373"/>
            <wp:effectExtent l="0" t="0" r="0" b="3810"/>
            <wp:docPr id="50901331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9013319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13463" cy="1539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3939D7" w14:textId="77777777" w:rsidR="00843B9D" w:rsidRDefault="00843B9D" w:rsidP="006A0F9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7AAB031" w14:textId="77777777" w:rsidR="00C41458" w:rsidRPr="00C41458" w:rsidRDefault="00C41458" w:rsidP="006A0F9F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C41458">
        <w:rPr>
          <w:rFonts w:ascii="Arial" w:hAnsi="Arial" w:cs="Arial"/>
          <w:sz w:val="24"/>
          <w:szCs w:val="24"/>
          <w:u w:val="single"/>
        </w:rPr>
        <w:t>Bilan :</w:t>
      </w:r>
    </w:p>
    <w:p w14:paraId="077CC973" w14:textId="7CE6A73C" w:rsidR="006A0F9F" w:rsidRDefault="006A0F9F" w:rsidP="006A0F9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L’écart entre la distance programmée et la valeur réelle mesurée est de 2% au minimum et de 4% au maximum il y a donc un « défaut » moyen de  </w:t>
      </w:r>
      <w:r w:rsidR="00843B9D">
        <w:rPr>
          <w:rFonts w:ascii="Arial" w:hAnsi="Arial" w:cs="Arial"/>
          <w:sz w:val="24"/>
          <w:szCs w:val="24"/>
        </w:rPr>
        <w:t>3.14</w:t>
      </w:r>
      <w:r>
        <w:rPr>
          <w:rFonts w:ascii="Arial" w:hAnsi="Arial" w:cs="Arial"/>
          <w:sz w:val="24"/>
          <w:szCs w:val="24"/>
        </w:rPr>
        <w:t>% entre la mesure réelle et la valeur programmée.</w:t>
      </w:r>
    </w:p>
    <w:p w14:paraId="041D9C9E" w14:textId="1CB1E4B7" w:rsidR="002E6BCC" w:rsidRDefault="002E6BCC" w:rsidP="0039658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0FEDFF6" w14:textId="3D862C96" w:rsidR="00970EB5" w:rsidRPr="009C23CD" w:rsidRDefault="002E6BCC" w:rsidP="0039658C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9C23CD">
        <w:rPr>
          <w:rFonts w:ascii="Arial" w:hAnsi="Arial" w:cs="Arial"/>
          <w:sz w:val="24"/>
          <w:szCs w:val="24"/>
          <w:u w:val="single"/>
        </w:rPr>
        <w:t xml:space="preserve">Définition d’un </w:t>
      </w:r>
      <w:r w:rsidR="00970EB5" w:rsidRPr="009C23CD">
        <w:rPr>
          <w:rFonts w:ascii="Arial" w:hAnsi="Arial" w:cs="Arial"/>
          <w:sz w:val="24"/>
          <w:szCs w:val="24"/>
          <w:u w:val="single"/>
        </w:rPr>
        <w:t>capteur :</w:t>
      </w:r>
    </w:p>
    <w:p w14:paraId="6E0E3E8D" w14:textId="12927368" w:rsidR="009C23CD" w:rsidRPr="009C23CD" w:rsidRDefault="009C23CD" w:rsidP="009C23CD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9C23CD">
        <w:rPr>
          <w:rFonts w:ascii="Arial" w:hAnsi="Arial" w:cs="Arial"/>
          <w:i/>
          <w:iCs/>
          <w:sz w:val="24"/>
          <w:szCs w:val="24"/>
        </w:rPr>
        <w:t xml:space="preserve">Un capteur est un dispositif qui détecte des informations afin de donner des informations à un objet. </w:t>
      </w:r>
    </w:p>
    <w:p w14:paraId="33828915" w14:textId="5C556DEF" w:rsidR="009C23CD" w:rsidRPr="009C23CD" w:rsidRDefault="009C23CD" w:rsidP="009C23CD">
      <w:pPr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  <w:r w:rsidRPr="009C23CD">
        <w:rPr>
          <w:rFonts w:ascii="Arial" w:hAnsi="Arial" w:cs="Arial"/>
          <w:b/>
          <w:bCs/>
          <w:i/>
          <w:iCs/>
          <w:sz w:val="24"/>
          <w:szCs w:val="24"/>
        </w:rPr>
        <w:t>Exemple</w:t>
      </w:r>
      <w:r>
        <w:rPr>
          <w:rFonts w:ascii="Arial" w:hAnsi="Arial" w:cs="Arial"/>
          <w:b/>
          <w:bCs/>
          <w:i/>
          <w:iCs/>
          <w:sz w:val="24"/>
          <w:szCs w:val="24"/>
        </w:rPr>
        <w:t>s</w:t>
      </w:r>
      <w:r w:rsidR="00843B9D">
        <w:rPr>
          <w:rFonts w:ascii="Arial" w:hAnsi="Arial" w:cs="Arial"/>
          <w:b/>
          <w:bCs/>
          <w:i/>
          <w:iCs/>
          <w:sz w:val="24"/>
          <w:szCs w:val="24"/>
        </w:rPr>
        <w:t xml:space="preserve"> de capteurs</w:t>
      </w:r>
      <w:r w:rsidRPr="009C23CD">
        <w:rPr>
          <w:rFonts w:ascii="Arial" w:hAnsi="Arial" w:cs="Arial"/>
          <w:b/>
          <w:bCs/>
          <w:i/>
          <w:iCs/>
          <w:sz w:val="24"/>
          <w:szCs w:val="24"/>
        </w:rPr>
        <w:t xml:space="preserve"> : </w:t>
      </w:r>
    </w:p>
    <w:p w14:paraId="31D1A6CC" w14:textId="3CF053A7" w:rsidR="009C23CD" w:rsidRPr="009C23CD" w:rsidRDefault="009C23CD" w:rsidP="009C23CD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9C23CD">
        <w:rPr>
          <w:rFonts w:ascii="Arial" w:hAnsi="Arial" w:cs="Arial"/>
          <w:i/>
          <w:iCs/>
          <w:sz w:val="24"/>
          <w:szCs w:val="24"/>
        </w:rPr>
        <w:t>Capteur de luminosité : la lampe s’allume lorsqu’il fait noir.</w:t>
      </w:r>
    </w:p>
    <w:p w14:paraId="52F8B47A" w14:textId="2DF6DA88" w:rsidR="009C23CD" w:rsidRDefault="006730CA" w:rsidP="009C23C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30CA">
        <w:rPr>
          <w:rFonts w:ascii="Arial" w:hAnsi="Arial" w:cs="Arial"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 wp14:anchorId="1EA54668" wp14:editId="7CAC47E9">
            <wp:simplePos x="0" y="0"/>
            <wp:positionH relativeFrom="column">
              <wp:posOffset>3078090</wp:posOffset>
            </wp:positionH>
            <wp:positionV relativeFrom="paragraph">
              <wp:posOffset>274320</wp:posOffset>
            </wp:positionV>
            <wp:extent cx="1013849" cy="944880"/>
            <wp:effectExtent l="0" t="0" r="0" b="7620"/>
            <wp:wrapNone/>
            <wp:docPr id="1149697598" name="Image 1" descr="Une image contenant caméra&#10;&#10;Description générée automatiquement avec une confiance moyen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9697598" name="Image 1" descr="Une image contenant caméra&#10;&#10;Description générée automatiquement avec une confiance moyenn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6418" cy="9472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23CD">
        <w:rPr>
          <w:rFonts w:ascii="Arial" w:hAnsi="Arial" w:cs="Arial"/>
          <w:sz w:val="24"/>
          <w:szCs w:val="24"/>
        </w:rPr>
        <w:t>Capteur de distance du robot Mbot : permet de mesurer la distance avec un obstacle pour lui permettre de s’arrêter</w:t>
      </w:r>
    </w:p>
    <w:p w14:paraId="0C6590ED" w14:textId="46AD144C" w:rsidR="0080075A" w:rsidRPr="009C23CD" w:rsidRDefault="0080075A" w:rsidP="009C23C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3244666" w14:textId="6FB92CC1" w:rsidR="002E6BCC" w:rsidRPr="0039658C" w:rsidRDefault="006730CA" w:rsidP="0039658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2D3C">
        <w:rPr>
          <w:rFonts w:ascii="Arial" w:hAnsi="Arial" w:cs="Arial"/>
          <w:sz w:val="24"/>
          <w:szCs w:val="24"/>
        </w:rPr>
        <w:drawing>
          <wp:inline distT="0" distB="0" distL="0" distR="0" wp14:anchorId="7A5D7CDD" wp14:editId="6F8C36B3">
            <wp:extent cx="2415540" cy="1666240"/>
            <wp:effectExtent l="0" t="0" r="3810" b="0"/>
            <wp:docPr id="901232586" name="Image 1" descr="Une image contenant roue, Pièce auto, pneu, joue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1232586" name="Image 1" descr="Une image contenant roue, Pièce auto, pneu, jouet&#10;&#10;Description générée automatiquement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5540" cy="166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E2D3C" w:rsidRPr="0080075A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3B9FED6C" wp14:editId="506A5C9E">
            <wp:extent cx="2449830" cy="914400"/>
            <wp:effectExtent l="19050" t="19050" r="26670" b="19050"/>
            <wp:docPr id="2052" name="Picture 4" descr="Une image contenant capture d’écran, cercle, texte, diagramm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A4552D2F-2E28-8950-46D2-1FF338F477C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4" descr="Une image contenant capture d’écran, cercle, texte, diagramme&#10;&#10;Description générée automatiquement">
                      <a:extLst>
                        <a:ext uri="{FF2B5EF4-FFF2-40B4-BE49-F238E27FC236}">
                          <a16:creationId xmlns:a16="http://schemas.microsoft.com/office/drawing/2014/main" id="{A4552D2F-2E28-8950-46D2-1FF338F477C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9830" cy="914400"/>
                    </a:xfrm>
                    <a:prstGeom prst="rect">
                      <a:avLst/>
                    </a:prstGeom>
                    <a:noFill/>
                    <a:ln w="6350" algn="ctr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4E2D3C">
        <w:rPr>
          <w:rFonts w:ascii="Arial" w:hAnsi="Arial" w:cs="Arial"/>
          <w:sz w:val="24"/>
          <w:szCs w:val="24"/>
        </w:rPr>
        <w:tab/>
      </w:r>
    </w:p>
    <w:sectPr w:rsidR="002E6BCC" w:rsidRPr="0039658C" w:rsidSect="003965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EAF"/>
    <w:rsid w:val="00061D01"/>
    <w:rsid w:val="00076A00"/>
    <w:rsid w:val="00105CB2"/>
    <w:rsid w:val="002E6BCC"/>
    <w:rsid w:val="002F6471"/>
    <w:rsid w:val="00304B07"/>
    <w:rsid w:val="0038316C"/>
    <w:rsid w:val="0039658C"/>
    <w:rsid w:val="003A4C83"/>
    <w:rsid w:val="004E2D3C"/>
    <w:rsid w:val="00503EAF"/>
    <w:rsid w:val="00613CF3"/>
    <w:rsid w:val="0065191E"/>
    <w:rsid w:val="006730CA"/>
    <w:rsid w:val="00676987"/>
    <w:rsid w:val="006A0F9F"/>
    <w:rsid w:val="007303CB"/>
    <w:rsid w:val="0080075A"/>
    <w:rsid w:val="00843B9D"/>
    <w:rsid w:val="00875084"/>
    <w:rsid w:val="0092722C"/>
    <w:rsid w:val="00970EB5"/>
    <w:rsid w:val="009C23CD"/>
    <w:rsid w:val="00A14E66"/>
    <w:rsid w:val="00AC12CD"/>
    <w:rsid w:val="00C41458"/>
    <w:rsid w:val="00D868B8"/>
    <w:rsid w:val="00DC3124"/>
    <w:rsid w:val="00E21E76"/>
    <w:rsid w:val="00FA1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F9FA3"/>
  <w15:chartTrackingRefBased/>
  <w15:docId w15:val="{4AEF9F41-BB10-4B03-AF9E-0BDA53EBB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8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ray\Documents\Mod&#232;les%20Office%20personnalis&#233;s\docTyp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docType.dotx</Template>
  <TotalTime>402</TotalTime>
  <Pages>1</Pages>
  <Words>428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Jean-Michel RAYNAUD</dc:creator>
  <cp:keywords/>
  <dc:description/>
  <cp:lastModifiedBy>Jean-Michel RAYNAUD</cp:lastModifiedBy>
  <cp:revision>14</cp:revision>
  <dcterms:created xsi:type="dcterms:W3CDTF">2024-10-02T10:02:00Z</dcterms:created>
  <dcterms:modified xsi:type="dcterms:W3CDTF">2024-10-04T15:27:00Z</dcterms:modified>
</cp:coreProperties>
</file>