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CDDC4" w14:textId="008A2A50" w:rsidR="00D25B22" w:rsidRDefault="005921A3" w:rsidP="000511B7">
      <w:pPr>
        <w:rPr>
          <w:rFonts w:ascii="Arial" w:hAnsi="Arial"/>
          <w:b/>
          <w:bCs/>
          <w:sz w:val="28"/>
        </w:rPr>
      </w:pPr>
      <w:r w:rsidRPr="000511B7">
        <w:rPr>
          <w:rFonts w:ascii="Arial" w:hAnsi="Arial"/>
          <w:b/>
          <w:bCs/>
          <w:sz w:val="28"/>
        </w:rPr>
        <w:t xml:space="preserve">Développer </w:t>
      </w:r>
      <w:r w:rsidR="007F1A50" w:rsidRPr="000511B7">
        <w:rPr>
          <w:rFonts w:ascii="Arial" w:hAnsi="Arial"/>
          <w:b/>
          <w:bCs/>
          <w:sz w:val="28"/>
        </w:rPr>
        <w:t xml:space="preserve">un </w:t>
      </w:r>
      <w:r w:rsidRPr="000511B7">
        <w:rPr>
          <w:rFonts w:ascii="Arial" w:hAnsi="Arial"/>
          <w:b/>
          <w:bCs/>
          <w:sz w:val="28"/>
        </w:rPr>
        <w:t>antiglissoir avec fente</w:t>
      </w:r>
    </w:p>
    <w:p w14:paraId="4F85EDE4" w14:textId="77777777" w:rsidR="000511B7" w:rsidRPr="000511B7" w:rsidRDefault="000511B7" w:rsidP="000511B7">
      <w:pPr>
        <w:rPr>
          <w:rFonts w:ascii="Arial" w:hAnsi="Arial"/>
          <w:b/>
          <w:bCs/>
          <w:sz w:val="28"/>
        </w:rPr>
      </w:pPr>
    </w:p>
    <w:p w14:paraId="26CDED62" w14:textId="02B894E4" w:rsidR="000511B7" w:rsidRDefault="000511B7" w:rsidP="00CE42E9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Ces deux solutions technologiques </w:t>
      </w:r>
      <w:r w:rsidR="005C2A94">
        <w:rPr>
          <w:rFonts w:ascii="Arial" w:hAnsi="Arial"/>
          <w:sz w:val="28"/>
        </w:rPr>
        <w:t>permettent</w:t>
      </w:r>
      <w:r>
        <w:rPr>
          <w:rFonts w:ascii="Arial" w:hAnsi="Arial"/>
          <w:sz w:val="28"/>
        </w:rPr>
        <w:t xml:space="preserve"> de supprimer les opérations de jointage et d’écrasage de la pince. </w:t>
      </w:r>
      <w:r w:rsidR="005C2A94">
        <w:rPr>
          <w:rFonts w:ascii="Arial" w:hAnsi="Arial"/>
          <w:sz w:val="28"/>
        </w:rPr>
        <w:t>Elle</w:t>
      </w:r>
      <w:r w:rsidR="002116F4">
        <w:rPr>
          <w:rFonts w:ascii="Arial" w:hAnsi="Arial"/>
          <w:sz w:val="28"/>
        </w:rPr>
        <w:t>s</w:t>
      </w:r>
      <w:r w:rsidR="005C2A94">
        <w:rPr>
          <w:rFonts w:ascii="Arial" w:hAnsi="Arial"/>
          <w:sz w:val="28"/>
        </w:rPr>
        <w:t xml:space="preserve"> </w:t>
      </w:r>
      <w:r w:rsidR="002116F4">
        <w:rPr>
          <w:rFonts w:ascii="Arial" w:hAnsi="Arial"/>
          <w:sz w:val="28"/>
        </w:rPr>
        <w:t>sont</w:t>
      </w:r>
      <w:r w:rsidR="005C2A94">
        <w:rPr>
          <w:rFonts w:ascii="Arial" w:hAnsi="Arial"/>
          <w:sz w:val="28"/>
        </w:rPr>
        <w:t xml:space="preserve"> donc plus </w:t>
      </w:r>
      <w:r w:rsidR="002116F4">
        <w:rPr>
          <w:rFonts w:ascii="Arial" w:hAnsi="Arial"/>
          <w:sz w:val="28"/>
        </w:rPr>
        <w:t>économiques</w:t>
      </w:r>
      <w:r w:rsidR="005C2A94">
        <w:rPr>
          <w:rFonts w:ascii="Arial" w:hAnsi="Arial"/>
          <w:sz w:val="28"/>
        </w:rPr>
        <w:t xml:space="preserve"> mais un peu moins qualitative</w:t>
      </w:r>
      <w:r w:rsidR="002116F4">
        <w:rPr>
          <w:rFonts w:ascii="Arial" w:hAnsi="Arial"/>
          <w:sz w:val="28"/>
        </w:rPr>
        <w:t>s</w:t>
      </w:r>
      <w:r w:rsidR="005C2A94">
        <w:rPr>
          <w:rFonts w:ascii="Arial" w:hAnsi="Arial"/>
          <w:sz w:val="28"/>
        </w:rPr>
        <w:t> !</w:t>
      </w:r>
    </w:p>
    <w:p w14:paraId="5D79E252" w14:textId="77777777" w:rsidR="00EE69FE" w:rsidRDefault="00EE69FE" w:rsidP="00CE42E9">
      <w:pPr>
        <w:rPr>
          <w:rFonts w:ascii="Arial" w:hAnsi="Arial"/>
          <w:sz w:val="28"/>
        </w:rPr>
      </w:pPr>
    </w:p>
    <w:p w14:paraId="00334923" w14:textId="27EC425A" w:rsidR="000511B7" w:rsidRDefault="000511B7" w:rsidP="00CE42E9">
      <w:pPr>
        <w:rPr>
          <w:rFonts w:ascii="Arial" w:hAnsi="Arial"/>
          <w:sz w:val="28"/>
        </w:rPr>
      </w:pPr>
      <w:r w:rsidRPr="00EE69FE">
        <w:rPr>
          <w:rFonts w:ascii="Arial" w:hAnsi="Arial"/>
          <w:b/>
          <w:bCs/>
          <w:sz w:val="28"/>
        </w:rPr>
        <w:t>Avantage :</w:t>
      </w:r>
      <w:r>
        <w:rPr>
          <w:rFonts w:ascii="Arial" w:hAnsi="Arial"/>
          <w:sz w:val="28"/>
        </w:rPr>
        <w:t xml:space="preserve"> </w:t>
      </w:r>
      <w:r w:rsidR="00EE69FE">
        <w:rPr>
          <w:rFonts w:ascii="Arial" w:hAnsi="Arial"/>
          <w:sz w:val="28"/>
        </w:rPr>
        <w:t>s</w:t>
      </w:r>
      <w:r>
        <w:rPr>
          <w:rFonts w:ascii="Arial" w:hAnsi="Arial"/>
          <w:sz w:val="28"/>
        </w:rPr>
        <w:t>olution plus économique</w:t>
      </w:r>
      <w:r w:rsidR="00EE69FE">
        <w:rPr>
          <w:rFonts w:ascii="Arial" w:hAnsi="Arial"/>
          <w:sz w:val="28"/>
        </w:rPr>
        <w:t>, plus rapide à exécuter.</w:t>
      </w:r>
    </w:p>
    <w:p w14:paraId="2DBA3304" w14:textId="77777777" w:rsidR="00EE69FE" w:rsidRDefault="00EE69FE" w:rsidP="00CE42E9">
      <w:pPr>
        <w:rPr>
          <w:rFonts w:ascii="Arial" w:hAnsi="Arial"/>
          <w:sz w:val="28"/>
        </w:rPr>
      </w:pPr>
    </w:p>
    <w:p w14:paraId="01CEAE88" w14:textId="751B00A2" w:rsidR="000511B7" w:rsidRDefault="00EE69FE" w:rsidP="00CE42E9">
      <w:pPr>
        <w:rPr>
          <w:rFonts w:ascii="Arial" w:hAnsi="Arial"/>
          <w:sz w:val="28"/>
        </w:rPr>
      </w:pPr>
      <w:r w:rsidRPr="00EE69FE">
        <w:rPr>
          <w:rFonts w:ascii="Arial" w:hAnsi="Arial"/>
          <w:b/>
          <w:bCs/>
          <w:sz w:val="28"/>
        </w:rPr>
        <w:t>Inconvénient</w:t>
      </w:r>
      <w:r w:rsidR="000511B7" w:rsidRPr="00EE69FE">
        <w:rPr>
          <w:rFonts w:ascii="Arial" w:hAnsi="Arial"/>
          <w:b/>
          <w:bCs/>
          <w:sz w:val="28"/>
        </w:rPr>
        <w:t> :</w:t>
      </w:r>
      <w:r w:rsidR="000511B7"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</w:rPr>
        <w:t>risque de retournement de la matière lors du montage, finition moins esthétique (bord franc visible).</w:t>
      </w:r>
    </w:p>
    <w:p w14:paraId="41988DF9" w14:textId="148B738F" w:rsidR="007F1A50" w:rsidRDefault="007F1A50" w:rsidP="00CE42E9">
      <w:pPr>
        <w:rPr>
          <w:rFonts w:ascii="Arial" w:hAnsi="Arial"/>
          <w:sz w:val="28"/>
        </w:rPr>
      </w:pPr>
    </w:p>
    <w:p w14:paraId="44DCF038" w14:textId="29F7E2C5" w:rsidR="007F1A50" w:rsidRDefault="007F1A50" w:rsidP="00CE42E9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Il existe deux variantes à ce type de construction.</w:t>
      </w:r>
    </w:p>
    <w:p w14:paraId="25C36DCB" w14:textId="5557D07F" w:rsidR="007F1A50" w:rsidRDefault="007F1A50" w:rsidP="00CE42E9">
      <w:pPr>
        <w:rPr>
          <w:rFonts w:ascii="Arial" w:hAnsi="Arial"/>
          <w:sz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46"/>
        <w:gridCol w:w="4683"/>
      </w:tblGrid>
      <w:tr w:rsidR="000511B7" w14:paraId="5231E4CF" w14:textId="77777777" w:rsidTr="000511B7">
        <w:tc>
          <w:tcPr>
            <w:tcW w:w="4814" w:type="dxa"/>
          </w:tcPr>
          <w:p w14:paraId="6C9F0902" w14:textId="7EA6A9DE" w:rsidR="000511B7" w:rsidRPr="00EE69FE" w:rsidRDefault="000511B7" w:rsidP="00EE69FE">
            <w:pPr>
              <w:jc w:val="center"/>
              <w:rPr>
                <w:rFonts w:ascii="Arial" w:hAnsi="Arial"/>
                <w:b/>
                <w:bCs/>
                <w:sz w:val="28"/>
              </w:rPr>
            </w:pPr>
            <w:r w:rsidRPr="00EE69FE">
              <w:rPr>
                <w:rFonts w:ascii="Arial" w:hAnsi="Arial"/>
                <w:b/>
                <w:bCs/>
                <w:sz w:val="28"/>
              </w:rPr>
              <w:t>Avec fente</w:t>
            </w:r>
          </w:p>
        </w:tc>
        <w:tc>
          <w:tcPr>
            <w:tcW w:w="4815" w:type="dxa"/>
          </w:tcPr>
          <w:p w14:paraId="2C29947A" w14:textId="268015A4" w:rsidR="000511B7" w:rsidRPr="00EE69FE" w:rsidRDefault="000511B7" w:rsidP="00EE69FE">
            <w:pPr>
              <w:jc w:val="center"/>
              <w:rPr>
                <w:rFonts w:ascii="Arial" w:hAnsi="Arial"/>
                <w:b/>
                <w:bCs/>
                <w:sz w:val="28"/>
              </w:rPr>
            </w:pPr>
            <w:r w:rsidRPr="00EE69FE">
              <w:rPr>
                <w:rFonts w:ascii="Arial" w:hAnsi="Arial"/>
                <w:b/>
                <w:bCs/>
                <w:sz w:val="28"/>
              </w:rPr>
              <w:t>Fente et</w:t>
            </w:r>
            <w:r w:rsidR="00EE69FE" w:rsidRPr="00EE69FE">
              <w:rPr>
                <w:rFonts w:ascii="Arial" w:hAnsi="Arial"/>
                <w:b/>
                <w:bCs/>
                <w:sz w:val="28"/>
              </w:rPr>
              <w:t xml:space="preserve"> rafraichi</w:t>
            </w:r>
          </w:p>
        </w:tc>
      </w:tr>
      <w:tr w:rsidR="000511B7" w14:paraId="5C473063" w14:textId="77777777" w:rsidTr="000511B7">
        <w:tc>
          <w:tcPr>
            <w:tcW w:w="4814" w:type="dxa"/>
          </w:tcPr>
          <w:p w14:paraId="51641EC0" w14:textId="2F1BC43E" w:rsidR="000511B7" w:rsidRDefault="000511B7" w:rsidP="00CE42E9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/>
                <w:sz w:val="28"/>
              </w:rPr>
              <w:drawing>
                <wp:inline distT="0" distB="0" distL="0" distR="0" wp14:anchorId="57444CF9" wp14:editId="34184B2B">
                  <wp:extent cx="2729002" cy="1821179"/>
                  <wp:effectExtent l="171450" t="342900" r="186055" b="351155"/>
                  <wp:docPr id="47" name="Imag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 47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938517">
                            <a:off x="0" y="0"/>
                            <a:ext cx="2757456" cy="1840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14:paraId="08FC90AF" w14:textId="6A8048F4" w:rsidR="000511B7" w:rsidRDefault="000511B7" w:rsidP="00CE42E9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/>
                <w:sz w:val="28"/>
              </w:rPr>
              <w:drawing>
                <wp:inline distT="0" distB="0" distL="0" distR="0" wp14:anchorId="567B9DF1" wp14:editId="7697CB7F">
                  <wp:extent cx="2546085" cy="1752600"/>
                  <wp:effectExtent l="190500" t="323850" r="178435" b="323850"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 48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964186">
                            <a:off x="0" y="0"/>
                            <a:ext cx="2566977" cy="1766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11B7" w14:paraId="546A7BD0" w14:textId="77777777" w:rsidTr="000511B7">
        <w:tc>
          <w:tcPr>
            <w:tcW w:w="4814" w:type="dxa"/>
          </w:tcPr>
          <w:p w14:paraId="58903156" w14:textId="57C78E67" w:rsidR="000511B7" w:rsidRDefault="000511B7" w:rsidP="00CE42E9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Une simple fente permet aux parties de se recouvrir lors du montage.</w:t>
            </w:r>
          </w:p>
        </w:tc>
        <w:tc>
          <w:tcPr>
            <w:tcW w:w="4815" w:type="dxa"/>
          </w:tcPr>
          <w:p w14:paraId="2EC19B2B" w14:textId="06776969" w:rsidR="000511B7" w:rsidRDefault="00EE69FE" w:rsidP="00CE42E9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Construction identique mais avec</w:t>
            </w:r>
            <w:r w:rsidR="000511B7">
              <w:rPr>
                <w:rFonts w:ascii="Arial" w:hAnsi="Arial"/>
                <w:sz w:val="28"/>
              </w:rPr>
              <w:t xml:space="preserve"> un retrait de matière pour limiter les surépaisseurs.</w:t>
            </w:r>
          </w:p>
        </w:tc>
      </w:tr>
    </w:tbl>
    <w:p w14:paraId="24E68A7B" w14:textId="77777777" w:rsidR="007F1A50" w:rsidRDefault="007F1A50" w:rsidP="00CE42E9">
      <w:pPr>
        <w:rPr>
          <w:rFonts w:ascii="Arial" w:hAnsi="Arial"/>
          <w:sz w:val="28"/>
        </w:rPr>
      </w:pPr>
    </w:p>
    <w:p w14:paraId="2DB3EA0F" w14:textId="6A27166A" w:rsidR="005921A3" w:rsidRDefault="005921A3" w:rsidP="00CE42E9">
      <w:pPr>
        <w:rPr>
          <w:rFonts w:ascii="Arial" w:hAnsi="Arial"/>
          <w:sz w:val="28"/>
        </w:rPr>
      </w:pPr>
    </w:p>
    <w:p w14:paraId="688D7A50" w14:textId="77777777" w:rsidR="00EE69FE" w:rsidRDefault="00EE69FE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br w:type="page"/>
      </w:r>
    </w:p>
    <w:p w14:paraId="7893DFF5" w14:textId="715226EA" w:rsidR="005921A3" w:rsidRPr="007B76BB" w:rsidRDefault="00EE69FE" w:rsidP="00CE42E9">
      <w:pPr>
        <w:rPr>
          <w:rFonts w:ascii="Arial" w:hAnsi="Arial"/>
          <w:b/>
          <w:bCs/>
          <w:sz w:val="28"/>
        </w:rPr>
      </w:pPr>
      <w:r w:rsidRPr="007B76BB">
        <w:rPr>
          <w:rFonts w:ascii="Arial" w:hAnsi="Arial"/>
          <w:b/>
          <w:bCs/>
          <w:sz w:val="28"/>
        </w:rPr>
        <w:lastRenderedPageBreak/>
        <w:t>Méthodologie de construction</w:t>
      </w:r>
      <w:r w:rsidR="00882D4B" w:rsidRPr="007B76BB">
        <w:rPr>
          <w:rFonts w:ascii="Arial" w:hAnsi="Arial"/>
          <w:b/>
          <w:bCs/>
          <w:sz w:val="28"/>
        </w:rPr>
        <w:t xml:space="preserve"> antiglissoir</w:t>
      </w:r>
      <w:r w:rsidR="00C75B55" w:rsidRPr="007B76BB">
        <w:rPr>
          <w:rFonts w:ascii="Arial" w:hAnsi="Arial"/>
          <w:b/>
          <w:bCs/>
          <w:sz w:val="28"/>
        </w:rPr>
        <w:t xml:space="preserve"> avec fente</w:t>
      </w:r>
    </w:p>
    <w:p w14:paraId="583E397A" w14:textId="662FEE3C" w:rsidR="00EE69FE" w:rsidRDefault="00EE69FE" w:rsidP="00CE42E9">
      <w:pPr>
        <w:rPr>
          <w:rFonts w:ascii="Arial" w:hAnsi="Arial"/>
          <w:sz w:val="28"/>
        </w:rPr>
      </w:pPr>
    </w:p>
    <w:p w14:paraId="57D369BC" w14:textId="12382CDC" w:rsidR="00EE69FE" w:rsidRDefault="00EE69FE" w:rsidP="00CE42E9">
      <w:pPr>
        <w:rPr>
          <w:rFonts w:ascii="Arial" w:hAnsi="Arial"/>
          <w:sz w:val="28"/>
        </w:rPr>
      </w:pPr>
    </w:p>
    <w:tbl>
      <w:tblPr>
        <w:tblW w:w="10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4191"/>
        <w:gridCol w:w="5732"/>
      </w:tblGrid>
      <w:tr w:rsidR="00EE69FE" w:rsidRPr="00D3649D" w14:paraId="7B3A7BE6" w14:textId="77777777" w:rsidTr="007A32C3">
        <w:trPr>
          <w:trHeight w:val="478"/>
          <w:jc w:val="center"/>
        </w:trPr>
        <w:tc>
          <w:tcPr>
            <w:tcW w:w="567" w:type="dxa"/>
            <w:vAlign w:val="center"/>
          </w:tcPr>
          <w:p w14:paraId="7E04AE3E" w14:textId="38CA9DFB" w:rsidR="00EE69FE" w:rsidRPr="004B7128" w:rsidRDefault="005C2A94" w:rsidP="007A32C3">
            <w:pPr>
              <w:rPr>
                <w:rFonts w:ascii="Arial" w:hAnsi="Arial"/>
                <w:b/>
                <w:bCs/>
              </w:rPr>
            </w:pPr>
            <w:bookmarkStart w:id="0" w:name="_Hlk87272596"/>
            <w:r>
              <w:rPr>
                <w:rFonts w:ascii="Arial" w:hAnsi="Arial"/>
                <w:b/>
                <w:bCs/>
              </w:rPr>
              <w:t>3</w:t>
            </w:r>
          </w:p>
        </w:tc>
        <w:tc>
          <w:tcPr>
            <w:tcW w:w="9923" w:type="dxa"/>
            <w:gridSpan w:val="2"/>
            <w:vAlign w:val="center"/>
          </w:tcPr>
          <w:p w14:paraId="149D8D18" w14:textId="096E5001" w:rsidR="00EE69FE" w:rsidRPr="00D3649D" w:rsidRDefault="00EE69FE" w:rsidP="007A32C3">
            <w:r w:rsidRPr="00671925">
              <w:rPr>
                <w:rFonts w:ascii="Arial" w:hAnsi="Arial" w:cs="Arial"/>
                <w:b/>
              </w:rPr>
              <w:t xml:space="preserve">Développer </w:t>
            </w:r>
            <w:r>
              <w:rPr>
                <w:rFonts w:ascii="Arial" w:hAnsi="Arial" w:cs="Arial"/>
                <w:b/>
              </w:rPr>
              <w:t>un antiglissoir avec fente</w:t>
            </w:r>
          </w:p>
        </w:tc>
      </w:tr>
      <w:tr w:rsidR="00444F06" w:rsidRPr="00D3649D" w14:paraId="57133A73" w14:textId="77777777" w:rsidTr="007A32C3">
        <w:trPr>
          <w:trHeight w:val="1020"/>
          <w:jc w:val="center"/>
        </w:trPr>
        <w:tc>
          <w:tcPr>
            <w:tcW w:w="567" w:type="dxa"/>
            <w:vAlign w:val="center"/>
          </w:tcPr>
          <w:p w14:paraId="0DB030E0" w14:textId="4650E2CA" w:rsidR="00EE69FE" w:rsidRPr="004B7128" w:rsidRDefault="005C2A94" w:rsidP="007A32C3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3</w:t>
            </w:r>
            <w:r w:rsidR="00EE69FE" w:rsidRPr="004B7128">
              <w:rPr>
                <w:rFonts w:ascii="Arial" w:hAnsi="Arial"/>
                <w:b/>
                <w:bCs/>
              </w:rPr>
              <w:t>.1</w:t>
            </w:r>
          </w:p>
        </w:tc>
        <w:tc>
          <w:tcPr>
            <w:tcW w:w="4191" w:type="dxa"/>
            <w:vAlign w:val="center"/>
          </w:tcPr>
          <w:p w14:paraId="3B4FC0D7" w14:textId="23084806" w:rsidR="00EE69FE" w:rsidRDefault="00EE69FE" w:rsidP="007A32C3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Construire les lignes de l’antiglissoir.</w:t>
            </w:r>
          </w:p>
          <w:p w14:paraId="0FBFD4EA" w14:textId="3DF325F9" w:rsidR="006B2B1C" w:rsidRDefault="006B2B1C" w:rsidP="007A32C3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Construction classique avec pince.</w:t>
            </w:r>
          </w:p>
          <w:p w14:paraId="398F12FF" w14:textId="77777777" w:rsidR="00EE69FE" w:rsidRPr="00671925" w:rsidRDefault="00EE69FE" w:rsidP="007A32C3">
            <w:pPr>
              <w:rPr>
                <w:rFonts w:ascii="Arial" w:hAnsi="Arial"/>
                <w:b/>
                <w:bCs/>
              </w:rPr>
            </w:pPr>
          </w:p>
          <w:p w14:paraId="31281460" w14:textId="77777777" w:rsidR="00EE69FE" w:rsidRDefault="00EE69FE" w:rsidP="006B2B1C">
            <w:pPr>
              <w:rPr>
                <w:rFonts w:ascii="Arial" w:hAnsi="Arial"/>
              </w:rPr>
            </w:pPr>
          </w:p>
          <w:p w14:paraId="3AF42596" w14:textId="526E2A92" w:rsidR="00916146" w:rsidRPr="002B072A" w:rsidRDefault="006B2B1C" w:rsidP="006B2B1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Voir tutoriel Étude 1 : décolleté classique</w:t>
            </w:r>
          </w:p>
        </w:tc>
        <w:tc>
          <w:tcPr>
            <w:tcW w:w="5732" w:type="dxa"/>
            <w:vAlign w:val="center"/>
          </w:tcPr>
          <w:p w14:paraId="4352B5BF" w14:textId="472EB613" w:rsidR="00EE69FE" w:rsidRDefault="006B2B1C" w:rsidP="007A32C3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69B6E52" wp14:editId="6E1AA2BC">
                  <wp:extent cx="2244725" cy="2651760"/>
                  <wp:effectExtent l="0" t="0" r="3175" b="0"/>
                  <wp:docPr id="60" name="Imag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 6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256" b="3392"/>
                          <a:stretch/>
                        </pic:blipFill>
                        <pic:spPr bwMode="auto">
                          <a:xfrm>
                            <a:off x="0" y="0"/>
                            <a:ext cx="2253623" cy="2662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69FE" w:rsidRPr="00D3649D" w14:paraId="51D545B8" w14:textId="77777777" w:rsidTr="007A32C3">
        <w:trPr>
          <w:trHeight w:val="1020"/>
          <w:jc w:val="center"/>
        </w:trPr>
        <w:tc>
          <w:tcPr>
            <w:tcW w:w="567" w:type="dxa"/>
            <w:vAlign w:val="center"/>
          </w:tcPr>
          <w:p w14:paraId="17B6345B" w14:textId="68B56866" w:rsidR="00EE69FE" w:rsidRPr="004B7128" w:rsidRDefault="005C2A94" w:rsidP="007A32C3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3</w:t>
            </w:r>
            <w:r w:rsidR="00EE69FE" w:rsidRPr="004B7128">
              <w:rPr>
                <w:rFonts w:ascii="Arial" w:hAnsi="Arial"/>
                <w:b/>
                <w:bCs/>
              </w:rPr>
              <w:t>.2</w:t>
            </w:r>
          </w:p>
        </w:tc>
        <w:tc>
          <w:tcPr>
            <w:tcW w:w="4191" w:type="dxa"/>
            <w:vAlign w:val="center"/>
          </w:tcPr>
          <w:p w14:paraId="44035416" w14:textId="4894E1FA" w:rsidR="00EE69FE" w:rsidRDefault="00916146" w:rsidP="007A32C3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Symétriser les lignes internes</w:t>
            </w:r>
          </w:p>
          <w:p w14:paraId="12AE2018" w14:textId="77777777" w:rsidR="00916146" w:rsidRPr="00671925" w:rsidRDefault="00916146" w:rsidP="007A32C3">
            <w:pPr>
              <w:rPr>
                <w:rFonts w:ascii="Arial" w:hAnsi="Arial"/>
                <w:b/>
                <w:bCs/>
              </w:rPr>
            </w:pPr>
          </w:p>
          <w:p w14:paraId="4EBD9F57" w14:textId="22CDAA59" w:rsidR="00EE69FE" w:rsidRDefault="00EE69FE" w:rsidP="007A32C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Menu - </w:t>
            </w:r>
            <w:r w:rsidR="00916146">
              <w:rPr>
                <w:rFonts w:ascii="Arial" w:hAnsi="Arial"/>
              </w:rPr>
              <w:t>Patronnage</w:t>
            </w:r>
            <w:r>
              <w:rPr>
                <w:rFonts w:ascii="Arial" w:hAnsi="Arial"/>
              </w:rPr>
              <w:t xml:space="preserve"> – </w:t>
            </w:r>
            <w:r w:rsidR="00916146">
              <w:rPr>
                <w:rFonts w:ascii="Arial" w:hAnsi="Arial"/>
              </w:rPr>
              <w:t>Symétrie - Symétrie</w:t>
            </w:r>
          </w:p>
          <w:p w14:paraId="5B96B428" w14:textId="77777777" w:rsidR="00EE69FE" w:rsidRDefault="00EE69FE" w:rsidP="007A32C3">
            <w:pPr>
              <w:rPr>
                <w:rFonts w:ascii="Arial" w:hAnsi="Arial"/>
              </w:rPr>
            </w:pPr>
          </w:p>
          <w:p w14:paraId="35631860" w14:textId="77777777" w:rsidR="00EE69FE" w:rsidRDefault="00EE69FE" w:rsidP="007A32C3">
            <w:pPr>
              <w:rPr>
                <w:rFonts w:ascii="Arial" w:hAnsi="Arial"/>
              </w:rPr>
            </w:pPr>
          </w:p>
          <w:p w14:paraId="35AAE0EF" w14:textId="07A2180B" w:rsidR="00EE69FE" w:rsidRDefault="00EE69FE" w:rsidP="007A32C3">
            <w:pPr>
              <w:rPr>
                <w:rFonts w:ascii="Arial" w:hAnsi="Arial"/>
              </w:rPr>
            </w:pPr>
          </w:p>
          <w:p w14:paraId="7784044B" w14:textId="77777777" w:rsidR="00EE69FE" w:rsidRDefault="00EE69FE" w:rsidP="007A32C3">
            <w:pPr>
              <w:rPr>
                <w:rFonts w:ascii="Arial" w:hAnsi="Arial"/>
              </w:rPr>
            </w:pPr>
          </w:p>
        </w:tc>
        <w:tc>
          <w:tcPr>
            <w:tcW w:w="5732" w:type="dxa"/>
            <w:vAlign w:val="center"/>
          </w:tcPr>
          <w:p w14:paraId="1EA5986D" w14:textId="77777777" w:rsidR="00EE69FE" w:rsidRDefault="00EE69FE" w:rsidP="007A32C3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A84643A" wp14:editId="074DACDA">
                  <wp:extent cx="2525928" cy="1874520"/>
                  <wp:effectExtent l="0" t="0" r="8255" b="0"/>
                  <wp:docPr id="51" name="Imag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 5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5292" cy="18814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69FE" w:rsidRPr="00D3649D" w14:paraId="4087C5AF" w14:textId="77777777" w:rsidTr="007A32C3">
        <w:trPr>
          <w:trHeight w:val="1020"/>
          <w:jc w:val="center"/>
        </w:trPr>
        <w:tc>
          <w:tcPr>
            <w:tcW w:w="567" w:type="dxa"/>
            <w:vAlign w:val="center"/>
          </w:tcPr>
          <w:p w14:paraId="7DE07F8D" w14:textId="5E4B1D9F" w:rsidR="00EE69FE" w:rsidRPr="004B7128" w:rsidRDefault="005C2A94" w:rsidP="007A32C3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3</w:t>
            </w:r>
            <w:r w:rsidR="00EE69FE" w:rsidRPr="004B7128">
              <w:rPr>
                <w:rFonts w:ascii="Arial" w:hAnsi="Arial"/>
                <w:b/>
                <w:bCs/>
              </w:rPr>
              <w:t>.3</w:t>
            </w:r>
          </w:p>
        </w:tc>
        <w:tc>
          <w:tcPr>
            <w:tcW w:w="4191" w:type="dxa"/>
            <w:vAlign w:val="center"/>
          </w:tcPr>
          <w:p w14:paraId="288A5104" w14:textId="7A6EA592" w:rsidR="00EE69FE" w:rsidRPr="00706D7D" w:rsidRDefault="00916146" w:rsidP="007A32C3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Extraire la pièce</w:t>
            </w:r>
          </w:p>
          <w:p w14:paraId="11384AAA" w14:textId="77777777" w:rsidR="00EE69FE" w:rsidRDefault="00EE69FE" w:rsidP="007A32C3">
            <w:pPr>
              <w:rPr>
                <w:rFonts w:ascii="Arial" w:hAnsi="Arial"/>
              </w:rPr>
            </w:pPr>
          </w:p>
          <w:p w14:paraId="5D52C59E" w14:textId="609FC275" w:rsidR="00A165ED" w:rsidRPr="002B072A" w:rsidRDefault="00A165ED" w:rsidP="007A32C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Ne pas sélectionner les lignes de la pince !</w:t>
            </w:r>
          </w:p>
        </w:tc>
        <w:tc>
          <w:tcPr>
            <w:tcW w:w="5732" w:type="dxa"/>
            <w:vAlign w:val="center"/>
          </w:tcPr>
          <w:p w14:paraId="4B741CF5" w14:textId="77777777" w:rsidR="00EE69FE" w:rsidRPr="00D3649D" w:rsidRDefault="00EE69FE" w:rsidP="007A32C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2F1838A" wp14:editId="1D5920E0">
                  <wp:extent cx="2521677" cy="1738630"/>
                  <wp:effectExtent l="171450" t="285750" r="183515" b="299720"/>
                  <wp:docPr id="5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 52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8" r="-591"/>
                          <a:stretch/>
                        </pic:blipFill>
                        <pic:spPr bwMode="auto">
                          <a:xfrm rot="859694">
                            <a:off x="0" y="0"/>
                            <a:ext cx="2535261" cy="17479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4F06" w:rsidRPr="00D3649D" w14:paraId="3A4F6B70" w14:textId="77777777" w:rsidTr="007A32C3">
        <w:trPr>
          <w:trHeight w:val="3402"/>
          <w:jc w:val="center"/>
        </w:trPr>
        <w:tc>
          <w:tcPr>
            <w:tcW w:w="567" w:type="dxa"/>
            <w:vAlign w:val="center"/>
          </w:tcPr>
          <w:p w14:paraId="33B7ACE2" w14:textId="095F456E" w:rsidR="00444F06" w:rsidRPr="00444F06" w:rsidRDefault="005C2A94" w:rsidP="007A32C3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3</w:t>
            </w:r>
            <w:r w:rsidR="00444F06" w:rsidRPr="00444F06">
              <w:rPr>
                <w:rFonts w:ascii="Arial" w:hAnsi="Arial"/>
                <w:b/>
                <w:bCs/>
              </w:rPr>
              <w:t>.4</w:t>
            </w:r>
          </w:p>
        </w:tc>
        <w:tc>
          <w:tcPr>
            <w:tcW w:w="9923" w:type="dxa"/>
            <w:gridSpan w:val="2"/>
            <w:vAlign w:val="center"/>
          </w:tcPr>
          <w:p w14:paraId="3B560408" w14:textId="0876C57B" w:rsidR="00444F06" w:rsidRDefault="00444F06" w:rsidP="00444F06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Afficher la pièce à l’aide du tableau des couches.   </w:t>
            </w:r>
            <w:r>
              <w:rPr>
                <w:rFonts w:ascii="Arial" w:hAnsi="Arial"/>
              </w:rPr>
              <w:t>Menu : Patronnage – tableau des couches.</w:t>
            </w:r>
          </w:p>
          <w:p w14:paraId="555012D3" w14:textId="2494A514" w:rsidR="00444F06" w:rsidRDefault="00444F06" w:rsidP="00444F06">
            <w:pPr>
              <w:rPr>
                <w:rFonts w:ascii="Arial" w:hAnsi="Arial"/>
              </w:rPr>
            </w:pPr>
          </w:p>
          <w:p w14:paraId="5BA74002" w14:textId="4D15ECDE" w:rsidR="00444F06" w:rsidRPr="00D3649D" w:rsidRDefault="001A62BE" w:rsidP="00444F0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1" behindDoc="0" locked="0" layoutInCell="1" allowOverlap="1" wp14:anchorId="186E5189" wp14:editId="6E36F305">
                      <wp:simplePos x="0" y="0"/>
                      <wp:positionH relativeFrom="column">
                        <wp:posOffset>3084195</wp:posOffset>
                      </wp:positionH>
                      <wp:positionV relativeFrom="paragraph">
                        <wp:posOffset>210185</wp:posOffset>
                      </wp:positionV>
                      <wp:extent cx="922020" cy="960120"/>
                      <wp:effectExtent l="0" t="0" r="0" b="0"/>
                      <wp:wrapNone/>
                      <wp:docPr id="63" name="Rectangle : coins arrondis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922020" cy="96012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F77222D" id="Rectangle : coins arrondis 63" o:spid="_x0000_s1026" style="position:absolute;margin-left:242.85pt;margin-top:16.55pt;width:72.6pt;height:75.6pt;z-index:2516920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" filled="f" strokecolor="red" strokeweight="2pt">
                      <v:path arrowok="t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3" behindDoc="0" locked="0" layoutInCell="1" allowOverlap="1" wp14:anchorId="1A7E9CB9" wp14:editId="5876AE32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387350</wp:posOffset>
                      </wp:positionV>
                      <wp:extent cx="297180" cy="266700"/>
                      <wp:effectExtent l="0" t="0" r="7620" b="0"/>
                      <wp:wrapNone/>
                      <wp:docPr id="62" name="Rectangle : coins arrondis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667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EAD46C" id="Rectangle : coins arrondis 62" o:spid="_x0000_s1026" style="position:absolute;margin-left:4.2pt;margin-top:30.5pt;width:23.4pt;height:21pt;z-index:2516899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" filled="f" strokecolor="red" strokeweight="2pt">
                      <v:path arrowok="t"/>
                    </v:roundrect>
                  </w:pict>
                </mc:Fallback>
              </mc:AlternateContent>
            </w:r>
            <w:r w:rsidR="00444F06">
              <w:rPr>
                <w:noProof/>
              </w:rPr>
              <w:drawing>
                <wp:inline distT="0" distB="0" distL="0" distR="0" wp14:anchorId="4EB4DA46" wp14:editId="677CA5A0">
                  <wp:extent cx="6120765" cy="1436370"/>
                  <wp:effectExtent l="0" t="0" r="0" b="0"/>
                  <wp:docPr id="61" name="Imag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 61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765" cy="1436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69FE" w:rsidRPr="00D3649D" w14:paraId="04964C41" w14:textId="77777777" w:rsidTr="00444F06">
        <w:trPr>
          <w:cantSplit/>
          <w:trHeight w:val="3798"/>
          <w:jc w:val="center"/>
        </w:trPr>
        <w:tc>
          <w:tcPr>
            <w:tcW w:w="567" w:type="dxa"/>
            <w:vAlign w:val="center"/>
          </w:tcPr>
          <w:p w14:paraId="13D971F2" w14:textId="62072208" w:rsidR="00EE69FE" w:rsidRPr="00A77F23" w:rsidRDefault="005C2A94" w:rsidP="007A32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EE69FE" w:rsidRPr="00A77F23">
              <w:rPr>
                <w:rFonts w:ascii="Arial" w:hAnsi="Arial" w:cs="Arial"/>
                <w:b/>
              </w:rPr>
              <w:t xml:space="preserve">.5 </w:t>
            </w:r>
          </w:p>
        </w:tc>
        <w:tc>
          <w:tcPr>
            <w:tcW w:w="4191" w:type="dxa"/>
            <w:vAlign w:val="center"/>
          </w:tcPr>
          <w:p w14:paraId="17F5049E" w14:textId="14F534ED" w:rsidR="00EE69FE" w:rsidRDefault="00444F06" w:rsidP="007A32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Créer la fente.</w:t>
            </w:r>
          </w:p>
          <w:p w14:paraId="2DBEE19D" w14:textId="77777777" w:rsidR="00EE69FE" w:rsidRPr="00A77F23" w:rsidRDefault="00EE69FE" w:rsidP="007A32C3">
            <w:pPr>
              <w:rPr>
                <w:rFonts w:ascii="Arial" w:hAnsi="Arial" w:cs="Arial"/>
                <w:b/>
              </w:rPr>
            </w:pPr>
          </w:p>
          <w:p w14:paraId="0EE21111" w14:textId="3372C89B" w:rsidR="00EE69FE" w:rsidRDefault="00444F06" w:rsidP="007A32C3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anchor distT="0" distB="0" distL="114300" distR="114300" simplePos="0" relativeHeight="251693055" behindDoc="0" locked="0" layoutInCell="1" allowOverlap="1" wp14:anchorId="2BC83758" wp14:editId="30D40FB6">
                  <wp:simplePos x="0" y="0"/>
                  <wp:positionH relativeFrom="column">
                    <wp:posOffset>1316990</wp:posOffset>
                  </wp:positionH>
                  <wp:positionV relativeFrom="paragraph">
                    <wp:posOffset>280670</wp:posOffset>
                  </wp:positionV>
                  <wp:extent cx="1134110" cy="1310640"/>
                  <wp:effectExtent l="0" t="0" r="8890" b="3810"/>
                  <wp:wrapNone/>
                  <wp:docPr id="64" name="Imag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 64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110" cy="1310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E69FE" w:rsidRPr="00A77F23">
              <w:rPr>
                <w:rFonts w:ascii="Arial" w:hAnsi="Arial" w:cs="Arial"/>
                <w:bCs/>
              </w:rPr>
              <w:t>Menu : Patronnage –</w:t>
            </w:r>
            <w:r>
              <w:rPr>
                <w:rFonts w:ascii="Arial" w:hAnsi="Arial" w:cs="Arial"/>
                <w:bCs/>
              </w:rPr>
              <w:t xml:space="preserve"> Lignes internes -</w:t>
            </w:r>
            <w:r w:rsidR="00EE69FE" w:rsidRPr="00A77F23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Marge qualifiée</w:t>
            </w:r>
          </w:p>
          <w:p w14:paraId="5586AA63" w14:textId="77777777" w:rsidR="00444F06" w:rsidRDefault="00444F06" w:rsidP="007A32C3">
            <w:pPr>
              <w:rPr>
                <w:rFonts w:ascii="Arial" w:hAnsi="Arial" w:cs="Arial"/>
                <w:bCs/>
              </w:rPr>
            </w:pPr>
          </w:p>
          <w:p w14:paraId="11B5622A" w14:textId="6CB037E3" w:rsidR="00EE69FE" w:rsidRDefault="00EE69FE" w:rsidP="007A32C3">
            <w:pPr>
              <w:rPr>
                <w:rFonts w:ascii="Arial" w:hAnsi="Arial" w:cs="Arial"/>
                <w:bCs/>
              </w:rPr>
            </w:pPr>
          </w:p>
          <w:p w14:paraId="7683A671" w14:textId="765FD4B5" w:rsidR="00EE69FE" w:rsidRPr="00E058D8" w:rsidRDefault="00EE69FE" w:rsidP="007A32C3">
            <w:pPr>
              <w:rPr>
                <w:rFonts w:ascii="Arial" w:hAnsi="Arial" w:cs="Arial"/>
                <w:b/>
              </w:rPr>
            </w:pPr>
          </w:p>
        </w:tc>
        <w:tc>
          <w:tcPr>
            <w:tcW w:w="5732" w:type="dxa"/>
            <w:vAlign w:val="center"/>
          </w:tcPr>
          <w:p w14:paraId="33953E4E" w14:textId="7552B78C" w:rsidR="00EE69FE" w:rsidRPr="00D3649D" w:rsidRDefault="001A62BE" w:rsidP="007A32C3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5" behindDoc="0" locked="0" layoutInCell="1" allowOverlap="1" wp14:anchorId="0E36A76C" wp14:editId="4F6F2106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102235</wp:posOffset>
                      </wp:positionV>
                      <wp:extent cx="518160" cy="129540"/>
                      <wp:effectExtent l="0" t="0" r="0" b="3810"/>
                      <wp:wrapNone/>
                      <wp:docPr id="68" name="Rectangle : coins arrondis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18160" cy="12954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18F7389" id="Rectangle : coins arrondis 68" o:spid="_x0000_s1026" style="position:absolute;margin-left:57.45pt;margin-top:8.05pt;width:40.8pt;height:10.2pt;z-index:2516981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" filled="f" strokecolor="red" strokeweight="2pt">
                      <v:path arrowok="t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7" behindDoc="0" locked="0" layoutInCell="1" allowOverlap="1" wp14:anchorId="6D4541E3" wp14:editId="0AADA6AF">
                      <wp:simplePos x="0" y="0"/>
                      <wp:positionH relativeFrom="column">
                        <wp:posOffset>363855</wp:posOffset>
                      </wp:positionH>
                      <wp:positionV relativeFrom="paragraph">
                        <wp:posOffset>1379855</wp:posOffset>
                      </wp:positionV>
                      <wp:extent cx="655320" cy="388620"/>
                      <wp:effectExtent l="19050" t="19050" r="11430" b="11430"/>
                      <wp:wrapNone/>
                      <wp:docPr id="67" name="Flèche : droite à entaill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55320" cy="388620"/>
                              </a:xfrm>
                              <a:prstGeom prst="notchedRightArrow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94336D" id="_x0000_t94" coordsize="21600,21600" o:spt="94" adj="16200,5400" path="m@0,l@0@1,0@1@5,10800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@5,10800;@0,21600;21600,10800" o:connectangles="270,180,90,0" textboxrect="@5,@1,@6,@2"/>
                      <v:handles>
                        <v:h position="#0,#1" xrange="0,21600" yrange="0,10800"/>
                      </v:handles>
                    </v:shapetype>
                    <v:shape id="Flèche : droite à entaille 67" o:spid="_x0000_s1026" type="#_x0000_t94" style="position:absolute;margin-left:28.65pt;margin-top:108.65pt;width:51.6pt;height:30.6pt;z-index:2516961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" adj="15195" filled="f" strokecolor="red" strokeweight="2pt">
                      <v:path arrowok="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3" behindDoc="0" locked="0" layoutInCell="1" allowOverlap="1" wp14:anchorId="1CC11EB6" wp14:editId="23B14CAD">
                      <wp:simplePos x="0" y="0"/>
                      <wp:positionH relativeFrom="column">
                        <wp:posOffset>1095375</wp:posOffset>
                      </wp:positionH>
                      <wp:positionV relativeFrom="paragraph">
                        <wp:posOffset>1489075</wp:posOffset>
                      </wp:positionV>
                      <wp:extent cx="1165860" cy="129540"/>
                      <wp:effectExtent l="0" t="0" r="0" b="3810"/>
                      <wp:wrapNone/>
                      <wp:docPr id="66" name="Rectangle : coins arrondis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65860" cy="12954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55E97B4" id="Rectangle : coins arrondis 66" o:spid="_x0000_s1026" style="position:absolute;margin-left:86.25pt;margin-top:117.25pt;width:91.8pt;height:10.2pt;z-index:2516951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" filled="f" strokecolor="red" strokeweight="2pt">
                      <v:path arrowok="t"/>
                    </v:roundrect>
                  </w:pict>
                </mc:Fallback>
              </mc:AlternateContent>
            </w:r>
            <w:r w:rsidR="00444F06">
              <w:rPr>
                <w:noProof/>
              </w:rPr>
              <w:drawing>
                <wp:inline distT="0" distB="0" distL="0" distR="0" wp14:anchorId="5456A6A7" wp14:editId="5556B4A6">
                  <wp:extent cx="2897505" cy="2055253"/>
                  <wp:effectExtent l="0" t="0" r="0" b="2540"/>
                  <wp:docPr id="65" name="Imag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 65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4302" cy="2074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83F68C" w14:textId="523B30C0" w:rsidR="00EE69FE" w:rsidRPr="00D3649D" w:rsidRDefault="00EE69FE" w:rsidP="007A32C3"/>
        </w:tc>
      </w:tr>
      <w:tr w:rsidR="006B2B1C" w:rsidRPr="00D3649D" w14:paraId="7D9687AA" w14:textId="77777777" w:rsidTr="00882D4B">
        <w:trPr>
          <w:cantSplit/>
          <w:trHeight w:val="1984"/>
          <w:jc w:val="center"/>
        </w:trPr>
        <w:tc>
          <w:tcPr>
            <w:tcW w:w="567" w:type="dxa"/>
            <w:vAlign w:val="center"/>
          </w:tcPr>
          <w:p w14:paraId="14F8029A" w14:textId="0C400D57" w:rsidR="00EE69FE" w:rsidRPr="00A77F23" w:rsidRDefault="005C2A94" w:rsidP="007A32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EE69FE">
              <w:rPr>
                <w:rFonts w:ascii="Arial" w:hAnsi="Arial" w:cs="Arial"/>
                <w:b/>
              </w:rPr>
              <w:t>.6</w:t>
            </w:r>
          </w:p>
        </w:tc>
        <w:tc>
          <w:tcPr>
            <w:tcW w:w="4191" w:type="dxa"/>
            <w:vAlign w:val="center"/>
          </w:tcPr>
          <w:p w14:paraId="1448E9DF" w14:textId="1C63C62A" w:rsidR="00EE69FE" w:rsidRDefault="004B6C7D" w:rsidP="007A32C3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Créer la fente : suite</w:t>
            </w:r>
          </w:p>
          <w:p w14:paraId="4C40C80F" w14:textId="77777777" w:rsidR="00EE69FE" w:rsidRDefault="00EE69FE" w:rsidP="007A32C3">
            <w:pPr>
              <w:rPr>
                <w:rFonts w:ascii="Arial" w:hAnsi="Arial" w:cs="Arial"/>
                <w:bCs/>
              </w:rPr>
            </w:pPr>
          </w:p>
          <w:p w14:paraId="78A85FBA" w14:textId="7C57EB82" w:rsidR="004B6C7D" w:rsidRDefault="004B6C7D" w:rsidP="007A32C3">
            <w:pPr>
              <w:rPr>
                <w:rFonts w:ascii="Arial" w:hAnsi="Arial" w:cs="Arial"/>
                <w:b/>
              </w:rPr>
            </w:pPr>
            <w:r w:rsidRPr="004B6C7D">
              <w:rPr>
                <w:rFonts w:ascii="Arial" w:hAnsi="Arial" w:cs="Arial"/>
                <w:b/>
              </w:rPr>
              <w:t>Sélectionner la symétrie et délimiter l’extrémité supérieure</w:t>
            </w:r>
          </w:p>
          <w:p w14:paraId="53F2C1DA" w14:textId="77777777" w:rsidR="00882D4B" w:rsidRPr="004B6C7D" w:rsidRDefault="00882D4B" w:rsidP="007A32C3">
            <w:pPr>
              <w:rPr>
                <w:rFonts w:ascii="Arial" w:hAnsi="Arial" w:cs="Arial"/>
                <w:b/>
              </w:rPr>
            </w:pPr>
          </w:p>
          <w:p w14:paraId="4C334A7F" w14:textId="184248F0" w:rsidR="004B6C7D" w:rsidRDefault="004B6C7D" w:rsidP="007A32C3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41F4CC25" wp14:editId="27D78117">
                  <wp:extent cx="2242933" cy="2263140"/>
                  <wp:effectExtent l="0" t="0" r="5080" b="3810"/>
                  <wp:docPr id="69" name="Imag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 69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6741" cy="22669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56AF53" w14:textId="77777777" w:rsidR="00EE69FE" w:rsidRPr="00A77F23" w:rsidRDefault="00EE69FE" w:rsidP="007A32C3">
            <w:pPr>
              <w:rPr>
                <w:rFonts w:ascii="Arial" w:hAnsi="Arial" w:cs="Arial"/>
                <w:b/>
              </w:rPr>
            </w:pPr>
          </w:p>
        </w:tc>
        <w:tc>
          <w:tcPr>
            <w:tcW w:w="5732" w:type="dxa"/>
            <w:vAlign w:val="center"/>
          </w:tcPr>
          <w:p w14:paraId="5E8B8F4A" w14:textId="259D6624" w:rsidR="00EE69FE" w:rsidRDefault="00882D4B" w:rsidP="00882D4B">
            <w:pPr>
              <w:rPr>
                <w:rFonts w:ascii="Arial" w:hAnsi="Arial" w:cs="Arial"/>
                <w:b/>
              </w:rPr>
            </w:pPr>
            <w:r w:rsidRPr="00882D4B">
              <w:rPr>
                <w:rFonts w:ascii="Arial" w:hAnsi="Arial" w:cs="Arial"/>
                <w:b/>
              </w:rPr>
              <w:t>Sélectionner la deuxième extrémité</w:t>
            </w:r>
          </w:p>
          <w:p w14:paraId="2264492C" w14:textId="77777777" w:rsidR="00882D4B" w:rsidRPr="00882D4B" w:rsidRDefault="00882D4B" w:rsidP="00882D4B">
            <w:pPr>
              <w:rPr>
                <w:rFonts w:ascii="Arial" w:hAnsi="Arial" w:cs="Arial"/>
                <w:b/>
              </w:rPr>
            </w:pPr>
          </w:p>
          <w:p w14:paraId="001EA83A" w14:textId="77777777" w:rsidR="00882D4B" w:rsidRDefault="00882D4B" w:rsidP="007A32C3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438897B" wp14:editId="27FF0A01">
                  <wp:extent cx="2255520" cy="1932559"/>
                  <wp:effectExtent l="0" t="0" r="0" b="0"/>
                  <wp:docPr id="70" name="Imag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 70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7161" cy="19425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9105C0" w14:textId="7E2F856D" w:rsidR="00882D4B" w:rsidRPr="00882D4B" w:rsidRDefault="00882D4B" w:rsidP="007A32C3">
            <w:pPr>
              <w:jc w:val="center"/>
              <w:rPr>
                <w:rFonts w:ascii="Arial" w:hAnsi="Arial" w:cs="Arial"/>
                <w:noProof/>
              </w:rPr>
            </w:pPr>
            <w:r w:rsidRPr="00882D4B">
              <w:rPr>
                <w:rFonts w:ascii="Arial" w:hAnsi="Arial" w:cs="Arial"/>
                <w:noProof/>
              </w:rPr>
              <w:t>Déborder légèrement</w:t>
            </w:r>
          </w:p>
        </w:tc>
      </w:tr>
      <w:tr w:rsidR="00882D4B" w:rsidRPr="00D3649D" w14:paraId="74BB52C0" w14:textId="77777777" w:rsidTr="007A32C3">
        <w:trPr>
          <w:cantSplit/>
          <w:trHeight w:val="2665"/>
          <w:jc w:val="center"/>
        </w:trPr>
        <w:tc>
          <w:tcPr>
            <w:tcW w:w="567" w:type="dxa"/>
            <w:vAlign w:val="center"/>
          </w:tcPr>
          <w:p w14:paraId="12DF7AB3" w14:textId="1EA5A03A" w:rsidR="00882D4B" w:rsidRDefault="005C2A94" w:rsidP="007A32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882D4B">
              <w:rPr>
                <w:rFonts w:ascii="Arial" w:hAnsi="Arial" w:cs="Arial"/>
                <w:b/>
              </w:rPr>
              <w:t>.7</w:t>
            </w:r>
          </w:p>
        </w:tc>
        <w:tc>
          <w:tcPr>
            <w:tcW w:w="9923" w:type="dxa"/>
            <w:gridSpan w:val="2"/>
            <w:vAlign w:val="center"/>
          </w:tcPr>
          <w:p w14:paraId="54876D76" w14:textId="12365B13" w:rsidR="00882D4B" w:rsidRPr="00E058D8" w:rsidRDefault="00882D4B" w:rsidP="007A32C3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Résultat avec les motifs et les traceurs ajoutés.</w:t>
            </w:r>
          </w:p>
          <w:p w14:paraId="0C13F56F" w14:textId="77777777" w:rsidR="00882D4B" w:rsidRDefault="00882D4B" w:rsidP="007A32C3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9742FFF" wp14:editId="7B90645A">
                  <wp:extent cx="3508843" cy="2176317"/>
                  <wp:effectExtent l="209550" t="457200" r="187325" b="452755"/>
                  <wp:docPr id="57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 57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968615">
                            <a:off x="0" y="0"/>
                            <a:ext cx="3538395" cy="21946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33D7EF50" w14:textId="21DD4A1A" w:rsidR="007B76BB" w:rsidRDefault="007B76BB" w:rsidP="00CE42E9">
      <w:pPr>
        <w:rPr>
          <w:rFonts w:ascii="Arial" w:hAnsi="Arial"/>
          <w:sz w:val="28"/>
        </w:rPr>
      </w:pPr>
    </w:p>
    <w:p w14:paraId="41708928" w14:textId="77777777" w:rsidR="007B76BB" w:rsidRDefault="007B76B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br w:type="page"/>
      </w:r>
    </w:p>
    <w:p w14:paraId="154AA8D6" w14:textId="1D7E8F16" w:rsidR="007B76BB" w:rsidRPr="007B76BB" w:rsidRDefault="007B76BB" w:rsidP="007B76BB">
      <w:pPr>
        <w:rPr>
          <w:rFonts w:ascii="Arial" w:hAnsi="Arial"/>
          <w:b/>
          <w:bCs/>
          <w:sz w:val="28"/>
        </w:rPr>
      </w:pPr>
      <w:r w:rsidRPr="007B76BB">
        <w:rPr>
          <w:rFonts w:ascii="Arial" w:hAnsi="Arial"/>
          <w:b/>
          <w:bCs/>
          <w:sz w:val="28"/>
        </w:rPr>
        <w:t>Méthodologie de construction antiglissoir avec fente</w:t>
      </w:r>
      <w:r>
        <w:rPr>
          <w:rFonts w:ascii="Arial" w:hAnsi="Arial"/>
          <w:b/>
          <w:bCs/>
          <w:sz w:val="28"/>
        </w:rPr>
        <w:t xml:space="preserve"> et rafraichi</w:t>
      </w:r>
    </w:p>
    <w:p w14:paraId="7F3EA8C3" w14:textId="1B43EE33" w:rsidR="00EE69FE" w:rsidRDefault="00EE69FE" w:rsidP="00CE42E9">
      <w:pPr>
        <w:rPr>
          <w:rFonts w:ascii="Arial" w:hAnsi="Arial"/>
          <w:sz w:val="28"/>
        </w:rPr>
      </w:pPr>
    </w:p>
    <w:tbl>
      <w:tblPr>
        <w:tblW w:w="10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4191"/>
        <w:gridCol w:w="5732"/>
      </w:tblGrid>
      <w:tr w:rsidR="007B76BB" w:rsidRPr="00D3649D" w14:paraId="6D8335DE" w14:textId="77777777" w:rsidTr="007A32C3">
        <w:trPr>
          <w:trHeight w:val="478"/>
          <w:jc w:val="center"/>
        </w:trPr>
        <w:tc>
          <w:tcPr>
            <w:tcW w:w="567" w:type="dxa"/>
            <w:vAlign w:val="center"/>
          </w:tcPr>
          <w:p w14:paraId="033FF893" w14:textId="55A7A381" w:rsidR="007B76BB" w:rsidRPr="004B7128" w:rsidRDefault="005C2A94" w:rsidP="007A32C3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4</w:t>
            </w:r>
          </w:p>
        </w:tc>
        <w:tc>
          <w:tcPr>
            <w:tcW w:w="9923" w:type="dxa"/>
            <w:gridSpan w:val="2"/>
            <w:vAlign w:val="center"/>
          </w:tcPr>
          <w:p w14:paraId="482FD174" w14:textId="77777777" w:rsidR="007B76BB" w:rsidRPr="00D3649D" w:rsidRDefault="007B76BB" w:rsidP="007A32C3">
            <w:r w:rsidRPr="00671925">
              <w:rPr>
                <w:rFonts w:ascii="Arial" w:hAnsi="Arial" w:cs="Arial"/>
                <w:b/>
              </w:rPr>
              <w:t xml:space="preserve">Développer </w:t>
            </w:r>
            <w:r>
              <w:rPr>
                <w:rFonts w:ascii="Arial" w:hAnsi="Arial" w:cs="Arial"/>
                <w:b/>
              </w:rPr>
              <w:t>un antiglissoir avec fente</w:t>
            </w:r>
          </w:p>
        </w:tc>
      </w:tr>
      <w:tr w:rsidR="007B76BB" w:rsidRPr="00D3649D" w14:paraId="7CF62741" w14:textId="77777777" w:rsidTr="007A32C3">
        <w:trPr>
          <w:trHeight w:val="1020"/>
          <w:jc w:val="center"/>
        </w:trPr>
        <w:tc>
          <w:tcPr>
            <w:tcW w:w="567" w:type="dxa"/>
            <w:vAlign w:val="center"/>
          </w:tcPr>
          <w:p w14:paraId="5DB6779D" w14:textId="6045FDAB" w:rsidR="007B76BB" w:rsidRPr="004B7128" w:rsidRDefault="005C2A94" w:rsidP="007A32C3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4</w:t>
            </w:r>
            <w:r w:rsidR="007B76BB" w:rsidRPr="004B7128">
              <w:rPr>
                <w:rFonts w:ascii="Arial" w:hAnsi="Arial"/>
                <w:b/>
                <w:bCs/>
              </w:rPr>
              <w:t>.1</w:t>
            </w:r>
          </w:p>
        </w:tc>
        <w:tc>
          <w:tcPr>
            <w:tcW w:w="4191" w:type="dxa"/>
            <w:vAlign w:val="center"/>
          </w:tcPr>
          <w:p w14:paraId="3C17A684" w14:textId="77777777" w:rsidR="007B76BB" w:rsidRDefault="007B76BB" w:rsidP="007A32C3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Construire les lignes de l’antiglissoir.</w:t>
            </w:r>
          </w:p>
          <w:p w14:paraId="725BDFAE" w14:textId="77777777" w:rsidR="007B76BB" w:rsidRDefault="007B76BB" w:rsidP="007A32C3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Construction classique avec pince.</w:t>
            </w:r>
          </w:p>
          <w:p w14:paraId="49A10C39" w14:textId="77777777" w:rsidR="007B76BB" w:rsidRPr="00671925" w:rsidRDefault="007B76BB" w:rsidP="007A32C3">
            <w:pPr>
              <w:rPr>
                <w:rFonts w:ascii="Arial" w:hAnsi="Arial"/>
                <w:b/>
                <w:bCs/>
              </w:rPr>
            </w:pPr>
          </w:p>
          <w:p w14:paraId="425EC3D8" w14:textId="77777777" w:rsidR="007B76BB" w:rsidRDefault="007B76BB" w:rsidP="007A32C3">
            <w:pPr>
              <w:rPr>
                <w:rFonts w:ascii="Arial" w:hAnsi="Arial"/>
              </w:rPr>
            </w:pPr>
          </w:p>
          <w:p w14:paraId="488C06D7" w14:textId="77777777" w:rsidR="007B76BB" w:rsidRPr="002B072A" w:rsidRDefault="007B76BB" w:rsidP="007A32C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Voir tutoriel Étude 1 : décolleté classique</w:t>
            </w:r>
          </w:p>
        </w:tc>
        <w:tc>
          <w:tcPr>
            <w:tcW w:w="5732" w:type="dxa"/>
            <w:vAlign w:val="center"/>
          </w:tcPr>
          <w:p w14:paraId="3EEF49FC" w14:textId="77777777" w:rsidR="007B76BB" w:rsidRDefault="007B76BB" w:rsidP="007A32C3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8F320EE" wp14:editId="0243407A">
                  <wp:extent cx="2244725" cy="2651760"/>
                  <wp:effectExtent l="0" t="0" r="3175" b="0"/>
                  <wp:docPr id="76" name="Imag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 6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256" b="3392"/>
                          <a:stretch/>
                        </pic:blipFill>
                        <pic:spPr bwMode="auto">
                          <a:xfrm>
                            <a:off x="0" y="0"/>
                            <a:ext cx="2253623" cy="2662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76BB" w:rsidRPr="00D3649D" w14:paraId="7C6CBD82" w14:textId="77777777" w:rsidTr="007A32C3">
        <w:trPr>
          <w:trHeight w:val="1020"/>
          <w:jc w:val="center"/>
        </w:trPr>
        <w:tc>
          <w:tcPr>
            <w:tcW w:w="567" w:type="dxa"/>
            <w:vAlign w:val="center"/>
          </w:tcPr>
          <w:p w14:paraId="0A4CD93C" w14:textId="382577C4" w:rsidR="007B76BB" w:rsidRPr="004B7128" w:rsidRDefault="005C2A94" w:rsidP="007A32C3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4</w:t>
            </w:r>
            <w:r w:rsidR="007B76BB" w:rsidRPr="004B7128">
              <w:rPr>
                <w:rFonts w:ascii="Arial" w:hAnsi="Arial"/>
                <w:b/>
                <w:bCs/>
              </w:rPr>
              <w:t>.2</w:t>
            </w:r>
          </w:p>
        </w:tc>
        <w:tc>
          <w:tcPr>
            <w:tcW w:w="4191" w:type="dxa"/>
            <w:vAlign w:val="center"/>
          </w:tcPr>
          <w:p w14:paraId="41368693" w14:textId="77777777" w:rsidR="007B76BB" w:rsidRDefault="007B76BB" w:rsidP="007A32C3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Symétriser les lignes internes</w:t>
            </w:r>
          </w:p>
          <w:p w14:paraId="63D57C95" w14:textId="77777777" w:rsidR="007B76BB" w:rsidRPr="00671925" w:rsidRDefault="007B76BB" w:rsidP="007A32C3">
            <w:pPr>
              <w:rPr>
                <w:rFonts w:ascii="Arial" w:hAnsi="Arial"/>
                <w:b/>
                <w:bCs/>
              </w:rPr>
            </w:pPr>
          </w:p>
          <w:p w14:paraId="10194F67" w14:textId="6A7FB0D8" w:rsidR="007B76BB" w:rsidRDefault="007B76BB" w:rsidP="007A32C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Menu - Patronage – Symétrie - Symétrie</w:t>
            </w:r>
          </w:p>
          <w:p w14:paraId="3607CBC8" w14:textId="77777777" w:rsidR="007B76BB" w:rsidRDefault="007B76BB" w:rsidP="007A32C3">
            <w:pPr>
              <w:rPr>
                <w:rFonts w:ascii="Arial" w:hAnsi="Arial"/>
              </w:rPr>
            </w:pPr>
          </w:p>
          <w:p w14:paraId="64217552" w14:textId="77777777" w:rsidR="007B76BB" w:rsidRDefault="007B76BB" w:rsidP="007A32C3">
            <w:pPr>
              <w:rPr>
                <w:rFonts w:ascii="Arial" w:hAnsi="Arial"/>
              </w:rPr>
            </w:pPr>
          </w:p>
          <w:p w14:paraId="729EB76F" w14:textId="77777777" w:rsidR="007B76BB" w:rsidRDefault="007B76BB" w:rsidP="007A32C3">
            <w:pPr>
              <w:rPr>
                <w:rFonts w:ascii="Arial" w:hAnsi="Arial"/>
              </w:rPr>
            </w:pPr>
          </w:p>
          <w:p w14:paraId="4DF005B3" w14:textId="77777777" w:rsidR="007B76BB" w:rsidRDefault="007B76BB" w:rsidP="007A32C3">
            <w:pPr>
              <w:rPr>
                <w:rFonts w:ascii="Arial" w:hAnsi="Arial"/>
              </w:rPr>
            </w:pPr>
          </w:p>
        </w:tc>
        <w:tc>
          <w:tcPr>
            <w:tcW w:w="5732" w:type="dxa"/>
            <w:vAlign w:val="center"/>
          </w:tcPr>
          <w:p w14:paraId="0C177EEB" w14:textId="77777777" w:rsidR="007B76BB" w:rsidRDefault="007B76BB" w:rsidP="007A32C3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90D3F04" wp14:editId="3C376D39">
                  <wp:extent cx="2525928" cy="1874520"/>
                  <wp:effectExtent l="0" t="0" r="8255" b="0"/>
                  <wp:docPr id="79" name="Imag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 5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5292" cy="18814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76BB" w:rsidRPr="00D3649D" w14:paraId="2B5C2CD6" w14:textId="77777777" w:rsidTr="007A32C3">
        <w:trPr>
          <w:trHeight w:val="1020"/>
          <w:jc w:val="center"/>
        </w:trPr>
        <w:tc>
          <w:tcPr>
            <w:tcW w:w="567" w:type="dxa"/>
            <w:vAlign w:val="center"/>
          </w:tcPr>
          <w:p w14:paraId="21E6A6DE" w14:textId="457C9788" w:rsidR="007B76BB" w:rsidRDefault="005C2A94" w:rsidP="007A32C3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4</w:t>
            </w:r>
            <w:r w:rsidR="007B76BB">
              <w:rPr>
                <w:rFonts w:ascii="Arial" w:hAnsi="Arial"/>
                <w:b/>
                <w:bCs/>
              </w:rPr>
              <w:t>.3</w:t>
            </w:r>
          </w:p>
        </w:tc>
        <w:tc>
          <w:tcPr>
            <w:tcW w:w="4191" w:type="dxa"/>
            <w:vAlign w:val="center"/>
          </w:tcPr>
          <w:p w14:paraId="289C51E4" w14:textId="7AADEFF8" w:rsidR="007B76BB" w:rsidRDefault="007B76BB" w:rsidP="007A32C3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Ajouter une marge</w:t>
            </w:r>
          </w:p>
        </w:tc>
        <w:tc>
          <w:tcPr>
            <w:tcW w:w="5732" w:type="dxa"/>
            <w:vAlign w:val="center"/>
          </w:tcPr>
          <w:p w14:paraId="0FFE56FF" w14:textId="1FA84D49" w:rsidR="007B76BB" w:rsidRDefault="001A62BE" w:rsidP="007A32C3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08415" behindDoc="0" locked="0" layoutInCell="1" allowOverlap="1" wp14:anchorId="47ECB5DE" wp14:editId="5236E97D">
                      <wp:simplePos x="0" y="0"/>
                      <wp:positionH relativeFrom="column">
                        <wp:posOffset>1611630</wp:posOffset>
                      </wp:positionH>
                      <wp:positionV relativeFrom="paragraph">
                        <wp:posOffset>2009774</wp:posOffset>
                      </wp:positionV>
                      <wp:extent cx="220980" cy="0"/>
                      <wp:effectExtent l="38100" t="76200" r="7620" b="76200"/>
                      <wp:wrapNone/>
                      <wp:docPr id="90" name="Connecteur droit avec flèch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20980" cy="0"/>
                              </a:xfrm>
                              <a:prstGeom prst="straightConnector1">
                                <a:avLst/>
                              </a:prstGeom>
                              <a:ln w="15875" cmpd="sng">
                                <a:solidFill>
                                  <a:srgbClr val="FF0000"/>
                                </a:solidFill>
                                <a:headEnd type="stealth"/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BCABD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90" o:spid="_x0000_s1026" type="#_x0000_t32" style="position:absolute;margin-left:126.9pt;margin-top:158.25pt;width:17.4pt;height:0;z-index:251708415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" strokecolor="red" strokeweight="1.25pt">
                      <v:stroke startarrow="classic" endarrow="classic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7" behindDoc="0" locked="0" layoutInCell="1" allowOverlap="1" wp14:anchorId="7FD5E323" wp14:editId="3B634334">
                      <wp:simplePos x="0" y="0"/>
                      <wp:positionH relativeFrom="column">
                        <wp:posOffset>874395</wp:posOffset>
                      </wp:positionH>
                      <wp:positionV relativeFrom="paragraph">
                        <wp:posOffset>1356360</wp:posOffset>
                      </wp:positionV>
                      <wp:extent cx="800100" cy="91440"/>
                      <wp:effectExtent l="0" t="57150" r="0" b="3810"/>
                      <wp:wrapNone/>
                      <wp:docPr id="88" name="Connecteur droit avec flèch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800100" cy="9144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170C2A" id="Connecteur droit avec flèche 88" o:spid="_x0000_s1026" type="#_x0000_t32" style="position:absolute;margin-left:68.85pt;margin-top:106.8pt;width:63pt;height:7.2pt;flip:y;z-index:2517063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" strokecolor="red" strokeweight="1pt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1" behindDoc="0" locked="0" layoutInCell="1" allowOverlap="1" wp14:anchorId="3BA6F86F" wp14:editId="21030F60">
                      <wp:simplePos x="0" y="0"/>
                      <wp:positionH relativeFrom="column">
                        <wp:posOffset>821055</wp:posOffset>
                      </wp:positionH>
                      <wp:positionV relativeFrom="paragraph">
                        <wp:posOffset>1893570</wp:posOffset>
                      </wp:positionV>
                      <wp:extent cx="853440" cy="937260"/>
                      <wp:effectExtent l="0" t="0" r="60960" b="34290"/>
                      <wp:wrapNone/>
                      <wp:docPr id="89" name="Connecteur droit avec flèch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853440" cy="93726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3A0511" id="Connecteur droit avec flèche 89" o:spid="_x0000_s1026" type="#_x0000_t32" style="position:absolute;margin-left:64.65pt;margin-top:149.1pt;width:67.2pt;height:73.8pt;z-index:2517073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" strokecolor="red" strokeweight="1pt">
                      <v:stroke endarrow="block"/>
                      <o:lock v:ext="edit" shapetype="f"/>
                    </v:shape>
                  </w:pict>
                </mc:Fallback>
              </mc:AlternateContent>
            </w:r>
            <w:r w:rsidR="007B76BB">
              <w:rPr>
                <w:noProof/>
              </w:rPr>
              <w:drawing>
                <wp:inline distT="0" distB="0" distL="0" distR="0" wp14:anchorId="1B7F53E7" wp14:editId="4C787F5E">
                  <wp:extent cx="2423726" cy="2964180"/>
                  <wp:effectExtent l="0" t="0" r="0" b="7620"/>
                  <wp:docPr id="87" name="Imag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Image 87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4321" cy="29771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76BB" w:rsidRPr="00D3649D" w14:paraId="397D9F1D" w14:textId="77777777" w:rsidTr="007A32C3">
        <w:trPr>
          <w:trHeight w:val="1020"/>
          <w:jc w:val="center"/>
        </w:trPr>
        <w:tc>
          <w:tcPr>
            <w:tcW w:w="567" w:type="dxa"/>
            <w:vAlign w:val="center"/>
          </w:tcPr>
          <w:p w14:paraId="72AF10A5" w14:textId="15A31E4E" w:rsidR="007B76BB" w:rsidRPr="004B7128" w:rsidRDefault="005C2A94" w:rsidP="007A32C3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4</w:t>
            </w:r>
            <w:r w:rsidR="007B76BB" w:rsidRPr="004B7128">
              <w:rPr>
                <w:rFonts w:ascii="Arial" w:hAnsi="Arial"/>
                <w:b/>
                <w:bCs/>
              </w:rPr>
              <w:t>.</w:t>
            </w:r>
            <w:r w:rsidR="00FF6CA1">
              <w:rPr>
                <w:rFonts w:ascii="Arial" w:hAnsi="Arial"/>
                <w:b/>
                <w:bCs/>
              </w:rPr>
              <w:t>4</w:t>
            </w:r>
          </w:p>
        </w:tc>
        <w:tc>
          <w:tcPr>
            <w:tcW w:w="4191" w:type="dxa"/>
            <w:vAlign w:val="center"/>
          </w:tcPr>
          <w:p w14:paraId="411E83DA" w14:textId="77777777" w:rsidR="007B76BB" w:rsidRPr="00706D7D" w:rsidRDefault="007B76BB" w:rsidP="007A32C3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Extraire la pièce</w:t>
            </w:r>
          </w:p>
          <w:p w14:paraId="4AB50A0D" w14:textId="77777777" w:rsidR="007B76BB" w:rsidRDefault="007B76BB" w:rsidP="007A32C3">
            <w:pPr>
              <w:rPr>
                <w:rFonts w:ascii="Arial" w:hAnsi="Arial"/>
              </w:rPr>
            </w:pPr>
          </w:p>
          <w:p w14:paraId="1E4F75FB" w14:textId="77777777" w:rsidR="007B76BB" w:rsidRPr="002B072A" w:rsidRDefault="007B76BB" w:rsidP="007A32C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Ne pas sélectionner les lignes de la pince !</w:t>
            </w:r>
          </w:p>
        </w:tc>
        <w:tc>
          <w:tcPr>
            <w:tcW w:w="5732" w:type="dxa"/>
            <w:vAlign w:val="center"/>
          </w:tcPr>
          <w:p w14:paraId="696DEF2E" w14:textId="77777777" w:rsidR="007B76BB" w:rsidRPr="00D3649D" w:rsidRDefault="007B76BB" w:rsidP="007A32C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565FC59" wp14:editId="60FF21CD">
                  <wp:extent cx="2535261" cy="1747996"/>
                  <wp:effectExtent l="171450" t="304800" r="189230" b="290830"/>
                  <wp:docPr id="80" name="Imag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 80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93" r="4893"/>
                          <a:stretch>
                            <a:fillRect/>
                          </a:stretch>
                        </pic:blipFill>
                        <pic:spPr bwMode="auto">
                          <a:xfrm rot="859694">
                            <a:off x="0" y="0"/>
                            <a:ext cx="2535261" cy="17479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76BB" w:rsidRPr="00D3649D" w14:paraId="38A56E8D" w14:textId="77777777" w:rsidTr="007A32C3">
        <w:trPr>
          <w:trHeight w:val="3402"/>
          <w:jc w:val="center"/>
        </w:trPr>
        <w:tc>
          <w:tcPr>
            <w:tcW w:w="567" w:type="dxa"/>
            <w:vAlign w:val="center"/>
          </w:tcPr>
          <w:p w14:paraId="234DE87D" w14:textId="61F1D431" w:rsidR="007B76BB" w:rsidRPr="00444F06" w:rsidRDefault="005C2A94" w:rsidP="007A32C3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4</w:t>
            </w:r>
            <w:r w:rsidR="00FF6CA1">
              <w:rPr>
                <w:rFonts w:ascii="Arial" w:hAnsi="Arial"/>
                <w:b/>
                <w:bCs/>
              </w:rPr>
              <w:t>.5</w:t>
            </w:r>
          </w:p>
        </w:tc>
        <w:tc>
          <w:tcPr>
            <w:tcW w:w="9923" w:type="dxa"/>
            <w:gridSpan w:val="2"/>
            <w:vAlign w:val="center"/>
          </w:tcPr>
          <w:p w14:paraId="7EDCCBCA" w14:textId="77777777" w:rsidR="007B76BB" w:rsidRDefault="007B76BB" w:rsidP="007A32C3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Afficher la pièce à l’aide du tableau des couches.   </w:t>
            </w:r>
            <w:r>
              <w:rPr>
                <w:rFonts w:ascii="Arial" w:hAnsi="Arial"/>
              </w:rPr>
              <w:t>Menu : Patronnage – tableau des couches.</w:t>
            </w:r>
          </w:p>
          <w:p w14:paraId="7782F00D" w14:textId="77777777" w:rsidR="007B76BB" w:rsidRDefault="007B76BB" w:rsidP="007A32C3">
            <w:pPr>
              <w:rPr>
                <w:rFonts w:ascii="Arial" w:hAnsi="Arial"/>
              </w:rPr>
            </w:pPr>
          </w:p>
          <w:p w14:paraId="754023AC" w14:textId="621BAB17" w:rsidR="007B76BB" w:rsidRPr="00D3649D" w:rsidRDefault="001A62BE" w:rsidP="007A32C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7" behindDoc="0" locked="0" layoutInCell="1" allowOverlap="1" wp14:anchorId="4ED9A5B9" wp14:editId="195161A5">
                      <wp:simplePos x="0" y="0"/>
                      <wp:positionH relativeFrom="column">
                        <wp:posOffset>2212340</wp:posOffset>
                      </wp:positionH>
                      <wp:positionV relativeFrom="paragraph">
                        <wp:posOffset>147320</wp:posOffset>
                      </wp:positionV>
                      <wp:extent cx="922020" cy="960120"/>
                      <wp:effectExtent l="0" t="0" r="0" b="0"/>
                      <wp:wrapNone/>
                      <wp:docPr id="71" name="Rectangle : coins arrondis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922020" cy="960120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464C282" id="Rectangle : coins arrondis 71" o:spid="_x0000_s1026" style="position:absolute;margin-left:174.2pt;margin-top:11.6pt;width:72.6pt;height:75.6pt;z-index:251701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" filled="f" strokecolor="red" strokeweight="2pt">
                      <v:path arrowok="t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3" behindDoc="0" locked="0" layoutInCell="1" allowOverlap="1" wp14:anchorId="0DEFEEBC" wp14:editId="4AC91129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387350</wp:posOffset>
                      </wp:positionV>
                      <wp:extent cx="297180" cy="266700"/>
                      <wp:effectExtent l="0" t="0" r="7620" b="0"/>
                      <wp:wrapNone/>
                      <wp:docPr id="72" name="Rectangle : coins arrondis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66700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9A7C368" id="Rectangle : coins arrondis 72" o:spid="_x0000_s1026" style="position:absolute;margin-left:4.2pt;margin-top:30.5pt;width:23.4pt;height:21pt;z-index:2517002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" filled="f" strokecolor="red" strokeweight="2pt">
                      <v:path arrowok="t"/>
                    </v:roundrect>
                  </w:pict>
                </mc:Fallback>
              </mc:AlternateContent>
            </w:r>
            <w:r w:rsidR="007B76BB">
              <w:rPr>
                <w:noProof/>
              </w:rPr>
              <w:drawing>
                <wp:inline distT="0" distB="0" distL="0" distR="0" wp14:anchorId="593A8898" wp14:editId="16DEC3DD">
                  <wp:extent cx="6120765" cy="1089925"/>
                  <wp:effectExtent l="0" t="0" r="0" b="0"/>
                  <wp:docPr id="81" name="Imag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Image 81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765" cy="1089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76BB" w:rsidRPr="00D3649D" w14:paraId="54A97942" w14:textId="77777777" w:rsidTr="007A32C3">
        <w:trPr>
          <w:cantSplit/>
          <w:trHeight w:val="3798"/>
          <w:jc w:val="center"/>
        </w:trPr>
        <w:tc>
          <w:tcPr>
            <w:tcW w:w="567" w:type="dxa"/>
            <w:vAlign w:val="center"/>
          </w:tcPr>
          <w:p w14:paraId="3D8EF4CF" w14:textId="116EB4DA" w:rsidR="007B76BB" w:rsidRPr="00A77F23" w:rsidRDefault="005C2A94" w:rsidP="007A32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 w:rsidR="00FF6CA1">
              <w:rPr>
                <w:rFonts w:ascii="Arial" w:hAnsi="Arial" w:cs="Arial"/>
                <w:b/>
              </w:rPr>
              <w:t>.6</w:t>
            </w:r>
            <w:r w:rsidR="007B76BB" w:rsidRPr="00A77F23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191" w:type="dxa"/>
            <w:vAlign w:val="center"/>
          </w:tcPr>
          <w:p w14:paraId="30527E05" w14:textId="77777777" w:rsidR="007B76BB" w:rsidRDefault="007B76BB" w:rsidP="007A32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Créer la fente.</w:t>
            </w:r>
          </w:p>
          <w:p w14:paraId="67B950F8" w14:textId="77777777" w:rsidR="007B76BB" w:rsidRPr="00A77F23" w:rsidRDefault="007B76BB" w:rsidP="007A32C3">
            <w:pPr>
              <w:rPr>
                <w:rFonts w:ascii="Arial" w:hAnsi="Arial" w:cs="Arial"/>
                <w:b/>
              </w:rPr>
            </w:pPr>
          </w:p>
          <w:p w14:paraId="4B641B0D" w14:textId="77777777" w:rsidR="007B76BB" w:rsidRDefault="007B76BB" w:rsidP="007A32C3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anchor distT="0" distB="0" distL="114300" distR="114300" simplePos="0" relativeHeight="251702271" behindDoc="0" locked="0" layoutInCell="1" allowOverlap="1" wp14:anchorId="0187D07E" wp14:editId="34511D44">
                  <wp:simplePos x="0" y="0"/>
                  <wp:positionH relativeFrom="column">
                    <wp:posOffset>1431925</wp:posOffset>
                  </wp:positionH>
                  <wp:positionV relativeFrom="paragraph">
                    <wp:posOffset>266700</wp:posOffset>
                  </wp:positionV>
                  <wp:extent cx="1134110" cy="1310640"/>
                  <wp:effectExtent l="0" t="0" r="8890" b="3810"/>
                  <wp:wrapNone/>
                  <wp:docPr id="82" name="Imag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 64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110" cy="1310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77F23">
              <w:rPr>
                <w:rFonts w:ascii="Arial" w:hAnsi="Arial" w:cs="Arial"/>
                <w:bCs/>
              </w:rPr>
              <w:t>Menu : Patronnage –</w:t>
            </w:r>
            <w:r>
              <w:rPr>
                <w:rFonts w:ascii="Arial" w:hAnsi="Arial" w:cs="Arial"/>
                <w:bCs/>
              </w:rPr>
              <w:t xml:space="preserve"> Lignes internes -</w:t>
            </w:r>
            <w:r w:rsidRPr="00A77F23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Marge qualifiée</w:t>
            </w:r>
          </w:p>
          <w:p w14:paraId="5A6E9D35" w14:textId="77777777" w:rsidR="007B76BB" w:rsidRDefault="007B76BB" w:rsidP="007A32C3">
            <w:pPr>
              <w:rPr>
                <w:rFonts w:ascii="Arial" w:hAnsi="Arial" w:cs="Arial"/>
                <w:bCs/>
              </w:rPr>
            </w:pPr>
          </w:p>
          <w:p w14:paraId="6091F223" w14:textId="1FC46566" w:rsidR="007B76BB" w:rsidRPr="009D4206" w:rsidRDefault="009D4206" w:rsidP="007A32C3">
            <w:pPr>
              <w:rPr>
                <w:rFonts w:ascii="Arial" w:hAnsi="Arial" w:cs="Arial"/>
                <w:b/>
                <w:color w:val="FF0000"/>
              </w:rPr>
            </w:pPr>
            <w:r w:rsidRPr="009D4206">
              <w:rPr>
                <w:rFonts w:ascii="Arial" w:hAnsi="Arial" w:cs="Arial"/>
                <w:b/>
                <w:color w:val="FF0000"/>
              </w:rPr>
              <w:t>INTERNE A COUPER</w:t>
            </w:r>
          </w:p>
          <w:p w14:paraId="5A031A88" w14:textId="77777777" w:rsidR="007B76BB" w:rsidRPr="00E058D8" w:rsidRDefault="007B76BB" w:rsidP="007A32C3">
            <w:pPr>
              <w:rPr>
                <w:rFonts w:ascii="Arial" w:hAnsi="Arial" w:cs="Arial"/>
                <w:b/>
              </w:rPr>
            </w:pPr>
          </w:p>
        </w:tc>
        <w:tc>
          <w:tcPr>
            <w:tcW w:w="5732" w:type="dxa"/>
            <w:vAlign w:val="center"/>
          </w:tcPr>
          <w:p w14:paraId="441DA9E0" w14:textId="34E47DB6" w:rsidR="007B76BB" w:rsidRPr="00D3649D" w:rsidRDefault="001A62BE" w:rsidP="007A32C3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3" behindDoc="0" locked="0" layoutInCell="1" allowOverlap="1" wp14:anchorId="57FF03E0" wp14:editId="0976FD6A">
                      <wp:simplePos x="0" y="0"/>
                      <wp:positionH relativeFrom="column">
                        <wp:posOffset>697230</wp:posOffset>
                      </wp:positionH>
                      <wp:positionV relativeFrom="paragraph">
                        <wp:posOffset>125095</wp:posOffset>
                      </wp:positionV>
                      <wp:extent cx="518160" cy="129540"/>
                      <wp:effectExtent l="0" t="0" r="0" b="3810"/>
                      <wp:wrapNone/>
                      <wp:docPr id="73" name="Rectangle : coins arrondis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18160" cy="129540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EA98767" id="Rectangle : coins arrondis 73" o:spid="_x0000_s1026" style="position:absolute;margin-left:54.9pt;margin-top:9.85pt;width:40.8pt;height:10.2pt;z-index:2517053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" filled="f" strokecolor="red" strokeweight="2pt">
                      <v:path arrowok="t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19" behindDoc="0" locked="0" layoutInCell="1" allowOverlap="1" wp14:anchorId="627D9473" wp14:editId="4969868F">
                      <wp:simplePos x="0" y="0"/>
                      <wp:positionH relativeFrom="column">
                        <wp:posOffset>363855</wp:posOffset>
                      </wp:positionH>
                      <wp:positionV relativeFrom="paragraph">
                        <wp:posOffset>1379855</wp:posOffset>
                      </wp:positionV>
                      <wp:extent cx="655320" cy="388620"/>
                      <wp:effectExtent l="19050" t="19050" r="11430" b="11430"/>
                      <wp:wrapNone/>
                      <wp:docPr id="74" name="Flèche : droite à entaill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55320" cy="388620"/>
                              </a:xfrm>
                              <a:prstGeom prst="notchedRightArrow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E42660" id="Flèche : droite à entaille 74" o:spid="_x0000_s1026" type="#_x0000_t94" style="position:absolute;margin-left:28.65pt;margin-top:108.65pt;width:51.6pt;height:30.6pt;z-index:251704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" adj="15195" filled="f" strokecolor="red" strokeweight="2pt">
                      <v:path arrowok="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5" behindDoc="0" locked="0" layoutInCell="1" allowOverlap="1" wp14:anchorId="40AABFAB" wp14:editId="4970162D">
                      <wp:simplePos x="0" y="0"/>
                      <wp:positionH relativeFrom="column">
                        <wp:posOffset>1095375</wp:posOffset>
                      </wp:positionH>
                      <wp:positionV relativeFrom="paragraph">
                        <wp:posOffset>1489075</wp:posOffset>
                      </wp:positionV>
                      <wp:extent cx="1165860" cy="129540"/>
                      <wp:effectExtent l="0" t="0" r="0" b="3810"/>
                      <wp:wrapNone/>
                      <wp:docPr id="75" name="Rectangle : coins arrondis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65860" cy="129540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FADA25D" id="Rectangle : coins arrondis 75" o:spid="_x0000_s1026" style="position:absolute;margin-left:86.25pt;margin-top:117.25pt;width:91.8pt;height:10.2pt;z-index:2517032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" filled="f" strokecolor="red" strokeweight="2pt">
                      <v:path arrowok="t"/>
                    </v:roundrect>
                  </w:pict>
                </mc:Fallback>
              </mc:AlternateContent>
            </w:r>
            <w:r w:rsidR="007B76BB">
              <w:rPr>
                <w:noProof/>
              </w:rPr>
              <w:drawing>
                <wp:inline distT="0" distB="0" distL="0" distR="0" wp14:anchorId="141B1408" wp14:editId="6DDC4368">
                  <wp:extent cx="2897505" cy="2055253"/>
                  <wp:effectExtent l="0" t="0" r="0" b="2540"/>
                  <wp:docPr id="83" name="Imag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 65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4302" cy="2074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0AC161" w14:textId="77777777" w:rsidR="007B76BB" w:rsidRPr="00D3649D" w:rsidRDefault="007B76BB" w:rsidP="007A32C3"/>
        </w:tc>
      </w:tr>
      <w:tr w:rsidR="007B76BB" w:rsidRPr="00D3649D" w14:paraId="301E1C7F" w14:textId="77777777" w:rsidTr="007A32C3">
        <w:trPr>
          <w:cantSplit/>
          <w:trHeight w:val="1984"/>
          <w:jc w:val="center"/>
        </w:trPr>
        <w:tc>
          <w:tcPr>
            <w:tcW w:w="567" w:type="dxa"/>
            <w:vAlign w:val="center"/>
          </w:tcPr>
          <w:p w14:paraId="049DBCB6" w14:textId="6D201542" w:rsidR="007B76BB" w:rsidRPr="00A77F23" w:rsidRDefault="005C2A94" w:rsidP="007A32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 w:rsidR="00FF6CA1">
              <w:rPr>
                <w:rFonts w:ascii="Arial" w:hAnsi="Arial" w:cs="Arial"/>
                <w:b/>
              </w:rPr>
              <w:t>.7</w:t>
            </w:r>
          </w:p>
        </w:tc>
        <w:tc>
          <w:tcPr>
            <w:tcW w:w="4191" w:type="dxa"/>
            <w:vAlign w:val="center"/>
          </w:tcPr>
          <w:p w14:paraId="325D3C87" w14:textId="77777777" w:rsidR="007B76BB" w:rsidRDefault="007B76BB" w:rsidP="007A32C3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Créer la fente : suite</w:t>
            </w:r>
          </w:p>
          <w:p w14:paraId="3DE7D98A" w14:textId="77777777" w:rsidR="007B76BB" w:rsidRDefault="007B76BB" w:rsidP="007A32C3">
            <w:pPr>
              <w:rPr>
                <w:rFonts w:ascii="Arial" w:hAnsi="Arial" w:cs="Arial"/>
                <w:bCs/>
              </w:rPr>
            </w:pPr>
          </w:p>
          <w:p w14:paraId="02915C74" w14:textId="77777777" w:rsidR="007B76BB" w:rsidRDefault="007B76BB" w:rsidP="007A32C3">
            <w:pPr>
              <w:rPr>
                <w:rFonts w:ascii="Arial" w:hAnsi="Arial" w:cs="Arial"/>
                <w:b/>
              </w:rPr>
            </w:pPr>
            <w:r w:rsidRPr="004B6C7D">
              <w:rPr>
                <w:rFonts w:ascii="Arial" w:hAnsi="Arial" w:cs="Arial"/>
                <w:b/>
              </w:rPr>
              <w:t>Sélectionner la symétrie et délimiter l’extrémité supérieure</w:t>
            </w:r>
          </w:p>
          <w:p w14:paraId="1D946F09" w14:textId="77777777" w:rsidR="007B76BB" w:rsidRPr="004B6C7D" w:rsidRDefault="007B76BB" w:rsidP="007A32C3">
            <w:pPr>
              <w:rPr>
                <w:rFonts w:ascii="Arial" w:hAnsi="Arial" w:cs="Arial"/>
                <w:b/>
              </w:rPr>
            </w:pPr>
          </w:p>
          <w:p w14:paraId="62747C25" w14:textId="77777777" w:rsidR="007B76BB" w:rsidRDefault="007B76BB" w:rsidP="007A32C3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3612D814" wp14:editId="1018D2FB">
                  <wp:extent cx="2246741" cy="2027428"/>
                  <wp:effectExtent l="0" t="0" r="1270" b="0"/>
                  <wp:docPr id="84" name="Imag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 84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6741" cy="20274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CB7A0C" w14:textId="77777777" w:rsidR="007B76BB" w:rsidRPr="00A77F23" w:rsidRDefault="007B76BB" w:rsidP="007A32C3">
            <w:pPr>
              <w:rPr>
                <w:rFonts w:ascii="Arial" w:hAnsi="Arial" w:cs="Arial"/>
                <w:b/>
              </w:rPr>
            </w:pPr>
          </w:p>
        </w:tc>
        <w:tc>
          <w:tcPr>
            <w:tcW w:w="5732" w:type="dxa"/>
            <w:vAlign w:val="center"/>
          </w:tcPr>
          <w:p w14:paraId="7E15F9B2" w14:textId="77777777" w:rsidR="007B76BB" w:rsidRDefault="007B76BB" w:rsidP="007A32C3">
            <w:pPr>
              <w:rPr>
                <w:rFonts w:ascii="Arial" w:hAnsi="Arial" w:cs="Arial"/>
                <w:b/>
              </w:rPr>
            </w:pPr>
            <w:r w:rsidRPr="00882D4B">
              <w:rPr>
                <w:rFonts w:ascii="Arial" w:hAnsi="Arial" w:cs="Arial"/>
                <w:b/>
              </w:rPr>
              <w:t>Sélectionner la deuxième extrémité</w:t>
            </w:r>
          </w:p>
          <w:p w14:paraId="2C190B9D" w14:textId="77777777" w:rsidR="007B76BB" w:rsidRPr="00882D4B" w:rsidRDefault="007B76BB" w:rsidP="007A32C3">
            <w:pPr>
              <w:rPr>
                <w:rFonts w:ascii="Arial" w:hAnsi="Arial" w:cs="Arial"/>
                <w:b/>
              </w:rPr>
            </w:pPr>
          </w:p>
          <w:p w14:paraId="57DF59E1" w14:textId="77777777" w:rsidR="007B76BB" w:rsidRDefault="007B76BB" w:rsidP="007A32C3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0ED433D" wp14:editId="6612109C">
                  <wp:extent cx="2212476" cy="1942533"/>
                  <wp:effectExtent l="0" t="0" r="0" b="635"/>
                  <wp:docPr id="85" name="Imag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Image 85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2476" cy="19425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87F065" w14:textId="77777777" w:rsidR="007B76BB" w:rsidRPr="00882D4B" w:rsidRDefault="007B76BB" w:rsidP="007A32C3">
            <w:pPr>
              <w:jc w:val="center"/>
              <w:rPr>
                <w:rFonts w:ascii="Arial" w:hAnsi="Arial" w:cs="Arial"/>
                <w:noProof/>
              </w:rPr>
            </w:pPr>
            <w:r w:rsidRPr="00882D4B">
              <w:rPr>
                <w:rFonts w:ascii="Arial" w:hAnsi="Arial" w:cs="Arial"/>
                <w:noProof/>
              </w:rPr>
              <w:t>Déborder légèrement</w:t>
            </w:r>
          </w:p>
        </w:tc>
      </w:tr>
      <w:tr w:rsidR="007B76BB" w:rsidRPr="00D3649D" w14:paraId="176D58C4" w14:textId="77777777" w:rsidTr="007A32C3">
        <w:trPr>
          <w:cantSplit/>
          <w:trHeight w:val="2665"/>
          <w:jc w:val="center"/>
        </w:trPr>
        <w:tc>
          <w:tcPr>
            <w:tcW w:w="567" w:type="dxa"/>
            <w:vAlign w:val="center"/>
          </w:tcPr>
          <w:p w14:paraId="0E380AC2" w14:textId="5E6FE42B" w:rsidR="007B76BB" w:rsidRDefault="005C2A94" w:rsidP="007A32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 w:rsidR="00FF6CA1">
              <w:rPr>
                <w:rFonts w:ascii="Arial" w:hAnsi="Arial" w:cs="Arial"/>
                <w:b/>
              </w:rPr>
              <w:t>.8</w:t>
            </w:r>
          </w:p>
        </w:tc>
        <w:tc>
          <w:tcPr>
            <w:tcW w:w="9923" w:type="dxa"/>
            <w:gridSpan w:val="2"/>
            <w:vAlign w:val="center"/>
          </w:tcPr>
          <w:p w14:paraId="1701670E" w14:textId="77777777" w:rsidR="007B76BB" w:rsidRPr="00E058D8" w:rsidRDefault="007B76BB" w:rsidP="007A32C3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Résultat avec les motifs et les traceurs ajoutés.</w:t>
            </w:r>
          </w:p>
          <w:p w14:paraId="2BDB4EDE" w14:textId="77777777" w:rsidR="007B76BB" w:rsidRDefault="007B76BB" w:rsidP="007A32C3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756747B" wp14:editId="111F4135">
                  <wp:extent cx="3188266" cy="2194646"/>
                  <wp:effectExtent l="209550" t="400050" r="260350" b="415290"/>
                  <wp:docPr id="86" name="Imag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 86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968615">
                            <a:off x="0" y="0"/>
                            <a:ext cx="3188266" cy="21946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15DEA4" w14:textId="77777777" w:rsidR="007B76BB" w:rsidRPr="00CE42E9" w:rsidRDefault="007B76BB" w:rsidP="00CE42E9">
      <w:pPr>
        <w:rPr>
          <w:rFonts w:ascii="Arial" w:hAnsi="Arial"/>
          <w:sz w:val="28"/>
        </w:rPr>
      </w:pPr>
    </w:p>
    <w:sectPr w:rsidR="007B76BB" w:rsidRPr="00CE42E9" w:rsidSect="00DC2442">
      <w:headerReference w:type="default" r:id="rId24"/>
      <w:footerReference w:type="default" r:id="rId25"/>
      <w:headerReference w:type="first" r:id="rId26"/>
      <w:footerReference w:type="first" r:id="rId27"/>
      <w:pgSz w:w="11907" w:h="16840" w:code="9"/>
      <w:pgMar w:top="1115" w:right="1134" w:bottom="1247" w:left="1134" w:header="720" w:footer="57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7AD94" w14:textId="77777777" w:rsidR="00213D45" w:rsidRDefault="00213D45">
      <w:r>
        <w:separator/>
      </w:r>
    </w:p>
  </w:endnote>
  <w:endnote w:type="continuationSeparator" w:id="0">
    <w:p w14:paraId="21C912C8" w14:textId="77777777" w:rsidR="00213D45" w:rsidRDefault="0021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tblpXSpec="center" w:tblpY="1"/>
      <w:tblOverlap w:val="never"/>
      <w:tblW w:w="10740" w:type="dxa"/>
      <w:jc w:val="center"/>
      <w:tblLook w:val="04A0" w:firstRow="1" w:lastRow="0" w:firstColumn="1" w:lastColumn="0" w:noHBand="0" w:noVBand="1"/>
    </w:tblPr>
    <w:tblGrid>
      <w:gridCol w:w="2345"/>
      <w:gridCol w:w="5701"/>
      <w:gridCol w:w="2694"/>
    </w:tblGrid>
    <w:tr w:rsidR="00DE3BDB" w:rsidRPr="00DE3BDB" w14:paraId="19F2C7F5" w14:textId="77777777" w:rsidTr="007A32C3">
      <w:trPr>
        <w:jc w:val="center"/>
      </w:trPr>
      <w:tc>
        <w:tcPr>
          <w:tcW w:w="2345" w:type="dxa"/>
          <w:tcBorders>
            <w:right w:val="single" w:sz="4" w:space="0" w:color="auto"/>
          </w:tcBorders>
        </w:tcPr>
        <w:p w14:paraId="3A5015DA" w14:textId="77777777" w:rsidR="00DE3BDB" w:rsidRPr="00DE3BDB" w:rsidRDefault="00DE3BDB" w:rsidP="00DE3BDB">
          <w:pPr>
            <w:tabs>
              <w:tab w:val="center" w:pos="4536"/>
              <w:tab w:val="right" w:pos="9072"/>
            </w:tabs>
            <w:rPr>
              <w:rFonts w:ascii="Arial" w:hAnsi="Arial" w:cs="Arial"/>
              <w:b/>
              <w:sz w:val="32"/>
              <w:szCs w:val="24"/>
            </w:rPr>
          </w:pPr>
          <w:r w:rsidRPr="00DE3BDB">
            <w:rPr>
              <w:rFonts w:ascii="Arial" w:hAnsi="Arial" w:cs="Arial"/>
              <w:b/>
              <w:sz w:val="20"/>
              <w:szCs w:val="24"/>
            </w:rPr>
            <w:t>BTS MMCM</w:t>
          </w:r>
        </w:p>
      </w:tc>
      <w:tc>
        <w:tcPr>
          <w:tcW w:w="5701" w:type="dxa"/>
          <w:tcBorders>
            <w:left w:val="single" w:sz="4" w:space="0" w:color="auto"/>
            <w:right w:val="single" w:sz="4" w:space="0" w:color="auto"/>
          </w:tcBorders>
          <w:vAlign w:val="center"/>
        </w:tcPr>
        <w:p w14:paraId="2D6326B6" w14:textId="77777777" w:rsidR="00DE3BDB" w:rsidRPr="00DE3BDB" w:rsidRDefault="00DE3BDB" w:rsidP="00DE3BDB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4"/>
              <w:szCs w:val="24"/>
            </w:rPr>
          </w:pPr>
          <w:r w:rsidRPr="00DE3BDB">
            <w:rPr>
              <w:rFonts w:ascii="Arial" w:hAnsi="Arial" w:cs="Arial"/>
              <w:b/>
              <w:sz w:val="18"/>
              <w:szCs w:val="24"/>
            </w:rPr>
            <w:t>Lycée du Dauphiné</w:t>
          </w:r>
        </w:p>
      </w:tc>
      <w:tc>
        <w:tcPr>
          <w:tcW w:w="2694" w:type="dxa"/>
          <w:tcBorders>
            <w:left w:val="single" w:sz="4" w:space="0" w:color="auto"/>
          </w:tcBorders>
          <w:vAlign w:val="center"/>
        </w:tcPr>
        <w:p w14:paraId="4FD0D7C7" w14:textId="5BFD28F7" w:rsidR="00DE3BDB" w:rsidRPr="00DE3BDB" w:rsidRDefault="00DE3BDB" w:rsidP="00DE3BDB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4"/>
              <w:szCs w:val="24"/>
            </w:rPr>
          </w:pPr>
          <w:r w:rsidRPr="00DE3BDB">
            <w:rPr>
              <w:rFonts w:ascii="Arial" w:hAnsi="Arial" w:cs="Arial"/>
              <w:sz w:val="24"/>
              <w:szCs w:val="24"/>
            </w:rPr>
            <w:t xml:space="preserve">Page </w:t>
          </w:r>
          <w:r w:rsidRPr="00DE3BDB">
            <w:rPr>
              <w:rFonts w:ascii="Arial" w:hAnsi="Arial" w:cs="Arial"/>
              <w:sz w:val="24"/>
              <w:szCs w:val="24"/>
            </w:rPr>
            <w:fldChar w:fldCharType="begin"/>
          </w:r>
          <w:r w:rsidRPr="00DE3BDB">
            <w:rPr>
              <w:rFonts w:ascii="Arial" w:hAnsi="Arial" w:cs="Arial"/>
              <w:sz w:val="24"/>
              <w:szCs w:val="24"/>
            </w:rPr>
            <w:instrText xml:space="preserve"> PAGE   \* MERGEFORMAT </w:instrText>
          </w:r>
          <w:r w:rsidRPr="00DE3BDB">
            <w:rPr>
              <w:rFonts w:ascii="Arial" w:hAnsi="Arial" w:cs="Arial"/>
              <w:sz w:val="24"/>
              <w:szCs w:val="24"/>
            </w:rPr>
            <w:fldChar w:fldCharType="separate"/>
          </w:r>
          <w:r w:rsidR="00152460">
            <w:rPr>
              <w:rFonts w:ascii="Arial" w:hAnsi="Arial" w:cs="Arial"/>
              <w:noProof/>
              <w:sz w:val="24"/>
              <w:szCs w:val="24"/>
            </w:rPr>
            <w:t>7</w:t>
          </w:r>
          <w:r w:rsidRPr="00DE3BDB">
            <w:rPr>
              <w:rFonts w:ascii="Arial" w:hAnsi="Arial" w:cs="Arial"/>
              <w:sz w:val="24"/>
              <w:szCs w:val="24"/>
            </w:rPr>
            <w:fldChar w:fldCharType="end"/>
          </w:r>
        </w:p>
      </w:tc>
    </w:tr>
  </w:tbl>
  <w:p w14:paraId="11EDD39B" w14:textId="1F80DDCB" w:rsidR="00422601" w:rsidRPr="00567271" w:rsidRDefault="001A62BE" w:rsidP="00422601">
    <w:pPr>
      <w:pStyle w:val="Pieddepage"/>
      <w:rPr>
        <w:rFonts w:ascii="Arial" w:hAnsi="Arial" w:cs="Arial"/>
        <w:sz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22D3249E" wp14:editId="38654124">
              <wp:simplePos x="0" y="0"/>
              <wp:positionH relativeFrom="column">
                <wp:posOffset>-309880</wp:posOffset>
              </wp:positionH>
              <wp:positionV relativeFrom="paragraph">
                <wp:posOffset>-15876</wp:posOffset>
              </wp:positionV>
              <wp:extent cx="6858000" cy="0"/>
              <wp:effectExtent l="0" t="0" r="0" b="0"/>
              <wp:wrapNone/>
              <wp:docPr id="3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548DD4"/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814CD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24.4pt;margin-top:-1.25pt;width:540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" strokecolor="#548dd4" strokeweight="1.25pt"/>
          </w:pict>
        </mc:Fallback>
      </mc:AlternateContent>
    </w:r>
  </w:p>
  <w:p w14:paraId="6BDB8D5D" w14:textId="77777777" w:rsidR="000034FB" w:rsidRPr="00422601" w:rsidRDefault="000034FB" w:rsidP="00422601">
    <w:pPr>
      <w:pStyle w:val="Pieddepage"/>
      <w:rPr>
        <w:rStyle w:val="Numrodepag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</w:rPr>
      <w:id w:val="92198834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5F77FBE" w14:textId="2D5462A2" w:rsidR="00567271" w:rsidRPr="00567271" w:rsidRDefault="00567271" w:rsidP="00567271">
            <w:pPr>
              <w:pStyle w:val="Pieddepage"/>
              <w:rPr>
                <w:rFonts w:ascii="Arial" w:hAnsi="Arial" w:cs="Arial"/>
                <w:sz w:val="20"/>
              </w:rPr>
            </w:pPr>
            <w:r w:rsidRPr="00567271">
              <w:rPr>
                <w:rFonts w:ascii="Arial" w:hAnsi="Arial" w:cs="Arial"/>
                <w:sz w:val="20"/>
              </w:rPr>
              <w:t>Lycée du Dauphiné</w:t>
            </w:r>
            <w:r w:rsidRPr="00567271">
              <w:rPr>
                <w:rFonts w:ascii="Arial" w:hAnsi="Arial" w:cs="Arial"/>
                <w:sz w:val="20"/>
              </w:rPr>
              <w:tab/>
            </w:r>
            <w:r w:rsidRPr="00567271">
              <w:rPr>
                <w:rFonts w:ascii="Arial" w:hAnsi="Arial" w:cs="Arial"/>
                <w:sz w:val="20"/>
              </w:rPr>
              <w:tab/>
              <w:t xml:space="preserve">Page </w:t>
            </w:r>
            <w:r w:rsidRPr="00567271">
              <w:rPr>
                <w:rFonts w:ascii="Arial" w:hAnsi="Arial" w:cs="Arial"/>
                <w:bCs/>
                <w:sz w:val="20"/>
              </w:rPr>
              <w:fldChar w:fldCharType="begin"/>
            </w:r>
            <w:r w:rsidRPr="00567271">
              <w:rPr>
                <w:rFonts w:ascii="Arial" w:hAnsi="Arial" w:cs="Arial"/>
                <w:bCs/>
                <w:sz w:val="20"/>
              </w:rPr>
              <w:instrText>PAGE</w:instrText>
            </w:r>
            <w:r w:rsidRPr="00567271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370545">
              <w:rPr>
                <w:rFonts w:ascii="Arial" w:hAnsi="Arial" w:cs="Arial"/>
                <w:bCs/>
                <w:noProof/>
                <w:sz w:val="20"/>
              </w:rPr>
              <w:t>1</w:t>
            </w:r>
            <w:r w:rsidRPr="00567271">
              <w:rPr>
                <w:rFonts w:ascii="Arial" w:hAnsi="Arial" w:cs="Arial"/>
                <w:bCs/>
                <w:sz w:val="20"/>
              </w:rPr>
              <w:fldChar w:fldCharType="end"/>
            </w:r>
            <w:r w:rsidRPr="00567271">
              <w:rPr>
                <w:rFonts w:ascii="Arial" w:hAnsi="Arial" w:cs="Arial"/>
                <w:sz w:val="20"/>
              </w:rPr>
              <w:t xml:space="preserve"> sur </w:t>
            </w:r>
            <w:r w:rsidRPr="00567271">
              <w:rPr>
                <w:rFonts w:ascii="Arial" w:hAnsi="Arial" w:cs="Arial"/>
                <w:bCs/>
                <w:sz w:val="20"/>
              </w:rPr>
              <w:fldChar w:fldCharType="begin"/>
            </w:r>
            <w:r w:rsidRPr="00567271">
              <w:rPr>
                <w:rFonts w:ascii="Arial" w:hAnsi="Arial" w:cs="Arial"/>
                <w:bCs/>
                <w:sz w:val="20"/>
              </w:rPr>
              <w:instrText>NUMPAGES</w:instrText>
            </w:r>
            <w:r w:rsidRPr="00567271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0B14F0">
              <w:rPr>
                <w:rFonts w:ascii="Arial" w:hAnsi="Arial" w:cs="Arial"/>
                <w:bCs/>
                <w:noProof/>
                <w:sz w:val="20"/>
              </w:rPr>
              <w:t>7</w:t>
            </w:r>
            <w:r w:rsidRPr="00567271">
              <w:rPr>
                <w:rFonts w:ascii="Arial" w:hAnsi="Arial" w:cs="Arial"/>
                <w:bCs/>
                <w:sz w:val="20"/>
              </w:rPr>
              <w:fldChar w:fldCharType="end"/>
            </w:r>
          </w:p>
        </w:sdtContent>
      </w:sdt>
    </w:sdtContent>
  </w:sdt>
  <w:p w14:paraId="72EC727D" w14:textId="77777777" w:rsidR="00F05BFE" w:rsidRPr="00586BFF" w:rsidRDefault="00F05BFE">
    <w:pPr>
      <w:pStyle w:val="Pieddepage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31B55" w14:textId="77777777" w:rsidR="00213D45" w:rsidRDefault="00213D45">
      <w:r>
        <w:separator/>
      </w:r>
    </w:p>
  </w:footnote>
  <w:footnote w:type="continuationSeparator" w:id="0">
    <w:p w14:paraId="21B5451C" w14:textId="77777777" w:rsidR="00213D45" w:rsidRDefault="00213D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9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69"/>
      <w:gridCol w:w="8080"/>
      <w:gridCol w:w="1100"/>
    </w:tblGrid>
    <w:tr w:rsidR="00370545" w:rsidRPr="00DC60A8" w14:paraId="31811379" w14:textId="77777777" w:rsidTr="009419F3">
      <w:tc>
        <w:tcPr>
          <w:tcW w:w="1169" w:type="dxa"/>
          <w:vAlign w:val="center"/>
        </w:tcPr>
        <w:p w14:paraId="25EBA7BA" w14:textId="77777777" w:rsidR="00370545" w:rsidRPr="00370545" w:rsidRDefault="00370545" w:rsidP="007A32C3">
          <w:pPr>
            <w:pStyle w:val="En-tte"/>
            <w:tabs>
              <w:tab w:val="clear" w:pos="4536"/>
            </w:tabs>
            <w:ind w:right="-108"/>
            <w:rPr>
              <w:rStyle w:val="Titredulivre"/>
              <w:rFonts w:ascii="Arial" w:hAnsi="Arial" w:cs="Arial"/>
              <w:sz w:val="20"/>
            </w:rPr>
          </w:pPr>
          <w:r w:rsidRPr="009419F3">
            <w:rPr>
              <w:rStyle w:val="Titredulivre"/>
              <w:rFonts w:ascii="Arial" w:hAnsi="Arial" w:cs="Arial"/>
              <w:sz w:val="16"/>
              <w:szCs w:val="16"/>
            </w:rPr>
            <w:t>C2 Conception</w:t>
          </w:r>
        </w:p>
      </w:tc>
      <w:tc>
        <w:tcPr>
          <w:tcW w:w="8080" w:type="dxa"/>
          <w:vAlign w:val="center"/>
        </w:tcPr>
        <w:p w14:paraId="5C8E4576" w14:textId="717A9C9B" w:rsidR="00370545" w:rsidRPr="00370545" w:rsidRDefault="005E716D" w:rsidP="00614BD9">
          <w:pPr>
            <w:pStyle w:val="Sous-titre"/>
            <w:spacing w:after="0"/>
            <w:ind w:right="-250"/>
            <w:jc w:val="left"/>
            <w:rPr>
              <w:rStyle w:val="Titredulivre"/>
              <w:rFonts w:ascii="Arial" w:hAnsi="Arial" w:cs="Arial"/>
            </w:rPr>
          </w:pPr>
          <w:r w:rsidRPr="009419F3">
            <w:rPr>
              <w:sz w:val="18"/>
              <w:szCs w:val="22"/>
            </w:rPr>
            <w:t>Etude n°</w:t>
          </w:r>
          <w:r w:rsidR="00BE784F">
            <w:rPr>
              <w:sz w:val="18"/>
              <w:szCs w:val="22"/>
            </w:rPr>
            <w:t>2</w:t>
          </w:r>
          <w:r w:rsidRPr="009419F3">
            <w:rPr>
              <w:sz w:val="18"/>
              <w:szCs w:val="22"/>
            </w:rPr>
            <w:t> : dévelop</w:t>
          </w:r>
          <w:r w:rsidR="00614BD9">
            <w:rPr>
              <w:sz w:val="18"/>
              <w:szCs w:val="22"/>
            </w:rPr>
            <w:t xml:space="preserve">per un modèle de type décolleté/bout </w:t>
          </w:r>
          <w:r w:rsidR="002116F4">
            <w:rPr>
              <w:sz w:val="18"/>
              <w:szCs w:val="22"/>
            </w:rPr>
            <w:t xml:space="preserve">Goff </w:t>
          </w:r>
          <w:r w:rsidR="002116F4" w:rsidRPr="009419F3">
            <w:rPr>
              <w:sz w:val="18"/>
              <w:szCs w:val="22"/>
            </w:rPr>
            <w:t>avec</w:t>
          </w:r>
          <w:r w:rsidR="00614BD9">
            <w:rPr>
              <w:sz w:val="18"/>
              <w:szCs w:val="22"/>
            </w:rPr>
            <w:t xml:space="preserve"> claque boiteuse </w:t>
          </w:r>
        </w:p>
      </w:tc>
      <w:tc>
        <w:tcPr>
          <w:tcW w:w="1100" w:type="dxa"/>
        </w:tcPr>
        <w:p w14:paraId="590BB73A" w14:textId="77777777" w:rsidR="00370545" w:rsidRPr="00370545" w:rsidRDefault="00370545" w:rsidP="007A32C3">
          <w:pPr>
            <w:pStyle w:val="En-tte"/>
            <w:rPr>
              <w:rFonts w:ascii="Arial" w:hAnsi="Arial" w:cs="Arial"/>
              <w:sz w:val="32"/>
            </w:rPr>
          </w:pPr>
          <w:r w:rsidRPr="009419F3">
            <w:rPr>
              <w:rFonts w:ascii="Arial" w:hAnsi="Arial" w:cs="Arial"/>
              <w:sz w:val="16"/>
              <w:szCs w:val="16"/>
            </w:rPr>
            <w:t>Conception CAO 2D</w:t>
          </w:r>
        </w:p>
      </w:tc>
    </w:tr>
  </w:tbl>
  <w:p w14:paraId="3FD4D5E9" w14:textId="5FDEAA39" w:rsidR="000B243A" w:rsidRPr="00370545" w:rsidRDefault="001A62BE" w:rsidP="00370545">
    <w:pPr>
      <w:pStyle w:val="En-tte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2576" behindDoc="0" locked="0" layoutInCell="1" allowOverlap="1" wp14:anchorId="340A08B3" wp14:editId="51986EC7">
              <wp:simplePos x="0" y="0"/>
              <wp:positionH relativeFrom="column">
                <wp:posOffset>-410210</wp:posOffset>
              </wp:positionH>
              <wp:positionV relativeFrom="paragraph">
                <wp:posOffset>50164</wp:posOffset>
              </wp:positionV>
              <wp:extent cx="6858000" cy="0"/>
              <wp:effectExtent l="0" t="0" r="0" b="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548DD4"/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D0CE1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32.3pt;margin-top:3.95pt;width:540pt;height:0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" strokecolor="#548dd4" strokeweight="1.2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9" w:type="dxa"/>
      <w:tblInd w:w="-318" w:type="dxa"/>
      <w:tblLook w:val="04A0" w:firstRow="1" w:lastRow="0" w:firstColumn="1" w:lastColumn="0" w:noHBand="0" w:noVBand="1"/>
    </w:tblPr>
    <w:tblGrid>
      <w:gridCol w:w="1526"/>
      <w:gridCol w:w="6697"/>
      <w:gridCol w:w="2126"/>
    </w:tblGrid>
    <w:tr w:rsidR="00370545" w:rsidRPr="00DC60A8" w14:paraId="264C7F4C" w14:textId="77777777" w:rsidTr="00370545">
      <w:tc>
        <w:tcPr>
          <w:tcW w:w="1526" w:type="dxa"/>
          <w:tcBorders>
            <w:right w:val="single" w:sz="4" w:space="0" w:color="auto"/>
          </w:tcBorders>
          <w:vAlign w:val="center"/>
        </w:tcPr>
        <w:p w14:paraId="6BD0D096" w14:textId="77777777" w:rsidR="00370545" w:rsidRPr="00370545" w:rsidRDefault="00370545" w:rsidP="00370545">
          <w:pPr>
            <w:pStyle w:val="En-tte"/>
            <w:tabs>
              <w:tab w:val="clear" w:pos="4536"/>
            </w:tabs>
            <w:ind w:right="-108"/>
            <w:rPr>
              <w:rStyle w:val="Titredulivre"/>
              <w:rFonts w:ascii="Arial" w:hAnsi="Arial" w:cs="Arial"/>
              <w:sz w:val="20"/>
            </w:rPr>
          </w:pPr>
          <w:r w:rsidRPr="00370545">
            <w:rPr>
              <w:rStyle w:val="Titredulivre"/>
              <w:rFonts w:ascii="Arial" w:hAnsi="Arial" w:cs="Arial"/>
              <w:sz w:val="20"/>
            </w:rPr>
            <w:t>C2 Conception</w:t>
          </w:r>
        </w:p>
      </w:tc>
      <w:tc>
        <w:tcPr>
          <w:tcW w:w="6697" w:type="dxa"/>
          <w:tcBorders>
            <w:left w:val="single" w:sz="4" w:space="0" w:color="auto"/>
            <w:right w:val="single" w:sz="4" w:space="0" w:color="auto"/>
          </w:tcBorders>
        </w:tcPr>
        <w:p w14:paraId="44DF0753" w14:textId="77777777" w:rsidR="00370545" w:rsidRPr="00370545" w:rsidRDefault="00370545" w:rsidP="00370545">
          <w:pPr>
            <w:pStyle w:val="Sous-titre"/>
            <w:spacing w:after="0"/>
            <w:ind w:right="-250"/>
            <w:jc w:val="left"/>
            <w:rPr>
              <w:rStyle w:val="Titredulivre"/>
              <w:rFonts w:ascii="Arial" w:hAnsi="Arial" w:cs="Arial"/>
            </w:rPr>
          </w:pPr>
          <w:r w:rsidRPr="00370545">
            <w:rPr>
              <w:rStyle w:val="Titredulivre"/>
              <w:rFonts w:ascii="Arial" w:hAnsi="Arial" w:cs="Arial"/>
              <w:sz w:val="24"/>
            </w:rPr>
            <w:t xml:space="preserve">Présentation du TP n°1 : Construction lignes de base </w:t>
          </w:r>
        </w:p>
      </w:tc>
      <w:tc>
        <w:tcPr>
          <w:tcW w:w="2126" w:type="dxa"/>
          <w:tcBorders>
            <w:left w:val="single" w:sz="4" w:space="0" w:color="auto"/>
          </w:tcBorders>
        </w:tcPr>
        <w:p w14:paraId="3B28C64E" w14:textId="77777777" w:rsidR="00370545" w:rsidRPr="00370545" w:rsidRDefault="00370545" w:rsidP="007A32C3">
          <w:pPr>
            <w:pStyle w:val="En-tte"/>
            <w:rPr>
              <w:rFonts w:ascii="Arial" w:hAnsi="Arial" w:cs="Arial"/>
              <w:sz w:val="32"/>
            </w:rPr>
          </w:pPr>
          <w:r>
            <w:rPr>
              <w:rFonts w:ascii="Arial" w:hAnsi="Arial" w:cs="Arial"/>
              <w:sz w:val="20"/>
            </w:rPr>
            <w:t>Conception CAO 2</w:t>
          </w:r>
          <w:r w:rsidRPr="00370545">
            <w:rPr>
              <w:rFonts w:ascii="Arial" w:hAnsi="Arial" w:cs="Arial"/>
              <w:sz w:val="20"/>
            </w:rPr>
            <w:t>D</w:t>
          </w:r>
        </w:p>
      </w:tc>
    </w:tr>
  </w:tbl>
  <w:p w14:paraId="5FBC3BBB" w14:textId="41B184EE" w:rsidR="00007053" w:rsidRPr="00370545" w:rsidRDefault="001A62BE" w:rsidP="00370545">
    <w:pPr>
      <w:pStyle w:val="En-tte"/>
      <w:tabs>
        <w:tab w:val="clear" w:pos="4536"/>
      </w:tabs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16C6E34" wp14:editId="55B2A6B0">
              <wp:simplePos x="0" y="0"/>
              <wp:positionH relativeFrom="column">
                <wp:posOffset>-562610</wp:posOffset>
              </wp:positionH>
              <wp:positionV relativeFrom="paragraph">
                <wp:posOffset>27939</wp:posOffset>
              </wp:positionV>
              <wp:extent cx="6858000" cy="0"/>
              <wp:effectExtent l="0" t="0" r="0" b="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548DD4"/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F56D6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44.3pt;margin-top:2.2pt;width:540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" strokecolor="#548dd4" strokeweight="1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C5725FBA"/>
    <w:lvl w:ilvl="0">
      <w:start w:val="1"/>
      <w:numFmt w:val="decimal"/>
      <w:lvlText w:val="%1."/>
      <w:lvlJc w:val="left"/>
      <w:pPr>
        <w:tabs>
          <w:tab w:val="num" w:pos="1428"/>
        </w:tabs>
        <w:ind w:left="1068" w:hanging="360"/>
      </w:pPr>
    </w:lvl>
    <w:lvl w:ilvl="1">
      <w:start w:val="1"/>
      <w:numFmt w:val="decimal"/>
      <w:lvlText w:val="%1.%2."/>
      <w:lvlJc w:val="left"/>
      <w:pPr>
        <w:tabs>
          <w:tab w:val="num" w:pos="2148"/>
        </w:tabs>
        <w:ind w:left="1500" w:hanging="432"/>
      </w:pPr>
    </w:lvl>
    <w:lvl w:ilvl="2">
      <w:start w:val="1"/>
      <w:numFmt w:val="decimal"/>
      <w:lvlText w:val="%1.%2.%3."/>
      <w:lvlJc w:val="left"/>
      <w:pPr>
        <w:tabs>
          <w:tab w:val="num" w:pos="3228"/>
        </w:tabs>
        <w:ind w:left="1932" w:hanging="504"/>
      </w:pPr>
    </w:lvl>
    <w:lvl w:ilvl="3">
      <w:start w:val="1"/>
      <w:numFmt w:val="decimal"/>
      <w:lvlText w:val="%1.%2.%3.%4."/>
      <w:lvlJc w:val="left"/>
      <w:pPr>
        <w:tabs>
          <w:tab w:val="num" w:pos="394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466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574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646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18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268"/>
        </w:tabs>
        <w:ind w:left="5028" w:hanging="1440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15A0E2F"/>
    <w:multiLevelType w:val="multilevel"/>
    <w:tmpl w:val="03C60B1E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3" w15:restartNumberingAfterBreak="0">
    <w:nsid w:val="09227CC0"/>
    <w:multiLevelType w:val="hybridMultilevel"/>
    <w:tmpl w:val="6B32C76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1F7"/>
    <w:multiLevelType w:val="singleLevel"/>
    <w:tmpl w:val="E0F2608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0CE63B8"/>
    <w:multiLevelType w:val="singleLevel"/>
    <w:tmpl w:val="BD9225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4424E4E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6372" w:hanging="708"/>
      </w:pPr>
    </w:lvl>
  </w:abstractNum>
  <w:abstractNum w:abstractNumId="7" w15:restartNumberingAfterBreak="0">
    <w:nsid w:val="1E0719C3"/>
    <w:multiLevelType w:val="hybridMultilevel"/>
    <w:tmpl w:val="0BFACEB0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99532D"/>
    <w:multiLevelType w:val="hybridMultilevel"/>
    <w:tmpl w:val="3B92A10A"/>
    <w:lvl w:ilvl="0" w:tplc="040C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9" w15:restartNumberingAfterBreak="0">
    <w:nsid w:val="26C0559C"/>
    <w:multiLevelType w:val="hybridMultilevel"/>
    <w:tmpl w:val="6082EE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81AF1"/>
    <w:multiLevelType w:val="singleLevel"/>
    <w:tmpl w:val="21809E6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382531E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72174B9"/>
    <w:multiLevelType w:val="hybridMultilevel"/>
    <w:tmpl w:val="7F18422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150C55"/>
    <w:multiLevelType w:val="hybridMultilevel"/>
    <w:tmpl w:val="B04E1F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03280C"/>
    <w:multiLevelType w:val="singleLevel"/>
    <w:tmpl w:val="D8E696D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50244BD3"/>
    <w:multiLevelType w:val="singleLevel"/>
    <w:tmpl w:val="590C901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54A57457"/>
    <w:multiLevelType w:val="singleLevel"/>
    <w:tmpl w:val="1B445790"/>
    <w:lvl w:ilvl="0">
      <w:start w:val="1"/>
      <w:numFmt w:val="bullet"/>
      <w:pStyle w:val="pastille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</w:abstractNum>
  <w:abstractNum w:abstractNumId="17" w15:restartNumberingAfterBreak="0">
    <w:nsid w:val="56287E7E"/>
    <w:multiLevelType w:val="singleLevel"/>
    <w:tmpl w:val="8C0058D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56C467AA"/>
    <w:multiLevelType w:val="hybridMultilevel"/>
    <w:tmpl w:val="82069B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D62DE8"/>
    <w:multiLevelType w:val="hybridMultilevel"/>
    <w:tmpl w:val="99D85B2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6E64F7"/>
    <w:multiLevelType w:val="hybridMultilevel"/>
    <w:tmpl w:val="53B0F94E"/>
    <w:lvl w:ilvl="0" w:tplc="95B861E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842C32"/>
    <w:multiLevelType w:val="hybridMultilevel"/>
    <w:tmpl w:val="58541A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AB61DE"/>
    <w:multiLevelType w:val="hybridMultilevel"/>
    <w:tmpl w:val="760620FE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F2573C5"/>
    <w:multiLevelType w:val="hybridMultilevel"/>
    <w:tmpl w:val="4B14CB0A"/>
    <w:lvl w:ilvl="0" w:tplc="95B861E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5"/>
  </w:num>
  <w:num w:numId="4">
    <w:abstractNumId w:val="10"/>
  </w:num>
  <w:num w:numId="5">
    <w:abstractNumId w:val="14"/>
  </w:num>
  <w:num w:numId="6">
    <w:abstractNumId w:val="5"/>
  </w:num>
  <w:num w:numId="7">
    <w:abstractNumId w:val="17"/>
  </w:num>
  <w:num w:numId="8">
    <w:abstractNumId w:val="4"/>
  </w:num>
  <w:num w:numId="9">
    <w:abstractNumId w:val="16"/>
  </w:num>
  <w:num w:numId="10">
    <w:abstractNumId w:val="11"/>
  </w:num>
  <w:num w:numId="11">
    <w:abstractNumId w:val="8"/>
  </w:num>
  <w:num w:numId="12">
    <w:abstractNumId w:val="23"/>
  </w:num>
  <w:num w:numId="13">
    <w:abstractNumId w:val="20"/>
  </w:num>
  <w:num w:numId="14">
    <w:abstractNumId w:val="0"/>
  </w:num>
  <w:num w:numId="15">
    <w:abstractNumId w:val="0"/>
  </w:num>
  <w:num w:numId="16">
    <w:abstractNumId w:val="6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16"/>
  </w:num>
  <w:num w:numId="25">
    <w:abstractNumId w:val="2"/>
  </w:num>
  <w:num w:numId="26">
    <w:abstractNumId w:val="19"/>
  </w:num>
  <w:num w:numId="27">
    <w:abstractNumId w:val="9"/>
  </w:num>
  <w:num w:numId="28">
    <w:abstractNumId w:val="12"/>
  </w:num>
  <w:num w:numId="29">
    <w:abstractNumId w:val="18"/>
  </w:num>
  <w:num w:numId="30">
    <w:abstractNumId w:val="3"/>
  </w:num>
  <w:num w:numId="31">
    <w:abstractNumId w:val="7"/>
  </w:num>
  <w:num w:numId="32">
    <w:abstractNumId w:val="21"/>
  </w:num>
  <w:num w:numId="33">
    <w:abstractNumId w:val="16"/>
  </w:num>
  <w:num w:numId="34">
    <w:abstractNumId w:val="2"/>
  </w:num>
  <w:num w:numId="35">
    <w:abstractNumId w:val="2"/>
  </w:num>
  <w:num w:numId="36">
    <w:abstractNumId w:val="22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AB1"/>
    <w:rsid w:val="000034FB"/>
    <w:rsid w:val="00007053"/>
    <w:rsid w:val="000124DA"/>
    <w:rsid w:val="0002417A"/>
    <w:rsid w:val="00035D45"/>
    <w:rsid w:val="00046436"/>
    <w:rsid w:val="000511B7"/>
    <w:rsid w:val="00054E3A"/>
    <w:rsid w:val="00074D0A"/>
    <w:rsid w:val="00075D63"/>
    <w:rsid w:val="0008755E"/>
    <w:rsid w:val="00092BBE"/>
    <w:rsid w:val="000A70F0"/>
    <w:rsid w:val="000B14F0"/>
    <w:rsid w:val="000B243A"/>
    <w:rsid w:val="000D1E3C"/>
    <w:rsid w:val="000E7228"/>
    <w:rsid w:val="000F2E95"/>
    <w:rsid w:val="0014433C"/>
    <w:rsid w:val="00152460"/>
    <w:rsid w:val="001A62BE"/>
    <w:rsid w:val="002116F4"/>
    <w:rsid w:val="00213D45"/>
    <w:rsid w:val="0023729F"/>
    <w:rsid w:val="002876CF"/>
    <w:rsid w:val="002E555B"/>
    <w:rsid w:val="002F7F75"/>
    <w:rsid w:val="00355567"/>
    <w:rsid w:val="00364A83"/>
    <w:rsid w:val="00370545"/>
    <w:rsid w:val="00384FDB"/>
    <w:rsid w:val="003E50B2"/>
    <w:rsid w:val="00403C56"/>
    <w:rsid w:val="00405961"/>
    <w:rsid w:val="00407BE1"/>
    <w:rsid w:val="00422601"/>
    <w:rsid w:val="00444F06"/>
    <w:rsid w:val="00481F60"/>
    <w:rsid w:val="004B6C7D"/>
    <w:rsid w:val="004B7128"/>
    <w:rsid w:val="00567271"/>
    <w:rsid w:val="00586BFF"/>
    <w:rsid w:val="005921A3"/>
    <w:rsid w:val="005A5A9A"/>
    <w:rsid w:val="005C2A94"/>
    <w:rsid w:val="005C3A6B"/>
    <w:rsid w:val="005D0FBD"/>
    <w:rsid w:val="005D772D"/>
    <w:rsid w:val="005E716D"/>
    <w:rsid w:val="006017FF"/>
    <w:rsid w:val="006130A5"/>
    <w:rsid w:val="00614BD9"/>
    <w:rsid w:val="00624AB1"/>
    <w:rsid w:val="00626E7E"/>
    <w:rsid w:val="00636503"/>
    <w:rsid w:val="0064663C"/>
    <w:rsid w:val="00672A63"/>
    <w:rsid w:val="006765F1"/>
    <w:rsid w:val="00697C87"/>
    <w:rsid w:val="006B2B1C"/>
    <w:rsid w:val="006C1EF6"/>
    <w:rsid w:val="006C6392"/>
    <w:rsid w:val="006D310A"/>
    <w:rsid w:val="00706D7D"/>
    <w:rsid w:val="00714BED"/>
    <w:rsid w:val="0071508B"/>
    <w:rsid w:val="00720272"/>
    <w:rsid w:val="00751536"/>
    <w:rsid w:val="00757B80"/>
    <w:rsid w:val="0076244A"/>
    <w:rsid w:val="00774573"/>
    <w:rsid w:val="007746DB"/>
    <w:rsid w:val="007A32C3"/>
    <w:rsid w:val="007A4646"/>
    <w:rsid w:val="007B76BB"/>
    <w:rsid w:val="007C50FE"/>
    <w:rsid w:val="007D0BB0"/>
    <w:rsid w:val="007D7D4E"/>
    <w:rsid w:val="007E1645"/>
    <w:rsid w:val="007F1A50"/>
    <w:rsid w:val="007F4C19"/>
    <w:rsid w:val="007F79C3"/>
    <w:rsid w:val="00810884"/>
    <w:rsid w:val="00876BC3"/>
    <w:rsid w:val="00882D4B"/>
    <w:rsid w:val="008D1608"/>
    <w:rsid w:val="00916146"/>
    <w:rsid w:val="009419F3"/>
    <w:rsid w:val="00975351"/>
    <w:rsid w:val="00984CB8"/>
    <w:rsid w:val="009879C7"/>
    <w:rsid w:val="009C618D"/>
    <w:rsid w:val="009D4206"/>
    <w:rsid w:val="00A02529"/>
    <w:rsid w:val="00A165ED"/>
    <w:rsid w:val="00A35CE1"/>
    <w:rsid w:val="00A41F2D"/>
    <w:rsid w:val="00A77F23"/>
    <w:rsid w:val="00AC2297"/>
    <w:rsid w:val="00AD5823"/>
    <w:rsid w:val="00AD72DF"/>
    <w:rsid w:val="00B01CAC"/>
    <w:rsid w:val="00BB7B98"/>
    <w:rsid w:val="00BB7C27"/>
    <w:rsid w:val="00BD4D60"/>
    <w:rsid w:val="00BD6335"/>
    <w:rsid w:val="00BE784F"/>
    <w:rsid w:val="00BF09AA"/>
    <w:rsid w:val="00BF4746"/>
    <w:rsid w:val="00C13452"/>
    <w:rsid w:val="00C74097"/>
    <w:rsid w:val="00C75B55"/>
    <w:rsid w:val="00C75DD3"/>
    <w:rsid w:val="00C86A33"/>
    <w:rsid w:val="00C93F3E"/>
    <w:rsid w:val="00CC20FA"/>
    <w:rsid w:val="00CE2FDC"/>
    <w:rsid w:val="00CE42E9"/>
    <w:rsid w:val="00CE46F3"/>
    <w:rsid w:val="00D25A2F"/>
    <w:rsid w:val="00D25B22"/>
    <w:rsid w:val="00D33108"/>
    <w:rsid w:val="00D423D9"/>
    <w:rsid w:val="00D56444"/>
    <w:rsid w:val="00D855A1"/>
    <w:rsid w:val="00D87D73"/>
    <w:rsid w:val="00DB18DB"/>
    <w:rsid w:val="00DB528F"/>
    <w:rsid w:val="00DC0AAC"/>
    <w:rsid w:val="00DC2442"/>
    <w:rsid w:val="00DC6FC9"/>
    <w:rsid w:val="00DE217D"/>
    <w:rsid w:val="00DE3BDB"/>
    <w:rsid w:val="00DF5A5E"/>
    <w:rsid w:val="00E050AE"/>
    <w:rsid w:val="00E058D8"/>
    <w:rsid w:val="00E21C9F"/>
    <w:rsid w:val="00E448F2"/>
    <w:rsid w:val="00E52862"/>
    <w:rsid w:val="00E574B2"/>
    <w:rsid w:val="00E57597"/>
    <w:rsid w:val="00E76576"/>
    <w:rsid w:val="00EC0FF5"/>
    <w:rsid w:val="00EE0935"/>
    <w:rsid w:val="00EE69FE"/>
    <w:rsid w:val="00EF589F"/>
    <w:rsid w:val="00F05BFE"/>
    <w:rsid w:val="00F4003C"/>
    <w:rsid w:val="00F61EC7"/>
    <w:rsid w:val="00F66662"/>
    <w:rsid w:val="00F825A6"/>
    <w:rsid w:val="00F8450C"/>
    <w:rsid w:val="00FB645B"/>
    <w:rsid w:val="00FC2258"/>
    <w:rsid w:val="00FC3BAC"/>
    <w:rsid w:val="00FD5C09"/>
    <w:rsid w:val="00FF35B2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C37313"/>
  <w15:docId w15:val="{88BF25B0-522B-496B-8920-E83840DAA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0545"/>
    <w:rPr>
      <w:sz w:val="22"/>
    </w:rPr>
  </w:style>
  <w:style w:type="paragraph" w:styleId="Titre1">
    <w:name w:val="heading 1"/>
    <w:basedOn w:val="Normal"/>
    <w:next w:val="Normal"/>
    <w:qFormat/>
    <w:rsid w:val="00E52862"/>
    <w:pPr>
      <w:keepNext/>
      <w:numPr>
        <w:numId w:val="19"/>
      </w:numPr>
      <w:spacing w:before="240" w:after="60"/>
      <w:outlineLvl w:val="0"/>
    </w:pPr>
    <w:rPr>
      <w:rFonts w:ascii="Arial" w:hAnsi="Arial"/>
      <w:b/>
      <w:smallCaps/>
      <w:kern w:val="28"/>
      <w:sz w:val="28"/>
    </w:rPr>
  </w:style>
  <w:style w:type="paragraph" w:styleId="Titre2">
    <w:name w:val="heading 2"/>
    <w:basedOn w:val="Normal"/>
    <w:next w:val="Corpsdetexte"/>
    <w:qFormat/>
    <w:rsid w:val="00E52862"/>
    <w:pPr>
      <w:keepNext/>
      <w:numPr>
        <w:ilvl w:val="1"/>
        <w:numId w:val="19"/>
      </w:numPr>
      <w:tabs>
        <w:tab w:val="left" w:pos="851"/>
      </w:tabs>
      <w:spacing w:before="120" w:after="60"/>
      <w:outlineLvl w:val="1"/>
    </w:pPr>
    <w:rPr>
      <w:rFonts w:ascii="Arial" w:hAnsi="Arial"/>
      <w:b/>
      <w:i/>
      <w:sz w:val="24"/>
    </w:rPr>
  </w:style>
  <w:style w:type="paragraph" w:styleId="Titre3">
    <w:name w:val="heading 3"/>
    <w:basedOn w:val="Normal"/>
    <w:next w:val="Normal"/>
    <w:qFormat/>
    <w:rsid w:val="00E52862"/>
    <w:pPr>
      <w:keepNext/>
      <w:spacing w:before="240" w:after="60"/>
      <w:outlineLvl w:val="2"/>
    </w:pPr>
    <w:rPr>
      <w:b/>
      <w:sz w:val="24"/>
    </w:rPr>
  </w:style>
  <w:style w:type="paragraph" w:styleId="Titre4">
    <w:name w:val="heading 4"/>
    <w:basedOn w:val="Normal"/>
    <w:next w:val="Normal"/>
    <w:qFormat/>
    <w:rsid w:val="00E52862"/>
    <w:pPr>
      <w:keepNext/>
      <w:spacing w:before="240" w:after="60"/>
      <w:outlineLvl w:val="3"/>
    </w:pPr>
    <w:rPr>
      <w:b/>
      <w:i/>
      <w:sz w:val="24"/>
    </w:rPr>
  </w:style>
  <w:style w:type="paragraph" w:styleId="Titre5">
    <w:name w:val="heading 5"/>
    <w:basedOn w:val="Normal"/>
    <w:next w:val="Normal"/>
    <w:qFormat/>
    <w:rsid w:val="00E52862"/>
    <w:pPr>
      <w:spacing w:before="240" w:after="60"/>
      <w:outlineLvl w:val="4"/>
    </w:pPr>
    <w:rPr>
      <w:rFonts w:ascii="Arial" w:hAnsi="Arial"/>
    </w:rPr>
  </w:style>
  <w:style w:type="paragraph" w:styleId="Titre6">
    <w:name w:val="heading 6"/>
    <w:basedOn w:val="Normal"/>
    <w:next w:val="Normal"/>
    <w:qFormat/>
    <w:rsid w:val="00E52862"/>
    <w:pPr>
      <w:spacing w:before="240" w:after="60"/>
      <w:outlineLvl w:val="5"/>
    </w:pPr>
    <w:rPr>
      <w:rFonts w:ascii="Arial" w:hAnsi="Arial"/>
      <w:i/>
    </w:rPr>
  </w:style>
  <w:style w:type="paragraph" w:styleId="Titre7">
    <w:name w:val="heading 7"/>
    <w:basedOn w:val="Normal"/>
    <w:next w:val="Normal"/>
    <w:qFormat/>
    <w:rsid w:val="00E52862"/>
    <w:pPr>
      <w:spacing w:before="240" w:after="60"/>
      <w:outlineLvl w:val="6"/>
    </w:pPr>
    <w:rPr>
      <w:rFonts w:ascii="Arial" w:hAnsi="Arial"/>
    </w:rPr>
  </w:style>
  <w:style w:type="paragraph" w:styleId="Titre8">
    <w:name w:val="heading 8"/>
    <w:basedOn w:val="Normal"/>
    <w:next w:val="Normal"/>
    <w:qFormat/>
    <w:rsid w:val="00E52862"/>
    <w:pPr>
      <w:spacing w:before="240" w:after="60"/>
      <w:outlineLvl w:val="7"/>
    </w:pPr>
    <w:rPr>
      <w:rFonts w:ascii="Arial" w:hAnsi="Arial"/>
      <w:i/>
    </w:rPr>
  </w:style>
  <w:style w:type="paragraph" w:styleId="Titre9">
    <w:name w:val="heading 9"/>
    <w:basedOn w:val="Normal"/>
    <w:next w:val="Normal"/>
    <w:qFormat/>
    <w:rsid w:val="00E52862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035D45"/>
    <w:pPr>
      <w:tabs>
        <w:tab w:val="center" w:pos="4536"/>
        <w:tab w:val="right" w:pos="9072"/>
      </w:tabs>
    </w:pPr>
  </w:style>
  <w:style w:type="paragraph" w:customStyle="1" w:styleId="TITRETP">
    <w:name w:val="TITRE TP"/>
    <w:basedOn w:val="Normal"/>
    <w:next w:val="Corpsdetexte"/>
    <w:rsid w:val="00F05BFE"/>
    <w:pPr>
      <w:pBdr>
        <w:top w:val="double" w:sz="12" w:space="6" w:color="auto" w:shadow="1"/>
        <w:left w:val="double" w:sz="12" w:space="6" w:color="auto" w:shadow="1"/>
        <w:bottom w:val="double" w:sz="12" w:space="6" w:color="auto" w:shadow="1"/>
        <w:right w:val="double" w:sz="12" w:space="6" w:color="auto" w:shadow="1"/>
      </w:pBdr>
      <w:jc w:val="center"/>
    </w:pPr>
    <w:rPr>
      <w:rFonts w:ascii="Arial Black" w:hAnsi="Arial Black"/>
      <w:sz w:val="52"/>
    </w:rPr>
  </w:style>
  <w:style w:type="paragraph" w:styleId="Corpsdetexte">
    <w:name w:val="Body Text"/>
    <w:basedOn w:val="Normal"/>
    <w:rsid w:val="00035D45"/>
    <w:pPr>
      <w:spacing w:after="120"/>
    </w:pPr>
  </w:style>
  <w:style w:type="paragraph" w:styleId="Pieddepage">
    <w:name w:val="footer"/>
    <w:basedOn w:val="Normal"/>
    <w:link w:val="PieddepageCar"/>
    <w:uiPriority w:val="99"/>
    <w:rsid w:val="00035D4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35D45"/>
  </w:style>
  <w:style w:type="character" w:styleId="Marquedecommentaire">
    <w:name w:val="annotation reference"/>
    <w:basedOn w:val="Policepardfaut"/>
    <w:semiHidden/>
    <w:rsid w:val="00035D45"/>
    <w:rPr>
      <w:sz w:val="16"/>
    </w:rPr>
  </w:style>
  <w:style w:type="paragraph" w:customStyle="1" w:styleId="Titre1sansnum">
    <w:name w:val="Titre1 sans num"/>
    <w:basedOn w:val="Titre1"/>
    <w:next w:val="Corpsdetexte"/>
    <w:rsid w:val="00035D45"/>
    <w:pPr>
      <w:pBdr>
        <w:bottom w:val="single" w:sz="6" w:space="4" w:color="auto"/>
      </w:pBdr>
      <w:outlineLvl w:val="9"/>
    </w:pPr>
  </w:style>
  <w:style w:type="paragraph" w:styleId="Commentaire">
    <w:name w:val="annotation text"/>
    <w:basedOn w:val="Normal"/>
    <w:link w:val="CommentaireCar"/>
    <w:semiHidden/>
    <w:rsid w:val="00035D45"/>
    <w:rPr>
      <w:sz w:val="20"/>
    </w:rPr>
  </w:style>
  <w:style w:type="paragraph" w:styleId="Retraitnormal">
    <w:name w:val="Normal Indent"/>
    <w:basedOn w:val="Normal"/>
    <w:rsid w:val="00035D45"/>
    <w:pPr>
      <w:ind w:left="1080"/>
    </w:pPr>
    <w:rPr>
      <w:rFonts w:ascii="Arial" w:hAnsi="Arial"/>
      <w:sz w:val="20"/>
    </w:rPr>
  </w:style>
  <w:style w:type="paragraph" w:customStyle="1" w:styleId="pastille">
    <w:name w:val="pastille"/>
    <w:basedOn w:val="Normal"/>
    <w:rsid w:val="00035D45"/>
    <w:pPr>
      <w:numPr>
        <w:numId w:val="9"/>
      </w:numPr>
    </w:pPr>
  </w:style>
  <w:style w:type="table" w:styleId="Grilledutableau">
    <w:name w:val="Table Grid"/>
    <w:basedOn w:val="TableauNormal"/>
    <w:rsid w:val="009879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E76576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657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657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7271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567271"/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370545"/>
    <w:rPr>
      <w:sz w:val="2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70545"/>
    <w:pPr>
      <w:spacing w:after="60"/>
      <w:jc w:val="center"/>
      <w:outlineLvl w:val="1"/>
    </w:pPr>
    <w:rPr>
      <w:rFonts w:ascii="Arial" w:eastAsiaTheme="majorEastAsia" w:hAnsi="Arial" w:cs="Arial"/>
      <w:b/>
      <w:i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370545"/>
    <w:rPr>
      <w:rFonts w:ascii="Arial" w:eastAsiaTheme="majorEastAsia" w:hAnsi="Arial" w:cs="Arial"/>
      <w:b/>
      <w:i/>
      <w:sz w:val="24"/>
      <w:szCs w:val="24"/>
    </w:rPr>
  </w:style>
  <w:style w:type="character" w:styleId="Titredulivre">
    <w:name w:val="Book Title"/>
    <w:basedOn w:val="Policepardfaut"/>
    <w:uiPriority w:val="33"/>
    <w:qFormat/>
    <w:rsid w:val="00370545"/>
    <w:rPr>
      <w:rFonts w:asciiTheme="minorHAnsi" w:hAnsiTheme="minorHAnsi" w:cstheme="minorHAnsi"/>
      <w:sz w:val="28"/>
    </w:rPr>
  </w:style>
  <w:style w:type="table" w:customStyle="1" w:styleId="Grilledutableau1">
    <w:name w:val="Grille du tableau1"/>
    <w:basedOn w:val="TableauNormal"/>
    <w:next w:val="Grilledutableau"/>
    <w:uiPriority w:val="59"/>
    <w:rsid w:val="0037054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52460"/>
    <w:rPr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52460"/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524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0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m%20travail\TRAVAUX%20PRATIQU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402596-4125-466B-A6E2-7193C9F33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TRAVAUX PRATIQUES</Template>
  <TotalTime>1</TotalTime>
  <Pages>7</Pages>
  <Words>348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TRAVAUX PRATIQUES</vt:lpstr>
    </vt:vector>
  </TitlesOfParts>
  <Company>P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TRAVAUX PRATIQUES</dc:title>
  <dc:subject>CAO</dc:subject>
  <dc:creator>Jean Philippe</dc:creator>
  <cp:keywords/>
  <dc:description/>
  <cp:lastModifiedBy>Alicia ANDRÉÜ</cp:lastModifiedBy>
  <cp:revision>2</cp:revision>
  <cp:lastPrinted>2022-06-22T13:36:00Z</cp:lastPrinted>
  <dcterms:created xsi:type="dcterms:W3CDTF">2022-06-22T13:36:00Z</dcterms:created>
  <dcterms:modified xsi:type="dcterms:W3CDTF">2022-06-22T13:36:00Z</dcterms:modified>
</cp:coreProperties>
</file>