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purl.oclc.org/ooxml/officeDocument/relationships/metadata/thumbnail" Target="docProps/thumbnail.emf"/><Relationship Id="rId1" Type="http://purl.oclc.org/ooxml/officeDocument/relationships/officeDocument" Target="word/document.xml"/><Relationship Id="rId4" Type="http://purl.oclc.org/ooxml/officeDocument/relationships/extendedProperties" Target="docProps/app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 w:conformance="strict">
  <w:body>
    <w:p w14:paraId="1E794E34" w14:textId="64F674D0" w:rsidR="005E716D" w:rsidRPr="004F485F" w:rsidRDefault="005E716D" w:rsidP="005E716D">
      <w:pPr>
        <w:pStyle w:val="TITRETP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DEVELOPPER </w:t>
      </w:r>
      <w:r w:rsidR="00F807E8">
        <w:rPr>
          <w:rFonts w:ascii="Arial" w:hAnsi="Arial" w:cs="Arial"/>
          <w:b/>
          <w:sz w:val="28"/>
          <w:szCs w:val="28"/>
        </w:rPr>
        <w:t>AUTOMATIQUEMENT LE PLAN D’UN MODELE</w:t>
      </w:r>
    </w:p>
    <w:p w14:paraId="2EB9DBC9" w14:textId="77777777" w:rsidR="005D772D" w:rsidRPr="00975351" w:rsidRDefault="00975351" w:rsidP="00975351">
      <w:pPr>
        <w:pStyle w:val="Titre1sansnum"/>
        <w:numPr>
          <w:ilvl w:val="0"/>
          <w:numId w:val="0"/>
        </w:numPr>
        <w:rPr>
          <w:caps/>
          <w:smallCaps w:val="0"/>
        </w:rPr>
      </w:pPr>
      <w:r w:rsidRPr="00975351">
        <w:rPr>
          <w:caps/>
          <w:smallCaps w:val="0"/>
        </w:rPr>
        <w:t>compétences et savoirs :</w:t>
      </w:r>
      <w:r w:rsidR="005D772D" w:rsidRPr="00975351">
        <w:rPr>
          <w:caps/>
          <w:smallCaps w:val="0"/>
        </w:rPr>
        <w:t xml:space="preserve"> </w:t>
      </w:r>
    </w:p>
    <w:p w14:paraId="2B317F05" w14:textId="77777777" w:rsidR="00EC0FF5" w:rsidRDefault="005D772D" w:rsidP="00EC0FF5">
      <w:pPr>
        <w:pStyle w:val="pastille"/>
        <w:numPr>
          <w:ilvl w:val="0"/>
          <w:numId w:val="0"/>
        </w:numPr>
      </w:pPr>
      <w:r>
        <w:t xml:space="preserve"> </w:t>
      </w:r>
    </w:p>
    <w:tbl>
      <w:tblPr>
        <w:tblStyle w:val="Grilledutableau"/>
        <w:tblW w:w="486.50pt" w:type="dxa"/>
        <w:jc w:val="center"/>
        <w:tblLook w:firstRow="1" w:lastRow="0" w:firstColumn="1" w:lastColumn="0" w:noHBand="0" w:noVBand="1"/>
      </w:tblPr>
      <w:tblGrid>
        <w:gridCol w:w="6122"/>
        <w:gridCol w:w="3608"/>
      </w:tblGrid>
      <w:tr w:rsidR="00370545" w14:paraId="256FCAF9" w14:textId="77777777" w:rsidTr="006C39AD">
        <w:trPr>
          <w:trHeight w:val="433"/>
          <w:jc w:val="center"/>
        </w:trPr>
        <w:tc>
          <w:tcPr>
            <w:tcW w:w="306.10pt" w:type="dxa"/>
            <w:vAlign w:val="center"/>
          </w:tcPr>
          <w:p w14:paraId="24E2A3DB" w14:textId="77777777" w:rsidR="00370545" w:rsidRPr="00567271" w:rsidRDefault="00370545" w:rsidP="00EC0FF5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Compétences</w:t>
            </w:r>
          </w:p>
        </w:tc>
        <w:tc>
          <w:tcPr>
            <w:tcW w:w="180.40pt" w:type="dxa"/>
            <w:vAlign w:val="center"/>
          </w:tcPr>
          <w:p w14:paraId="25B4D583" w14:textId="77777777" w:rsidR="00370545" w:rsidRPr="00567271" w:rsidRDefault="00370545" w:rsidP="00EC0FF5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Savoirs</w:t>
            </w:r>
          </w:p>
        </w:tc>
      </w:tr>
      <w:tr w:rsidR="00370545" w:rsidRPr="00C75DD3" w14:paraId="3EB38187" w14:textId="77777777" w:rsidTr="006C39AD">
        <w:trPr>
          <w:trHeight w:val="2301"/>
          <w:jc w:val="center"/>
        </w:trPr>
        <w:tc>
          <w:tcPr>
            <w:tcW w:w="306.10pt" w:type="dxa"/>
            <w:vAlign w:val="center"/>
          </w:tcPr>
          <w:p w14:paraId="4CCA77C4" w14:textId="77777777" w:rsidR="00370545" w:rsidRDefault="00370545" w:rsidP="00C75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C1.511Développer numériquement le plan d’un modèle.</w:t>
            </w:r>
          </w:p>
          <w:p w14:paraId="0E6174B8" w14:textId="77777777" w:rsidR="00370545" w:rsidRPr="00C75DD3" w:rsidRDefault="00370545" w:rsidP="00C75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Utiliser les fonctionnalités d’un logiciel 2D/3D dans le but d’optimiser la démarche de développement de plan.</w:t>
            </w:r>
          </w:p>
        </w:tc>
        <w:tc>
          <w:tcPr>
            <w:tcW w:w="180.40pt" w:type="dxa"/>
            <w:vAlign w:val="center"/>
          </w:tcPr>
          <w:p w14:paraId="4BC77A81" w14:textId="77777777" w:rsidR="00370545" w:rsidRPr="00C75DD3" w:rsidRDefault="00370545" w:rsidP="00C75DD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S3.1 ; S4.1a, S4.1c</w:t>
            </w:r>
          </w:p>
        </w:tc>
      </w:tr>
      <w:tr w:rsidR="00370545" w:rsidRPr="00C75DD3" w14:paraId="74DED158" w14:textId="77777777" w:rsidTr="006C39AD">
        <w:trPr>
          <w:trHeight w:val="1390"/>
          <w:jc w:val="center"/>
        </w:trPr>
        <w:tc>
          <w:tcPr>
            <w:tcW w:w="306.10pt" w:type="dxa"/>
            <w:vAlign w:val="center"/>
          </w:tcPr>
          <w:p w14:paraId="077CE9A5" w14:textId="77777777" w:rsidR="00370545" w:rsidRPr="00C75DD3" w:rsidRDefault="00370545" w:rsidP="00C75DD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5DD3">
              <w:rPr>
                <w:rFonts w:ascii="Arial" w:hAnsi="Arial" w:cs="Arial"/>
                <w:color w:val="000000"/>
                <w:sz w:val="24"/>
                <w:szCs w:val="24"/>
              </w:rPr>
              <w:t>C1.512 Archiver le plan du modèle et les documents associés en vue de son exploitation</w:t>
            </w:r>
          </w:p>
        </w:tc>
        <w:tc>
          <w:tcPr>
            <w:tcW w:w="180.40pt" w:type="dxa"/>
            <w:vAlign w:val="center"/>
          </w:tcPr>
          <w:p w14:paraId="5E1C0AFF" w14:textId="77777777" w:rsidR="00370545" w:rsidRPr="00C75DD3" w:rsidRDefault="00370545" w:rsidP="00C75DD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C75DD3">
              <w:rPr>
                <w:rFonts w:ascii="Arial" w:hAnsi="Arial" w:cs="Arial"/>
                <w:sz w:val="24"/>
                <w:szCs w:val="24"/>
              </w:rPr>
              <w:t>S4.1a ;</w:t>
            </w:r>
            <w:r>
              <w:rPr>
                <w:rFonts w:ascii="Arial" w:hAnsi="Arial" w:cs="Arial"/>
                <w:sz w:val="24"/>
                <w:szCs w:val="24"/>
              </w:rPr>
              <w:t xml:space="preserve"> S4.1c ; 6.6</w:t>
            </w:r>
          </w:p>
        </w:tc>
      </w:tr>
    </w:tbl>
    <w:p w14:paraId="23120EB6" w14:textId="7F60E068" w:rsidR="005D772D" w:rsidRDefault="00F825A6" w:rsidP="00AD5823">
      <w:pPr>
        <w:pStyle w:val="Titre1sansnum"/>
        <w:numPr>
          <w:ilvl w:val="0"/>
          <w:numId w:val="0"/>
        </w:numPr>
      </w:pPr>
      <w:r>
        <w:t>UNITES :</w:t>
      </w:r>
      <w:r w:rsidR="00E76576">
        <w:t xml:space="preserve">  </w:t>
      </w:r>
    </w:p>
    <w:tbl>
      <w:tblPr>
        <w:tblStyle w:val="Grilledutableau"/>
        <w:tblpPr w:leftFromText="141" w:rightFromText="141" w:vertAnchor="text" w:horzAnchor="margin" w:tblpXSpec="center" w:tblpY="231"/>
        <w:tblW w:w="319.95pt" w:type="dxa"/>
        <w:tblLook w:firstRow="1" w:lastRow="0" w:firstColumn="1" w:lastColumn="0" w:noHBand="0" w:noVBand="1"/>
      </w:tblPr>
      <w:tblGrid>
        <w:gridCol w:w="923"/>
        <w:gridCol w:w="321"/>
        <w:gridCol w:w="953"/>
        <w:gridCol w:w="496"/>
        <w:gridCol w:w="920"/>
        <w:gridCol w:w="320"/>
        <w:gridCol w:w="913"/>
        <w:gridCol w:w="320"/>
        <w:gridCol w:w="913"/>
        <w:gridCol w:w="320"/>
      </w:tblGrid>
      <w:tr w:rsidR="00975351" w:rsidRPr="00567271" w14:paraId="2BCAF566" w14:textId="77777777" w:rsidTr="006C39AD">
        <w:trPr>
          <w:trHeight w:val="512"/>
        </w:trPr>
        <w:tc>
          <w:tcPr>
            <w:tcW w:w="46.15pt" w:type="dxa"/>
            <w:vAlign w:val="center"/>
          </w:tcPr>
          <w:p w14:paraId="06CB2BC5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E41</w:t>
            </w:r>
          </w:p>
        </w:tc>
        <w:tc>
          <w:tcPr>
            <w:tcW w:w="16.05pt" w:type="dxa"/>
            <w:vAlign w:val="center"/>
          </w:tcPr>
          <w:p w14:paraId="3B5ADB44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.65pt" w:type="dxa"/>
            <w:vAlign w:val="center"/>
          </w:tcPr>
          <w:p w14:paraId="279A8A1C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E42</w:t>
            </w:r>
          </w:p>
        </w:tc>
        <w:tc>
          <w:tcPr>
            <w:tcW w:w="24.80pt" w:type="dxa"/>
            <w:vAlign w:val="center"/>
          </w:tcPr>
          <w:p w14:paraId="6EB115CE" w14:textId="77777777" w:rsidR="00975351" w:rsidRPr="00567271" w:rsidRDefault="00975351" w:rsidP="00370545">
            <w:pPr>
              <w:pStyle w:val="pastille"/>
              <w:numPr>
                <w:ilvl w:val="0"/>
                <w:numId w:val="28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pt" w:type="dxa"/>
            <w:vAlign w:val="center"/>
          </w:tcPr>
          <w:p w14:paraId="1A9E8489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E43</w:t>
            </w:r>
          </w:p>
        </w:tc>
        <w:tc>
          <w:tcPr>
            <w:tcW w:w="16pt" w:type="dxa"/>
            <w:vAlign w:val="center"/>
          </w:tcPr>
          <w:p w14:paraId="4E4F499F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.65pt" w:type="dxa"/>
            <w:vAlign w:val="center"/>
          </w:tcPr>
          <w:p w14:paraId="52C82809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E5</w:t>
            </w:r>
          </w:p>
        </w:tc>
        <w:tc>
          <w:tcPr>
            <w:tcW w:w="16pt" w:type="dxa"/>
            <w:vAlign w:val="center"/>
          </w:tcPr>
          <w:p w14:paraId="63B4C1DA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.65pt" w:type="dxa"/>
            <w:vAlign w:val="center"/>
          </w:tcPr>
          <w:p w14:paraId="287DA735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E6</w:t>
            </w:r>
          </w:p>
        </w:tc>
        <w:tc>
          <w:tcPr>
            <w:tcW w:w="16pt" w:type="dxa"/>
            <w:vAlign w:val="center"/>
          </w:tcPr>
          <w:p w14:paraId="77845C04" w14:textId="77777777" w:rsidR="00975351" w:rsidRPr="00567271" w:rsidRDefault="00975351" w:rsidP="00567271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4350BEB" w14:textId="77777777" w:rsidR="00975351" w:rsidRDefault="00975351">
      <w:pPr>
        <w:pStyle w:val="Titre1sansnum"/>
        <w:numPr>
          <w:ilvl w:val="0"/>
          <w:numId w:val="0"/>
        </w:numPr>
        <w:ind w:start="35.40pt" w:hanging="35.40pt"/>
        <w:rPr>
          <w:color w:val="FF0000"/>
        </w:rPr>
      </w:pPr>
    </w:p>
    <w:p w14:paraId="22170340" w14:textId="5762160F" w:rsidR="005D772D" w:rsidRPr="00567271" w:rsidRDefault="005D772D" w:rsidP="00975351">
      <w:pPr>
        <w:pStyle w:val="Titre1sansnum"/>
        <w:numPr>
          <w:ilvl w:val="0"/>
          <w:numId w:val="0"/>
        </w:numPr>
        <w:rPr>
          <w:caps/>
          <w:smallCaps w:val="0"/>
        </w:rPr>
      </w:pPr>
      <w:r w:rsidRPr="00567271">
        <w:rPr>
          <w:caps/>
          <w:smallCaps w:val="0"/>
        </w:rPr>
        <w:t xml:space="preserve">Prérequis : </w:t>
      </w:r>
    </w:p>
    <w:p w14:paraId="30BE9BF4" w14:textId="77777777" w:rsidR="00F807E8" w:rsidRDefault="00F807E8" w:rsidP="00370545">
      <w:pPr>
        <w:pStyle w:val="pastille"/>
        <w:numPr>
          <w:ilvl w:val="0"/>
          <w:numId w:val="29"/>
        </w:numPr>
        <w:tabs>
          <w:tab w:val="num" w:pos="53.25pt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Les fonctionnalités des différents outils de développement du logiciel de CAO 2D</w:t>
      </w:r>
    </w:p>
    <w:p w14:paraId="101F615B" w14:textId="77777777" w:rsidR="00F807E8" w:rsidRDefault="00F807E8" w:rsidP="00370545">
      <w:pPr>
        <w:pStyle w:val="pastille"/>
        <w:numPr>
          <w:ilvl w:val="0"/>
          <w:numId w:val="29"/>
        </w:numPr>
        <w:tabs>
          <w:tab w:val="num" w:pos="53.25pt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notion d’héritage</w:t>
      </w:r>
    </w:p>
    <w:p w14:paraId="67E46FA9" w14:textId="0EAC1768" w:rsidR="00975351" w:rsidRDefault="00F807E8" w:rsidP="00370545">
      <w:pPr>
        <w:pStyle w:val="pastille"/>
        <w:numPr>
          <w:ilvl w:val="0"/>
          <w:numId w:val="29"/>
        </w:numPr>
        <w:tabs>
          <w:tab w:val="num" w:pos="53.25pt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développement des modèles</w:t>
      </w:r>
    </w:p>
    <w:p w14:paraId="7B0AAFDE" w14:textId="2CCF70B0" w:rsidR="00F807E8" w:rsidRDefault="00F807E8" w:rsidP="00F807E8">
      <w:pPr>
        <w:pStyle w:val="pastille"/>
        <w:numPr>
          <w:ilvl w:val="1"/>
          <w:numId w:val="29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BTS 1 : Décolleté ; Richelieu</w:t>
      </w:r>
    </w:p>
    <w:p w14:paraId="2D22CC1B" w14:textId="5AD4E092" w:rsidR="00F807E8" w:rsidRDefault="00F807E8" w:rsidP="00F807E8">
      <w:pPr>
        <w:pStyle w:val="pastille"/>
        <w:numPr>
          <w:ilvl w:val="1"/>
          <w:numId w:val="29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BTS 2 : Derby ; Charles IX ; </w:t>
      </w:r>
      <w:r w:rsidR="006C39AD">
        <w:rPr>
          <w:rFonts w:ascii="Arial" w:hAnsi="Arial" w:cs="Arial"/>
          <w:color w:val="000000" w:themeColor="text1"/>
        </w:rPr>
        <w:t>B</w:t>
      </w:r>
      <w:r>
        <w:rPr>
          <w:rFonts w:ascii="Arial" w:hAnsi="Arial" w:cs="Arial"/>
          <w:color w:val="000000" w:themeColor="text1"/>
        </w:rPr>
        <w:t xml:space="preserve">otte et </w:t>
      </w:r>
      <w:r w:rsidR="006C39AD">
        <w:rPr>
          <w:rFonts w:ascii="Arial" w:hAnsi="Arial" w:cs="Arial"/>
          <w:color w:val="000000" w:themeColor="text1"/>
        </w:rPr>
        <w:t>B</w:t>
      </w:r>
      <w:r>
        <w:rPr>
          <w:rFonts w:ascii="Arial" w:hAnsi="Arial" w:cs="Arial"/>
          <w:color w:val="000000" w:themeColor="text1"/>
        </w:rPr>
        <w:t>ottine</w:t>
      </w:r>
    </w:p>
    <w:p w14:paraId="73BCB9F2" w14:textId="1C888F32" w:rsidR="005D772D" w:rsidRDefault="00AD5823">
      <w:pPr>
        <w:pStyle w:val="Titre1sansnum"/>
        <w:numPr>
          <w:ilvl w:val="0"/>
          <w:numId w:val="0"/>
        </w:numPr>
        <w:ind w:start="35.40pt" w:hanging="35.40pt"/>
      </w:pPr>
      <w:r>
        <w:t>RESSOURCES</w:t>
      </w:r>
      <w:r w:rsidR="005D772D">
        <w:t xml:space="preserve"> : </w:t>
      </w:r>
    </w:p>
    <w:tbl>
      <w:tblPr>
        <w:tblStyle w:val="Grilledutableau"/>
        <w:tblpPr w:leftFromText="141" w:rightFromText="141" w:vertAnchor="text" w:horzAnchor="margin" w:tblpY="289"/>
        <w:tblW w:w="0pt" w:type="dxa"/>
        <w:tblLook w:firstRow="1" w:lastRow="0" w:firstColumn="1" w:lastColumn="0" w:noHBand="0" w:noVBand="1"/>
      </w:tblPr>
      <w:tblGrid>
        <w:gridCol w:w="4797"/>
        <w:gridCol w:w="4832"/>
      </w:tblGrid>
      <w:tr w:rsidR="005E716D" w14:paraId="4B403002" w14:textId="77777777" w:rsidTr="007E255C">
        <w:trPr>
          <w:trHeight w:val="258"/>
        </w:trPr>
        <w:tc>
          <w:tcPr>
            <w:tcW w:w="239.85pt" w:type="dxa"/>
            <w:vAlign w:val="center"/>
          </w:tcPr>
          <w:p w14:paraId="2A36682F" w14:textId="77777777" w:rsidR="005E716D" w:rsidRPr="00567271" w:rsidRDefault="005E716D" w:rsidP="007E255C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Ressources matériels</w:t>
            </w:r>
          </w:p>
        </w:tc>
        <w:tc>
          <w:tcPr>
            <w:tcW w:w="241.60pt" w:type="dxa"/>
            <w:vAlign w:val="center"/>
          </w:tcPr>
          <w:p w14:paraId="0447A2E0" w14:textId="77777777" w:rsidR="005E716D" w:rsidRPr="00567271" w:rsidRDefault="005E716D" w:rsidP="007E255C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Ressources documentaires et numériques</w:t>
            </w:r>
          </w:p>
        </w:tc>
      </w:tr>
      <w:tr w:rsidR="005E716D" w14:paraId="7F79E470" w14:textId="77777777" w:rsidTr="007E255C">
        <w:trPr>
          <w:trHeight w:val="387"/>
        </w:trPr>
        <w:tc>
          <w:tcPr>
            <w:tcW w:w="239.85pt" w:type="dxa"/>
            <w:vAlign w:val="center"/>
          </w:tcPr>
          <w:p w14:paraId="787EA540" w14:textId="77777777" w:rsidR="005E716D" w:rsidRPr="00567271" w:rsidRDefault="005E716D" w:rsidP="007E255C">
            <w:pPr>
              <w:pStyle w:val="Corpsdetexte"/>
              <w:spacing w:after="0p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241.60pt" w:type="dxa"/>
            <w:vAlign w:val="center"/>
          </w:tcPr>
          <w:p w14:paraId="2D967100" w14:textId="3419D32F" w:rsidR="005E716D" w:rsidRDefault="006C39AD" w:rsidP="007E255C">
            <w:pPr>
              <w:pStyle w:val="Corpsdetexte"/>
              <w:spacing w:after="0pt"/>
            </w:pPr>
            <w:r>
              <w:rPr>
                <w:rFonts w:ascii="Arial" w:hAnsi="Arial" w:cs="Arial"/>
                <w:sz w:val="24"/>
                <w:szCs w:val="24"/>
              </w:rPr>
              <w:t>Ressource numérique des fonctions du menu patronage automatique du logiciel de CAO 2D</w:t>
            </w:r>
          </w:p>
        </w:tc>
      </w:tr>
      <w:tr w:rsidR="005E716D" w14:paraId="7D976F0D" w14:textId="77777777" w:rsidTr="007E255C">
        <w:trPr>
          <w:trHeight w:val="387"/>
        </w:trPr>
        <w:tc>
          <w:tcPr>
            <w:tcW w:w="239.85pt" w:type="dxa"/>
            <w:vAlign w:val="center"/>
          </w:tcPr>
          <w:p w14:paraId="023D9BEB" w14:textId="77777777" w:rsidR="005E716D" w:rsidRDefault="005E716D" w:rsidP="007E255C">
            <w:pPr>
              <w:pStyle w:val="Corpsdetexte"/>
              <w:spacing w:after="0p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.60pt" w:type="dxa"/>
            <w:vAlign w:val="center"/>
          </w:tcPr>
          <w:p w14:paraId="4499BDE0" w14:textId="77777777" w:rsidR="005E716D" w:rsidRDefault="006C39AD" w:rsidP="007E255C">
            <w:pPr>
              <w:pStyle w:val="Corpsdetexte"/>
              <w:spacing w:after="0p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Fichier de CAO du modèle Style</w:t>
            </w:r>
          </w:p>
          <w:p w14:paraId="10934A56" w14:textId="5E79BD52" w:rsidR="006C39AD" w:rsidRPr="00567271" w:rsidRDefault="006C39AD" w:rsidP="007E255C">
            <w:pPr>
              <w:pStyle w:val="Corpsdetexte"/>
              <w:spacing w:after="0p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Fichier de CAO du modèle cible</w:t>
            </w:r>
          </w:p>
        </w:tc>
      </w:tr>
    </w:tbl>
    <w:p w14:paraId="612149BE" w14:textId="77777777" w:rsidR="00F4003C" w:rsidRPr="00567271" w:rsidRDefault="00F4003C" w:rsidP="00F8450C">
      <w:pPr>
        <w:pStyle w:val="Titre1sansnum"/>
        <w:numPr>
          <w:ilvl w:val="0"/>
          <w:numId w:val="0"/>
        </w:numPr>
        <w:pBdr>
          <w:bottom w:val="single" w:sz="6" w:space="3" w:color="auto"/>
        </w:pBdr>
        <w:ind w:start="35.40pt" w:hanging="35.40pt"/>
        <w:rPr>
          <w:caps/>
          <w:smallCaps w:val="0"/>
        </w:rPr>
      </w:pPr>
      <w:r w:rsidRPr="00567271">
        <w:rPr>
          <w:caps/>
          <w:smallCaps w:val="0"/>
        </w:rPr>
        <w:t xml:space="preserve">La durée : </w:t>
      </w:r>
    </w:p>
    <w:p w14:paraId="5516E978" w14:textId="77777777" w:rsidR="005D772D" w:rsidRPr="00567271" w:rsidRDefault="00BD6335" w:rsidP="00EC0FF5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Quatre</w:t>
      </w:r>
      <w:r w:rsidR="00567271" w:rsidRPr="00567271">
        <w:rPr>
          <w:rFonts w:ascii="Arial" w:hAnsi="Arial" w:cs="Arial"/>
          <w:sz w:val="24"/>
          <w:szCs w:val="24"/>
        </w:rPr>
        <w:t xml:space="preserve"> heures</w:t>
      </w:r>
      <w:r w:rsidR="005D0FBD">
        <w:rPr>
          <w:rFonts w:ascii="Arial" w:hAnsi="Arial" w:cs="Arial"/>
          <w:sz w:val="24"/>
          <w:szCs w:val="24"/>
        </w:rPr>
        <w:t>.</w:t>
      </w:r>
    </w:p>
    <w:p w14:paraId="6B078C90" w14:textId="77777777" w:rsidR="007C50FE" w:rsidRDefault="007C50FE">
      <w:pPr>
        <w:rPr>
          <w:rFonts w:ascii="Arial" w:hAnsi="Arial"/>
          <w:b/>
          <w:caps/>
          <w:kern w:val="28"/>
          <w:sz w:val="28"/>
        </w:rPr>
      </w:pPr>
      <w:r>
        <w:rPr>
          <w:rFonts w:ascii="Arial" w:hAnsi="Arial"/>
          <w:b/>
          <w:caps/>
          <w:kern w:val="28"/>
          <w:sz w:val="28"/>
        </w:rPr>
        <w:br w:type="page"/>
      </w:r>
    </w:p>
    <w:p w14:paraId="1BA866B4" w14:textId="77777777" w:rsidR="00370545" w:rsidRPr="00370545" w:rsidRDefault="00370545" w:rsidP="00370545">
      <w:pPr>
        <w:keepNext/>
        <w:pBdr>
          <w:bottom w:val="single" w:sz="6" w:space="4" w:color="auto"/>
        </w:pBdr>
        <w:spacing w:before="12pt" w:after="3pt"/>
        <w:ind w:start="35.40pt" w:hanging="35.40pt"/>
        <w:rPr>
          <w:rFonts w:ascii="Arial" w:hAnsi="Arial"/>
          <w:b/>
          <w:caps/>
          <w:kern w:val="28"/>
          <w:sz w:val="28"/>
          <w:rtl/>
        </w:rPr>
      </w:pPr>
      <w:r w:rsidRPr="00370545">
        <w:rPr>
          <w:rFonts w:ascii="Arial" w:hAnsi="Arial"/>
          <w:b/>
          <w:caps/>
          <w:kern w:val="28"/>
          <w:sz w:val="28"/>
        </w:rPr>
        <w:lastRenderedPageBreak/>
        <w:t xml:space="preserve">Présentation DE </w:t>
      </w:r>
      <w:r w:rsidR="007C50FE" w:rsidRPr="00370545">
        <w:rPr>
          <w:rFonts w:ascii="Arial" w:hAnsi="Arial"/>
          <w:b/>
          <w:caps/>
          <w:kern w:val="28"/>
          <w:sz w:val="28"/>
        </w:rPr>
        <w:t>L’ACTIVITE :</w:t>
      </w:r>
      <w:r w:rsidRPr="00370545">
        <w:rPr>
          <w:rFonts w:ascii="Arial" w:hAnsi="Arial"/>
          <w:b/>
          <w:caps/>
          <w:kern w:val="28"/>
          <w:sz w:val="28"/>
        </w:rPr>
        <w:t xml:space="preserve"> </w:t>
      </w:r>
    </w:p>
    <w:p w14:paraId="2678BA92" w14:textId="716148D4" w:rsidR="00370545" w:rsidRPr="006E7426" w:rsidRDefault="00370545" w:rsidP="00370545">
      <w:pPr>
        <w:pStyle w:val="Titre5"/>
        <w:rPr>
          <w:b/>
          <w:bCs/>
          <w:u w:val="single"/>
        </w:rPr>
      </w:pPr>
      <w:r w:rsidRPr="006E7426">
        <w:rPr>
          <w:b/>
          <w:bCs/>
          <w:sz w:val="24"/>
          <w:szCs w:val="22"/>
          <w:u w:val="single"/>
        </w:rPr>
        <w:t>Tâche visée </w:t>
      </w:r>
      <w:r w:rsidRPr="006E7426">
        <w:rPr>
          <w:b/>
          <w:bCs/>
          <w:u w:val="single"/>
        </w:rPr>
        <w:t xml:space="preserve">: </w:t>
      </w:r>
    </w:p>
    <w:tbl>
      <w:tblPr>
        <w:tblStyle w:val="Grilledutableau1"/>
        <w:tblpPr w:leftFromText="141" w:rightFromText="141" w:vertAnchor="page" w:horzAnchor="margin" w:tblpY="2711"/>
        <w:tblW w:w="0pt" w:type="dxa"/>
        <w:tblLook w:firstRow="1" w:lastRow="0" w:firstColumn="1" w:lastColumn="0" w:noHBand="0" w:noVBand="1"/>
      </w:tblPr>
      <w:tblGrid>
        <w:gridCol w:w="817"/>
        <w:gridCol w:w="8791"/>
      </w:tblGrid>
      <w:tr w:rsidR="006E7426" w:rsidRPr="00370545" w14:paraId="758759CB" w14:textId="77777777" w:rsidTr="006E7426">
        <w:tc>
          <w:tcPr>
            <w:tcW w:w="40.85pt" w:type="dxa"/>
            <w:shd w:val="clear" w:color="auto" w:fill="548DD4" w:themeFill="text2" w:themeFillTint="99"/>
          </w:tcPr>
          <w:p w14:paraId="20564A3B" w14:textId="77777777" w:rsidR="006E7426" w:rsidRPr="00370545" w:rsidRDefault="006E7426" w:rsidP="006E7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A-T5</w:t>
            </w:r>
          </w:p>
        </w:tc>
        <w:tc>
          <w:tcPr>
            <w:tcW w:w="439.55pt" w:type="dxa"/>
            <w:shd w:val="clear" w:color="auto" w:fill="548DD4" w:themeFill="text2" w:themeFillTint="99"/>
          </w:tcPr>
          <w:p w14:paraId="296A7E98" w14:textId="77777777" w:rsidR="006E7426" w:rsidRPr="00370545" w:rsidRDefault="006E7426" w:rsidP="006E74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Concevoir et réaliser les plans et les gabarits</w:t>
            </w:r>
          </w:p>
        </w:tc>
      </w:tr>
    </w:tbl>
    <w:p w14:paraId="05CA64DA" w14:textId="77777777" w:rsidR="00CF1974" w:rsidRDefault="00CF1974" w:rsidP="00CF1974"/>
    <w:p w14:paraId="0CB3CB61" w14:textId="4C3E1C24" w:rsidR="007F2330" w:rsidRPr="00CF1974" w:rsidRDefault="007F2330" w:rsidP="00CF1974">
      <w:pPr>
        <w:rPr>
          <w:rFonts w:ascii="Arial" w:hAnsi="Arial" w:cs="Arial"/>
          <w:sz w:val="24"/>
          <w:szCs w:val="22"/>
        </w:rPr>
      </w:pPr>
      <w:r w:rsidRPr="00CF1974">
        <w:rPr>
          <w:rFonts w:ascii="Arial" w:hAnsi="Arial" w:cs="Arial"/>
          <w:sz w:val="24"/>
          <w:szCs w:val="22"/>
        </w:rPr>
        <w:t>Pour l’industrialisation des développements des modèles (plans et gabarits) d’une collection, il est possible d’utiliser un modèle développé (modèle style) pour affecter tout ou partie du plan au modèle à développer (modèle cible).</w:t>
      </w:r>
    </w:p>
    <w:p w14:paraId="263ECF60" w14:textId="77777777" w:rsidR="00CF1974" w:rsidRDefault="00CF1974" w:rsidP="00CF1974"/>
    <w:p w14:paraId="29325656" w14:textId="1E4AEEFD" w:rsidR="007F2330" w:rsidRDefault="00CF1974" w:rsidP="00CF1974">
      <w:pPr>
        <w:rPr>
          <w:rFonts w:ascii="Arial" w:hAnsi="Arial" w:cs="Arial"/>
          <w:sz w:val="24"/>
          <w:szCs w:val="22"/>
        </w:rPr>
      </w:pPr>
      <w:r w:rsidRPr="00CF1974">
        <w:rPr>
          <w:rFonts w:ascii="Arial" w:hAnsi="Arial" w:cs="Arial"/>
          <w:sz w:val="24"/>
          <w:szCs w:val="22"/>
        </w:rPr>
        <w:t>L’activité permet :</w:t>
      </w:r>
    </w:p>
    <w:p w14:paraId="3BBF1D21" w14:textId="1B94054B" w:rsidR="00CF1974" w:rsidRDefault="00CF1974" w:rsidP="00CF1974">
      <w:pPr>
        <w:pStyle w:val="Paragraphedeliste"/>
        <w:numPr>
          <w:ilvl w:val="0"/>
          <w:numId w:val="34"/>
        </w:numPr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De créer une base sur un plan style</w:t>
      </w:r>
    </w:p>
    <w:p w14:paraId="189BC013" w14:textId="02E07204" w:rsidR="00CF1974" w:rsidRDefault="00CF1974" w:rsidP="00CF1974">
      <w:pPr>
        <w:pStyle w:val="Paragraphedeliste"/>
        <w:numPr>
          <w:ilvl w:val="0"/>
          <w:numId w:val="34"/>
        </w:numPr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D’appliquer tout le plan d’un plan style vers un plan cible</w:t>
      </w:r>
    </w:p>
    <w:p w14:paraId="7782B5E0" w14:textId="6E5D0273" w:rsidR="00B073F0" w:rsidRPr="00CF1974" w:rsidRDefault="00B073F0" w:rsidP="00CF1974">
      <w:pPr>
        <w:pStyle w:val="Paragraphedeliste"/>
        <w:numPr>
          <w:ilvl w:val="0"/>
          <w:numId w:val="34"/>
        </w:numPr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D’appliquer </w:t>
      </w:r>
      <w:r w:rsidR="008228CA">
        <w:rPr>
          <w:rFonts w:ascii="Arial" w:hAnsi="Arial" w:cs="Arial"/>
          <w:sz w:val="24"/>
          <w:szCs w:val="22"/>
        </w:rPr>
        <w:t>aux entités sélectionnées du plan style vers le plan cible</w:t>
      </w:r>
    </w:p>
    <w:p w14:paraId="6BED94AF" w14:textId="77777777" w:rsidR="00CF1974" w:rsidRPr="00CF1974" w:rsidRDefault="00CF1974" w:rsidP="00CF1974"/>
    <w:p w14:paraId="0C705754" w14:textId="35870227" w:rsidR="00370545" w:rsidRPr="00370545" w:rsidRDefault="00370545" w:rsidP="00370545">
      <w:pPr>
        <w:keepNext/>
        <w:pBdr>
          <w:bottom w:val="single" w:sz="6" w:space="4" w:color="auto"/>
        </w:pBdr>
        <w:spacing w:before="12pt" w:after="3pt"/>
        <w:ind w:start="35.40pt" w:hanging="35.40pt"/>
        <w:rPr>
          <w:rFonts w:ascii="Arial" w:hAnsi="Arial"/>
          <w:b/>
          <w:caps/>
          <w:kern w:val="28"/>
          <w:sz w:val="28"/>
        </w:rPr>
      </w:pPr>
      <w:r w:rsidRPr="00370545">
        <w:rPr>
          <w:rFonts w:ascii="Arial" w:hAnsi="Arial"/>
          <w:b/>
          <w:caps/>
          <w:kern w:val="28"/>
          <w:sz w:val="28"/>
        </w:rPr>
        <w:t xml:space="preserve">méthodologie </w:t>
      </w:r>
      <w:r w:rsidR="006E7426" w:rsidRPr="00370545">
        <w:rPr>
          <w:rFonts w:ascii="Arial" w:hAnsi="Arial"/>
          <w:b/>
          <w:caps/>
          <w:kern w:val="28"/>
          <w:sz w:val="28"/>
        </w:rPr>
        <w:t>PROPOSEE :</w:t>
      </w:r>
      <w:r w:rsidRPr="00370545">
        <w:rPr>
          <w:rFonts w:ascii="Arial" w:hAnsi="Arial"/>
          <w:b/>
          <w:caps/>
          <w:kern w:val="28"/>
          <w:sz w:val="28"/>
        </w:rPr>
        <w:t xml:space="preserve"> </w:t>
      </w:r>
    </w:p>
    <w:p w14:paraId="4CD2F241" w14:textId="59F0755B" w:rsidR="00370545" w:rsidRPr="00AF38FF" w:rsidRDefault="00AF38FF" w:rsidP="00370545">
      <w:pPr>
        <w:ind w:start="18pt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 w:rsidRPr="00AF38FF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Exercice n°1 : appliquer tout le plan</w:t>
      </w:r>
    </w:p>
    <w:p w14:paraId="28F1B754" w14:textId="77777777" w:rsidR="00AF38FF" w:rsidRDefault="00AF38FF" w:rsidP="00370545">
      <w:pPr>
        <w:ind w:start="18pt"/>
        <w:rPr>
          <w:rFonts w:ascii="Arial" w:hAnsi="Arial" w:cs="Arial"/>
          <w:sz w:val="24"/>
          <w:szCs w:val="24"/>
        </w:rPr>
      </w:pPr>
    </w:p>
    <w:p w14:paraId="53A47F0E" w14:textId="6AF702E9" w:rsidR="00370545" w:rsidRDefault="005E716D" w:rsidP="00370545">
      <w:pPr>
        <w:pStyle w:val="Paragraphedeliste"/>
        <w:numPr>
          <w:ilvl w:val="0"/>
          <w:numId w:val="31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Ouvrir le fichier</w:t>
      </w:r>
      <w:r w:rsidR="00AF38FF">
        <w:rPr>
          <w:rFonts w:ascii="Arial" w:hAnsi="Arial" w:cs="Arial"/>
          <w:sz w:val="24"/>
          <w:szCs w:val="24"/>
        </w:rPr>
        <w:t xml:space="preserve"> du plan style « Aqua.cdbx »</w:t>
      </w:r>
    </w:p>
    <w:p w14:paraId="6D0F9DEC" w14:textId="5C16E320" w:rsidR="00AF38FF" w:rsidRDefault="00AF38FF" w:rsidP="00AF38FF">
      <w:pPr>
        <w:pStyle w:val="Paragraphedeliste"/>
        <w:numPr>
          <w:ilvl w:val="0"/>
          <w:numId w:val="31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Ouvrir le fichier du plan cible « Vera.cdbx »</w:t>
      </w:r>
    </w:p>
    <w:p w14:paraId="213799AF" w14:textId="5A51BC3B" w:rsidR="00AF38FF" w:rsidRDefault="00AF38FF" w:rsidP="00370545">
      <w:pPr>
        <w:pStyle w:val="Paragraphedeliste"/>
        <w:numPr>
          <w:ilvl w:val="0"/>
          <w:numId w:val="31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Construire une base du plan style</w:t>
      </w:r>
    </w:p>
    <w:p w14:paraId="5CCF3A0A" w14:textId="23E5ED3F" w:rsidR="00AF38FF" w:rsidRDefault="00AF38FF" w:rsidP="00370545">
      <w:pPr>
        <w:pStyle w:val="Paragraphedeliste"/>
        <w:numPr>
          <w:ilvl w:val="0"/>
          <w:numId w:val="31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Construire la correspondance des lignes du plan style avec celle</w:t>
      </w:r>
      <w:r w:rsidR="006B4E6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du plan cible</w:t>
      </w:r>
    </w:p>
    <w:p w14:paraId="7C0AA5A1" w14:textId="3C9104F0" w:rsidR="00AF38FF" w:rsidRDefault="00AF38FF" w:rsidP="00370545">
      <w:pPr>
        <w:pStyle w:val="Paragraphedeliste"/>
        <w:numPr>
          <w:ilvl w:val="0"/>
          <w:numId w:val="31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Changer le nom et la pointure du plan cible</w:t>
      </w:r>
    </w:p>
    <w:p w14:paraId="2277469A" w14:textId="7AE5392B" w:rsidR="00AF38FF" w:rsidRDefault="00AF38FF" w:rsidP="00AF38FF">
      <w:pPr>
        <w:rPr>
          <w:rFonts w:ascii="Arial" w:hAnsi="Arial" w:cs="Arial"/>
          <w:sz w:val="24"/>
          <w:szCs w:val="24"/>
        </w:rPr>
      </w:pPr>
    </w:p>
    <w:p w14:paraId="581FCD0A" w14:textId="6D69BBD0" w:rsidR="00AF38FF" w:rsidRPr="00AF38FF" w:rsidRDefault="00AF38FF" w:rsidP="00AF38FF">
      <w:pPr>
        <w:ind w:start="18pt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 w:rsidRPr="00AF38FF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Exercice n°</w:t>
      </w:r>
      <w:r w:rsidR="00D96D4F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2</w:t>
      </w:r>
      <w:r w:rsidRPr="00AF38FF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 : appliquer </w:t>
      </w: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aux entités sélectionnées</w:t>
      </w:r>
    </w:p>
    <w:p w14:paraId="46CF2F84" w14:textId="155EAF66" w:rsidR="00AF38FF" w:rsidRDefault="00AF38FF" w:rsidP="00AF38FF">
      <w:pPr>
        <w:rPr>
          <w:rFonts w:ascii="Arial" w:hAnsi="Arial" w:cs="Arial"/>
          <w:sz w:val="24"/>
          <w:szCs w:val="24"/>
        </w:rPr>
      </w:pPr>
    </w:p>
    <w:p w14:paraId="4B4DC015" w14:textId="77777777" w:rsidR="00AF38FF" w:rsidRDefault="00AF38FF" w:rsidP="00AF38FF">
      <w:pPr>
        <w:pStyle w:val="Paragraphedeliste"/>
        <w:numPr>
          <w:ilvl w:val="0"/>
          <w:numId w:val="35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Ouvrir le fichier du plan style « Aqua.cdbx »</w:t>
      </w:r>
    </w:p>
    <w:p w14:paraId="00CEB655" w14:textId="42182C17" w:rsidR="00AF38FF" w:rsidRDefault="00AF38FF" w:rsidP="00AF38FF">
      <w:pPr>
        <w:pStyle w:val="Paragraphedeliste"/>
        <w:numPr>
          <w:ilvl w:val="0"/>
          <w:numId w:val="35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Ouvrir le fichier du plan cible « Vera.cdbx »</w:t>
      </w:r>
    </w:p>
    <w:p w14:paraId="34603444" w14:textId="32A68547" w:rsidR="00AF38FF" w:rsidRDefault="00AF38FF" w:rsidP="00AF38FF">
      <w:pPr>
        <w:pStyle w:val="Paragraphedeliste"/>
        <w:numPr>
          <w:ilvl w:val="0"/>
          <w:numId w:val="35"/>
        </w:numPr>
        <w:ind w:start="42.55pt" w:hanging="21.2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Sélectionner les entités du plan style (ligne de claque ; ligne du bout rapporté)</w:t>
      </w:r>
    </w:p>
    <w:p w14:paraId="5343F522" w14:textId="46CB5950" w:rsidR="00AF38FF" w:rsidRDefault="00AF38FF" w:rsidP="00AF38FF">
      <w:pPr>
        <w:pStyle w:val="Paragraphedeliste"/>
        <w:numPr>
          <w:ilvl w:val="0"/>
          <w:numId w:val="35"/>
        </w:numPr>
        <w:ind w:start="42.5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Construire la correspondance des lignes du plan style avec celle</w:t>
      </w:r>
      <w:r w:rsidR="006B4E6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du plan cible</w:t>
      </w:r>
    </w:p>
    <w:p w14:paraId="711FF164" w14:textId="77777777" w:rsidR="00AF38FF" w:rsidRDefault="00AF38FF" w:rsidP="00AF38FF">
      <w:pPr>
        <w:pStyle w:val="Paragraphedeliste"/>
        <w:numPr>
          <w:ilvl w:val="0"/>
          <w:numId w:val="35"/>
        </w:numPr>
        <w:ind w:start="42.55p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Changer le nom et la pointure du plan cible</w:t>
      </w:r>
    </w:p>
    <w:p w14:paraId="3953C2F2" w14:textId="77777777" w:rsidR="00AF38FF" w:rsidRPr="00AF38FF" w:rsidRDefault="00AF38FF" w:rsidP="00AF38FF">
      <w:pPr>
        <w:rPr>
          <w:rFonts w:ascii="Arial" w:hAnsi="Arial" w:cs="Arial"/>
          <w:sz w:val="24"/>
          <w:szCs w:val="24"/>
        </w:rPr>
      </w:pPr>
    </w:p>
    <w:p w14:paraId="32C5DF96" w14:textId="77777777" w:rsidR="00AF38FF" w:rsidRDefault="00AF38FF">
      <w:pPr>
        <w:rPr>
          <w:rFonts w:ascii="Arial" w:hAnsi="Arial"/>
          <w:b/>
          <w:caps/>
          <w:kern w:val="28"/>
          <w:sz w:val="28"/>
        </w:rPr>
      </w:pPr>
      <w:r>
        <w:rPr>
          <w:rFonts w:ascii="Arial" w:hAnsi="Arial"/>
          <w:b/>
          <w:caps/>
          <w:kern w:val="28"/>
          <w:sz w:val="28"/>
        </w:rPr>
        <w:br w:type="page"/>
      </w:r>
    </w:p>
    <w:p w14:paraId="2314716A" w14:textId="06BA43C0" w:rsidR="00CE42E9" w:rsidRDefault="00CE42E9" w:rsidP="00CE42E9">
      <w:pPr>
        <w:keepNext/>
        <w:pBdr>
          <w:bottom w:val="single" w:sz="6" w:space="4" w:color="auto"/>
        </w:pBdr>
        <w:spacing w:before="12pt" w:after="3pt"/>
        <w:ind w:start="35.40pt" w:hanging="35.40pt"/>
        <w:rPr>
          <w:rFonts w:ascii="Arial" w:hAnsi="Arial"/>
          <w:b/>
          <w:caps/>
          <w:kern w:val="28"/>
          <w:sz w:val="28"/>
        </w:rPr>
      </w:pPr>
      <w:r w:rsidRPr="00CE42E9">
        <w:rPr>
          <w:rFonts w:ascii="Arial" w:hAnsi="Arial"/>
          <w:b/>
          <w:caps/>
          <w:kern w:val="28"/>
          <w:sz w:val="28"/>
        </w:rPr>
        <w:t>Evaluation</w:t>
      </w:r>
    </w:p>
    <w:p w14:paraId="624FA3BB" w14:textId="77777777" w:rsidR="00CE42E9" w:rsidRDefault="00CE42E9" w:rsidP="00CE42E9">
      <w:pPr>
        <w:rPr>
          <w:rFonts w:ascii="Arial" w:hAnsi="Arial"/>
          <w:sz w:val="28"/>
        </w:rPr>
      </w:pPr>
    </w:p>
    <w:p w14:paraId="24492DED" w14:textId="77777777" w:rsidR="00CE42E9" w:rsidRDefault="00CE42E9" w:rsidP="00CE42E9">
      <w:pPr>
        <w:rPr>
          <w:rFonts w:ascii="Arial" w:hAnsi="Arial"/>
          <w:sz w:val="28"/>
        </w:rPr>
      </w:pPr>
    </w:p>
    <w:p w14:paraId="2673B3A4" w14:textId="10C2DF1E" w:rsidR="00CE42E9" w:rsidRPr="00CE42E9" w:rsidRDefault="008B26E4" w:rsidP="008B26E4">
      <w:pPr>
        <w:jc w:val="center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inline distT="0" distB="0" distL="0" distR="0" wp14:anchorId="1EF62DE2" wp14:editId="7EFFF232">
            <wp:extent cx="5057775" cy="5962650"/>
            <wp:effectExtent l="0" t="0" r="9525" b="0"/>
            <wp:docPr id="4" name="Image 4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4" name="evaluatio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2E9" w:rsidRPr="00CE42E9" w:rsidSect="009419F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595.35pt" w:h="842pt" w:code="9"/>
      <w:pgMar w:top="55.75pt" w:right="56.70pt" w:bottom="62.35pt" w:left="56.70pt" w:header="36pt" w:footer="28.90pt" w:gutter="0pt"/>
      <w:cols w:space="36pt"/>
      <w:docGrid w:linePitch="299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endnote w:type="separator" w:id="-1">
    <w:p w14:paraId="047BEEE4" w14:textId="77777777" w:rsidR="00A640D0" w:rsidRDefault="00A640D0">
      <w:r>
        <w:separator/>
      </w:r>
    </w:p>
  </w:endnote>
  <w:endnote w:type="continuationSeparator" w:id="0">
    <w:p w14:paraId="075617A8" w14:textId="77777777" w:rsidR="00A640D0" w:rsidRDefault="00A6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characterSet="iso-8859-1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tbl>
    <w:tblPr>
      <w:tblpPr w:leftFromText="141" w:rightFromText="141" w:vertAnchor="text" w:tblpXSpec="center" w:tblpY="1"/>
      <w:tblOverlap w:val="never"/>
      <w:tblW w:w="537pt" w:type="dxa"/>
      <w:jc w:val="center"/>
      <w:tblLook w:firstRow="1" w:lastRow="0" w:firstColumn="1" w:lastColumn="0" w:noHBand="0" w:noVBand="1"/>
    </w:tblPr>
    <w:tblGrid>
      <w:gridCol w:w="2345"/>
      <w:gridCol w:w="5701"/>
      <w:gridCol w:w="2694"/>
    </w:tblGrid>
    <w:tr w:rsidR="00DE3BDB" w:rsidRPr="00DE3BDB" w14:paraId="32CE6942" w14:textId="77777777" w:rsidTr="00F4619D">
      <w:trPr>
        <w:jc w:val="center"/>
      </w:trPr>
      <w:tc>
        <w:tcPr>
          <w:tcW w:w="117.25pt" w:type="dxa"/>
          <w:tcBorders>
            <w:end w:val="single" w:sz="4" w:space="0" w:color="auto"/>
          </w:tcBorders>
        </w:tcPr>
        <w:p w14:paraId="5AC2FF32" w14:textId="77777777" w:rsidR="00DE3BDB" w:rsidRPr="00DE3BDB" w:rsidRDefault="00DE3BDB" w:rsidP="00DE3BDB">
          <w:pPr>
            <w:tabs>
              <w:tab w:val="center" w:pos="226.80pt"/>
              <w:tab w:val="end" w:pos="453.60pt"/>
            </w:tabs>
            <w:rPr>
              <w:rFonts w:ascii="Arial" w:hAnsi="Arial" w:cs="Arial"/>
              <w:b/>
              <w:sz w:val="32"/>
              <w:szCs w:val="24"/>
            </w:rPr>
          </w:pPr>
          <w:r w:rsidRPr="00DE3BDB">
            <w:rPr>
              <w:rFonts w:ascii="Arial" w:hAnsi="Arial" w:cs="Arial"/>
              <w:b/>
              <w:sz w:val="20"/>
              <w:szCs w:val="24"/>
            </w:rPr>
            <w:t>BTS MMCM</w:t>
          </w:r>
        </w:p>
      </w:tc>
      <w:tc>
        <w:tcPr>
          <w:tcW w:w="285.05pt" w:type="dxa"/>
          <w:tcBorders>
            <w:start w:val="single" w:sz="4" w:space="0" w:color="auto"/>
            <w:end w:val="single" w:sz="4" w:space="0" w:color="auto"/>
          </w:tcBorders>
          <w:vAlign w:val="center"/>
        </w:tcPr>
        <w:p w14:paraId="05C5063F" w14:textId="77777777" w:rsidR="00DE3BDB" w:rsidRPr="00DE3BDB" w:rsidRDefault="00DE3BDB" w:rsidP="00DE3BDB">
          <w:pPr>
            <w:tabs>
              <w:tab w:val="center" w:pos="226.80pt"/>
              <w:tab w:val="end" w:pos="453.60pt"/>
            </w:tabs>
            <w:jc w:val="center"/>
            <w:rPr>
              <w:rFonts w:ascii="Arial" w:hAnsi="Arial" w:cs="Arial"/>
              <w:b/>
              <w:sz w:val="14"/>
              <w:szCs w:val="24"/>
            </w:rPr>
          </w:pPr>
          <w:r w:rsidRPr="00DE3BDB">
            <w:rPr>
              <w:rFonts w:ascii="Arial" w:hAnsi="Arial" w:cs="Arial"/>
              <w:b/>
              <w:sz w:val="18"/>
              <w:szCs w:val="24"/>
            </w:rPr>
            <w:t>Lycée du Dauphiné</w:t>
          </w:r>
        </w:p>
      </w:tc>
      <w:tc>
        <w:tcPr>
          <w:tcW w:w="134.70pt" w:type="dxa"/>
          <w:tcBorders>
            <w:start w:val="single" w:sz="4" w:space="0" w:color="auto"/>
          </w:tcBorders>
          <w:vAlign w:val="center"/>
        </w:tcPr>
        <w:p w14:paraId="728D53A2" w14:textId="77777777" w:rsidR="00DE3BDB" w:rsidRPr="00DE3BDB" w:rsidRDefault="00DE3BDB" w:rsidP="00DE3BDB">
          <w:pPr>
            <w:tabs>
              <w:tab w:val="center" w:pos="226.80pt"/>
              <w:tab w:val="end" w:pos="453.60pt"/>
            </w:tabs>
            <w:jc w:val="center"/>
            <w:rPr>
              <w:rFonts w:ascii="Arial" w:hAnsi="Arial" w:cs="Arial"/>
              <w:sz w:val="24"/>
              <w:szCs w:val="24"/>
            </w:rPr>
          </w:pPr>
          <w:r w:rsidRPr="00DE3BDB">
            <w:rPr>
              <w:rFonts w:ascii="Arial" w:hAnsi="Arial" w:cs="Arial"/>
              <w:sz w:val="24"/>
              <w:szCs w:val="24"/>
            </w:rPr>
            <w:t xml:space="preserve">Page </w:t>
          </w:r>
          <w:r w:rsidRPr="00DE3BDB">
            <w:rPr>
              <w:rFonts w:ascii="Arial" w:hAnsi="Arial" w:cs="Arial"/>
              <w:sz w:val="24"/>
              <w:szCs w:val="24"/>
            </w:rPr>
            <w:fldChar w:fldCharType="begin"/>
          </w:r>
          <w:r w:rsidRPr="00DE3BDB">
            <w:rPr>
              <w:rFonts w:ascii="Arial" w:hAnsi="Arial" w:cs="Arial"/>
              <w:sz w:val="24"/>
              <w:szCs w:val="24"/>
            </w:rPr>
            <w:instrText xml:space="preserve"> PAGE   \* MERGEFORMAT </w:instrText>
          </w:r>
          <w:r w:rsidRPr="00DE3BDB">
            <w:rPr>
              <w:rFonts w:ascii="Arial" w:hAnsi="Arial" w:cs="Arial"/>
              <w:sz w:val="24"/>
              <w:szCs w:val="24"/>
            </w:rPr>
            <w:fldChar w:fldCharType="separate"/>
          </w:r>
          <w:r w:rsidR="0076244A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DE3BDB">
            <w:rPr>
              <w:rFonts w:ascii="Arial" w:hAnsi="Arial" w:cs="Arial"/>
              <w:sz w:val="24"/>
              <w:szCs w:val="24"/>
            </w:rPr>
            <w:fldChar w:fldCharType="end"/>
          </w:r>
        </w:p>
      </w:tc>
    </w:tr>
  </w:tbl>
  <w:p w14:paraId="33A8E91C" w14:textId="77777777" w:rsidR="00422601" w:rsidRPr="00567271" w:rsidRDefault="00DE3BDB" w:rsidP="00422601">
    <w:pPr>
      <w:pStyle w:val="Pieddepag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7FD03967" wp14:editId="72371050">
          <wp:simplePos x="0" y="0"/>
          <wp:positionH relativeFrom="column">
            <wp:posOffset>-309880</wp:posOffset>
          </wp:positionH>
          <wp:positionV relativeFrom="paragraph">
            <wp:posOffset>-15875</wp:posOffset>
          </wp:positionV>
          <wp:extent cx="6858000" cy="0"/>
          <wp:effectExtent l="0" t="0" r="19050" b="19050"/>
          <wp:wrapNone/>
          <wp:docPr id="3" name="AutoShape 3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CnPr>
                  <a:cxnSpLocks noChangeShapeType="1"/>
                </wp:cNvCnPr>
                <wp:spPr bwMode="auto">
                  <a:xfrm>
                    <a:off x="0" y="0"/>
                    <a:ext cx="6858000" cy="0"/>
                  </a:xfrm>
                  <a:prstGeom prst="straightConnector1">
                    <a:avLst/>
                  </a:prstGeom>
                  <a:noFill/>
                  <a:ln w="15875">
                    <a:solidFill>
                      <a:srgbClr val="548DD4"/>
                    </a:solidFill>
                    <a:round/>
                    <a:headEnd/>
                    <a:tailEnd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noFill/>
                      </a14:hiddenFill>
                    </a:ext>
                    <a:ext uri="{AF507438-7753-43E0-B8FC-AC1667EBCBE1}">
                      <a14:hiddenEffects xmlns:a14="http://schemas.microsoft.com/office/drawing/2010/main"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a14:hiddenEffects>
                    </a:ext>
                  </a:extLst>
                </wp:spPr>
                <wp:bodyPr/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7203B2BB" w14:textId="77777777" w:rsidR="000034FB" w:rsidRPr="00422601" w:rsidRDefault="000034FB" w:rsidP="00422601">
    <w:pPr>
      <w:pStyle w:val="Pieddepage"/>
      <w:rPr>
        <w:rStyle w:val="Numrodepage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sdt>
    <w:sdtPr>
      <w:rPr>
        <w:rFonts w:ascii="Arial" w:hAnsi="Arial" w:cs="Arial"/>
        <w:sz w:val="20"/>
      </w:rPr>
      <w:id w:val="9219883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3004D1" w14:textId="77777777" w:rsidR="00567271" w:rsidRPr="00567271" w:rsidRDefault="00567271" w:rsidP="00567271">
            <w:pPr>
              <w:pStyle w:val="Pieddepage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Lycée du Dauphiné</w:t>
            </w:r>
            <w:r w:rsidRPr="00567271">
              <w:rPr>
                <w:rFonts w:ascii="Arial" w:hAnsi="Arial" w:cs="Arial"/>
                <w:sz w:val="20"/>
              </w:rPr>
              <w:tab/>
            </w:r>
            <w:r w:rsidRPr="00567271">
              <w:rPr>
                <w:rFonts w:ascii="Arial" w:hAnsi="Arial" w:cs="Arial"/>
                <w:sz w:val="20"/>
              </w:rPr>
              <w:tab/>
              <w:t xml:space="preserve">Page 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begin"/>
            </w:r>
            <w:r w:rsidRPr="00567271">
              <w:rPr>
                <w:rFonts w:ascii="Arial" w:hAnsi="Arial" w:cs="Arial"/>
                <w:bCs/>
                <w:sz w:val="20"/>
              </w:rPr>
              <w:instrText>PAGE</w:instrText>
            </w:r>
            <w:r w:rsidRPr="00567271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370545">
              <w:rPr>
                <w:rFonts w:ascii="Arial" w:hAnsi="Arial" w:cs="Arial"/>
                <w:bCs/>
                <w:noProof/>
                <w:sz w:val="20"/>
              </w:rPr>
              <w:t>1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end"/>
            </w:r>
            <w:r w:rsidRPr="00567271">
              <w:rPr>
                <w:rFonts w:ascii="Arial" w:hAnsi="Arial" w:cs="Arial"/>
                <w:sz w:val="20"/>
              </w:rPr>
              <w:t xml:space="preserve"> sur 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begin"/>
            </w:r>
            <w:r w:rsidRPr="00567271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567271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7624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17359700" w14:textId="77777777" w:rsidR="00F05BFE" w:rsidRPr="00586BFF" w:rsidRDefault="00F05BFE">
    <w:pPr>
      <w:pStyle w:val="Pieddepage"/>
      <w:rPr>
        <w:rFonts w:asciiTheme="minorHAnsi" w:hAnsiTheme="minorHAnsi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footnote w:type="separator" w:id="-1">
    <w:p w14:paraId="3A6AC420" w14:textId="77777777" w:rsidR="00A640D0" w:rsidRDefault="00A640D0">
      <w:r>
        <w:separator/>
      </w:r>
    </w:p>
  </w:footnote>
  <w:footnote w:type="continuationSeparator" w:id="0">
    <w:p w14:paraId="7C371445" w14:textId="77777777" w:rsidR="00A640D0" w:rsidRDefault="00A640D0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tbl>
    <w:tblPr>
      <w:tblW w:w="517.45pt" w:type="dxa"/>
      <w:tblInd w:w="-13.90pt" w:type="dxa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  <w:tblLook w:firstRow="1" w:lastRow="0" w:firstColumn="1" w:lastColumn="0" w:noHBand="0" w:noVBand="1"/>
    </w:tblPr>
    <w:tblGrid>
      <w:gridCol w:w="3007"/>
      <w:gridCol w:w="5386"/>
      <w:gridCol w:w="1956"/>
    </w:tblGrid>
    <w:tr w:rsidR="00370545" w:rsidRPr="00DC60A8" w14:paraId="38617D0D" w14:textId="77777777" w:rsidTr="00F807E8">
      <w:tc>
        <w:tcPr>
          <w:tcW w:w="150.35pt" w:type="dxa"/>
          <w:vAlign w:val="center"/>
        </w:tcPr>
        <w:p w14:paraId="4138DA3C" w14:textId="784B3E14" w:rsidR="00370545" w:rsidRPr="00370545" w:rsidRDefault="00370545" w:rsidP="00F4619D">
          <w:pPr>
            <w:pStyle w:val="En-tte"/>
            <w:tabs>
              <w:tab w:val="clear" w:pos="226.80pt"/>
            </w:tabs>
            <w:ind w:end="-3.40pt"/>
            <w:rPr>
              <w:rStyle w:val="Titredulivre"/>
              <w:rFonts w:ascii="Arial" w:hAnsi="Arial" w:cs="Arial"/>
              <w:sz w:val="20"/>
            </w:rPr>
          </w:pPr>
          <w:r w:rsidRPr="009419F3">
            <w:rPr>
              <w:rStyle w:val="Titredulivre"/>
              <w:rFonts w:ascii="Arial" w:hAnsi="Arial" w:cs="Arial"/>
              <w:sz w:val="16"/>
              <w:szCs w:val="16"/>
            </w:rPr>
            <w:t>C</w:t>
          </w:r>
          <w:r w:rsidR="001B7B1D">
            <w:rPr>
              <w:rStyle w:val="Titredulivre"/>
              <w:rFonts w:ascii="Arial" w:hAnsi="Arial" w:cs="Arial"/>
              <w:sz w:val="16"/>
              <w:szCs w:val="16"/>
            </w:rPr>
            <w:t>1</w:t>
          </w:r>
          <w:r w:rsidRPr="009419F3">
            <w:rPr>
              <w:rStyle w:val="Titredulivre"/>
              <w:rFonts w:ascii="Arial" w:hAnsi="Arial" w:cs="Arial"/>
              <w:sz w:val="16"/>
              <w:szCs w:val="16"/>
            </w:rPr>
            <w:t xml:space="preserve"> Co</w:t>
          </w:r>
          <w:r w:rsidR="00F807E8">
            <w:rPr>
              <w:rStyle w:val="Titredulivre"/>
              <w:rFonts w:ascii="Arial" w:hAnsi="Arial" w:cs="Arial"/>
              <w:sz w:val="16"/>
              <w:szCs w:val="16"/>
            </w:rPr>
            <w:t>ncevoir et développer les produits</w:t>
          </w:r>
        </w:p>
      </w:tc>
      <w:tc>
        <w:tcPr>
          <w:tcW w:w="269.30pt" w:type="dxa"/>
          <w:vAlign w:val="center"/>
        </w:tcPr>
        <w:p w14:paraId="3B044583" w14:textId="77777777" w:rsidR="00F807E8" w:rsidRDefault="001B7B1D" w:rsidP="001B7B1D">
          <w:pPr>
            <w:pStyle w:val="Sous-titre"/>
            <w:spacing w:after="0pt"/>
            <w:ind w:end="-10.50pt"/>
            <w:rPr>
              <w:sz w:val="22"/>
              <w:szCs w:val="28"/>
            </w:rPr>
          </w:pPr>
          <w:r w:rsidRPr="00F807E8">
            <w:rPr>
              <w:sz w:val="22"/>
              <w:szCs w:val="28"/>
            </w:rPr>
            <w:t xml:space="preserve">Développer automatiquement le plan </w:t>
          </w:r>
        </w:p>
        <w:p w14:paraId="3D18FA6D" w14:textId="0C0F1E26" w:rsidR="00370545" w:rsidRPr="00370545" w:rsidRDefault="001B7B1D" w:rsidP="001B7B1D">
          <w:pPr>
            <w:pStyle w:val="Sous-titre"/>
            <w:spacing w:after="0pt"/>
            <w:ind w:end="-10.50pt"/>
            <w:rPr>
              <w:rStyle w:val="Titredulivre"/>
              <w:rFonts w:ascii="Arial" w:hAnsi="Arial" w:cs="Arial"/>
            </w:rPr>
          </w:pPr>
          <w:r w:rsidRPr="00F807E8">
            <w:rPr>
              <w:sz w:val="22"/>
              <w:szCs w:val="28"/>
            </w:rPr>
            <w:t>d’un modèle</w:t>
          </w:r>
        </w:p>
      </w:tc>
      <w:tc>
        <w:tcPr>
          <w:tcW w:w="97.80pt" w:type="dxa"/>
          <w:vAlign w:val="center"/>
        </w:tcPr>
        <w:p w14:paraId="024BFE25" w14:textId="423BA736" w:rsidR="00370545" w:rsidRPr="00370545" w:rsidRDefault="00F807E8" w:rsidP="00F4619D">
          <w:pPr>
            <w:pStyle w:val="En-tte"/>
            <w:rPr>
              <w:rFonts w:ascii="Arial" w:hAnsi="Arial" w:cs="Arial"/>
              <w:sz w:val="32"/>
            </w:rPr>
          </w:pPr>
          <w:r w:rsidRPr="00F807E8">
            <w:rPr>
              <w:rStyle w:val="Titredulivre"/>
              <w:rFonts w:ascii="Arial" w:hAnsi="Arial" w:cs="Arial"/>
              <w:sz w:val="16"/>
            </w:rPr>
            <w:t>C</w:t>
          </w:r>
          <w:r w:rsidRPr="00F807E8">
            <w:rPr>
              <w:rStyle w:val="Titredulivre"/>
              <w:rFonts w:ascii="Arial" w:hAnsi="Arial" w:cs="Arial"/>
              <w:sz w:val="16"/>
              <w:szCs w:val="16"/>
            </w:rPr>
            <w:t>1.5 Concevoir les plans et les gabarits</w:t>
          </w:r>
        </w:p>
      </w:tc>
    </w:tr>
  </w:tbl>
  <w:p w14:paraId="0F072AA1" w14:textId="77777777" w:rsidR="000B243A" w:rsidRPr="00370545" w:rsidRDefault="00370545" w:rsidP="00370545">
    <w:pPr>
      <w:pStyle w:val="En-tt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0BB5D2B5" wp14:editId="59612B8A">
          <wp:simplePos x="0" y="0"/>
          <wp:positionH relativeFrom="column">
            <wp:posOffset>-410210</wp:posOffset>
          </wp:positionH>
          <wp:positionV relativeFrom="paragraph">
            <wp:posOffset>50309</wp:posOffset>
          </wp:positionV>
          <wp:extent cx="6858000" cy="0"/>
          <wp:effectExtent l="0" t="0" r="19050" b="19050"/>
          <wp:wrapNone/>
          <wp:docPr id="2" name="AutoShape 3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CnPr>
                  <a:cxnSpLocks noChangeShapeType="1"/>
                </wp:cNvCnPr>
                <wp:spPr bwMode="auto">
                  <a:xfrm>
                    <a:off x="0" y="0"/>
                    <a:ext cx="6858000" cy="0"/>
                  </a:xfrm>
                  <a:prstGeom prst="straightConnector1">
                    <a:avLst/>
                  </a:prstGeom>
                  <a:noFill/>
                  <a:ln w="15875">
                    <a:solidFill>
                      <a:srgbClr val="548DD4"/>
                    </a:solidFill>
                    <a:round/>
                    <a:headEnd/>
                    <a:tailEnd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noFill/>
                      </a14:hiddenFill>
                    </a:ext>
                    <a:ext uri="{AF507438-7753-43E0-B8FC-AC1667EBCBE1}">
                      <a14:hiddenEffects xmlns:a14="http://schemas.microsoft.com/office/drawing/2010/main"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a14:hiddenEffects>
                    </a:ext>
                  </a:extLst>
                </wp:spPr>
                <wp:bodyPr/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tbl>
    <w:tblPr>
      <w:tblW w:w="517.45pt" w:type="dxa"/>
      <w:tblInd w:w="-13.90pt" w:type="dxa"/>
      <w:tblLook w:firstRow="1" w:lastRow="0" w:firstColumn="1" w:lastColumn="0" w:noHBand="0" w:noVBand="1"/>
    </w:tblPr>
    <w:tblGrid>
      <w:gridCol w:w="1526"/>
      <w:gridCol w:w="6697"/>
      <w:gridCol w:w="2126"/>
    </w:tblGrid>
    <w:tr w:rsidR="00370545" w:rsidRPr="00DC60A8" w14:paraId="384B5BD5" w14:textId="77777777" w:rsidTr="00370545">
      <w:tc>
        <w:tcPr>
          <w:tcW w:w="76.30pt" w:type="dxa"/>
          <w:tcBorders>
            <w:end w:val="single" w:sz="4" w:space="0" w:color="auto"/>
          </w:tcBorders>
          <w:vAlign w:val="center"/>
        </w:tcPr>
        <w:p w14:paraId="1CFA42CB" w14:textId="77777777" w:rsidR="00370545" w:rsidRPr="00370545" w:rsidRDefault="00370545" w:rsidP="00370545">
          <w:pPr>
            <w:pStyle w:val="En-tte"/>
            <w:tabs>
              <w:tab w:val="clear" w:pos="226.80pt"/>
            </w:tabs>
            <w:ind w:end="-3.40pt"/>
            <w:rPr>
              <w:rStyle w:val="Titredulivre"/>
              <w:rFonts w:ascii="Arial" w:hAnsi="Arial" w:cs="Arial"/>
              <w:sz w:val="20"/>
            </w:rPr>
          </w:pPr>
          <w:r w:rsidRPr="00370545">
            <w:rPr>
              <w:rStyle w:val="Titredulivre"/>
              <w:rFonts w:ascii="Arial" w:hAnsi="Arial" w:cs="Arial"/>
              <w:sz w:val="20"/>
            </w:rPr>
            <w:t>C2 Conception</w:t>
          </w:r>
        </w:p>
      </w:tc>
      <w:tc>
        <w:tcPr>
          <w:tcW w:w="334.85pt" w:type="dxa"/>
          <w:tcBorders>
            <w:start w:val="single" w:sz="4" w:space="0" w:color="auto"/>
            <w:end w:val="single" w:sz="4" w:space="0" w:color="auto"/>
          </w:tcBorders>
        </w:tcPr>
        <w:p w14:paraId="47E11D31" w14:textId="77777777" w:rsidR="00370545" w:rsidRPr="00370545" w:rsidRDefault="00370545" w:rsidP="00370545">
          <w:pPr>
            <w:pStyle w:val="Sous-titre"/>
            <w:spacing w:after="0pt"/>
            <w:ind w:end="-10.50pt"/>
            <w:jc w:val="start"/>
            <w:rPr>
              <w:rStyle w:val="Titredulivre"/>
              <w:rFonts w:ascii="Arial" w:hAnsi="Arial" w:cs="Arial"/>
            </w:rPr>
          </w:pPr>
          <w:r w:rsidRPr="00370545">
            <w:rPr>
              <w:rStyle w:val="Titredulivre"/>
              <w:rFonts w:ascii="Arial" w:hAnsi="Arial" w:cs="Arial"/>
              <w:sz w:val="24"/>
            </w:rPr>
            <w:t xml:space="preserve">Présentation du TP n°1 : Construction lignes de base </w:t>
          </w:r>
        </w:p>
      </w:tc>
      <w:tc>
        <w:tcPr>
          <w:tcW w:w="106.30pt" w:type="dxa"/>
          <w:tcBorders>
            <w:start w:val="single" w:sz="4" w:space="0" w:color="auto"/>
          </w:tcBorders>
        </w:tcPr>
        <w:p w14:paraId="2229CA87" w14:textId="77777777" w:rsidR="00370545" w:rsidRPr="00370545" w:rsidRDefault="00370545" w:rsidP="00F4619D">
          <w:pPr>
            <w:pStyle w:val="En-tte"/>
            <w:rPr>
              <w:rFonts w:ascii="Arial" w:hAnsi="Arial" w:cs="Arial"/>
              <w:sz w:val="32"/>
            </w:rPr>
          </w:pPr>
          <w:r>
            <w:rPr>
              <w:rFonts w:ascii="Arial" w:hAnsi="Arial" w:cs="Arial"/>
              <w:sz w:val="20"/>
            </w:rPr>
            <w:t>Conception CAO 2</w:t>
          </w:r>
          <w:r w:rsidRPr="00370545">
            <w:rPr>
              <w:rFonts w:ascii="Arial" w:hAnsi="Arial" w:cs="Arial"/>
              <w:sz w:val="20"/>
            </w:rPr>
            <w:t>D</w:t>
          </w:r>
        </w:p>
      </w:tc>
    </w:tr>
  </w:tbl>
  <w:p w14:paraId="3E0EDC76" w14:textId="77777777" w:rsidR="00007053" w:rsidRPr="00370545" w:rsidRDefault="00370545" w:rsidP="00370545">
    <w:pPr>
      <w:pStyle w:val="En-tte"/>
      <w:tabs>
        <w:tab w:val="clear" w:pos="226.80pt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579BC7B" wp14:editId="6A40986B">
          <wp:simplePos x="0" y="0"/>
          <wp:positionH relativeFrom="column">
            <wp:posOffset>-562861</wp:posOffset>
          </wp:positionH>
          <wp:positionV relativeFrom="paragraph">
            <wp:posOffset>27700</wp:posOffset>
          </wp:positionV>
          <wp:extent cx="6858000" cy="0"/>
          <wp:effectExtent l="0" t="0" r="19050" b="19050"/>
          <wp:wrapNone/>
          <wp:docPr id="1" name="AutoShape 3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CnPr>
                  <a:cxnSpLocks noChangeShapeType="1"/>
                </wp:cNvCnPr>
                <wp:spPr bwMode="auto">
                  <a:xfrm>
                    <a:off x="0" y="0"/>
                    <a:ext cx="6858000" cy="0"/>
                  </a:xfrm>
                  <a:prstGeom prst="straightConnector1">
                    <a:avLst/>
                  </a:prstGeom>
                  <a:noFill/>
                  <a:ln w="15875">
                    <a:solidFill>
                      <a:srgbClr val="548DD4"/>
                    </a:solidFill>
                    <a:round/>
                    <a:headEnd/>
                    <a:tailEnd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noFill/>
                      </a14:hiddenFill>
                    </a:ext>
                    <a:ext uri="{AF507438-7753-43E0-B8FC-AC1667EBCBE1}">
                      <a14:hiddenEffects xmlns:a14="http://schemas.microsoft.com/office/drawing/2010/main">
                        <a:effectLst>
                          <a:outerShdw dist="35921" dir="2700000" algn="ctr" rotWithShape="0">
                            <a:srgbClr val="868686"/>
                          </a:outerShdw>
                        </a:effectLst>
                      </a14:hiddenEffects>
                    </a:ext>
                  </a:extLst>
                </wp:spPr>
                <wp:bodyPr/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abstractNum w:abstractNumId="0" w15:restartNumberingAfterBreak="0">
    <w:nsid w:val="FFFFFFFB"/>
    <w:multiLevelType w:val="multilevel"/>
    <w:tmpl w:val="C5725FBA"/>
    <w:lvl w:ilvl="0">
      <w:start w:val="1"/>
      <w:numFmt w:val="decimal"/>
      <w:lvlText w:val="%1."/>
      <w:lvlJc w:val="start"/>
      <w:pPr>
        <w:tabs>
          <w:tab w:val="num" w:pos="71.40pt"/>
        </w:tabs>
        <w:ind w:start="53.40pt" w:hanging="18pt"/>
      </w:pPr>
    </w:lvl>
    <w:lvl w:ilvl="1">
      <w:start w:val="1"/>
      <w:numFmt w:val="decimal"/>
      <w:lvlText w:val="%1.%2."/>
      <w:lvlJc w:val="start"/>
      <w:pPr>
        <w:tabs>
          <w:tab w:val="num" w:pos="107.40pt"/>
        </w:tabs>
        <w:ind w:start="75pt" w:hanging="21.60pt"/>
      </w:pPr>
    </w:lvl>
    <w:lvl w:ilvl="2">
      <w:start w:val="1"/>
      <w:numFmt w:val="decimal"/>
      <w:lvlText w:val="%1.%2.%3."/>
      <w:lvlJc w:val="start"/>
      <w:pPr>
        <w:tabs>
          <w:tab w:val="num" w:pos="161.40pt"/>
        </w:tabs>
        <w:ind w:start="96.60pt" w:hanging="25.20pt"/>
      </w:pPr>
    </w:lvl>
    <w:lvl w:ilvl="3">
      <w:start w:val="1"/>
      <w:numFmt w:val="decimal"/>
      <w:lvlText w:val="%1.%2.%3.%4."/>
      <w:lvlJc w:val="start"/>
      <w:pPr>
        <w:tabs>
          <w:tab w:val="num" w:pos="197.40pt"/>
        </w:tabs>
        <w:ind w:start="121.80pt" w:hanging="32.40pt"/>
      </w:pPr>
    </w:lvl>
    <w:lvl w:ilvl="4">
      <w:start w:val="1"/>
      <w:numFmt w:val="decimal"/>
      <w:lvlText w:val="%1.%2.%3.%4.%5."/>
      <w:lvlJc w:val="start"/>
      <w:pPr>
        <w:tabs>
          <w:tab w:val="num" w:pos="233.40pt"/>
        </w:tabs>
        <w:ind w:start="147pt" w:hanging="39.60pt"/>
      </w:pPr>
    </w:lvl>
    <w:lvl w:ilvl="5">
      <w:start w:val="1"/>
      <w:numFmt w:val="decimal"/>
      <w:lvlText w:val="%1.%2.%3.%4.%5.%6."/>
      <w:lvlJc w:val="start"/>
      <w:pPr>
        <w:tabs>
          <w:tab w:val="num" w:pos="287.40pt"/>
        </w:tabs>
        <w:ind w:start="172.20pt" w:hanging="46.80pt"/>
      </w:pPr>
    </w:lvl>
    <w:lvl w:ilvl="6">
      <w:start w:val="1"/>
      <w:numFmt w:val="decimal"/>
      <w:lvlText w:val="%1.%2.%3.%4.%5.%6.%7."/>
      <w:lvlJc w:val="start"/>
      <w:pPr>
        <w:tabs>
          <w:tab w:val="num" w:pos="323.40pt"/>
        </w:tabs>
        <w:ind w:start="197.40pt" w:hanging="54pt"/>
      </w:pPr>
    </w:lvl>
    <w:lvl w:ilvl="7">
      <w:start w:val="1"/>
      <w:numFmt w:val="decimal"/>
      <w:lvlText w:val="%1.%2.%3.%4.%5.%6.%7.%8."/>
      <w:lvlJc w:val="start"/>
      <w:pPr>
        <w:tabs>
          <w:tab w:val="num" w:pos="359.40pt"/>
        </w:tabs>
        <w:ind w:start="222.60pt" w:hanging="61.20pt"/>
      </w:pPr>
    </w:lvl>
    <w:lvl w:ilvl="8">
      <w:start w:val="1"/>
      <w:numFmt w:val="decimal"/>
      <w:lvlText w:val="%1.%2.%3.%4.%5.%6.%7.%8.%9."/>
      <w:lvlJc w:val="start"/>
      <w:pPr>
        <w:tabs>
          <w:tab w:val="num" w:pos="413.40pt"/>
        </w:tabs>
        <w:ind w:start="251.40pt" w:hanging="72pt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start"/>
    </w:lvl>
  </w:abstractNum>
  <w:abstractNum w:abstractNumId="2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start"/>
      <w:pPr>
        <w:tabs>
          <w:tab w:val="num" w:pos="36pt"/>
        </w:tabs>
        <w:ind w:start="18pt" w:hanging="18pt"/>
      </w:pPr>
    </w:lvl>
    <w:lvl w:ilvl="1">
      <w:start w:val="1"/>
      <w:numFmt w:val="decimal"/>
      <w:pStyle w:val="Titre2"/>
      <w:lvlText w:val="%1.%2."/>
      <w:lvlJc w:val="start"/>
      <w:pPr>
        <w:tabs>
          <w:tab w:val="num" w:pos="72pt"/>
        </w:tabs>
        <w:ind w:start="39.60pt" w:hanging="21.60pt"/>
      </w:pPr>
    </w:lvl>
    <w:lvl w:ilvl="2">
      <w:start w:val="1"/>
      <w:numFmt w:val="decimal"/>
      <w:lvlText w:val="%1.%2.%3."/>
      <w:lvlJc w:val="start"/>
      <w:pPr>
        <w:tabs>
          <w:tab w:val="num" w:pos="126pt"/>
        </w:tabs>
        <w:ind w:start="61.20pt" w:hanging="25.20pt"/>
      </w:pPr>
    </w:lvl>
    <w:lvl w:ilvl="3">
      <w:start w:val="1"/>
      <w:numFmt w:val="decimal"/>
      <w:lvlText w:val="%1.%2.%3.%4."/>
      <w:lvlJc w:val="start"/>
      <w:pPr>
        <w:tabs>
          <w:tab w:val="num" w:pos="162pt"/>
        </w:tabs>
        <w:ind w:start="86.40pt" w:hanging="32.40pt"/>
      </w:pPr>
    </w:lvl>
    <w:lvl w:ilvl="4">
      <w:start w:val="1"/>
      <w:numFmt w:val="decimal"/>
      <w:lvlText w:val="%1.%2.%3.%4.%5."/>
      <w:lvlJc w:val="start"/>
      <w:pPr>
        <w:tabs>
          <w:tab w:val="num" w:pos="198pt"/>
        </w:tabs>
        <w:ind w:start="111.60pt" w:hanging="39.60pt"/>
      </w:pPr>
    </w:lvl>
    <w:lvl w:ilvl="5">
      <w:start w:val="1"/>
      <w:numFmt w:val="decimal"/>
      <w:lvlText w:val="%1.%2.%3.%4.%5.%6."/>
      <w:lvlJc w:val="start"/>
      <w:pPr>
        <w:tabs>
          <w:tab w:val="num" w:pos="252pt"/>
        </w:tabs>
        <w:ind w:start="136.80pt" w:hanging="46.80pt"/>
      </w:pPr>
    </w:lvl>
    <w:lvl w:ilvl="6">
      <w:start w:val="1"/>
      <w:numFmt w:val="decimal"/>
      <w:lvlText w:val="%1.%2.%3.%4.%5.%6.%7."/>
      <w:lvlJc w:val="start"/>
      <w:pPr>
        <w:tabs>
          <w:tab w:val="num" w:pos="288pt"/>
        </w:tabs>
        <w:ind w:start="162pt" w:hanging="54pt"/>
      </w:pPr>
    </w:lvl>
    <w:lvl w:ilvl="7">
      <w:start w:val="1"/>
      <w:numFmt w:val="decimal"/>
      <w:lvlText w:val="%1.%2.%3.%4.%5.%6.%7.%8."/>
      <w:lvlJc w:val="start"/>
      <w:pPr>
        <w:tabs>
          <w:tab w:val="num" w:pos="324pt"/>
        </w:tabs>
        <w:ind w:start="187.20pt" w:hanging="61.20pt"/>
      </w:pPr>
    </w:lvl>
    <w:lvl w:ilvl="8">
      <w:start w:val="1"/>
      <w:numFmt w:val="decimal"/>
      <w:lvlText w:val="%1.%2.%3.%4.%5.%6.%7.%8.%9."/>
      <w:lvlJc w:val="start"/>
      <w:pPr>
        <w:tabs>
          <w:tab w:val="num" w:pos="378pt"/>
        </w:tabs>
        <w:ind w:start="216pt" w:hanging="72pt"/>
      </w:pPr>
    </w:lvl>
  </w:abstractNum>
  <w:abstractNum w:abstractNumId="3" w15:restartNumberingAfterBreak="0">
    <w:nsid w:val="09227CC0"/>
    <w:multiLevelType w:val="hybridMultilevel"/>
    <w:tmpl w:val="6B32C76A"/>
    <w:lvl w:ilvl="0" w:tplc="040C000F">
      <w:start w:val="1"/>
      <w:numFmt w:val="decimal"/>
      <w:lvlText w:val="%1."/>
      <w:lvlJc w:val="start"/>
      <w:pPr>
        <w:ind w:start="36pt" w:hanging="18pt"/>
      </w:p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0A3251F7"/>
    <w:multiLevelType w:val="singleLevel"/>
    <w:tmpl w:val="E0F26082"/>
    <w:lvl w:ilvl="0">
      <w:start w:val="1"/>
      <w:numFmt w:val="bullet"/>
      <w:lvlText w:val=""/>
      <w:lvlJc w:val="start"/>
      <w:pPr>
        <w:tabs>
          <w:tab w:val="num" w:pos="18pt"/>
        </w:tabs>
        <w:ind w:start="18pt" w:hanging="18pt"/>
      </w:pPr>
      <w:rPr>
        <w:rFonts w:ascii="Wingdings" w:hAnsi="Wingdings" w:hint="default"/>
      </w:rPr>
    </w:lvl>
  </w:abstractNum>
  <w:abstractNum w:abstractNumId="5" w15:restartNumberingAfterBreak="0">
    <w:nsid w:val="10CE63B8"/>
    <w:multiLevelType w:val="singleLevel"/>
    <w:tmpl w:val="BD9225AE"/>
    <w:lvl w:ilvl="0">
      <w:numFmt w:val="bullet"/>
      <w:lvlText w:val="-"/>
      <w:lvlJc w:val="start"/>
      <w:pPr>
        <w:tabs>
          <w:tab w:val="num" w:pos="18pt"/>
        </w:tabs>
        <w:ind w:start="18pt" w:hanging="18pt"/>
      </w:pPr>
      <w:rPr>
        <w:rFonts w:hint="default"/>
      </w:rPr>
    </w:lvl>
  </w:abstractNum>
  <w:abstractNum w:abstractNumId="6" w15:restartNumberingAfterBreak="0">
    <w:nsid w:val="14424E4E"/>
    <w:multiLevelType w:val="multilevel"/>
    <w:tmpl w:val="FFFFFFFF"/>
    <w:lvl w:ilvl="0">
      <w:start w:val="1"/>
      <w:numFmt w:val="upperRoman"/>
      <w:lvlText w:val="%1."/>
      <w:lvlJc w:val="start"/>
      <w:pPr>
        <w:ind w:start="35.40pt" w:hanging="35.40pt"/>
      </w:pPr>
    </w:lvl>
    <w:lvl w:ilvl="1">
      <w:start w:val="1"/>
      <w:numFmt w:val="upperLetter"/>
      <w:lvlText w:val="%2."/>
      <w:lvlJc w:val="start"/>
      <w:pPr>
        <w:ind w:start="70.80pt" w:hanging="35.40pt"/>
      </w:pPr>
    </w:lvl>
    <w:lvl w:ilvl="2">
      <w:start w:val="1"/>
      <w:numFmt w:val="decimal"/>
      <w:lvlText w:val="%3."/>
      <w:lvlJc w:val="start"/>
      <w:pPr>
        <w:ind w:start="106.20pt" w:hanging="35.40pt"/>
      </w:pPr>
    </w:lvl>
    <w:lvl w:ilvl="3">
      <w:start w:val="1"/>
      <w:numFmt w:val="lowerLetter"/>
      <w:lvlText w:val="%4)"/>
      <w:lvlJc w:val="start"/>
      <w:pPr>
        <w:ind w:start="141.60pt" w:hanging="35.40pt"/>
      </w:pPr>
    </w:lvl>
    <w:lvl w:ilvl="4">
      <w:start w:val="1"/>
      <w:numFmt w:val="decimal"/>
      <w:lvlText w:val="(%5)"/>
      <w:lvlJc w:val="start"/>
      <w:pPr>
        <w:ind w:start="177pt" w:hanging="35.40pt"/>
      </w:pPr>
    </w:lvl>
    <w:lvl w:ilvl="5">
      <w:start w:val="1"/>
      <w:numFmt w:val="lowerLetter"/>
      <w:lvlText w:val="(%6)"/>
      <w:lvlJc w:val="start"/>
      <w:pPr>
        <w:ind w:start="212.40pt" w:hanging="35.40pt"/>
      </w:pPr>
    </w:lvl>
    <w:lvl w:ilvl="6">
      <w:start w:val="1"/>
      <w:numFmt w:val="lowerRoman"/>
      <w:lvlText w:val="(%7)"/>
      <w:lvlJc w:val="start"/>
      <w:pPr>
        <w:ind w:start="247.80pt" w:hanging="35.40pt"/>
      </w:pPr>
    </w:lvl>
    <w:lvl w:ilvl="7">
      <w:start w:val="1"/>
      <w:numFmt w:val="lowerLetter"/>
      <w:lvlText w:val="(%8)"/>
      <w:lvlJc w:val="start"/>
      <w:pPr>
        <w:ind w:start="283.20pt" w:hanging="35.40pt"/>
      </w:pPr>
    </w:lvl>
    <w:lvl w:ilvl="8">
      <w:start w:val="1"/>
      <w:numFmt w:val="lowerRoman"/>
      <w:lvlText w:val="(%9)"/>
      <w:lvlJc w:val="start"/>
      <w:pPr>
        <w:ind w:start="318.60pt" w:hanging="35.40pt"/>
      </w:pPr>
    </w:lvl>
  </w:abstractNum>
  <w:abstractNum w:abstractNumId="7" w15:restartNumberingAfterBreak="0">
    <w:nsid w:val="1535407D"/>
    <w:multiLevelType w:val="hybridMultilevel"/>
    <w:tmpl w:val="0BFACEB0"/>
    <w:lvl w:ilvl="0" w:tplc="040C000F">
      <w:start w:val="1"/>
      <w:numFmt w:val="decimal"/>
      <w:lvlText w:val="%1."/>
      <w:lvlJc w:val="start"/>
      <w:pPr>
        <w:ind w:start="54pt" w:hanging="18pt"/>
      </w:pPr>
    </w:lvl>
    <w:lvl w:ilvl="1" w:tplc="040C0019">
      <w:start w:val="1"/>
      <w:numFmt w:val="lowerLetter"/>
      <w:lvlText w:val="%2."/>
      <w:lvlJc w:val="start"/>
      <w:pPr>
        <w:ind w:start="90pt" w:hanging="18pt"/>
      </w:pPr>
    </w:lvl>
    <w:lvl w:ilvl="2" w:tplc="040C001B" w:tentative="1">
      <w:start w:val="1"/>
      <w:numFmt w:val="lowerRoman"/>
      <w:lvlText w:val="%3."/>
      <w:lvlJc w:val="end"/>
      <w:pPr>
        <w:ind w:start="126pt" w:hanging="9pt"/>
      </w:pPr>
    </w:lvl>
    <w:lvl w:ilvl="3" w:tplc="040C000F" w:tentative="1">
      <w:start w:val="1"/>
      <w:numFmt w:val="decimal"/>
      <w:lvlText w:val="%4."/>
      <w:lvlJc w:val="start"/>
      <w:pPr>
        <w:ind w:start="162pt" w:hanging="18pt"/>
      </w:pPr>
    </w:lvl>
    <w:lvl w:ilvl="4" w:tplc="040C0019" w:tentative="1">
      <w:start w:val="1"/>
      <w:numFmt w:val="lowerLetter"/>
      <w:lvlText w:val="%5."/>
      <w:lvlJc w:val="start"/>
      <w:pPr>
        <w:ind w:start="198pt" w:hanging="18pt"/>
      </w:pPr>
    </w:lvl>
    <w:lvl w:ilvl="5" w:tplc="040C001B" w:tentative="1">
      <w:start w:val="1"/>
      <w:numFmt w:val="lowerRoman"/>
      <w:lvlText w:val="%6."/>
      <w:lvlJc w:val="end"/>
      <w:pPr>
        <w:ind w:start="234pt" w:hanging="9pt"/>
      </w:pPr>
    </w:lvl>
    <w:lvl w:ilvl="6" w:tplc="040C000F" w:tentative="1">
      <w:start w:val="1"/>
      <w:numFmt w:val="decimal"/>
      <w:lvlText w:val="%7."/>
      <w:lvlJc w:val="start"/>
      <w:pPr>
        <w:ind w:start="270pt" w:hanging="18pt"/>
      </w:pPr>
    </w:lvl>
    <w:lvl w:ilvl="7" w:tplc="040C0019" w:tentative="1">
      <w:start w:val="1"/>
      <w:numFmt w:val="lowerLetter"/>
      <w:lvlText w:val="%8."/>
      <w:lvlJc w:val="start"/>
      <w:pPr>
        <w:ind w:start="306pt" w:hanging="18pt"/>
      </w:pPr>
    </w:lvl>
    <w:lvl w:ilvl="8" w:tplc="040C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8" w15:restartNumberingAfterBreak="0">
    <w:nsid w:val="1E0719C3"/>
    <w:multiLevelType w:val="hybridMultilevel"/>
    <w:tmpl w:val="0BFACEB0"/>
    <w:lvl w:ilvl="0" w:tplc="040C000F">
      <w:start w:val="1"/>
      <w:numFmt w:val="decimal"/>
      <w:lvlText w:val="%1."/>
      <w:lvlJc w:val="start"/>
      <w:pPr>
        <w:ind w:start="54pt" w:hanging="18pt"/>
      </w:pPr>
    </w:lvl>
    <w:lvl w:ilvl="1" w:tplc="040C0019">
      <w:start w:val="1"/>
      <w:numFmt w:val="lowerLetter"/>
      <w:lvlText w:val="%2."/>
      <w:lvlJc w:val="start"/>
      <w:pPr>
        <w:ind w:start="90pt" w:hanging="18pt"/>
      </w:pPr>
    </w:lvl>
    <w:lvl w:ilvl="2" w:tplc="040C001B" w:tentative="1">
      <w:start w:val="1"/>
      <w:numFmt w:val="lowerRoman"/>
      <w:lvlText w:val="%3."/>
      <w:lvlJc w:val="end"/>
      <w:pPr>
        <w:ind w:start="126pt" w:hanging="9pt"/>
      </w:pPr>
    </w:lvl>
    <w:lvl w:ilvl="3" w:tplc="040C000F" w:tentative="1">
      <w:start w:val="1"/>
      <w:numFmt w:val="decimal"/>
      <w:lvlText w:val="%4."/>
      <w:lvlJc w:val="start"/>
      <w:pPr>
        <w:ind w:start="162pt" w:hanging="18pt"/>
      </w:pPr>
    </w:lvl>
    <w:lvl w:ilvl="4" w:tplc="040C0019" w:tentative="1">
      <w:start w:val="1"/>
      <w:numFmt w:val="lowerLetter"/>
      <w:lvlText w:val="%5."/>
      <w:lvlJc w:val="start"/>
      <w:pPr>
        <w:ind w:start="198pt" w:hanging="18pt"/>
      </w:pPr>
    </w:lvl>
    <w:lvl w:ilvl="5" w:tplc="040C001B" w:tentative="1">
      <w:start w:val="1"/>
      <w:numFmt w:val="lowerRoman"/>
      <w:lvlText w:val="%6."/>
      <w:lvlJc w:val="end"/>
      <w:pPr>
        <w:ind w:start="234pt" w:hanging="9pt"/>
      </w:pPr>
    </w:lvl>
    <w:lvl w:ilvl="6" w:tplc="040C000F" w:tentative="1">
      <w:start w:val="1"/>
      <w:numFmt w:val="decimal"/>
      <w:lvlText w:val="%7."/>
      <w:lvlJc w:val="start"/>
      <w:pPr>
        <w:ind w:start="270pt" w:hanging="18pt"/>
      </w:pPr>
    </w:lvl>
    <w:lvl w:ilvl="7" w:tplc="040C0019" w:tentative="1">
      <w:start w:val="1"/>
      <w:numFmt w:val="lowerLetter"/>
      <w:lvlText w:val="%8."/>
      <w:lvlJc w:val="start"/>
      <w:pPr>
        <w:ind w:start="306pt" w:hanging="18pt"/>
      </w:pPr>
    </w:lvl>
    <w:lvl w:ilvl="8" w:tplc="040C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9" w15:restartNumberingAfterBreak="0">
    <w:nsid w:val="2099532D"/>
    <w:multiLevelType w:val="hybridMultilevel"/>
    <w:tmpl w:val="3B92A10A"/>
    <w:lvl w:ilvl="0" w:tplc="040C000F">
      <w:start w:val="1"/>
      <w:numFmt w:val="decimal"/>
      <w:lvlText w:val="%1."/>
      <w:lvlJc w:val="start"/>
      <w:pPr>
        <w:tabs>
          <w:tab w:val="num" w:pos="71.25pt"/>
        </w:tabs>
        <w:ind w:start="71.25pt" w:hanging="18pt"/>
      </w:pPr>
    </w:lvl>
    <w:lvl w:ilvl="1" w:tplc="040C0019" w:tentative="1">
      <w:start w:val="1"/>
      <w:numFmt w:val="lowerLetter"/>
      <w:lvlText w:val="%2."/>
      <w:lvlJc w:val="start"/>
      <w:pPr>
        <w:tabs>
          <w:tab w:val="num" w:pos="107.25pt"/>
        </w:tabs>
        <w:ind w:start="107.25pt" w:hanging="18pt"/>
      </w:pPr>
    </w:lvl>
    <w:lvl w:ilvl="2" w:tplc="040C001B" w:tentative="1">
      <w:start w:val="1"/>
      <w:numFmt w:val="lowerRoman"/>
      <w:lvlText w:val="%3."/>
      <w:lvlJc w:val="end"/>
      <w:pPr>
        <w:tabs>
          <w:tab w:val="num" w:pos="143.25pt"/>
        </w:tabs>
        <w:ind w:start="143.25pt" w:hanging="9pt"/>
      </w:pPr>
    </w:lvl>
    <w:lvl w:ilvl="3" w:tplc="040C000F" w:tentative="1">
      <w:start w:val="1"/>
      <w:numFmt w:val="decimal"/>
      <w:lvlText w:val="%4."/>
      <w:lvlJc w:val="start"/>
      <w:pPr>
        <w:tabs>
          <w:tab w:val="num" w:pos="179.25pt"/>
        </w:tabs>
        <w:ind w:start="179.25pt" w:hanging="18pt"/>
      </w:pPr>
    </w:lvl>
    <w:lvl w:ilvl="4" w:tplc="040C0019" w:tentative="1">
      <w:start w:val="1"/>
      <w:numFmt w:val="lowerLetter"/>
      <w:lvlText w:val="%5."/>
      <w:lvlJc w:val="start"/>
      <w:pPr>
        <w:tabs>
          <w:tab w:val="num" w:pos="215.25pt"/>
        </w:tabs>
        <w:ind w:start="215.25pt" w:hanging="18pt"/>
      </w:pPr>
    </w:lvl>
    <w:lvl w:ilvl="5" w:tplc="040C001B" w:tentative="1">
      <w:start w:val="1"/>
      <w:numFmt w:val="lowerRoman"/>
      <w:lvlText w:val="%6."/>
      <w:lvlJc w:val="end"/>
      <w:pPr>
        <w:tabs>
          <w:tab w:val="num" w:pos="251.25pt"/>
        </w:tabs>
        <w:ind w:start="251.25pt" w:hanging="9pt"/>
      </w:pPr>
    </w:lvl>
    <w:lvl w:ilvl="6" w:tplc="040C000F" w:tentative="1">
      <w:start w:val="1"/>
      <w:numFmt w:val="decimal"/>
      <w:lvlText w:val="%7."/>
      <w:lvlJc w:val="start"/>
      <w:pPr>
        <w:tabs>
          <w:tab w:val="num" w:pos="287.25pt"/>
        </w:tabs>
        <w:ind w:start="287.25pt" w:hanging="18pt"/>
      </w:pPr>
    </w:lvl>
    <w:lvl w:ilvl="7" w:tplc="040C0019" w:tentative="1">
      <w:start w:val="1"/>
      <w:numFmt w:val="lowerLetter"/>
      <w:lvlText w:val="%8."/>
      <w:lvlJc w:val="start"/>
      <w:pPr>
        <w:tabs>
          <w:tab w:val="num" w:pos="323.25pt"/>
        </w:tabs>
        <w:ind w:start="323.25pt" w:hanging="18pt"/>
      </w:pPr>
    </w:lvl>
    <w:lvl w:ilvl="8" w:tplc="040C001B" w:tentative="1">
      <w:start w:val="1"/>
      <w:numFmt w:val="lowerRoman"/>
      <w:lvlText w:val="%9."/>
      <w:lvlJc w:val="end"/>
      <w:pPr>
        <w:tabs>
          <w:tab w:val="num" w:pos="359.25pt"/>
        </w:tabs>
        <w:ind w:start="359.25pt" w:hanging="9pt"/>
      </w:pPr>
    </w:lvl>
  </w:abstractNum>
  <w:abstractNum w:abstractNumId="10" w15:restartNumberingAfterBreak="0">
    <w:nsid w:val="26C0559C"/>
    <w:multiLevelType w:val="hybridMultilevel"/>
    <w:tmpl w:val="6082EEF6"/>
    <w:lvl w:ilvl="0" w:tplc="040C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2DCC35C9"/>
    <w:multiLevelType w:val="hybridMultilevel"/>
    <w:tmpl w:val="26CE175A"/>
    <w:lvl w:ilvl="0" w:tplc="040C000F">
      <w:start w:val="1"/>
      <w:numFmt w:val="decimal"/>
      <w:lvlText w:val="%1."/>
      <w:lvlJc w:val="start"/>
      <w:pPr>
        <w:ind w:start="36pt" w:hanging="18pt"/>
      </w:p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2" w15:restartNumberingAfterBreak="0">
    <w:nsid w:val="31681AF1"/>
    <w:multiLevelType w:val="singleLevel"/>
    <w:tmpl w:val="21809E6C"/>
    <w:lvl w:ilvl="0">
      <w:start w:val="1"/>
      <w:numFmt w:val="bullet"/>
      <w:lvlText w:val=""/>
      <w:lvlJc w:val="start"/>
      <w:pPr>
        <w:tabs>
          <w:tab w:val="num" w:pos="18pt"/>
        </w:tabs>
        <w:ind w:start="18pt" w:hanging="18pt"/>
      </w:pPr>
      <w:rPr>
        <w:rFonts w:ascii="Wingdings" w:hAnsi="Wingdings" w:hint="default"/>
      </w:rPr>
    </w:lvl>
  </w:abstractNum>
  <w:abstractNum w:abstractNumId="13" w15:restartNumberingAfterBreak="0">
    <w:nsid w:val="382531E0"/>
    <w:multiLevelType w:val="singleLevel"/>
    <w:tmpl w:val="040C0001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4" w15:restartNumberingAfterBreak="0">
    <w:nsid w:val="472174B9"/>
    <w:multiLevelType w:val="hybridMultilevel"/>
    <w:tmpl w:val="7F184220"/>
    <w:lvl w:ilvl="0" w:tplc="040C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5" w15:restartNumberingAfterBreak="0">
    <w:nsid w:val="4A03280C"/>
    <w:multiLevelType w:val="singleLevel"/>
    <w:tmpl w:val="D8E696DC"/>
    <w:lvl w:ilvl="0">
      <w:start w:val="1"/>
      <w:numFmt w:val="bullet"/>
      <w:lvlText w:val=""/>
      <w:lvlJc w:val="start"/>
      <w:pPr>
        <w:tabs>
          <w:tab w:val="num" w:pos="18pt"/>
        </w:tabs>
        <w:ind w:start="18pt" w:hanging="18pt"/>
      </w:pPr>
      <w:rPr>
        <w:rFonts w:ascii="Wingdings" w:hAnsi="Wingdings" w:hint="default"/>
      </w:rPr>
    </w:lvl>
  </w:abstractNum>
  <w:abstractNum w:abstractNumId="16" w15:restartNumberingAfterBreak="0">
    <w:nsid w:val="50244BD3"/>
    <w:multiLevelType w:val="singleLevel"/>
    <w:tmpl w:val="590C9010"/>
    <w:lvl w:ilvl="0">
      <w:numFmt w:val="bullet"/>
      <w:lvlText w:val="-"/>
      <w:lvlJc w:val="start"/>
      <w:pPr>
        <w:tabs>
          <w:tab w:val="num" w:pos="18pt"/>
        </w:tabs>
        <w:ind w:start="18pt" w:hanging="18pt"/>
      </w:pPr>
      <w:rPr>
        <w:rFonts w:hint="default"/>
      </w:rPr>
    </w:lvl>
  </w:abstractNum>
  <w:abstractNum w:abstractNumId="17" w15:restartNumberingAfterBreak="0">
    <w:nsid w:val="54A57457"/>
    <w:multiLevelType w:val="singleLevel"/>
    <w:tmpl w:val="1B445790"/>
    <w:lvl w:ilvl="0">
      <w:start w:val="1"/>
      <w:numFmt w:val="bullet"/>
      <w:pStyle w:val="pastille"/>
      <w:lvlText w:val=""/>
      <w:lvlJc w:val="start"/>
      <w:pPr>
        <w:tabs>
          <w:tab w:val="num" w:pos="32.20pt"/>
        </w:tabs>
        <w:ind w:start="32.20pt" w:hanging="18pt"/>
      </w:pPr>
      <w:rPr>
        <w:rFonts w:ascii="Wingdings" w:hAnsi="Wingdings" w:hint="default"/>
      </w:rPr>
    </w:lvl>
  </w:abstractNum>
  <w:abstractNum w:abstractNumId="18" w15:restartNumberingAfterBreak="0">
    <w:nsid w:val="56287E7E"/>
    <w:multiLevelType w:val="singleLevel"/>
    <w:tmpl w:val="8C0058D0"/>
    <w:lvl w:ilvl="0">
      <w:start w:val="1"/>
      <w:numFmt w:val="bullet"/>
      <w:lvlText w:val=""/>
      <w:lvlJc w:val="start"/>
      <w:pPr>
        <w:tabs>
          <w:tab w:val="num" w:pos="18pt"/>
        </w:tabs>
        <w:ind w:start="18pt" w:hanging="18pt"/>
      </w:pPr>
      <w:rPr>
        <w:rFonts w:ascii="Wingdings" w:hAnsi="Wingdings" w:hint="default"/>
      </w:rPr>
    </w:lvl>
  </w:abstractNum>
  <w:abstractNum w:abstractNumId="19" w15:restartNumberingAfterBreak="0">
    <w:nsid w:val="56C467AA"/>
    <w:multiLevelType w:val="hybridMultilevel"/>
    <w:tmpl w:val="393E7990"/>
    <w:lvl w:ilvl="0" w:tplc="040C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start"/>
      <w:pPr>
        <w:ind w:start="72pt" w:hanging="18pt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59D62DE8"/>
    <w:multiLevelType w:val="hybridMultilevel"/>
    <w:tmpl w:val="99D85B28"/>
    <w:lvl w:ilvl="0" w:tplc="040C000F">
      <w:start w:val="1"/>
      <w:numFmt w:val="decimal"/>
      <w:lvlText w:val="%1."/>
      <w:lvlJc w:val="start"/>
      <w:pPr>
        <w:ind w:start="36pt" w:hanging="18pt"/>
      </w:p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699F4924"/>
    <w:multiLevelType w:val="hybridMultilevel"/>
    <w:tmpl w:val="3CB07A3A"/>
    <w:lvl w:ilvl="0" w:tplc="040C000F">
      <w:start w:val="1"/>
      <w:numFmt w:val="decimal"/>
      <w:lvlText w:val="%1."/>
      <w:lvlJc w:val="start"/>
      <w:pPr>
        <w:ind w:start="36pt" w:hanging="18pt"/>
      </w:p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2" w15:restartNumberingAfterBreak="0">
    <w:nsid w:val="716E64F7"/>
    <w:multiLevelType w:val="hybridMultilevel"/>
    <w:tmpl w:val="53B0F94E"/>
    <w:lvl w:ilvl="0" w:tplc="95B861E8">
      <w:start w:val="1"/>
      <w:numFmt w:val="bullet"/>
      <w:lvlText w:val="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7C842C32"/>
    <w:multiLevelType w:val="hybridMultilevel"/>
    <w:tmpl w:val="58541A14"/>
    <w:lvl w:ilvl="0" w:tplc="040C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7F2573C5"/>
    <w:multiLevelType w:val="hybridMultilevel"/>
    <w:tmpl w:val="4B14CB0A"/>
    <w:lvl w:ilvl="0" w:tplc="95B861E8">
      <w:start w:val="1"/>
      <w:numFmt w:val="bullet"/>
      <w:lvlText w:val="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vlJc w:val="start"/>
        <w:pPr>
          <w:ind w:start="14.15pt" w:hanging="14.15pt"/>
        </w:pPr>
        <w:rPr>
          <w:rFonts w:ascii="Symbol" w:hAnsi="Symbol" w:hint="default"/>
        </w:rPr>
      </w:lvl>
    </w:lvlOverride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8"/>
  </w:num>
  <w:num w:numId="8">
    <w:abstractNumId w:val="4"/>
  </w:num>
  <w:num w:numId="9">
    <w:abstractNumId w:val="17"/>
  </w:num>
  <w:num w:numId="10">
    <w:abstractNumId w:val="13"/>
  </w:num>
  <w:num w:numId="11">
    <w:abstractNumId w:val="9"/>
  </w:num>
  <w:num w:numId="12">
    <w:abstractNumId w:val="24"/>
  </w:num>
  <w:num w:numId="13">
    <w:abstractNumId w:val="22"/>
  </w:num>
  <w:num w:numId="14">
    <w:abstractNumId w:val="0"/>
  </w:num>
  <w:num w:numId="15">
    <w:abstractNumId w:val="0"/>
  </w:num>
  <w:num w:numId="16">
    <w:abstractNumId w:val="6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7"/>
  </w:num>
  <w:num w:numId="25">
    <w:abstractNumId w:val="2"/>
  </w:num>
  <w:num w:numId="26">
    <w:abstractNumId w:val="20"/>
  </w:num>
  <w:num w:numId="27">
    <w:abstractNumId w:val="10"/>
  </w:num>
  <w:num w:numId="28">
    <w:abstractNumId w:val="14"/>
  </w:num>
  <w:num w:numId="29">
    <w:abstractNumId w:val="19"/>
  </w:num>
  <w:num w:numId="30">
    <w:abstractNumId w:val="3"/>
  </w:num>
  <w:num w:numId="31">
    <w:abstractNumId w:val="8"/>
  </w:num>
  <w:num w:numId="32">
    <w:abstractNumId w:val="23"/>
  </w:num>
  <w:num w:numId="33">
    <w:abstractNumId w:val="21"/>
  </w:num>
  <w:num w:numId="34">
    <w:abstractNumId w:val="11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%"/>
  <w:printFractionalCharacterWidth/>
  <w:attachedTemplate r:id="rId1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5pt"/>
  <w:hyphenationZone w:val="21.25pt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B1"/>
    <w:rsid w:val="000034FB"/>
    <w:rsid w:val="00007053"/>
    <w:rsid w:val="0002417A"/>
    <w:rsid w:val="00035D45"/>
    <w:rsid w:val="00046436"/>
    <w:rsid w:val="00074D0A"/>
    <w:rsid w:val="00075D63"/>
    <w:rsid w:val="0008755E"/>
    <w:rsid w:val="00092BBE"/>
    <w:rsid w:val="000A199E"/>
    <w:rsid w:val="000B243A"/>
    <w:rsid w:val="000E7228"/>
    <w:rsid w:val="0014433C"/>
    <w:rsid w:val="001B7B1D"/>
    <w:rsid w:val="0023729F"/>
    <w:rsid w:val="002876CF"/>
    <w:rsid w:val="002F7F75"/>
    <w:rsid w:val="00342EAF"/>
    <w:rsid w:val="00364A83"/>
    <w:rsid w:val="00370545"/>
    <w:rsid w:val="00384FDB"/>
    <w:rsid w:val="003B4884"/>
    <w:rsid w:val="00403C56"/>
    <w:rsid w:val="00405961"/>
    <w:rsid w:val="00407BE1"/>
    <w:rsid w:val="00422601"/>
    <w:rsid w:val="004456AB"/>
    <w:rsid w:val="00567271"/>
    <w:rsid w:val="00586BFF"/>
    <w:rsid w:val="005A5A9A"/>
    <w:rsid w:val="005C3A6B"/>
    <w:rsid w:val="005D0FBD"/>
    <w:rsid w:val="005D772D"/>
    <w:rsid w:val="005E716D"/>
    <w:rsid w:val="006017FF"/>
    <w:rsid w:val="00624AB1"/>
    <w:rsid w:val="00640F47"/>
    <w:rsid w:val="0064663C"/>
    <w:rsid w:val="00672A63"/>
    <w:rsid w:val="006765F1"/>
    <w:rsid w:val="00697C87"/>
    <w:rsid w:val="006B4E61"/>
    <w:rsid w:val="006C1EF6"/>
    <w:rsid w:val="006C39AD"/>
    <w:rsid w:val="006D310A"/>
    <w:rsid w:val="006E7426"/>
    <w:rsid w:val="0071508B"/>
    <w:rsid w:val="00720272"/>
    <w:rsid w:val="00751536"/>
    <w:rsid w:val="00757B80"/>
    <w:rsid w:val="0076244A"/>
    <w:rsid w:val="00774573"/>
    <w:rsid w:val="007746DB"/>
    <w:rsid w:val="007A4646"/>
    <w:rsid w:val="007C50FE"/>
    <w:rsid w:val="007D0BB0"/>
    <w:rsid w:val="007E1645"/>
    <w:rsid w:val="007F2330"/>
    <w:rsid w:val="007F4C19"/>
    <w:rsid w:val="00810884"/>
    <w:rsid w:val="008228CA"/>
    <w:rsid w:val="00876BC3"/>
    <w:rsid w:val="008B26E4"/>
    <w:rsid w:val="008D1608"/>
    <w:rsid w:val="008F0B32"/>
    <w:rsid w:val="009419F3"/>
    <w:rsid w:val="00975351"/>
    <w:rsid w:val="00984CB8"/>
    <w:rsid w:val="009879C7"/>
    <w:rsid w:val="009C618D"/>
    <w:rsid w:val="00A02529"/>
    <w:rsid w:val="00A408B7"/>
    <w:rsid w:val="00A41F2D"/>
    <w:rsid w:val="00A640D0"/>
    <w:rsid w:val="00AD5823"/>
    <w:rsid w:val="00AF38FF"/>
    <w:rsid w:val="00B073F0"/>
    <w:rsid w:val="00BB7C27"/>
    <w:rsid w:val="00BD4D60"/>
    <w:rsid w:val="00BD6335"/>
    <w:rsid w:val="00BF4746"/>
    <w:rsid w:val="00C74097"/>
    <w:rsid w:val="00C75DD3"/>
    <w:rsid w:val="00CC20FA"/>
    <w:rsid w:val="00CE42E9"/>
    <w:rsid w:val="00CF1974"/>
    <w:rsid w:val="00D25A2F"/>
    <w:rsid w:val="00D855A1"/>
    <w:rsid w:val="00D87D73"/>
    <w:rsid w:val="00D96D4F"/>
    <w:rsid w:val="00DB528F"/>
    <w:rsid w:val="00DC6FC9"/>
    <w:rsid w:val="00DE3BDB"/>
    <w:rsid w:val="00E050AE"/>
    <w:rsid w:val="00E448F2"/>
    <w:rsid w:val="00E52862"/>
    <w:rsid w:val="00E76576"/>
    <w:rsid w:val="00EB3598"/>
    <w:rsid w:val="00EC0FF5"/>
    <w:rsid w:val="00EE0935"/>
    <w:rsid w:val="00EF589F"/>
    <w:rsid w:val="00F05BFE"/>
    <w:rsid w:val="00F4003C"/>
    <w:rsid w:val="00F61EC7"/>
    <w:rsid w:val="00F66662"/>
    <w:rsid w:val="00F807E8"/>
    <w:rsid w:val="00F825A6"/>
    <w:rsid w:val="00F8450C"/>
    <w:rsid w:val="00FB645B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44779A66"/>
  <w15:docId w15:val="{73964B11-94A0-4DCA-A10E-FB8036009BA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545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9"/>
      </w:numPr>
      <w:spacing w:before="12pt" w:after="3pt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9"/>
      </w:numPr>
      <w:tabs>
        <w:tab w:val="start" w:pos="42.55pt"/>
      </w:tabs>
      <w:spacing w:before="6pt" w:after="3pt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12pt" w:after="3pt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12pt" w:after="3pt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12pt" w:after="3pt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12pt" w:after="3pt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12pt" w:after="3pt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12pt" w:after="3pt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12pt" w:after="3pt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226.80pt"/>
        <w:tab w:val="end" w:pos="453.60pt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rsid w:val="00035D45"/>
    <w:pPr>
      <w:spacing w:after="6pt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226.80pt"/>
        <w:tab w:val="end" w:pos="453.60pt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start="54pt"/>
    </w:pPr>
    <w:rPr>
      <w:rFonts w:ascii="Arial" w:hAnsi="Arial"/>
      <w:sz w:val="20"/>
    </w:rPr>
  </w:style>
  <w:style w:type="paragraph" w:customStyle="1" w:styleId="pastille">
    <w:name w:val="pastille"/>
    <w:basedOn w:val="Normal"/>
    <w:rsid w:val="00035D45"/>
    <w:pPr>
      <w:numPr>
        <w:numId w:val="9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7271"/>
    <w:pPr>
      <w:ind w:start="36pt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370545"/>
    <w:rPr>
      <w:sz w:val="2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0545"/>
    <w:pPr>
      <w:spacing w:after="3pt"/>
      <w:jc w:val="center"/>
      <w:outlineLvl w:val="1"/>
    </w:pPr>
    <w:rPr>
      <w:rFonts w:ascii="Arial" w:eastAsiaTheme="majorEastAsia" w:hAnsi="Arial" w:cs="Arial"/>
      <w:b/>
      <w:i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70545"/>
    <w:rPr>
      <w:rFonts w:ascii="Arial" w:eastAsiaTheme="majorEastAsia" w:hAnsi="Arial" w:cs="Arial"/>
      <w:b/>
      <w:i/>
      <w:sz w:val="24"/>
      <w:szCs w:val="24"/>
    </w:rPr>
  </w:style>
  <w:style w:type="character" w:styleId="Titredulivre">
    <w:name w:val="Book Title"/>
    <w:basedOn w:val="Policepardfaut"/>
    <w:uiPriority w:val="33"/>
    <w:qFormat/>
    <w:rsid w:val="00370545"/>
    <w:rPr>
      <w:rFonts w:asciiTheme="minorHAnsi" w:hAnsiTheme="minorHAnsi" w:cstheme="minorHAnsi"/>
      <w:sz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370545"/>
    <w:rPr>
      <w:rFonts w:ascii="Calibri" w:hAnsi="Calibri"/>
      <w:sz w:val="22"/>
      <w:szCs w:val="22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0374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JPG"/><Relationship Id="rId13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oter" Target="footer2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Relationship Id="rId14" Type="http://purl.oclc.org/ooxml/officeDocument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Dom%20travail\TRAVAUX%20PRATIQUES.dotx" TargetMode="Externa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purl.oclc.org/ooxml/officeDocument/customXml" ds:itemID="{9A98A127-4199-4DBE-B0F1-C850863F7D2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TRAVAUX PRATIQUES</Template>
  <TotalTime>3</TotalTime>
  <Pages>3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PRATIQUES</vt:lpstr>
    </vt:vector>
  </TitlesOfParts>
  <Company>P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PRATIQUES</dc:title>
  <dc:subject>CAO</dc:subject>
  <dc:creator>Jean Philippe</dc:creator>
  <cp:lastModifiedBy>Jean Philippe Gridai</cp:lastModifiedBy>
  <cp:revision>6</cp:revision>
  <cp:lastPrinted>2020-06-10T15:53:00Z</cp:lastPrinted>
  <dcterms:created xsi:type="dcterms:W3CDTF">2020-06-10T11:30:00Z</dcterms:created>
  <dcterms:modified xsi:type="dcterms:W3CDTF">2020-06-11T17:44:00Z</dcterms:modified>
</cp:coreProperties>
</file>