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1"/>
        <w:gridCol w:w="6450"/>
        <w:gridCol w:w="2016"/>
      </w:tblGrid>
      <w:tr w:rsidR="0060662C" w:rsidTr="008764A2">
        <w:trPr>
          <w:trHeight w:val="383"/>
        </w:trPr>
        <w:tc>
          <w:tcPr>
            <w:tcW w:w="1972" w:type="dxa"/>
            <w:vMerge w:val="restart"/>
            <w:shd w:val="clear" w:color="auto" w:fill="FFFF99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OBJECTIFS DE LA SÉQUENCE :</w:t>
            </w:r>
          </w:p>
        </w:tc>
        <w:tc>
          <w:tcPr>
            <w:tcW w:w="6469" w:type="dxa"/>
            <w:vMerge w:val="restart"/>
            <w:shd w:val="clear" w:color="auto" w:fill="FFFF99"/>
          </w:tcPr>
          <w:p w:rsidR="0060662C" w:rsidRPr="008C0E30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L’élève doit être c</w:t>
            </w:r>
            <w:r w:rsidR="008C0E30"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apable d</w:t>
            </w: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e :</w:t>
            </w:r>
          </w:p>
          <w:p w:rsidR="0060662C" w:rsidRPr="00CE2629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1-Préparer son projet (couche, attributs) sur le logiciel de patronage Cao (Rsc 2d)</w:t>
            </w: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CLASSE:</w:t>
            </w:r>
          </w:p>
        </w:tc>
      </w:tr>
      <w:tr w:rsidR="0060662C" w:rsidTr="008764A2">
        <w:trPr>
          <w:trHeight w:val="579"/>
        </w:trPr>
        <w:tc>
          <w:tcPr>
            <w:tcW w:w="1972" w:type="dxa"/>
            <w:vMerge/>
            <w:shd w:val="clear" w:color="auto" w:fill="FFFF99"/>
          </w:tcPr>
          <w:p w:rsidR="0060662C" w:rsidRP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</w:p>
        </w:tc>
        <w:tc>
          <w:tcPr>
            <w:tcW w:w="6469" w:type="dxa"/>
            <w:vMerge/>
            <w:shd w:val="clear" w:color="auto" w:fill="FFFF99"/>
          </w:tcPr>
          <w:p w:rsid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shd w:val="clear" w:color="auto" w:fill="FBD4B4" w:themeFill="accent6" w:themeFillTint="66"/>
            <w:vAlign w:val="center"/>
          </w:tcPr>
          <w:p w:rsidR="0060662C" w:rsidRPr="0060662C" w:rsidRDefault="00A31447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2° BAC PRO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 w:val="restart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PRÉREQUIS </w:t>
            </w:r>
            <w:r w:rsidRPr="00184B84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:</w:t>
            </w:r>
          </w:p>
        </w:tc>
        <w:tc>
          <w:tcPr>
            <w:tcW w:w="6469" w:type="dxa"/>
            <w:vMerge w:val="restart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4"/>
                <w:szCs w:val="25"/>
              </w:rPr>
            </w:pPr>
            <w:r w:rsidRPr="0060662C">
              <w:rPr>
                <w:rFonts w:ascii="Arial" w:hAnsi="Arial" w:cs="Arial"/>
                <w:sz w:val="24"/>
                <w:szCs w:val="25"/>
              </w:rPr>
              <w:t>1-Les fonctions de base RSC (points, courbes, droites, couches, attributs)</w:t>
            </w:r>
          </w:p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" w:hAnsi="Arial" w:cs="Arial"/>
                <w:sz w:val="24"/>
                <w:szCs w:val="25"/>
              </w:rPr>
              <w:t>2- Paramétrage du DXF converter</w:t>
            </w:r>
          </w:p>
        </w:tc>
        <w:tc>
          <w:tcPr>
            <w:tcW w:w="2016" w:type="dxa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OPTION :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/>
          </w:tcPr>
          <w:p w:rsidR="0060662C" w:rsidRPr="00184B84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</w:p>
        </w:tc>
        <w:tc>
          <w:tcPr>
            <w:tcW w:w="6469" w:type="dxa"/>
            <w:vMerge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color w:val="00B0F0"/>
                <w:kern w:val="28"/>
                <w:sz w:val="28"/>
                <w:szCs w:val="28"/>
              </w:rPr>
              <w:t>CHAUSSURE</w:t>
            </w:r>
          </w:p>
        </w:tc>
      </w:tr>
    </w:tbl>
    <w:p w:rsidR="00184B84" w:rsidRPr="00D57928" w:rsidRDefault="00184B84" w:rsidP="006B4EEE">
      <w:pPr>
        <w:pStyle w:val="pastille"/>
        <w:numPr>
          <w:ilvl w:val="0"/>
          <w:numId w:val="0"/>
        </w:numPr>
        <w:rPr>
          <w:rFonts w:ascii="Arial Rounded MT Bold" w:hAnsi="Arial Rounded MT Bold"/>
          <w:b/>
          <w:smallCaps/>
          <w:kern w:val="28"/>
          <w:sz w:val="16"/>
          <w:szCs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43"/>
        <w:gridCol w:w="218"/>
        <w:gridCol w:w="826"/>
        <w:gridCol w:w="875"/>
        <w:gridCol w:w="169"/>
        <w:gridCol w:w="1043"/>
        <w:gridCol w:w="773"/>
        <w:gridCol w:w="271"/>
        <w:gridCol w:w="1044"/>
        <w:gridCol w:w="1043"/>
        <w:gridCol w:w="1044"/>
        <w:gridCol w:w="1044"/>
        <w:gridCol w:w="1044"/>
      </w:tblGrid>
      <w:tr w:rsidR="006B4EEE" w:rsidTr="00B65E00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6B4EEE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TÂCHES PROFESSIONNELLES</w:t>
            </w:r>
          </w:p>
        </w:tc>
      </w:tr>
      <w:tr w:rsidR="006B4EEE" w:rsidTr="00A31447">
        <w:tc>
          <w:tcPr>
            <w:tcW w:w="1261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A31447" w:rsidP="00A31447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color w:val="FF0000"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color w:val="FF0000"/>
                <w:sz w:val="28"/>
              </w:rPr>
              <w:t>A1-</w:t>
            </w:r>
            <w:r w:rsidRPr="00A31447">
              <w:rPr>
                <w:rFonts w:ascii="Arial" w:hAnsi="Arial" w:cs="Arial"/>
                <w:b/>
                <w:color w:val="FF0000"/>
                <w:sz w:val="28"/>
                <w:szCs w:val="25"/>
              </w:rPr>
              <w:t>T1.2</w:t>
            </w:r>
          </w:p>
        </w:tc>
        <w:tc>
          <w:tcPr>
            <w:tcW w:w="9176" w:type="dxa"/>
            <w:gridSpan w:val="11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A31447" w:rsidP="006B4EEE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A31447">
              <w:rPr>
                <w:rFonts w:ascii="Arial" w:hAnsi="Arial" w:cs="Arial"/>
                <w:b/>
                <w:color w:val="FF0000"/>
                <w:sz w:val="28"/>
                <w:szCs w:val="25"/>
              </w:rPr>
              <w:t>RÉALISER ET/OU EXPLOTER des gabarits</w:t>
            </w:r>
          </w:p>
        </w:tc>
      </w:tr>
      <w:tr w:rsidR="00B65E00" w:rsidTr="00B65E00">
        <w:trPr>
          <w:trHeight w:val="113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65E00" w:rsidRPr="00B65E00" w:rsidRDefault="00B65E00" w:rsidP="006B4EEE">
            <w:pPr>
              <w:pStyle w:val="Corpsdetexte"/>
              <w:spacing w:after="0"/>
              <w:rPr>
                <w:rFonts w:ascii="Arial Rounded MT Bold" w:hAnsi="Arial Rounded MT Bold"/>
                <w:b/>
                <w:smallCaps/>
                <w:kern w:val="28"/>
                <w:sz w:val="18"/>
                <w:szCs w:val="28"/>
              </w:rPr>
            </w:pPr>
          </w:p>
        </w:tc>
      </w:tr>
      <w:tr w:rsidR="006B4EEE" w:rsidTr="00B65E00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6B4EEE" w:rsidRDefault="006B4EEE" w:rsidP="006B4EEE">
            <w:pPr>
              <w:pStyle w:val="Corpsdetexte"/>
              <w:spacing w:after="0"/>
            </w:pPr>
            <w:r w:rsidRPr="006B4EEE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COMPÉTENCES ET SAVOIRS</w:t>
            </w:r>
          </w:p>
        </w:tc>
      </w:tr>
      <w:tr w:rsidR="006B4EEE" w:rsidTr="00A31447">
        <w:tc>
          <w:tcPr>
            <w:tcW w:w="49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Compétences</w:t>
            </w:r>
          </w:p>
        </w:tc>
        <w:tc>
          <w:tcPr>
            <w:tcW w:w="549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Savoirs</w:t>
            </w:r>
          </w:p>
        </w:tc>
      </w:tr>
      <w:tr w:rsidR="006B4EEE" w:rsidTr="00A31447">
        <w:tc>
          <w:tcPr>
            <w:tcW w:w="49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A31447" w:rsidP="006B4EEE">
            <w:pPr>
              <w:pStyle w:val="Corpsdetexte"/>
            </w:pPr>
            <w:r w:rsidRPr="00A31447">
              <w:rPr>
                <w:rFonts w:ascii="Arial Rounded MT Bold" w:hAnsi="Arial Rounded MT Bold" w:cs="Arial"/>
                <w:b/>
                <w:color w:val="000000"/>
                <w:sz w:val="24"/>
                <w:szCs w:val="24"/>
              </w:rPr>
              <w:t xml:space="preserve">C1.3.1a: </w:t>
            </w:r>
            <w:r w:rsidRPr="00A31447">
              <w:rPr>
                <w:rFonts w:ascii="Arial Rounded MT Bold" w:hAnsi="Arial Rounded MT Bold" w:cs="Arial"/>
                <w:color w:val="000000"/>
                <w:sz w:val="24"/>
                <w:szCs w:val="24"/>
              </w:rPr>
              <w:t>Réaliser le patron plan en CAO</w:t>
            </w:r>
          </w:p>
        </w:tc>
        <w:tc>
          <w:tcPr>
            <w:tcW w:w="549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A31447" w:rsidP="006B4EEE">
            <w:pPr>
              <w:pStyle w:val="Corpsdetexte"/>
            </w:pPr>
            <w:r w:rsidRPr="00A31447">
              <w:rPr>
                <w:rFonts w:ascii="Arial" w:hAnsi="Arial" w:cs="Arial"/>
                <w:sz w:val="25"/>
                <w:szCs w:val="25"/>
              </w:rPr>
              <w:t>S2.3.1a-Obtention des formes: Réalisation du patron plan</w:t>
            </w:r>
          </w:p>
        </w:tc>
      </w:tr>
      <w:tr w:rsidR="00D4714E" w:rsidTr="00D4714E">
        <w:trPr>
          <w:trHeight w:val="178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D4714E" w:rsidRDefault="00D4714E" w:rsidP="006B4EEE">
            <w:pPr>
              <w:pStyle w:val="Corpsdetexte"/>
              <w:rPr>
                <w:rFonts w:ascii="Arial" w:hAnsi="Arial" w:cs="Arial"/>
                <w:sz w:val="8"/>
                <w:szCs w:val="25"/>
              </w:rPr>
            </w:pPr>
          </w:p>
        </w:tc>
      </w:tr>
      <w:tr w:rsidR="00B65E00" w:rsidTr="00D4714E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Default="00B65E00" w:rsidP="00B65E00">
            <w:pPr>
              <w:pStyle w:val="Corpsdetexte"/>
              <w:spacing w:after="0"/>
              <w:rPr>
                <w:rFonts w:ascii="Arial" w:hAnsi="Arial" w:cs="Arial"/>
                <w:sz w:val="25"/>
                <w:szCs w:val="25"/>
              </w:rPr>
            </w:pPr>
            <w:r w:rsidRPr="006B4EEE">
              <w:rPr>
                <w:rFonts w:ascii="Arial Rounded MT Bold" w:hAnsi="Arial Rounded MT Bold"/>
                <w:sz w:val="32"/>
              </w:rPr>
              <w:t>UNITÉS</w:t>
            </w:r>
            <w:r>
              <w:rPr>
                <w:rFonts w:ascii="Arial Rounded MT Bold" w:hAnsi="Arial Rounded MT Bold"/>
                <w:sz w:val="32"/>
              </w:rPr>
              <w:t xml:space="preserve"> </w:t>
            </w:r>
            <w:r w:rsidRPr="00D57928">
              <w:rPr>
                <w:rFonts w:ascii="Arial Rounded MT Bold" w:hAnsi="Arial Rounded MT Bold"/>
                <w:sz w:val="24"/>
              </w:rPr>
              <w:t>professionnelles du diplôme</w:t>
            </w:r>
          </w:p>
        </w:tc>
      </w:tr>
      <w:tr w:rsidR="00B65E00" w:rsidTr="00FB642D"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A31447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U11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B65E00" w:rsidRPr="00D57928" w:rsidRDefault="00A31447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U12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 w:rsidRPr="00D57928">
              <w:rPr>
                <w:rFonts w:ascii="Arial" w:hAnsi="Arial" w:cs="Arial"/>
                <w:b/>
                <w:color w:val="FF0000"/>
                <w:sz w:val="32"/>
                <w:szCs w:val="28"/>
              </w:rPr>
              <w:sym w:font="Wingdings 2" w:char="F050"/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A31447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U31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A31447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U32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A31447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>
              <w:rPr>
                <w:rFonts w:ascii="Arial" w:hAnsi="Arial" w:cs="Arial"/>
                <w:sz w:val="32"/>
              </w:rPr>
              <w:t>U33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B4EEE" w:rsidRDefault="00B65E00" w:rsidP="00B65E00">
            <w:pPr>
              <w:pStyle w:val="Corpsdetexte"/>
              <w:rPr>
                <w:rFonts w:ascii="Arial Rounded MT Bold" w:hAnsi="Arial Rounded MT Bold"/>
                <w:sz w:val="32"/>
              </w:rPr>
            </w:pPr>
          </w:p>
        </w:tc>
      </w:tr>
      <w:tr w:rsidR="00D4714E" w:rsidTr="00D4714E"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D4714E" w:rsidRDefault="00D4714E" w:rsidP="00D4714E">
            <w:pPr>
              <w:pStyle w:val="Corpsdetexte"/>
              <w:spacing w:after="0"/>
              <w:rPr>
                <w:rFonts w:ascii="Arial Rounded MT Bold" w:hAnsi="Arial Rounded MT Bold"/>
                <w:sz w:val="20"/>
              </w:rPr>
            </w:pPr>
          </w:p>
        </w:tc>
      </w:tr>
      <w:tr w:rsidR="00B65E00" w:rsidTr="00D4714E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Pr="006B4EEE" w:rsidRDefault="00B65E00" w:rsidP="00B65E00">
            <w:pPr>
              <w:pStyle w:val="Corpsdetexte"/>
              <w:spacing w:after="0"/>
              <w:rPr>
                <w:rFonts w:ascii="Arial Rounded MT Bold" w:hAnsi="Arial Rounded MT Bold"/>
                <w:sz w:val="32"/>
              </w:rPr>
            </w:pPr>
            <w:r w:rsidRPr="00D57928">
              <w:rPr>
                <w:rFonts w:ascii="Arial Rounded MT Bold" w:hAnsi="Arial Rounded MT Bold" w:cs="Arial"/>
                <w:b/>
                <w:sz w:val="28"/>
              </w:rPr>
              <w:t>RESSOURCES</w:t>
            </w:r>
          </w:p>
        </w:tc>
      </w:tr>
      <w:tr w:rsidR="00B65E00" w:rsidTr="00D4714E">
        <w:trPr>
          <w:trHeight w:val="336"/>
        </w:trPr>
        <w:tc>
          <w:tcPr>
            <w:tcW w:w="2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matériels</w:t>
            </w:r>
          </w:p>
        </w:tc>
        <w:tc>
          <w:tcPr>
            <w:tcW w:w="747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documentaires et numériques</w:t>
            </w:r>
          </w:p>
        </w:tc>
      </w:tr>
      <w:tr w:rsidR="00B65E00" w:rsidTr="002F256B">
        <w:trPr>
          <w:trHeight w:val="653"/>
        </w:trPr>
        <w:tc>
          <w:tcPr>
            <w:tcW w:w="296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Logiciel de CAO 2D</w:t>
            </w:r>
          </w:p>
        </w:tc>
        <w:tc>
          <w:tcPr>
            <w:tcW w:w="7475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475A">
              <w:rPr>
                <w:rFonts w:ascii="Arial" w:hAnsi="Arial" w:cs="Arial"/>
                <w:sz w:val="24"/>
                <w:szCs w:val="24"/>
              </w:rPr>
              <w:t xml:space="preserve">Fichier CAO2D : </w:t>
            </w:r>
            <w:r w:rsidRPr="00F07218">
              <w:rPr>
                <w:rFonts w:ascii="Arial" w:hAnsi="Arial" w:cs="Arial"/>
                <w:b/>
                <w:color w:val="0070C0"/>
                <w:sz w:val="24"/>
                <w:szCs w:val="24"/>
              </w:rPr>
              <w:t>1-Préparation du projet.cdbx</w:t>
            </w:r>
          </w:p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 Cahier des charges</w:t>
            </w:r>
          </w:p>
        </w:tc>
      </w:tr>
      <w:tr w:rsidR="00D4714E" w:rsidTr="002F256B">
        <w:trPr>
          <w:trHeight w:val="227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72475A" w:rsidRDefault="00D4714E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5E00" w:rsidTr="00D4714E">
        <w:trPr>
          <w:trHeight w:val="336"/>
        </w:trPr>
        <w:tc>
          <w:tcPr>
            <w:tcW w:w="2962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LA DURÉE</w:t>
            </w:r>
          </w:p>
        </w:tc>
        <w:tc>
          <w:tcPr>
            <w:tcW w:w="7475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B65E00" w:rsidRDefault="00B65E00" w:rsidP="00B65E00">
            <w:pPr>
              <w:pStyle w:val="Corpsdetexte"/>
              <w:spacing w:after="0"/>
              <w:rPr>
                <w:rFonts w:ascii="Trebuchet MS" w:hAnsi="Trebuchet MS" w:cs="Arial"/>
                <w:b/>
                <w:color w:val="000000" w:themeColor="text1"/>
                <w:sz w:val="24"/>
                <w:szCs w:val="24"/>
              </w:rPr>
            </w:pPr>
            <w:r w:rsidRPr="00B65E00"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1h00</w:t>
            </w:r>
          </w:p>
        </w:tc>
      </w:tr>
      <w:tr w:rsidR="00D4714E" w:rsidTr="00C201B3">
        <w:trPr>
          <w:trHeight w:val="227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72475A" w:rsidRDefault="00D4714E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5E00" w:rsidTr="00C201B3">
        <w:trPr>
          <w:trHeight w:val="336"/>
        </w:trPr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TRAVAIL DEMANDÉ</w:t>
            </w:r>
          </w:p>
        </w:tc>
      </w:tr>
      <w:tr w:rsidR="00B65E00" w:rsidTr="00C201B3">
        <w:trPr>
          <w:trHeight w:val="336"/>
        </w:trPr>
        <w:tc>
          <w:tcPr>
            <w:tcW w:w="10437" w:type="dxa"/>
            <w:gridSpan w:val="1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BF6FCE" w:rsidRDefault="00B65E00" w:rsidP="00B65E0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BF6FCE">
              <w:rPr>
                <w:rFonts w:ascii="Arial" w:hAnsi="Arial" w:cs="Arial"/>
                <w:sz w:val="28"/>
                <w:szCs w:val="28"/>
              </w:rPr>
              <w:t>D’après le cahier de charges vous devez effectuer :</w:t>
            </w:r>
          </w:p>
          <w:p w:rsidR="00B65E00" w:rsidRDefault="00B65E00" w:rsidP="00B65E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B65E00" w:rsidRPr="0072475A" w:rsidRDefault="00B65E00" w:rsidP="001A6597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</w:t>
            </w:r>
            <w:r w:rsidRPr="0072475A">
              <w:rPr>
                <w:rFonts w:ascii="Arial" w:hAnsi="Arial" w:cs="Arial"/>
                <w:sz w:val="28"/>
                <w:szCs w:val="28"/>
              </w:rPr>
              <w:t>réation des couches</w:t>
            </w:r>
            <w:r>
              <w:rPr>
                <w:rFonts w:ascii="Arial" w:hAnsi="Arial" w:cs="Arial"/>
                <w:sz w:val="28"/>
                <w:szCs w:val="28"/>
              </w:rPr>
              <w:t xml:space="preserve"> et des attributs ;</w:t>
            </w:r>
          </w:p>
          <w:p w:rsidR="00B65E00" w:rsidRPr="007E583C" w:rsidRDefault="00B65E00" w:rsidP="001A6597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</w:t>
            </w:r>
            <w:r w:rsidRPr="0072475A">
              <w:rPr>
                <w:rFonts w:ascii="Arial" w:hAnsi="Arial" w:cs="Arial"/>
                <w:sz w:val="28"/>
                <w:szCs w:val="28"/>
              </w:rPr>
              <w:t>réation des groupes</w:t>
            </w:r>
            <w:r>
              <w:rPr>
                <w:rFonts w:ascii="Arial" w:hAnsi="Arial" w:cs="Arial"/>
                <w:sz w:val="28"/>
                <w:szCs w:val="28"/>
              </w:rPr>
              <w:t> ;</w:t>
            </w:r>
          </w:p>
          <w:p w:rsidR="00B65E00" w:rsidRPr="0072475A" w:rsidRDefault="00B65E00" w:rsidP="001A6597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</w:t>
            </w:r>
            <w:r w:rsidRPr="0072475A">
              <w:rPr>
                <w:rFonts w:ascii="Arial" w:hAnsi="Arial" w:cs="Arial"/>
                <w:sz w:val="28"/>
                <w:szCs w:val="28"/>
              </w:rPr>
              <w:t>éritage des attributs d’un projet (couches-groupes)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B4EEE" w:rsidRPr="00D57928" w:rsidRDefault="006B4EEE" w:rsidP="006B4EEE">
      <w:pPr>
        <w:pStyle w:val="Corpsdetexte"/>
        <w:rPr>
          <w:sz w:val="6"/>
        </w:rPr>
      </w:pPr>
    </w:p>
    <w:p w:rsidR="00D57928" w:rsidRPr="00D57928" w:rsidRDefault="00D57928" w:rsidP="00D57928">
      <w:pPr>
        <w:pStyle w:val="Corpsdetexte"/>
        <w:rPr>
          <w:sz w:val="2"/>
        </w:rPr>
      </w:pPr>
    </w:p>
    <w:p w:rsidR="009D7B9F" w:rsidRDefault="009D7B9F" w:rsidP="000B569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p w:rsidR="00184B84" w:rsidRDefault="00184B84" w:rsidP="000B569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p w:rsidR="00A31447" w:rsidRDefault="00A31447" w:rsidP="000B569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p w:rsidR="00A31447" w:rsidRDefault="00A31447" w:rsidP="000B569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p w:rsidR="00A31447" w:rsidRDefault="00A31447" w:rsidP="000B569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p w:rsidR="00A31447" w:rsidRDefault="00A31447" w:rsidP="000B569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p w:rsidR="00A31447" w:rsidRDefault="00A31447" w:rsidP="000B569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p w:rsidR="002C1CF9" w:rsidRDefault="002C1CF9" w:rsidP="00B86679">
      <w:pPr>
        <w:autoSpaceDE w:val="0"/>
        <w:autoSpaceDN w:val="0"/>
        <w:adjustRightInd w:val="0"/>
        <w:ind w:firstLine="709"/>
        <w:rPr>
          <w:rFonts w:ascii="Arial" w:hAnsi="Arial" w:cs="Arial"/>
          <w:b/>
          <w:sz w:val="28"/>
          <w:szCs w:val="28"/>
          <w:u w:val="single"/>
        </w:rPr>
      </w:pPr>
    </w:p>
    <w:p w:rsidR="002C1CF9" w:rsidRPr="002C1CF9" w:rsidRDefault="005975D2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AEEE"/>
          <w:sz w:val="32"/>
          <w:szCs w:val="24"/>
          <w:u w:val="single"/>
        </w:rPr>
      </w:pPr>
      <w:r>
        <w:rPr>
          <w:rFonts w:ascii="Arial Rounded MT Bold" w:hAnsi="Arial Rounded MT Bold" w:cs="Arial"/>
          <w:b/>
          <w:color w:val="00AEEE"/>
          <w:sz w:val="32"/>
          <w:szCs w:val="24"/>
          <w:u w:val="single"/>
        </w:rPr>
        <w:t xml:space="preserve">CAHIER DES </w:t>
      </w:r>
      <w:r w:rsidR="002C1CF9" w:rsidRPr="002C1CF9">
        <w:rPr>
          <w:rFonts w:ascii="Arial Rounded MT Bold" w:hAnsi="Arial Rounded MT Bold" w:cs="Arial"/>
          <w:b/>
          <w:color w:val="00AEEE"/>
          <w:sz w:val="32"/>
          <w:szCs w:val="24"/>
          <w:u w:val="single"/>
        </w:rPr>
        <w:t>CHARGES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AEEE"/>
          <w:sz w:val="20"/>
          <w:szCs w:val="24"/>
          <w:u w:val="single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AEEE"/>
          <w:sz w:val="32"/>
          <w:szCs w:val="24"/>
          <w:u w:val="single"/>
        </w:rPr>
      </w:pPr>
      <w:r w:rsidRPr="002C1CF9"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  <w:t>1-Préparation des couches</w:t>
      </w:r>
      <w:r w:rsidR="007E583C"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  <w:t xml:space="preserve"> et des attributs</w:t>
      </w:r>
    </w:p>
    <w:p w:rsidR="002C1CF9" w:rsidRPr="007E583C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AEEE"/>
          <w:szCs w:val="24"/>
          <w:u w:val="single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Trebuchet MS" w:hAnsi="Trebuchet MS" w:cs="Arial"/>
          <w:sz w:val="24"/>
          <w:szCs w:val="24"/>
        </w:rPr>
      </w:pPr>
      <w:r w:rsidRPr="002C1CF9">
        <w:rPr>
          <w:rFonts w:ascii="Trebuchet MS" w:hAnsi="Trebuchet MS" w:cs="Arial"/>
          <w:sz w:val="24"/>
          <w:szCs w:val="24"/>
        </w:rPr>
        <w:t>A partir des données ci-dessous créer les couches suivantes</w:t>
      </w:r>
      <w:r w:rsidR="00ED25EE">
        <w:rPr>
          <w:rFonts w:ascii="Trebuchet MS" w:hAnsi="Trebuchet MS" w:cs="Arial"/>
          <w:sz w:val="24"/>
          <w:szCs w:val="24"/>
        </w:rPr>
        <w:t xml:space="preserve"> et leur attributs (couleur-types de trait)</w:t>
      </w:r>
      <w:r w:rsidRPr="002C1CF9">
        <w:rPr>
          <w:rFonts w:ascii="Trebuchet MS" w:hAnsi="Trebuchet MS" w:cs="Arial"/>
          <w:b/>
          <w:sz w:val="24"/>
          <w:szCs w:val="24"/>
        </w:rPr>
        <w:t>: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Trebuchet MS" w:hAnsi="Trebuchet MS" w:cs="Arial"/>
          <w:sz w:val="24"/>
          <w:szCs w:val="24"/>
        </w:rPr>
      </w:pPr>
      <w:r w:rsidRPr="002C1CF9">
        <w:rPr>
          <w:rFonts w:ascii="Trebuchet MS" w:hAnsi="Trebuchet MS" w:cs="Arial"/>
          <w:sz w:val="24"/>
          <w:szCs w:val="24"/>
        </w:rPr>
        <w:t xml:space="preserve">Vous devez créer les couches de </w:t>
      </w:r>
      <w:r w:rsidRPr="002C1CF9">
        <w:rPr>
          <w:rFonts w:ascii="Trebuchet MS" w:hAnsi="Trebuchet MS" w:cs="Arial"/>
          <w:b/>
          <w:sz w:val="24"/>
          <w:szCs w:val="24"/>
        </w:rPr>
        <w:t>1 à31</w:t>
      </w:r>
    </w:p>
    <w:p w:rsidR="002C1CF9" w:rsidRPr="007E583C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AEEE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1563"/>
        <w:gridCol w:w="2977"/>
      </w:tblGrid>
      <w:tr w:rsidR="004D1DFD" w:rsidTr="002B5C30">
        <w:tc>
          <w:tcPr>
            <w:tcW w:w="562" w:type="dxa"/>
            <w:vAlign w:val="center"/>
          </w:tcPr>
          <w:p w:rsidR="004D1DFD" w:rsidRPr="004D1DFD" w:rsidRDefault="004D1DFD" w:rsidP="004D1D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1DFD">
              <w:rPr>
                <w:rFonts w:ascii="Arial" w:hAnsi="Arial" w:cs="Arial"/>
                <w:b/>
                <w:sz w:val="24"/>
                <w:szCs w:val="24"/>
              </w:rPr>
              <w:t>N°</w:t>
            </w:r>
          </w:p>
        </w:tc>
        <w:tc>
          <w:tcPr>
            <w:tcW w:w="3544" w:type="dxa"/>
            <w:vAlign w:val="center"/>
          </w:tcPr>
          <w:p w:rsidR="004D1DFD" w:rsidRPr="004D1DFD" w:rsidRDefault="004D1DFD" w:rsidP="004D1D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1DFD">
              <w:rPr>
                <w:rFonts w:ascii="Arial" w:hAnsi="Arial" w:cs="Arial"/>
                <w:b/>
                <w:sz w:val="24"/>
                <w:szCs w:val="24"/>
              </w:rPr>
              <w:t>NOMS DES COUCHES</w:t>
            </w:r>
          </w:p>
        </w:tc>
        <w:tc>
          <w:tcPr>
            <w:tcW w:w="1134" w:type="dxa"/>
            <w:vAlign w:val="center"/>
          </w:tcPr>
          <w:p w:rsidR="004D1DFD" w:rsidRPr="004D1DFD" w:rsidRDefault="004D1DFD" w:rsidP="004D1D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1DFD">
              <w:rPr>
                <w:rFonts w:ascii="Arial" w:hAnsi="Arial" w:cs="Arial"/>
                <w:b/>
                <w:sz w:val="24"/>
                <w:szCs w:val="24"/>
              </w:rPr>
              <w:t>COULEUR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2977" w:type="dxa"/>
            <w:vAlign w:val="center"/>
          </w:tcPr>
          <w:p w:rsidR="004D1DFD" w:rsidRPr="004D1DFD" w:rsidRDefault="004D1DFD" w:rsidP="004D1D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4D1DFD">
              <w:rPr>
                <w:rFonts w:ascii="Arial" w:hAnsi="Arial" w:cs="Arial"/>
                <w:b/>
                <w:noProof/>
                <w:sz w:val="24"/>
                <w:szCs w:val="24"/>
              </w:rPr>
              <w:t>TYPES DE TRAITS</w:t>
            </w: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Cahier des charges </w:t>
            </w:r>
            <w:r w:rsidR="002B7ED0">
              <w:rPr>
                <w:rFonts w:ascii="Arial" w:hAnsi="Arial" w:cs="Arial"/>
                <w:sz w:val="24"/>
                <w:szCs w:val="24"/>
              </w:rPr>
              <w:t>(texte…)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88D0BB9" wp14:editId="0607963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99060</wp:posOffset>
                      </wp:positionV>
                      <wp:extent cx="1732280" cy="5080"/>
                      <wp:effectExtent l="0" t="0" r="20320" b="33020"/>
                      <wp:wrapNone/>
                      <wp:docPr id="13" name="Connecteur droi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37DE36" id="Connecteur droit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.8pt" to="136.6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" strokecolor="black [3040]" strokeweight="1.5pt"/>
                  </w:pict>
                </mc:Fallback>
              </mc:AlternateContent>
            </w: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IMAGE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020145" wp14:editId="72F75B1A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91440</wp:posOffset>
                      </wp:positionV>
                      <wp:extent cx="1732280" cy="5080"/>
                      <wp:effectExtent l="0" t="0" r="20320" b="33020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0CB9A9" id="Connecteur droit 1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pt,7.2pt" to="137.2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" strokecolor="black [3040]" strokeweight="1.5pt"/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Copie de forme</w:t>
            </w:r>
          </w:p>
        </w:tc>
        <w:tc>
          <w:tcPr>
            <w:tcW w:w="1134" w:type="dxa"/>
            <w:shd w:val="clear" w:color="auto" w:fill="FF00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7020145" wp14:editId="72F75B1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96520</wp:posOffset>
                      </wp:positionV>
                      <wp:extent cx="1732280" cy="5080"/>
                      <wp:effectExtent l="0" t="0" r="20320" b="33020"/>
                      <wp:wrapNone/>
                      <wp:docPr id="15" name="Connecteur droi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749A9A" id="Connecteur droit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7.6pt" to="137.6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" strokecolor="black [3040]" strokeweight="1.5pt"/>
                  </w:pict>
                </mc:Fallback>
              </mc:AlternateContent>
            </w: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Ligne de construction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9918B91" wp14:editId="4FA4128A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86360</wp:posOffset>
                      </wp:positionV>
                      <wp:extent cx="1732280" cy="5080"/>
                      <wp:effectExtent l="0" t="0" r="20320" b="33020"/>
                      <wp:wrapNone/>
                      <wp:docPr id="16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BD880" id="Connecteur droit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6.8pt" to="137.3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" strokecolor="black [3040]" strokeweight="1.5pt"/>
                  </w:pict>
                </mc:Fallback>
              </mc:AlternateContent>
            </w: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de montage TIGE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11D906D" wp14:editId="563A6E2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90170</wp:posOffset>
                      </wp:positionV>
                      <wp:extent cx="1732280" cy="5080"/>
                      <wp:effectExtent l="0" t="0" r="20320" b="33020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452A3B" id="Connecteur droit 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1pt" to="139.2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" strokecolor="black [3040]" strokeweight="1.5pt"/>
                  </w:pict>
                </mc:Fallback>
              </mc:AlternateContent>
            </w: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ligne dessus EXT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ligne dessus INT</w:t>
            </w:r>
          </w:p>
        </w:tc>
        <w:tc>
          <w:tcPr>
            <w:tcW w:w="1134" w:type="dxa"/>
            <w:shd w:val="clear" w:color="auto" w:fill="FABF8F" w:themeFill="accent6" w:themeFillTint="99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11D906D" wp14:editId="563A6E2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293370</wp:posOffset>
                      </wp:positionV>
                      <wp:extent cx="1732280" cy="5080"/>
                      <wp:effectExtent l="0" t="0" r="20320" b="33020"/>
                      <wp:wrapNone/>
                      <wp:docPr id="21" name="Connecteur droi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42680F" id="Connecteur droit 2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23.1pt" to="136.8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" strokecolor="black [3040]" strokeweight="1.5pt">
                      <v:stroke dashstyle="longDashDot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9F8F2F1" wp14:editId="2E8CAA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106680</wp:posOffset>
                      </wp:positionV>
                      <wp:extent cx="1732280" cy="5080"/>
                      <wp:effectExtent l="0" t="0" r="20320" b="33020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60909C" id="Connecteur droit 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8.4pt" to="136.4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" strokecolor="black [3040]" strokeweight="1.5pt">
                      <v:stroke dashstyle="longDash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9918B91" wp14:editId="4FA4128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-81280</wp:posOffset>
                      </wp:positionV>
                      <wp:extent cx="1732280" cy="5080"/>
                      <wp:effectExtent l="0" t="0" r="20320" b="33020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40FAA2" id="Connecteur droit 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-6.4pt" to="136.9pt,-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" strokecolor="black [3040]" strokeweight="1.5pt"/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AXE TIGE</w:t>
            </w:r>
          </w:p>
        </w:tc>
        <w:tc>
          <w:tcPr>
            <w:tcW w:w="1134" w:type="dxa"/>
            <w:shd w:val="clear" w:color="auto" w:fill="FF00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Points de repères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Lignes de contraintes</w:t>
            </w:r>
          </w:p>
        </w:tc>
        <w:tc>
          <w:tcPr>
            <w:tcW w:w="1134" w:type="dxa"/>
            <w:shd w:val="clear" w:color="auto" w:fill="9900CC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GRADUATION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11D906D" wp14:editId="563A6E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120650</wp:posOffset>
                      </wp:positionV>
                      <wp:extent cx="1732280" cy="5080"/>
                      <wp:effectExtent l="0" t="0" r="20320" b="33020"/>
                      <wp:wrapNone/>
                      <wp:docPr id="24" name="Connecteur droi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EBC19D" id="Connecteur droit 2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.5pt" to="136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9F8F2F1" wp14:editId="2E8CAA8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-66040</wp:posOffset>
                      </wp:positionV>
                      <wp:extent cx="1732280" cy="5080"/>
                      <wp:effectExtent l="0" t="0" r="20320" b="33020"/>
                      <wp:wrapNone/>
                      <wp:docPr id="23" name="Connecteur droi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E32BD2" id="Connecteur droit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-5.2pt" to="136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9918B91" wp14:editId="4FA4128A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-254000</wp:posOffset>
                      </wp:positionV>
                      <wp:extent cx="1732280" cy="5080"/>
                      <wp:effectExtent l="0" t="0" r="20320" b="33020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F5E271" id="Connecteur droit 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-20pt" to="136.5pt,-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" strokecolor="black [3040]" strokeweight="1.5pt"/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center"/>
          </w:tcPr>
          <w:p w:rsidR="002B7ED0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rempli EXT</w:t>
            </w:r>
          </w:p>
        </w:tc>
        <w:tc>
          <w:tcPr>
            <w:tcW w:w="1134" w:type="dxa"/>
            <w:shd w:val="clear" w:color="auto" w:fill="FF33CC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piquage EXT</w:t>
            </w:r>
          </w:p>
        </w:tc>
        <w:tc>
          <w:tcPr>
            <w:tcW w:w="1134" w:type="dxa"/>
            <w:shd w:val="clear" w:color="auto" w:fill="FF33CC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544" w:type="dxa"/>
            <w:vAlign w:val="center"/>
          </w:tcPr>
          <w:p w:rsidR="00163993" w:rsidRDefault="002B7ED0" w:rsidP="002B7ED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rempli INT</w:t>
            </w:r>
          </w:p>
        </w:tc>
        <w:tc>
          <w:tcPr>
            <w:tcW w:w="1134" w:type="dxa"/>
            <w:shd w:val="clear" w:color="auto" w:fill="FF66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9918B91" wp14:editId="4FA4128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-289560</wp:posOffset>
                      </wp:positionV>
                      <wp:extent cx="1732280" cy="5080"/>
                      <wp:effectExtent l="0" t="0" r="20320" b="33020"/>
                      <wp:wrapNone/>
                      <wp:docPr id="25" name="Connecteur droi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8F1A13" id="Connecteur droit 2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-22.8pt" to="136.9pt,-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9F8F2F1" wp14:editId="2E8CAA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-101600</wp:posOffset>
                      </wp:positionV>
                      <wp:extent cx="1732280" cy="5080"/>
                      <wp:effectExtent l="0" t="0" r="20320" b="33020"/>
                      <wp:wrapNone/>
                      <wp:docPr id="26" name="Connecteur droi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2D5907" id="Connecteur droit 26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8pt" to="136.4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" strokecolor="black [3040]" strokeweight="1.5pt">
                      <v:stroke dashstyle="3 1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11D906D" wp14:editId="563A6E2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85090</wp:posOffset>
                      </wp:positionV>
                      <wp:extent cx="1732280" cy="5080"/>
                      <wp:effectExtent l="0" t="0" r="20320" b="33020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80EAC3" id="Connecteur droit 2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6.7pt" to="136.8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" strokecolor="black [3040]" strokeweight="1.5pt"/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piquage INT</w:t>
            </w:r>
          </w:p>
        </w:tc>
        <w:tc>
          <w:tcPr>
            <w:tcW w:w="1134" w:type="dxa"/>
            <w:shd w:val="clear" w:color="auto" w:fill="FF66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Symétrie TIGE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Ligne DOUBLURE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11D906D" wp14:editId="563A6E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100330</wp:posOffset>
                      </wp:positionV>
                      <wp:extent cx="1732280" cy="5080"/>
                      <wp:effectExtent l="0" t="0" r="20320" b="33020"/>
                      <wp:wrapNone/>
                      <wp:docPr id="30" name="Connecteur droi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9F15B4" id="Connecteur droit 30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9pt" to="136.4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9F8F2F1" wp14:editId="2E8CAA8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-86360</wp:posOffset>
                      </wp:positionV>
                      <wp:extent cx="1732280" cy="5080"/>
                      <wp:effectExtent l="0" t="0" r="20320" b="33020"/>
                      <wp:wrapNone/>
                      <wp:docPr id="29" name="Connecteur droi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DED969" id="Connecteur droit 2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-6.8pt" to="136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" strokecolor="black [3040]" strokeweight="1.5pt">
                      <v:stroke dashstyle="longDash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918B91" wp14:editId="4FA4128A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-274320</wp:posOffset>
                      </wp:positionV>
                      <wp:extent cx="1732280" cy="5080"/>
                      <wp:effectExtent l="0" t="0" r="20320" b="33020"/>
                      <wp:wrapNone/>
                      <wp:docPr id="28" name="Connecteur droi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3B2A98" id="Connecteur droit 28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-21.6pt" to="136.5pt,-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" strokecolor="black [3040]" strokeweight="1.5pt">
                      <v:stroke dashstyle="longDash"/>
                    </v:line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de montage DBL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piquage DBL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Symétrie DBL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9918B91" wp14:editId="4FA4128A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-259080</wp:posOffset>
                      </wp:positionV>
                      <wp:extent cx="1732280" cy="5080"/>
                      <wp:effectExtent l="0" t="0" r="20320" b="33020"/>
                      <wp:wrapNone/>
                      <wp:docPr id="31" name="Connecteur droi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CBFAD5" id="Connecteur droit 31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pt,-20.4pt" to="135.3pt,-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9F8F2F1" wp14:editId="2E8CAA8B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-71120</wp:posOffset>
                      </wp:positionV>
                      <wp:extent cx="1732280" cy="5080"/>
                      <wp:effectExtent l="0" t="0" r="20320" b="33020"/>
                      <wp:wrapNone/>
                      <wp:docPr id="32" name="Connecteur droi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77980A" id="Connecteur droit 3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-5.6pt" to="134.8pt,-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" strokecolor="black [3040]" strokeweight="1.5pt">
                      <v:stroke dashstyle="3 1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11D906D" wp14:editId="563A6E2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115570</wp:posOffset>
                      </wp:positionV>
                      <wp:extent cx="1732280" cy="5080"/>
                      <wp:effectExtent l="0" t="0" r="20320" b="33020"/>
                      <wp:wrapNone/>
                      <wp:docPr id="33" name="Connecteur droi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75E1E6" id="Connecteur droit 33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2pt,9.1pt" to="135.2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" strokecolor="black [3040]" strokeweight="1.5pt">
                      <v:stroke dashstyle="longDash"/>
                    </v:line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Point de repères DBL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AXE DBL</w:t>
            </w:r>
          </w:p>
        </w:tc>
        <w:tc>
          <w:tcPr>
            <w:tcW w:w="1134" w:type="dxa"/>
            <w:shd w:val="clear" w:color="auto" w:fill="00CC99"/>
            <w:vAlign w:val="center"/>
          </w:tcPr>
          <w:p w:rsidR="00163993" w:rsidRDefault="00935A74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Pivot languette</w:t>
            </w:r>
          </w:p>
        </w:tc>
        <w:tc>
          <w:tcPr>
            <w:tcW w:w="1134" w:type="dxa"/>
            <w:shd w:val="clear" w:color="auto" w:fill="0000CC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9918B91" wp14:editId="4FA4128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-274320</wp:posOffset>
                      </wp:positionV>
                      <wp:extent cx="1732280" cy="5080"/>
                      <wp:effectExtent l="0" t="0" r="20320" b="33020"/>
                      <wp:wrapNone/>
                      <wp:docPr id="34" name="Connecteur droi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B6E161" id="Connecteur droit 3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-21.6pt" to="136.9pt,-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9F8F2F1" wp14:editId="2E8CAA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-86360</wp:posOffset>
                      </wp:positionV>
                      <wp:extent cx="1732280" cy="5080"/>
                      <wp:effectExtent l="0" t="0" r="20320" b="33020"/>
                      <wp:wrapNone/>
                      <wp:docPr id="35" name="Connecteur droi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A6FA0B" id="Connecteur droit 35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6.8pt" to="136.4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" strokecolor="black [3040]" strokeweight="1.5pt">
                      <v:stroke dashstyle="longDashDot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11D906D" wp14:editId="563A6E2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100330</wp:posOffset>
                      </wp:positionV>
                      <wp:extent cx="1732280" cy="5080"/>
                      <wp:effectExtent l="0" t="0" r="20320" b="33020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43619" id="Connecteur droit 3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7.9pt" to="136.8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" strokecolor="black [3040]" strokeweight="1.5pt"/>
                  </w:pict>
                </mc:Fallback>
              </mc:AlternateContent>
            </w:r>
          </w:p>
        </w:tc>
      </w:tr>
    </w:tbl>
    <w:p w:rsidR="002C1CF9" w:rsidRP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 w:rsidRPr="002C1CF9"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  <w:t>2-Préparation des Groupes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Trebuchet MS" w:hAnsi="Trebuchet MS" w:cs="Arial"/>
          <w:color w:val="000000"/>
          <w:sz w:val="24"/>
          <w:szCs w:val="24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 w:rsidRPr="002C1CF9">
        <w:rPr>
          <w:rFonts w:ascii="Trebuchet MS" w:hAnsi="Trebuchet MS" w:cs="Arial"/>
          <w:color w:val="000000"/>
          <w:sz w:val="24"/>
          <w:szCs w:val="24"/>
        </w:rPr>
        <w:t xml:space="preserve">A partir des données ci-dessous créer </w:t>
      </w:r>
      <w:r>
        <w:rPr>
          <w:rFonts w:ascii="Trebuchet MS" w:hAnsi="Trebuchet MS" w:cs="Arial"/>
          <w:sz w:val="24"/>
          <w:szCs w:val="24"/>
        </w:rPr>
        <w:t xml:space="preserve">les groupes </w:t>
      </w:r>
      <w:r w:rsidRPr="002C1CF9">
        <w:rPr>
          <w:rFonts w:ascii="Trebuchet MS" w:hAnsi="Trebuchet MS" w:cs="Arial"/>
          <w:sz w:val="24"/>
          <w:szCs w:val="24"/>
        </w:rPr>
        <w:t>DESSUS ET DOUBLURE: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 w:rsidRPr="002C1CF9">
        <w:rPr>
          <w:rFonts w:ascii="Arial" w:hAnsi="Arial" w:cs="Arial"/>
          <w:b/>
          <w:color w:val="00AEEE"/>
          <w:sz w:val="24"/>
          <w:szCs w:val="24"/>
          <w:u w:val="single"/>
        </w:rPr>
        <w:t>Pièce</w:t>
      </w:r>
      <w:r w:rsidR="00574CF9">
        <w:rPr>
          <w:rFonts w:ascii="Arial" w:hAnsi="Arial" w:cs="Arial"/>
          <w:b/>
          <w:color w:val="00AEEE"/>
          <w:sz w:val="24"/>
          <w:szCs w:val="24"/>
          <w:u w:val="single"/>
        </w:rPr>
        <w:t>s</w:t>
      </w:r>
      <w:r w:rsidRPr="002C1CF9">
        <w:rPr>
          <w:rFonts w:ascii="Arial" w:hAnsi="Arial" w:cs="Arial"/>
          <w:b/>
          <w:color w:val="00AEEE"/>
          <w:sz w:val="24"/>
          <w:szCs w:val="24"/>
          <w:u w:val="single"/>
        </w:rPr>
        <w:t xml:space="preserve"> DESSUS 80 à 119 </w:t>
      </w:r>
      <w:r w:rsidRPr="002C1CF9">
        <w:rPr>
          <w:rFonts w:ascii="Arial" w:hAnsi="Arial" w:cs="Arial"/>
          <w:i/>
          <w:color w:val="00AEEE"/>
          <w:sz w:val="24"/>
          <w:szCs w:val="24"/>
          <w:u w:val="single"/>
        </w:rPr>
        <w:t>(la chef de groupe est N°80)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1CF9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4181475" cy="942975"/>
            <wp:effectExtent l="0" t="0" r="9525" b="95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3-Formation perso\3-Fiche séquence RNR\Ali ressources RNR BTSimg_406812690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539"/>
                    <a:stretch/>
                  </pic:blipFill>
                  <pic:spPr bwMode="auto">
                    <a:xfrm>
                      <a:off x="0" y="0"/>
                      <a:ext cx="41814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1CF9">
        <w:rPr>
          <w:rFonts w:ascii="Arial" w:hAnsi="Arial" w:cs="Arial"/>
          <w:b/>
          <w:color w:val="00AF54"/>
          <w:sz w:val="24"/>
          <w:szCs w:val="24"/>
          <w:u w:val="single"/>
        </w:rPr>
        <w:t>Pièce</w:t>
      </w:r>
      <w:r w:rsidR="00574CF9">
        <w:rPr>
          <w:rFonts w:ascii="Arial" w:hAnsi="Arial" w:cs="Arial"/>
          <w:b/>
          <w:color w:val="00AF54"/>
          <w:sz w:val="24"/>
          <w:szCs w:val="24"/>
          <w:u w:val="single"/>
        </w:rPr>
        <w:t>s</w:t>
      </w:r>
      <w:r w:rsidRPr="002C1CF9">
        <w:rPr>
          <w:rFonts w:ascii="Arial" w:hAnsi="Arial" w:cs="Arial"/>
          <w:b/>
          <w:color w:val="00AF54"/>
          <w:sz w:val="24"/>
          <w:szCs w:val="24"/>
          <w:u w:val="single"/>
        </w:rPr>
        <w:t xml:space="preserve"> DOUBLURE 120 à 139 </w:t>
      </w:r>
      <w:r w:rsidRPr="002C1CF9">
        <w:rPr>
          <w:rFonts w:ascii="Arial" w:hAnsi="Arial" w:cs="Arial"/>
          <w:i/>
          <w:color w:val="00AF54"/>
          <w:sz w:val="24"/>
          <w:szCs w:val="24"/>
          <w:u w:val="single"/>
        </w:rPr>
        <w:t>(la chef de groupe est N°120)</w:t>
      </w:r>
    </w:p>
    <w:p w:rsidR="00B8667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1CF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0224" behindDoc="0" locked="0" layoutInCell="1" allowOverlap="1">
            <wp:simplePos x="457200" y="8791575"/>
            <wp:positionH relativeFrom="column">
              <wp:align>left</wp:align>
            </wp:positionH>
            <wp:positionV relativeFrom="paragraph">
              <wp:align>top</wp:align>
            </wp:positionV>
            <wp:extent cx="4095750" cy="981075"/>
            <wp:effectExtent l="0" t="0" r="0" b="9525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3-Formation perso\3-Fiche séquence RNR\Ali ressources RNR BTSimg_406834688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897"/>
                    <a:stretch/>
                  </pic:blipFill>
                  <pic:spPr bwMode="auto">
                    <a:xfrm>
                      <a:off x="0" y="0"/>
                      <a:ext cx="40957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86679" w:rsidRPr="00B86679" w:rsidRDefault="00B86679" w:rsidP="00B86679">
      <w:pPr>
        <w:rPr>
          <w:rFonts w:ascii="Arial" w:hAnsi="Arial" w:cs="Arial"/>
          <w:sz w:val="24"/>
          <w:szCs w:val="24"/>
        </w:rPr>
      </w:pPr>
    </w:p>
    <w:p w:rsidR="00B86679" w:rsidRPr="00B86679" w:rsidRDefault="00B86679" w:rsidP="00B86679">
      <w:pPr>
        <w:rPr>
          <w:rFonts w:ascii="Arial" w:hAnsi="Arial" w:cs="Arial"/>
          <w:sz w:val="24"/>
          <w:szCs w:val="24"/>
        </w:rPr>
      </w:pPr>
    </w:p>
    <w:p w:rsidR="00B86679" w:rsidRPr="00B86679" w:rsidRDefault="00B86679" w:rsidP="00B86679">
      <w:pPr>
        <w:rPr>
          <w:rFonts w:ascii="Arial" w:hAnsi="Arial" w:cs="Arial"/>
          <w:sz w:val="24"/>
          <w:szCs w:val="24"/>
        </w:rPr>
      </w:pPr>
    </w:p>
    <w:p w:rsidR="00B86679" w:rsidRDefault="00B8667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C1CF9" w:rsidRPr="002C1CF9" w:rsidRDefault="00B86679" w:rsidP="00B86679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textWrapping" w:clear="all"/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E583C" w:rsidRDefault="007E583C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E583C" w:rsidRDefault="007E583C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E583C" w:rsidRPr="002C1CF9" w:rsidRDefault="007E583C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C1CF9" w:rsidRPr="002C1CF9" w:rsidRDefault="00ED25EE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  <w:t>3</w:t>
      </w:r>
      <w:r w:rsidR="002C1CF9" w:rsidRPr="002C1CF9"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  <w:t>-Héritage des attributs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18"/>
          <w:szCs w:val="24"/>
          <w:u w:val="single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 w:rsidRPr="002C1CF9">
        <w:rPr>
          <w:rFonts w:ascii="Trebuchet MS" w:hAnsi="Trebuchet MS" w:cs="Arial"/>
          <w:color w:val="000000"/>
          <w:sz w:val="24"/>
          <w:szCs w:val="24"/>
        </w:rPr>
        <w:t xml:space="preserve">A partir des données ci-dessous </w:t>
      </w:r>
      <w:r>
        <w:rPr>
          <w:rFonts w:ascii="Trebuchet MS" w:hAnsi="Trebuchet MS" w:cs="Arial"/>
          <w:sz w:val="24"/>
          <w:szCs w:val="24"/>
        </w:rPr>
        <w:t>et du tutor</w:t>
      </w:r>
      <w:r w:rsidRPr="002C1CF9">
        <w:rPr>
          <w:rFonts w:ascii="Trebuchet MS" w:hAnsi="Trebuchet MS" w:cs="Arial"/>
          <w:sz w:val="24"/>
          <w:szCs w:val="24"/>
        </w:rPr>
        <w:t>iel pratiquer l'héritage des attributs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Cs w:val="24"/>
          <w:u w:val="single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 w:rsidRPr="002C1CF9">
        <w:rPr>
          <w:rFonts w:ascii="Arial" w:hAnsi="Arial" w:cs="Arial"/>
          <w:i/>
          <w:color w:val="000000"/>
          <w:sz w:val="24"/>
          <w:szCs w:val="24"/>
        </w:rPr>
        <w:t>Cliquer dans le carré de couleur de votre projet et sélectionner l'icône avec la pipette et les claques ou couches</w:t>
      </w:r>
    </w:p>
    <w:p w:rsidR="0055509B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  <w:r>
        <w:rPr>
          <w:rFonts w:ascii="Arial Rounded MT Bold" w:hAnsi="Arial Rounded MT Bold"/>
          <w:b/>
          <w:caps/>
          <w:noProof/>
          <w:kern w:val="28"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-65314</wp:posOffset>
                </wp:positionH>
                <wp:positionV relativeFrom="paragraph">
                  <wp:posOffset>2903</wp:posOffset>
                </wp:positionV>
                <wp:extent cx="5274128" cy="1924050"/>
                <wp:effectExtent l="0" t="0" r="0" b="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128" cy="1924050"/>
                          <a:chOff x="0" y="0"/>
                          <a:chExt cx="5274128" cy="192405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314" y="0"/>
                            <a:ext cx="2657475" cy="1924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Ellipse 4"/>
                        <wps:cNvSpPr/>
                        <wps:spPr>
                          <a:xfrm>
                            <a:off x="1638300" y="718457"/>
                            <a:ext cx="500743" cy="381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llipse 5"/>
                        <wps:cNvSpPr/>
                        <wps:spPr>
                          <a:xfrm>
                            <a:off x="0" y="16328"/>
                            <a:ext cx="500743" cy="381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2095500" y="772886"/>
                            <a:ext cx="3178628" cy="3646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86164" w:rsidRPr="00C86164" w:rsidRDefault="00C86164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C86164">
                                <w:rPr>
                                  <w:rFonts w:ascii="Arial" w:hAnsi="Arial" w:cs="Arial"/>
                                </w:rPr>
                                <w:t>Héritage des couches/groupes de couches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onnecteur droit avec flèche 7"/>
                        <wps:cNvCnPr/>
                        <wps:spPr>
                          <a:xfrm>
                            <a:off x="473528" y="332014"/>
                            <a:ext cx="1159329" cy="42998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8" o:spid="_x0000_s1026" style="position:absolute;margin-left:-5.15pt;margin-top:.25pt;width:415.3pt;height:151.5pt;z-index:251663360" coordsize="52741,19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">
                <v:shape id="Image 3" o:spid="_x0000_s1027" type="#_x0000_t75" style="position:absolute;left:653;width:26574;height:19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">
                  <v:imagedata r:id="rId11" o:title=""/>
                  <v:path arrowok="t"/>
                </v:shape>
                <v:oval id="Ellipse 4" o:spid="_x0000_s1028" style="position:absolute;left:16383;top:7184;width:5007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" filled="f" strokecolor="red" strokeweight="2pt"/>
                <v:oval id="Ellipse 5" o:spid="_x0000_s1029" style="position:absolute;top:163;width:5007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" filled="f" strokecolor="red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6" o:spid="_x0000_s1030" type="#_x0000_t202" style="position:absolute;left:20955;top:7728;width:31786;height:3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C86164" w:rsidRPr="00C86164" w:rsidRDefault="00C86164">
                        <w:pPr>
                          <w:rPr>
                            <w:rFonts w:ascii="Arial" w:hAnsi="Arial" w:cs="Arial"/>
                          </w:rPr>
                        </w:pPr>
                        <w:r w:rsidRPr="00C86164">
                          <w:rPr>
                            <w:rFonts w:ascii="Arial" w:hAnsi="Arial" w:cs="Arial"/>
                          </w:rPr>
                          <w:t>Héritage des couches/groupes de couches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7" o:spid="_x0000_s1031" type="#_x0000_t32" style="position:absolute;left:4735;top:3320;width:11593;height:43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" strokecolor="red" strokeweight="2.25pt">
                  <v:stroke endarrow="block"/>
                </v:shape>
              </v:group>
            </w:pict>
          </mc:Fallback>
        </mc:AlternateContent>
      </w: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sectPr w:rsidR="00C86164" w:rsidSect="00B866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567" w:right="720" w:bottom="720" w:left="720" w:header="720" w:footer="33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65A" w:rsidRDefault="00BC165A">
      <w:r>
        <w:separator/>
      </w:r>
    </w:p>
  </w:endnote>
  <w:endnote w:type="continuationSeparator" w:id="0">
    <w:p w:rsidR="00BC165A" w:rsidRDefault="00BC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obo Std">
    <w:panose1 w:val="020B0803040709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C8" w:rsidRDefault="006853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B86679" w:rsidRDefault="00B86679" w:rsidP="00B86679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86358A">
      <w:rPr>
        <w:rFonts w:ascii="Arial" w:hAnsi="Arial" w:cs="Arial"/>
        <w:noProof/>
        <w:sz w:val="20"/>
      </w:rPr>
      <w:t>3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86358A">
      <w:rPr>
        <w:rFonts w:ascii="Arial" w:hAnsi="Arial" w:cs="Arial"/>
        <w:noProof/>
        <w:sz w:val="20"/>
      </w:rPr>
      <w:t>3</w:t>
    </w:r>
    <w:r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422601" w:rsidRDefault="00B86679" w:rsidP="00EB7E53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86358A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86358A">
      <w:rPr>
        <w:rFonts w:ascii="Arial" w:hAnsi="Arial" w:cs="Arial"/>
        <w:noProof/>
        <w:sz w:val="20"/>
      </w:rPr>
      <w:t>3</w:t>
    </w:r>
    <w:r>
      <w:rPr>
        <w:rFonts w:ascii="Arial" w:hAnsi="Arial" w:cs="Arial"/>
        <w:sz w:val="20"/>
      </w:rPr>
      <w:fldChar w:fldCharType="end"/>
    </w:r>
  </w:p>
  <w:p w:rsidR="00156328" w:rsidRDefault="001563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65A" w:rsidRDefault="00BC165A">
      <w:r>
        <w:separator/>
      </w:r>
    </w:p>
  </w:footnote>
  <w:footnote w:type="continuationSeparator" w:id="0">
    <w:p w:rsidR="00BC165A" w:rsidRDefault="00BC1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C8" w:rsidRDefault="006853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C8" w:rsidRDefault="006853C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475" w:type="dxa"/>
      <w:tblLayout w:type="fixed"/>
      <w:tblLook w:val="04A0" w:firstRow="1" w:lastRow="0" w:firstColumn="1" w:lastColumn="0" w:noHBand="0" w:noVBand="1"/>
    </w:tblPr>
    <w:tblGrid>
      <w:gridCol w:w="317"/>
      <w:gridCol w:w="317"/>
      <w:gridCol w:w="318"/>
      <w:gridCol w:w="317"/>
      <w:gridCol w:w="318"/>
      <w:gridCol w:w="317"/>
      <w:gridCol w:w="317"/>
      <w:gridCol w:w="318"/>
      <w:gridCol w:w="63"/>
      <w:gridCol w:w="254"/>
      <w:gridCol w:w="318"/>
      <w:gridCol w:w="317"/>
      <w:gridCol w:w="318"/>
      <w:gridCol w:w="317"/>
      <w:gridCol w:w="317"/>
      <w:gridCol w:w="318"/>
      <w:gridCol w:w="223"/>
      <w:gridCol w:w="94"/>
      <w:gridCol w:w="318"/>
      <w:gridCol w:w="317"/>
      <w:gridCol w:w="318"/>
      <w:gridCol w:w="317"/>
      <w:gridCol w:w="317"/>
      <w:gridCol w:w="318"/>
      <w:gridCol w:w="317"/>
      <w:gridCol w:w="318"/>
      <w:gridCol w:w="317"/>
      <w:gridCol w:w="318"/>
      <w:gridCol w:w="317"/>
      <w:gridCol w:w="317"/>
      <w:gridCol w:w="318"/>
      <w:gridCol w:w="317"/>
      <w:gridCol w:w="318"/>
      <w:gridCol w:w="317"/>
      <w:gridCol w:w="318"/>
    </w:tblGrid>
    <w:tr w:rsidR="00184B84" w:rsidRPr="00E635B7" w:rsidTr="00294FF9">
      <w:trPr>
        <w:trHeight w:val="265"/>
      </w:trPr>
      <w:tc>
        <w:tcPr>
          <w:tcW w:w="2602" w:type="dxa"/>
          <w:gridSpan w:val="9"/>
          <w:tcBorders>
            <w:top w:val="single" w:sz="12" w:space="0" w:color="auto"/>
            <w:left w:val="single" w:sz="12" w:space="0" w:color="auto"/>
          </w:tcBorders>
          <w:shd w:val="clear" w:color="auto" w:fill="FFFF00"/>
          <w:vAlign w:val="center"/>
        </w:tcPr>
        <w:p w:rsidR="00184B84" w:rsidRPr="006B4EEE" w:rsidRDefault="00184B84" w:rsidP="00184B84">
          <w:pPr>
            <w:jc w:val="center"/>
            <w:rPr>
              <w:b/>
              <w:sz w:val="28"/>
            </w:rPr>
          </w:pPr>
          <w:r w:rsidRPr="006B4EEE">
            <w:rPr>
              <w:b/>
              <w:sz w:val="28"/>
            </w:rPr>
            <w:t>FICHE CONTRAT</w:t>
          </w:r>
        </w:p>
      </w:tc>
      <w:tc>
        <w:tcPr>
          <w:tcW w:w="2382" w:type="dxa"/>
          <w:gridSpan w:val="8"/>
          <w:tcBorders>
            <w:top w:val="single" w:sz="12" w:space="0" w:color="auto"/>
            <w:right w:val="nil"/>
          </w:tcBorders>
          <w:shd w:val="clear" w:color="auto" w:fill="auto"/>
          <w:vAlign w:val="center"/>
        </w:tcPr>
        <w:p w:rsidR="00184B84" w:rsidRDefault="00184B84" w:rsidP="00184B84">
          <w:pPr>
            <w:jc w:val="center"/>
            <w:rPr>
              <w:rFonts w:ascii="Arial Rounded MT Bold" w:hAnsi="Arial Rounded MT Bold"/>
              <w:sz w:val="24"/>
            </w:rPr>
          </w:pPr>
          <w:r w:rsidRPr="00A977C2">
            <w:rPr>
              <w:rFonts w:cs="Arial"/>
              <w:b/>
            </w:rPr>
            <w:t>FICHE DE SÉQUENCE</w:t>
          </w:r>
          <w:r>
            <w:rPr>
              <w:rFonts w:cs="Arial"/>
              <w:b/>
            </w:rPr>
            <w:t> :</w:t>
          </w:r>
        </w:p>
      </w:tc>
      <w:tc>
        <w:tcPr>
          <w:tcW w:w="5491" w:type="dxa"/>
          <w:gridSpan w:val="18"/>
          <w:tcBorders>
            <w:top w:val="single" w:sz="12" w:space="0" w:color="auto"/>
            <w:left w:val="nil"/>
            <w:right w:val="single" w:sz="12" w:space="0" w:color="auto"/>
          </w:tcBorders>
          <w:shd w:val="clear" w:color="auto" w:fill="auto"/>
          <w:vAlign w:val="center"/>
        </w:tcPr>
        <w:p w:rsidR="00184B84" w:rsidRDefault="00184B84" w:rsidP="00184B84">
          <w:pPr>
            <w:jc w:val="center"/>
            <w:rPr>
              <w:rFonts w:ascii="Arial Rounded MT Bold" w:hAnsi="Arial Rounded MT Bold"/>
              <w:sz w:val="24"/>
            </w:rPr>
          </w:pPr>
          <w:r w:rsidRPr="00184B84">
            <w:rPr>
              <w:rFonts w:ascii="Arial Rounded MT Bold" w:eastAsiaTheme="minorHAnsi" w:hAnsi="Arial Rounded MT Bold" w:cstheme="minorBidi"/>
              <w:b/>
              <w:sz w:val="28"/>
            </w:rPr>
            <w:t>PRÉPARATION DU PROJET</w:t>
          </w:r>
        </w:p>
      </w:tc>
    </w:tr>
    <w:tr w:rsidR="00184B84" w:rsidRPr="00E635B7" w:rsidTr="00294FF9">
      <w:trPr>
        <w:trHeight w:val="265"/>
      </w:trPr>
      <w:tc>
        <w:tcPr>
          <w:tcW w:w="2602" w:type="dxa"/>
          <w:gridSpan w:val="9"/>
          <w:tcBorders>
            <w:left w:val="single" w:sz="12" w:space="0" w:color="auto"/>
          </w:tcBorders>
          <w:shd w:val="clear" w:color="auto" w:fill="B6DDE8" w:themeFill="accent5" w:themeFillTint="66"/>
          <w:vAlign w:val="center"/>
        </w:tcPr>
        <w:p w:rsidR="00184B84" w:rsidRDefault="00184B84" w:rsidP="00184B84">
          <w:pPr>
            <w:jc w:val="center"/>
            <w:rPr>
              <w:b/>
              <w:sz w:val="24"/>
            </w:rPr>
          </w:pPr>
          <w:r w:rsidRPr="00A977C2">
            <w:rPr>
              <w:b/>
              <w:sz w:val="24"/>
            </w:rPr>
            <w:t>EXAMEN PR</w:t>
          </w:r>
          <w:r w:rsidRPr="00A977C2">
            <w:rPr>
              <w:rFonts w:cs="Arial"/>
              <w:b/>
              <w:sz w:val="24"/>
            </w:rPr>
            <w:t>É</w:t>
          </w:r>
          <w:r w:rsidRPr="00A977C2">
            <w:rPr>
              <w:b/>
              <w:sz w:val="24"/>
            </w:rPr>
            <w:t>PARÉ</w:t>
          </w:r>
        </w:p>
      </w:tc>
      <w:tc>
        <w:tcPr>
          <w:tcW w:w="7873" w:type="dxa"/>
          <w:gridSpan w:val="26"/>
          <w:tcBorders>
            <w:right w:val="single" w:sz="12" w:space="0" w:color="auto"/>
          </w:tcBorders>
          <w:shd w:val="clear" w:color="auto" w:fill="auto"/>
          <w:vAlign w:val="center"/>
        </w:tcPr>
        <w:p w:rsidR="00184B84" w:rsidRPr="00A977C2" w:rsidRDefault="00830A95" w:rsidP="00184B84">
          <w:pPr>
            <w:jc w:val="center"/>
            <w:rPr>
              <w:rFonts w:ascii="Arial Rounded MT Bold" w:hAnsi="Arial Rounded MT Bold"/>
              <w:sz w:val="24"/>
            </w:rPr>
          </w:pPr>
          <w:r>
            <w:rPr>
              <w:rFonts w:ascii="Arial Rounded MT Bold" w:hAnsi="Arial Rounded MT Bold"/>
              <w:sz w:val="24"/>
            </w:rPr>
            <w:t>BAC PRO métier du cuir</w:t>
          </w:r>
          <w:r w:rsidR="00184B84" w:rsidRPr="00A977C2">
            <w:rPr>
              <w:rFonts w:ascii="Arial Rounded MT Bold" w:hAnsi="Arial Rounded MT Bold"/>
              <w:sz w:val="24"/>
            </w:rPr>
            <w:t xml:space="preserve"> - Maroquinerie et chaussure</w:t>
          </w:r>
        </w:p>
      </w:tc>
    </w:tr>
    <w:tr w:rsidR="00294FF9" w:rsidRPr="00E635B7" w:rsidTr="00057436">
      <w:trPr>
        <w:trHeight w:val="283"/>
      </w:trPr>
      <w:tc>
        <w:tcPr>
          <w:tcW w:w="3491" w:type="dxa"/>
          <w:gridSpan w:val="12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294FF9" w:rsidRPr="00E635B7" w:rsidRDefault="00294FF9" w:rsidP="00184B84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Seconde </w:t>
          </w:r>
          <w:r w:rsidRPr="00294FF9">
            <w:rPr>
              <w:sz w:val="18"/>
            </w:rPr>
            <w:t>BAC PRO Métier du cuir</w:t>
          </w:r>
        </w:p>
      </w:tc>
      <w:tc>
        <w:tcPr>
          <w:tcW w:w="3492" w:type="dxa"/>
          <w:gridSpan w:val="1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294FF9" w:rsidRPr="00E635B7" w:rsidRDefault="00294FF9" w:rsidP="00184B84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Première </w:t>
          </w:r>
          <w:r w:rsidRPr="00294FF9">
            <w:rPr>
              <w:sz w:val="18"/>
            </w:rPr>
            <w:t>BAC PRO Métier du cuir</w:t>
          </w:r>
        </w:p>
      </w:tc>
      <w:tc>
        <w:tcPr>
          <w:tcW w:w="3492" w:type="dxa"/>
          <w:gridSpan w:val="11"/>
          <w:tcBorders>
            <w:right w:val="single" w:sz="12" w:space="0" w:color="auto"/>
          </w:tcBorders>
          <w:vAlign w:val="center"/>
        </w:tcPr>
        <w:p w:rsidR="00294FF9" w:rsidRPr="00E635B7" w:rsidRDefault="00294FF9" w:rsidP="00184B84">
          <w:pPr>
            <w:jc w:val="center"/>
            <w:rPr>
              <w:sz w:val="18"/>
            </w:rPr>
          </w:pPr>
          <w:r w:rsidRPr="00294FF9">
            <w:rPr>
              <w:b/>
              <w:sz w:val="24"/>
            </w:rPr>
            <w:t xml:space="preserve">Terminale </w:t>
          </w:r>
          <w:r w:rsidRPr="00294FF9">
            <w:rPr>
              <w:sz w:val="18"/>
            </w:rPr>
            <w:t>BAC PRO Métier du cuir</w:t>
          </w:r>
        </w:p>
      </w:tc>
    </w:tr>
    <w:tr w:rsidR="00294FF9" w:rsidRPr="00E635B7" w:rsidTr="006853C8">
      <w:trPr>
        <w:cantSplit/>
        <w:trHeight w:val="556"/>
      </w:trPr>
      <w:tc>
        <w:tcPr>
          <w:tcW w:w="317" w:type="dxa"/>
          <w:tcBorders>
            <w:left w:val="single" w:sz="12" w:space="0" w:color="auto"/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bookmarkStart w:id="0" w:name="_GoBack" w:colFirst="0" w:colLast="1"/>
          <w:r w:rsidRPr="00057436">
            <w:rPr>
              <w:sz w:val="18"/>
            </w:rPr>
            <w:t>sep</w:t>
          </w:r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oct</w:t>
          </w:r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nov</w:t>
          </w:r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déc</w:t>
          </w:r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jav</w:t>
          </w:r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fév</w:t>
          </w:r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mar</w:t>
          </w:r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avr</w:t>
          </w:r>
        </w:p>
      </w:tc>
      <w:tc>
        <w:tcPr>
          <w:tcW w:w="317" w:type="dxa"/>
          <w:gridSpan w:val="2"/>
          <w:tcBorders>
            <w:bottom w:val="single" w:sz="12" w:space="0" w:color="auto"/>
          </w:tcBorders>
          <w:shd w:val="clear" w:color="auto" w:fill="auto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8" w:type="dxa"/>
          <w:tcBorders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7" w:type="dxa"/>
          <w:tcBorders>
            <w:bottom w:val="single" w:sz="12" w:space="0" w:color="auto"/>
            <w:right w:val="single" w:sz="12" w:space="0" w:color="auto"/>
          </w:tcBorders>
          <w:shd w:val="clear" w:color="auto" w:fill="FFFF99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juill</w:t>
          </w:r>
        </w:p>
      </w:tc>
      <w:tc>
        <w:tcPr>
          <w:tcW w:w="318" w:type="dxa"/>
          <w:tcBorders>
            <w:left w:val="single" w:sz="12" w:space="0" w:color="auto"/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sep</w:t>
          </w:r>
        </w:p>
      </w:tc>
      <w:tc>
        <w:tcPr>
          <w:tcW w:w="317" w:type="dxa"/>
          <w:tcBorders>
            <w:bottom w:val="single" w:sz="12" w:space="0" w:color="auto"/>
          </w:tcBorders>
          <w:shd w:val="clear" w:color="auto" w:fill="FFFF99"/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oct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nov</w:t>
          </w:r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déc</w:t>
          </w:r>
        </w:p>
      </w:tc>
      <w:tc>
        <w:tcPr>
          <w:tcW w:w="317" w:type="dxa"/>
          <w:gridSpan w:val="2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jav</w:t>
          </w:r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fév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mar</w:t>
          </w:r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avr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8" w:type="dxa"/>
          <w:tcBorders>
            <w:bottom w:val="single" w:sz="12" w:space="0" w:color="auto"/>
            <w:right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juill</w:t>
          </w:r>
        </w:p>
      </w:tc>
      <w:tc>
        <w:tcPr>
          <w:tcW w:w="317" w:type="dxa"/>
          <w:tcBorders>
            <w:left w:val="single" w:sz="12" w:space="0" w:color="auto"/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sep</w:t>
          </w:r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oct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nov</w:t>
          </w:r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déc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jav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fév</w:t>
          </w:r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mar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avr</w:t>
          </w:r>
        </w:p>
      </w:tc>
      <w:tc>
        <w:tcPr>
          <w:tcW w:w="318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mai</w:t>
          </w:r>
        </w:p>
      </w:tc>
      <w:tc>
        <w:tcPr>
          <w:tcW w:w="317" w:type="dxa"/>
          <w:tcBorders>
            <w:bottom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juin</w:t>
          </w:r>
        </w:p>
      </w:tc>
      <w:tc>
        <w:tcPr>
          <w:tcW w:w="318" w:type="dxa"/>
          <w:tcBorders>
            <w:bottom w:val="single" w:sz="12" w:space="0" w:color="auto"/>
            <w:right w:val="single" w:sz="12" w:space="0" w:color="auto"/>
          </w:tcBorders>
          <w:textDirection w:val="tbRl"/>
          <w:vAlign w:val="center"/>
        </w:tcPr>
        <w:p w:rsidR="00294FF9" w:rsidRPr="00057436" w:rsidRDefault="00294FF9" w:rsidP="00057436">
          <w:pPr>
            <w:ind w:left="113" w:right="113"/>
            <w:jc w:val="center"/>
            <w:rPr>
              <w:sz w:val="18"/>
            </w:rPr>
          </w:pPr>
          <w:r w:rsidRPr="00057436">
            <w:rPr>
              <w:sz w:val="18"/>
            </w:rPr>
            <w:t>juill</w:t>
          </w:r>
        </w:p>
      </w:tc>
    </w:tr>
    <w:bookmarkEnd w:id="0"/>
  </w:tbl>
  <w:p w:rsidR="00156328" w:rsidRPr="00E635B7" w:rsidRDefault="00156328" w:rsidP="00E635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06" type="#_x0000_t75" style="width:315.35pt;height:242.65pt" o:bullet="t">
        <v:imagedata r:id="rId1" o:title="Dessin reichelieu 2"/>
      </v:shape>
    </w:pict>
  </w:numPicBullet>
  <w:abstractNum w:abstractNumId="0" w15:restartNumberingAfterBreak="0">
    <w:nsid w:val="015A0E2F"/>
    <w:multiLevelType w:val="multilevel"/>
    <w:tmpl w:val="03C60B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" w15:restartNumberingAfterBreak="0">
    <w:nsid w:val="113B49A4"/>
    <w:multiLevelType w:val="hybridMultilevel"/>
    <w:tmpl w:val="FB8E2A3E"/>
    <w:lvl w:ilvl="0" w:tplc="EFAC4C8E">
      <w:start w:val="1"/>
      <w:numFmt w:val="decimal"/>
      <w:lvlText w:val="%1-"/>
      <w:lvlJc w:val="left"/>
      <w:pPr>
        <w:ind w:left="108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6D2F85"/>
    <w:multiLevelType w:val="hybridMultilevel"/>
    <w:tmpl w:val="6DF4C71E"/>
    <w:lvl w:ilvl="0" w:tplc="290AC0FC">
      <w:start w:val="1"/>
      <w:numFmt w:val="bullet"/>
      <w:pStyle w:val="pastill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62DEC"/>
    <w:multiLevelType w:val="multilevel"/>
    <w:tmpl w:val="6B32C773"/>
    <w:name w:val="Bullets"/>
    <w:lvl w:ilvl="0">
      <w:start w:val="1"/>
      <w:numFmt w:val="bullet"/>
      <w:lvlText w:val="·"/>
      <w:lvlJc w:val="left"/>
      <w:rPr>
        <w:rFonts w:ascii="Symbol" w:hAnsi="Symbol" w:cs="Symbol"/>
        <w:sz w:val="24"/>
      </w:rPr>
    </w:lvl>
    <w:lvl w:ilvl="1">
      <w:start w:val="1"/>
      <w:numFmt w:val="bullet"/>
      <w:lvlText w:val="§"/>
      <w:lvlJc w:val="left"/>
      <w:rPr>
        <w:rFonts w:ascii="Wingdings" w:hAnsi="Wingdings" w:cs="Wingdings"/>
        <w:sz w:val="24"/>
      </w:rPr>
    </w:lvl>
    <w:lvl w:ilvl="2">
      <w:start w:val="1"/>
      <w:numFmt w:val="bullet"/>
      <w:lvlText w:val="q"/>
      <w:lvlJc w:val="left"/>
      <w:rPr>
        <w:rFonts w:ascii="Wingdings" w:hAnsi="Wingdings" w:cs="Wingdings"/>
        <w:sz w:val="24"/>
      </w:rPr>
    </w:lvl>
    <w:lvl w:ilvl="3">
      <w:start w:val="1"/>
      <w:numFmt w:val="bullet"/>
      <w:lvlText w:val="¨"/>
      <w:lvlJc w:val="left"/>
      <w:rPr>
        <w:rFonts w:ascii="Symbol" w:hAnsi="Symbol" w:cs="Symbol"/>
        <w:sz w:val="24"/>
      </w:rPr>
    </w:lvl>
    <w:lvl w:ilvl="4">
      <w:start w:val="1"/>
      <w:numFmt w:val="bullet"/>
      <w:lvlText w:val="v"/>
      <w:lvlJc w:val="left"/>
      <w:rPr>
        <w:rFonts w:ascii="Wingdings" w:hAnsi="Wingdings" w:cs="Wingdings"/>
        <w:sz w:val="24"/>
      </w:rPr>
    </w:lvl>
    <w:lvl w:ilvl="5">
      <w:start w:val="1"/>
      <w:numFmt w:val="bullet"/>
      <w:lvlText w:val="Ø"/>
      <w:lvlJc w:val="left"/>
      <w:rPr>
        <w:rFonts w:ascii="Wingdings" w:hAnsi="Wingdings" w:cs="Wingdings"/>
        <w:sz w:val="24"/>
      </w:rPr>
    </w:lvl>
    <w:lvl w:ilvl="6">
      <w:start w:val="1"/>
      <w:numFmt w:val="bullet"/>
      <w:lvlText w:val="ü"/>
      <w:lvlJc w:val="left"/>
      <w:rPr>
        <w:rFonts w:ascii="Wingdings" w:hAnsi="Wingdings" w:cs="Wingdings"/>
        <w:sz w:val="24"/>
      </w:rPr>
    </w:lvl>
    <w:lvl w:ilvl="7">
      <w:start w:val="1"/>
      <w:numFmt w:val="bullet"/>
      <w:lvlText w:val="·"/>
      <w:lvlJc w:val="left"/>
      <w:rPr>
        <w:rFonts w:ascii="Symbol" w:hAnsi="Symbol" w:cs="Symbol"/>
        <w:sz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B1"/>
    <w:rsid w:val="000034FB"/>
    <w:rsid w:val="00007053"/>
    <w:rsid w:val="00015AF1"/>
    <w:rsid w:val="0002417A"/>
    <w:rsid w:val="00027C86"/>
    <w:rsid w:val="000347DA"/>
    <w:rsid w:val="00035D45"/>
    <w:rsid w:val="00042F75"/>
    <w:rsid w:val="00057436"/>
    <w:rsid w:val="00074D0A"/>
    <w:rsid w:val="00075048"/>
    <w:rsid w:val="00075D63"/>
    <w:rsid w:val="00081E4A"/>
    <w:rsid w:val="00086886"/>
    <w:rsid w:val="0008755E"/>
    <w:rsid w:val="00092BBE"/>
    <w:rsid w:val="000B01F8"/>
    <w:rsid w:val="000B243A"/>
    <w:rsid w:val="000B569B"/>
    <w:rsid w:val="000E02BE"/>
    <w:rsid w:val="000E7228"/>
    <w:rsid w:val="000F1034"/>
    <w:rsid w:val="001264D2"/>
    <w:rsid w:val="0014433C"/>
    <w:rsid w:val="00156328"/>
    <w:rsid w:val="00163993"/>
    <w:rsid w:val="00163EAC"/>
    <w:rsid w:val="00174947"/>
    <w:rsid w:val="00184B84"/>
    <w:rsid w:val="001A6597"/>
    <w:rsid w:val="001C6F2D"/>
    <w:rsid w:val="001D6788"/>
    <w:rsid w:val="001E1FA4"/>
    <w:rsid w:val="001F059C"/>
    <w:rsid w:val="001F1107"/>
    <w:rsid w:val="00204691"/>
    <w:rsid w:val="00227B69"/>
    <w:rsid w:val="0023729F"/>
    <w:rsid w:val="00241C71"/>
    <w:rsid w:val="002473BE"/>
    <w:rsid w:val="0025355B"/>
    <w:rsid w:val="00271D5A"/>
    <w:rsid w:val="00294FF9"/>
    <w:rsid w:val="002A39CF"/>
    <w:rsid w:val="002B5C30"/>
    <w:rsid w:val="002B7ED0"/>
    <w:rsid w:val="002C1958"/>
    <w:rsid w:val="002C1CF9"/>
    <w:rsid w:val="002E1189"/>
    <w:rsid w:val="002F256B"/>
    <w:rsid w:val="002F7F75"/>
    <w:rsid w:val="0030122A"/>
    <w:rsid w:val="003405E0"/>
    <w:rsid w:val="0035235A"/>
    <w:rsid w:val="00366C42"/>
    <w:rsid w:val="00370873"/>
    <w:rsid w:val="00384FDB"/>
    <w:rsid w:val="003A3F02"/>
    <w:rsid w:val="00403C56"/>
    <w:rsid w:val="00405961"/>
    <w:rsid w:val="00407BE1"/>
    <w:rsid w:val="00422601"/>
    <w:rsid w:val="0043072F"/>
    <w:rsid w:val="004438E1"/>
    <w:rsid w:val="004465BF"/>
    <w:rsid w:val="00447814"/>
    <w:rsid w:val="00453450"/>
    <w:rsid w:val="0048203D"/>
    <w:rsid w:val="004944A0"/>
    <w:rsid w:val="004A0C29"/>
    <w:rsid w:val="004C63DE"/>
    <w:rsid w:val="004D1DFD"/>
    <w:rsid w:val="004E03BC"/>
    <w:rsid w:val="00505186"/>
    <w:rsid w:val="0055509B"/>
    <w:rsid w:val="00567271"/>
    <w:rsid w:val="00574CF9"/>
    <w:rsid w:val="00580D2F"/>
    <w:rsid w:val="00585468"/>
    <w:rsid w:val="00586BFF"/>
    <w:rsid w:val="00594C21"/>
    <w:rsid w:val="005975D2"/>
    <w:rsid w:val="005A5A9A"/>
    <w:rsid w:val="005A6F25"/>
    <w:rsid w:val="005C0197"/>
    <w:rsid w:val="005C3A6B"/>
    <w:rsid w:val="005C7F5D"/>
    <w:rsid w:val="005D0FBD"/>
    <w:rsid w:val="005D7366"/>
    <w:rsid w:val="005D772D"/>
    <w:rsid w:val="0060662C"/>
    <w:rsid w:val="00613A9C"/>
    <w:rsid w:val="00614384"/>
    <w:rsid w:val="00620BB1"/>
    <w:rsid w:val="00624AB1"/>
    <w:rsid w:val="00672A63"/>
    <w:rsid w:val="006743CE"/>
    <w:rsid w:val="006765F1"/>
    <w:rsid w:val="00680D76"/>
    <w:rsid w:val="006853C8"/>
    <w:rsid w:val="00696FF8"/>
    <w:rsid w:val="00697C87"/>
    <w:rsid w:val="006B09C6"/>
    <w:rsid w:val="006B2A97"/>
    <w:rsid w:val="006B4EEE"/>
    <w:rsid w:val="006C1EF6"/>
    <w:rsid w:val="006D310A"/>
    <w:rsid w:val="006D587D"/>
    <w:rsid w:val="006F27D3"/>
    <w:rsid w:val="006F54D0"/>
    <w:rsid w:val="006F6B30"/>
    <w:rsid w:val="0071088B"/>
    <w:rsid w:val="00713479"/>
    <w:rsid w:val="0071508B"/>
    <w:rsid w:val="0071611C"/>
    <w:rsid w:val="0071624D"/>
    <w:rsid w:val="00720272"/>
    <w:rsid w:val="0072475A"/>
    <w:rsid w:val="0074191B"/>
    <w:rsid w:val="00751536"/>
    <w:rsid w:val="00757B80"/>
    <w:rsid w:val="007746DB"/>
    <w:rsid w:val="007A4646"/>
    <w:rsid w:val="007A4F47"/>
    <w:rsid w:val="007A7DBA"/>
    <w:rsid w:val="007C6B97"/>
    <w:rsid w:val="007D0BB0"/>
    <w:rsid w:val="007E583C"/>
    <w:rsid w:val="007F4C19"/>
    <w:rsid w:val="00810884"/>
    <w:rsid w:val="00811181"/>
    <w:rsid w:val="00827DDA"/>
    <w:rsid w:val="00830A95"/>
    <w:rsid w:val="008326EC"/>
    <w:rsid w:val="00851F3C"/>
    <w:rsid w:val="00854580"/>
    <w:rsid w:val="0086358A"/>
    <w:rsid w:val="008675F6"/>
    <w:rsid w:val="008764A2"/>
    <w:rsid w:val="00876BC3"/>
    <w:rsid w:val="00877C16"/>
    <w:rsid w:val="00882E08"/>
    <w:rsid w:val="008969A4"/>
    <w:rsid w:val="008B26FA"/>
    <w:rsid w:val="008B5BAB"/>
    <w:rsid w:val="008C0E30"/>
    <w:rsid w:val="008D1608"/>
    <w:rsid w:val="008D7DDD"/>
    <w:rsid w:val="0092372D"/>
    <w:rsid w:val="00926740"/>
    <w:rsid w:val="00935A74"/>
    <w:rsid w:val="00940461"/>
    <w:rsid w:val="0094292B"/>
    <w:rsid w:val="00947191"/>
    <w:rsid w:val="00955C77"/>
    <w:rsid w:val="00970E6D"/>
    <w:rsid w:val="00975351"/>
    <w:rsid w:val="00984CB8"/>
    <w:rsid w:val="009879C7"/>
    <w:rsid w:val="00987E0D"/>
    <w:rsid w:val="009A0CE2"/>
    <w:rsid w:val="009B12BC"/>
    <w:rsid w:val="009B76C5"/>
    <w:rsid w:val="009C618D"/>
    <w:rsid w:val="009D7B9F"/>
    <w:rsid w:val="00A02223"/>
    <w:rsid w:val="00A31447"/>
    <w:rsid w:val="00A342BF"/>
    <w:rsid w:val="00A41F2D"/>
    <w:rsid w:val="00A54D67"/>
    <w:rsid w:val="00A64D6F"/>
    <w:rsid w:val="00A83472"/>
    <w:rsid w:val="00A838E0"/>
    <w:rsid w:val="00AB3E2C"/>
    <w:rsid w:val="00AC3EFC"/>
    <w:rsid w:val="00AD5823"/>
    <w:rsid w:val="00B10F4D"/>
    <w:rsid w:val="00B23DE3"/>
    <w:rsid w:val="00B34C75"/>
    <w:rsid w:val="00B42150"/>
    <w:rsid w:val="00B5059A"/>
    <w:rsid w:val="00B65E00"/>
    <w:rsid w:val="00B66A76"/>
    <w:rsid w:val="00B67297"/>
    <w:rsid w:val="00B86679"/>
    <w:rsid w:val="00B979B4"/>
    <w:rsid w:val="00BA4E0C"/>
    <w:rsid w:val="00BA654B"/>
    <w:rsid w:val="00BA7746"/>
    <w:rsid w:val="00BB31FC"/>
    <w:rsid w:val="00BC165A"/>
    <w:rsid w:val="00BD4D60"/>
    <w:rsid w:val="00BF175B"/>
    <w:rsid w:val="00BF4746"/>
    <w:rsid w:val="00BF6FCE"/>
    <w:rsid w:val="00C07C9E"/>
    <w:rsid w:val="00C14944"/>
    <w:rsid w:val="00C201B3"/>
    <w:rsid w:val="00C507B4"/>
    <w:rsid w:val="00C5420C"/>
    <w:rsid w:val="00C62224"/>
    <w:rsid w:val="00C6293F"/>
    <w:rsid w:val="00C74097"/>
    <w:rsid w:val="00C75DD3"/>
    <w:rsid w:val="00C86164"/>
    <w:rsid w:val="00C86DD5"/>
    <w:rsid w:val="00C93B9E"/>
    <w:rsid w:val="00CB24ED"/>
    <w:rsid w:val="00CC20FA"/>
    <w:rsid w:val="00CC7435"/>
    <w:rsid w:val="00CE2629"/>
    <w:rsid w:val="00D028AC"/>
    <w:rsid w:val="00D20327"/>
    <w:rsid w:val="00D25A2F"/>
    <w:rsid w:val="00D4714E"/>
    <w:rsid w:val="00D52BF0"/>
    <w:rsid w:val="00D52C61"/>
    <w:rsid w:val="00D57928"/>
    <w:rsid w:val="00D629D1"/>
    <w:rsid w:val="00D94FA9"/>
    <w:rsid w:val="00DA69E1"/>
    <w:rsid w:val="00DA7936"/>
    <w:rsid w:val="00DB528F"/>
    <w:rsid w:val="00DC562B"/>
    <w:rsid w:val="00DC5A0B"/>
    <w:rsid w:val="00DC6FC9"/>
    <w:rsid w:val="00DD1C60"/>
    <w:rsid w:val="00DE22B7"/>
    <w:rsid w:val="00DE46F9"/>
    <w:rsid w:val="00DF4AB0"/>
    <w:rsid w:val="00E050AE"/>
    <w:rsid w:val="00E42CC3"/>
    <w:rsid w:val="00E448F2"/>
    <w:rsid w:val="00E52862"/>
    <w:rsid w:val="00E635B7"/>
    <w:rsid w:val="00E710DA"/>
    <w:rsid w:val="00E76576"/>
    <w:rsid w:val="00EA0DD3"/>
    <w:rsid w:val="00EB7E53"/>
    <w:rsid w:val="00EC0FF5"/>
    <w:rsid w:val="00EC2F2D"/>
    <w:rsid w:val="00ED25EE"/>
    <w:rsid w:val="00EE0935"/>
    <w:rsid w:val="00EE651C"/>
    <w:rsid w:val="00EF589F"/>
    <w:rsid w:val="00F05BFE"/>
    <w:rsid w:val="00F07218"/>
    <w:rsid w:val="00F15E5F"/>
    <w:rsid w:val="00F20B32"/>
    <w:rsid w:val="00F4003C"/>
    <w:rsid w:val="00F81CFD"/>
    <w:rsid w:val="00F825A6"/>
    <w:rsid w:val="00F8450C"/>
    <w:rsid w:val="00F97A94"/>
    <w:rsid w:val="00FB642D"/>
    <w:rsid w:val="00FC2258"/>
    <w:rsid w:val="00FF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630B05"/>
  <w15:docId w15:val="{CF84C132-E2B9-46EB-9A8A-6E04D907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862"/>
    <w:rPr>
      <w:sz w:val="22"/>
    </w:rPr>
  </w:style>
  <w:style w:type="paragraph" w:styleId="Titre1">
    <w:name w:val="heading 1"/>
    <w:basedOn w:val="Normal"/>
    <w:next w:val="Normal"/>
    <w:qFormat/>
    <w:rsid w:val="00E52862"/>
    <w:pPr>
      <w:keepNext/>
      <w:numPr>
        <w:numId w:val="1"/>
      </w:numPr>
      <w:spacing w:before="240" w:after="60"/>
      <w:outlineLvl w:val="0"/>
    </w:pPr>
    <w:rPr>
      <w:rFonts w:ascii="Arial" w:hAnsi="Arial"/>
      <w:b/>
      <w:smallCaps/>
      <w:kern w:val="28"/>
      <w:sz w:val="28"/>
    </w:rPr>
  </w:style>
  <w:style w:type="paragraph" w:styleId="Titre2">
    <w:name w:val="heading 2"/>
    <w:basedOn w:val="Normal"/>
    <w:next w:val="Corpsdetexte"/>
    <w:qFormat/>
    <w:rsid w:val="00E52862"/>
    <w:pPr>
      <w:keepNext/>
      <w:numPr>
        <w:ilvl w:val="1"/>
        <w:numId w:val="1"/>
      </w:numPr>
      <w:tabs>
        <w:tab w:val="left" w:pos="851"/>
      </w:tabs>
      <w:spacing w:before="12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rsid w:val="00E52862"/>
    <w:pPr>
      <w:keepNext/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E52862"/>
    <w:pPr>
      <w:keepNext/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rsid w:val="00E52862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E52862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E52862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E52862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E52862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35D45"/>
    <w:pPr>
      <w:tabs>
        <w:tab w:val="center" w:pos="4536"/>
        <w:tab w:val="right" w:pos="9072"/>
      </w:tabs>
    </w:pPr>
  </w:style>
  <w:style w:type="paragraph" w:customStyle="1" w:styleId="TITRETP">
    <w:name w:val="TITRE TP"/>
    <w:basedOn w:val="Normal"/>
    <w:next w:val="Corpsdetexte"/>
    <w:rsid w:val="00F05BFE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/>
      <w:sz w:val="52"/>
    </w:rPr>
  </w:style>
  <w:style w:type="paragraph" w:styleId="Corpsdetexte">
    <w:name w:val="Body Text"/>
    <w:basedOn w:val="Normal"/>
    <w:link w:val="CorpsdetexteCar"/>
    <w:rsid w:val="00035D45"/>
    <w:pPr>
      <w:spacing w:after="120"/>
    </w:pPr>
  </w:style>
  <w:style w:type="paragraph" w:styleId="Pieddepage">
    <w:name w:val="footer"/>
    <w:basedOn w:val="Normal"/>
    <w:link w:val="PieddepageCar"/>
    <w:uiPriority w:val="99"/>
    <w:rsid w:val="00035D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35D45"/>
  </w:style>
  <w:style w:type="character" w:styleId="Marquedecommentaire">
    <w:name w:val="annotation reference"/>
    <w:basedOn w:val="Policepardfaut"/>
    <w:semiHidden/>
    <w:rsid w:val="00035D45"/>
    <w:rPr>
      <w:sz w:val="16"/>
    </w:rPr>
  </w:style>
  <w:style w:type="paragraph" w:customStyle="1" w:styleId="Titre1sansnum">
    <w:name w:val="Titre1 sans num"/>
    <w:basedOn w:val="Titre1"/>
    <w:next w:val="Corpsdetexte"/>
    <w:rsid w:val="00035D45"/>
    <w:pPr>
      <w:pBdr>
        <w:bottom w:val="single" w:sz="6" w:space="4" w:color="auto"/>
      </w:pBdr>
      <w:outlineLvl w:val="9"/>
    </w:pPr>
  </w:style>
  <w:style w:type="paragraph" w:styleId="Commentaire">
    <w:name w:val="annotation text"/>
    <w:basedOn w:val="Normal"/>
    <w:semiHidden/>
    <w:rsid w:val="00035D45"/>
    <w:rPr>
      <w:sz w:val="20"/>
    </w:rPr>
  </w:style>
  <w:style w:type="paragraph" w:styleId="Retraitnormal">
    <w:name w:val="Normal Indent"/>
    <w:basedOn w:val="Normal"/>
    <w:rsid w:val="00035D45"/>
    <w:pPr>
      <w:ind w:left="1080"/>
    </w:pPr>
    <w:rPr>
      <w:rFonts w:ascii="Arial" w:hAnsi="Arial"/>
      <w:sz w:val="20"/>
    </w:rPr>
  </w:style>
  <w:style w:type="paragraph" w:customStyle="1" w:styleId="pastille">
    <w:name w:val="pastille"/>
    <w:basedOn w:val="Normal"/>
    <w:uiPriority w:val="99"/>
    <w:rsid w:val="00035D45"/>
    <w:pPr>
      <w:numPr>
        <w:numId w:val="2"/>
      </w:numPr>
    </w:pPr>
  </w:style>
  <w:style w:type="table" w:styleId="Grilledutableau">
    <w:name w:val="Table Grid"/>
    <w:basedOn w:val="TableauNormal"/>
    <w:rsid w:val="0098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7657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5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57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56727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67271"/>
    <w:rPr>
      <w:sz w:val="22"/>
    </w:rPr>
  </w:style>
  <w:style w:type="character" w:customStyle="1" w:styleId="CorpsdetexteCar">
    <w:name w:val="Corps de texte Car"/>
    <w:basedOn w:val="Policepardfaut"/>
    <w:link w:val="Corpsdetexte"/>
    <w:rsid w:val="00C14944"/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1F1107"/>
    <w:rPr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E635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m%20travail\TRAVAUX%20PRATIQU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21701-424D-4327-9075-7FE0E554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TRAVAUX PRATIQUES</Template>
  <TotalTime>313</TotalTime>
  <Pages>3</Pages>
  <Words>349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PRÉPARATION DU PROJET</vt:lpstr>
    </vt:vector>
  </TitlesOfParts>
  <Company>P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PRÉPARATION DU PROJET</dc:title>
  <dc:subject>CAO</dc:subject>
  <dc:creator>aandreu</dc:creator>
  <cp:lastModifiedBy>Alicia ANDREÜ</cp:lastModifiedBy>
  <cp:revision>47</cp:revision>
  <cp:lastPrinted>2020-06-29T13:48:00Z</cp:lastPrinted>
  <dcterms:created xsi:type="dcterms:W3CDTF">2020-05-12T08:58:00Z</dcterms:created>
  <dcterms:modified xsi:type="dcterms:W3CDTF">2020-06-29T13:49:00Z</dcterms:modified>
</cp:coreProperties>
</file>