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1"/>
        <w:gridCol w:w="6450"/>
        <w:gridCol w:w="2016"/>
      </w:tblGrid>
      <w:tr w:rsidR="0060662C" w:rsidTr="008764A2">
        <w:trPr>
          <w:trHeight w:val="383"/>
        </w:trPr>
        <w:tc>
          <w:tcPr>
            <w:tcW w:w="1972" w:type="dxa"/>
            <w:vMerge w:val="restart"/>
            <w:shd w:val="clear" w:color="auto" w:fill="FFFF99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OBJECTIFS DE LA SÉQUENCE :</w:t>
            </w:r>
          </w:p>
        </w:tc>
        <w:tc>
          <w:tcPr>
            <w:tcW w:w="6469" w:type="dxa"/>
            <w:vMerge w:val="restart"/>
            <w:shd w:val="clear" w:color="auto" w:fill="FFFF99"/>
          </w:tcPr>
          <w:p w:rsidR="0060662C" w:rsidRPr="008C0E30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L’élève doit être c</w:t>
            </w:r>
            <w:r w:rsidR="008C0E30"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apable d</w:t>
            </w: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e :</w:t>
            </w:r>
          </w:p>
          <w:p w:rsidR="0060662C" w:rsidRPr="00CE2629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color w:val="FF0000"/>
                <w:sz w:val="24"/>
                <w:szCs w:val="25"/>
              </w:rPr>
            </w:pPr>
            <w:r w:rsidRPr="008C0E30">
              <w:rPr>
                <w:rFonts w:ascii="Arial" w:hAnsi="Arial" w:cs="Arial"/>
                <w:b/>
                <w:color w:val="FF0000"/>
                <w:sz w:val="24"/>
                <w:szCs w:val="25"/>
              </w:rPr>
              <w:t>1-Préparer son projet (couche, attributs) sur le logiciel de patronage Cao (Rsc 2d)</w:t>
            </w: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CLASSE:</w:t>
            </w:r>
          </w:p>
        </w:tc>
      </w:tr>
      <w:tr w:rsidR="0060662C" w:rsidTr="008764A2">
        <w:trPr>
          <w:trHeight w:val="579"/>
        </w:trPr>
        <w:tc>
          <w:tcPr>
            <w:tcW w:w="1972" w:type="dxa"/>
            <w:vMerge/>
            <w:shd w:val="clear" w:color="auto" w:fill="FFFF99"/>
          </w:tcPr>
          <w:p w:rsidR="0060662C" w:rsidRP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</w:p>
        </w:tc>
        <w:tc>
          <w:tcPr>
            <w:tcW w:w="6469" w:type="dxa"/>
            <w:vMerge/>
            <w:shd w:val="clear" w:color="auto" w:fill="FFFF99"/>
          </w:tcPr>
          <w:p w:rsidR="0060662C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shd w:val="clear" w:color="auto" w:fill="FBD4B4" w:themeFill="accent6" w:themeFillTint="66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1bts MMCM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 w:val="restart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 w:val="24"/>
                <w:szCs w:val="28"/>
              </w:rPr>
              <w:t>PRÉREQUIS </w:t>
            </w:r>
            <w:r w:rsidRPr="00184B84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:</w:t>
            </w:r>
          </w:p>
        </w:tc>
        <w:tc>
          <w:tcPr>
            <w:tcW w:w="6469" w:type="dxa"/>
            <w:vMerge w:val="restart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4"/>
                <w:szCs w:val="25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>1-Les fonctions de base RSC (points, courbes, droites, couches, attributs)</w:t>
            </w:r>
          </w:p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" w:hAnsi="Arial" w:cs="Arial"/>
                <w:sz w:val="24"/>
                <w:szCs w:val="25"/>
              </w:rPr>
              <w:t>2- Paramétrage du DXF converter</w:t>
            </w:r>
          </w:p>
        </w:tc>
        <w:tc>
          <w:tcPr>
            <w:tcW w:w="2016" w:type="dxa"/>
            <w:vAlign w:val="center"/>
          </w:tcPr>
          <w:p w:rsidR="0060662C" w:rsidRPr="0060662C" w:rsidRDefault="0060662C" w:rsidP="0060662C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 Rounded MT Bold" w:hAnsi="Arial Rounded MT Bold"/>
                <w:b/>
                <w:smallCaps/>
                <w:kern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kern w:val="28"/>
                <w:szCs w:val="28"/>
              </w:rPr>
              <w:t>OPTION :</w:t>
            </w:r>
          </w:p>
        </w:tc>
      </w:tr>
      <w:tr w:rsidR="0060662C" w:rsidTr="006B4EEE">
        <w:trPr>
          <w:trHeight w:val="432"/>
        </w:trPr>
        <w:tc>
          <w:tcPr>
            <w:tcW w:w="1972" w:type="dxa"/>
            <w:vMerge/>
          </w:tcPr>
          <w:p w:rsidR="0060662C" w:rsidRPr="00184B84" w:rsidRDefault="0060662C" w:rsidP="00184B84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</w:p>
        </w:tc>
        <w:tc>
          <w:tcPr>
            <w:tcW w:w="6469" w:type="dxa"/>
            <w:vMerge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ind w:left="-103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016" w:type="dxa"/>
            <w:vAlign w:val="center"/>
          </w:tcPr>
          <w:p w:rsidR="0060662C" w:rsidRDefault="0060662C" w:rsidP="0060662C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 w:rsidRPr="0060662C">
              <w:rPr>
                <w:rFonts w:ascii="Arial Rounded MT Bold" w:hAnsi="Arial Rounded MT Bold"/>
                <w:b/>
                <w:smallCaps/>
                <w:color w:val="00B0F0"/>
                <w:kern w:val="28"/>
                <w:sz w:val="28"/>
                <w:szCs w:val="28"/>
              </w:rPr>
              <w:t>CHAUSSURE</w:t>
            </w:r>
          </w:p>
        </w:tc>
      </w:tr>
    </w:tbl>
    <w:p w:rsidR="00184B84" w:rsidRPr="00D57928" w:rsidRDefault="00184B84" w:rsidP="006B4EEE">
      <w:pPr>
        <w:pStyle w:val="pastille"/>
        <w:numPr>
          <w:ilvl w:val="0"/>
          <w:numId w:val="0"/>
        </w:numPr>
        <w:rPr>
          <w:rFonts w:ascii="Arial Rounded MT Bold" w:hAnsi="Arial Rounded MT Bold"/>
          <w:b/>
          <w:smallCaps/>
          <w:kern w:val="28"/>
          <w:sz w:val="16"/>
          <w:szCs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8"/>
        <w:gridCol w:w="65"/>
        <w:gridCol w:w="1044"/>
        <w:gridCol w:w="875"/>
        <w:gridCol w:w="169"/>
        <w:gridCol w:w="1043"/>
        <w:gridCol w:w="1044"/>
        <w:gridCol w:w="735"/>
        <w:gridCol w:w="309"/>
        <w:gridCol w:w="1043"/>
        <w:gridCol w:w="1044"/>
        <w:gridCol w:w="1044"/>
        <w:gridCol w:w="1044"/>
      </w:tblGrid>
      <w:tr w:rsidR="006B4EEE" w:rsidTr="00B65E00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6B4EEE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TÂCHES PROFESSIONNELLES</w:t>
            </w:r>
          </w:p>
        </w:tc>
      </w:tr>
      <w:tr w:rsidR="006B4EEE" w:rsidTr="008C0E30">
        <w:tc>
          <w:tcPr>
            <w:tcW w:w="97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 Rounded MT Bold" w:hAnsi="Arial Rounded MT Bold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8C0E30">
              <w:rPr>
                <w:rFonts w:ascii="Arial Rounded MT Bold" w:hAnsi="Arial Rounded MT Bold"/>
                <w:b/>
                <w:color w:val="FF0000"/>
                <w:sz w:val="28"/>
              </w:rPr>
              <w:t>A-T5</w:t>
            </w:r>
          </w:p>
        </w:tc>
        <w:tc>
          <w:tcPr>
            <w:tcW w:w="9459" w:type="dxa"/>
            <w:gridSpan w:val="1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Pr="008C0E30" w:rsidRDefault="006B4EEE" w:rsidP="006B4EEE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  <w:smallCaps/>
                <w:color w:val="FF0000"/>
                <w:kern w:val="28"/>
                <w:sz w:val="28"/>
                <w:szCs w:val="28"/>
              </w:rPr>
            </w:pPr>
            <w:r w:rsidRPr="008C0E30">
              <w:rPr>
                <w:rFonts w:ascii="Arial" w:hAnsi="Arial" w:cs="Arial"/>
                <w:b/>
                <w:color w:val="FF0000"/>
                <w:sz w:val="28"/>
                <w:szCs w:val="25"/>
              </w:rPr>
              <w:t>Concevoir et réaliser les plans et les gabarits</w:t>
            </w:r>
          </w:p>
        </w:tc>
      </w:tr>
      <w:tr w:rsidR="00B65E00" w:rsidTr="00B65E00">
        <w:trPr>
          <w:trHeight w:val="113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65E00" w:rsidRPr="00B65E00" w:rsidRDefault="00B65E00" w:rsidP="006B4EEE">
            <w:pPr>
              <w:pStyle w:val="Corpsdetexte"/>
              <w:spacing w:after="0"/>
              <w:rPr>
                <w:rFonts w:ascii="Arial Rounded MT Bold" w:hAnsi="Arial Rounded MT Bold"/>
                <w:b/>
                <w:smallCaps/>
                <w:kern w:val="28"/>
                <w:sz w:val="18"/>
                <w:szCs w:val="28"/>
              </w:rPr>
            </w:pPr>
          </w:p>
        </w:tc>
      </w:tr>
      <w:tr w:rsidR="006B4EEE" w:rsidTr="00B65E00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6B4EEE" w:rsidRDefault="006B4EEE" w:rsidP="006B4EEE">
            <w:pPr>
              <w:pStyle w:val="Corpsdetexte"/>
              <w:spacing w:after="0"/>
            </w:pPr>
            <w:r w:rsidRPr="006B4EEE">
              <w:rPr>
                <w:rFonts w:ascii="Arial Rounded MT Bold" w:hAnsi="Arial Rounded MT Bold"/>
                <w:b/>
                <w:smallCaps/>
                <w:kern w:val="28"/>
                <w:sz w:val="28"/>
                <w:szCs w:val="28"/>
              </w:rPr>
              <w:t>COMPÉTENCES ET SAVOIRS</w:t>
            </w:r>
          </w:p>
        </w:tc>
      </w:tr>
      <w:tr w:rsidR="006B4EEE" w:rsidTr="00B65E00">
        <w:tc>
          <w:tcPr>
            <w:tcW w:w="595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Compétences</w:t>
            </w:r>
          </w:p>
        </w:tc>
        <w:tc>
          <w:tcPr>
            <w:tcW w:w="44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26FA">
              <w:rPr>
                <w:rFonts w:ascii="Arial Rounded MT Bold" w:hAnsi="Arial Rounded MT Bold" w:cs="Arial"/>
                <w:b/>
              </w:rPr>
              <w:t>Savoirs</w:t>
            </w:r>
          </w:p>
        </w:tc>
      </w:tr>
      <w:tr w:rsidR="006B4EEE" w:rsidTr="00B65E00">
        <w:tc>
          <w:tcPr>
            <w:tcW w:w="595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5BAB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>C1.311</w:t>
            </w:r>
            <w:r w:rsidRPr="00C86DD5">
              <w:rPr>
                <w:rFonts w:ascii="Trebuchet MS" w:hAnsi="Trebuchet MS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5"/>
                <w:szCs w:val="25"/>
              </w:rPr>
              <w:t>Analyser les formes géométriques et les contraintes techniques du produit. En déduire les conditions nécessaires de construction (aisance, spécificités géométriques et dimensionnelles) et les tolérances nécessaires associées.</w:t>
            </w:r>
          </w:p>
        </w:tc>
        <w:tc>
          <w:tcPr>
            <w:tcW w:w="44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>
              <w:rPr>
                <w:rFonts w:ascii="Arial" w:hAnsi="Arial" w:cs="Arial"/>
                <w:sz w:val="25"/>
                <w:szCs w:val="25"/>
              </w:rPr>
              <w:t>S2 S6.5 S4.1</w:t>
            </w:r>
          </w:p>
        </w:tc>
      </w:tr>
      <w:tr w:rsidR="006B4EEE" w:rsidTr="00B65E00">
        <w:tc>
          <w:tcPr>
            <w:tcW w:w="5953" w:type="dxa"/>
            <w:gridSpan w:val="8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 w:rsidRPr="008B5BAB">
              <w:rPr>
                <w:rFonts w:ascii="Arial Rounded MT Bold" w:hAnsi="Arial Rounded MT Bold" w:cs="Arial"/>
                <w:b/>
                <w:color w:val="000000"/>
                <w:sz w:val="24"/>
                <w:szCs w:val="24"/>
              </w:rPr>
              <w:t>C1.312</w:t>
            </w:r>
            <w:r w:rsidRPr="00C86DD5">
              <w:rPr>
                <w:rFonts w:ascii="Trebuchet MS" w:hAnsi="Trebuchet MS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5"/>
                <w:szCs w:val="25"/>
              </w:rPr>
              <w:t>Intégrer les données du styliste pour préconcevoir les lignes caractéristiques du modèle</w:t>
            </w:r>
          </w:p>
        </w:tc>
        <w:tc>
          <w:tcPr>
            <w:tcW w:w="4484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4EEE" w:rsidRDefault="006B4EEE" w:rsidP="006B4EEE">
            <w:pPr>
              <w:pStyle w:val="Corpsdetexte"/>
            </w:pPr>
            <w:r>
              <w:rPr>
                <w:rFonts w:ascii="Arial" w:hAnsi="Arial" w:cs="Arial"/>
                <w:sz w:val="25"/>
                <w:szCs w:val="25"/>
              </w:rPr>
              <w:t>S11</w:t>
            </w:r>
          </w:p>
        </w:tc>
      </w:tr>
      <w:tr w:rsidR="00D4714E" w:rsidTr="00D4714E">
        <w:trPr>
          <w:trHeight w:val="178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D4714E" w:rsidRDefault="00D4714E" w:rsidP="006B4EEE">
            <w:pPr>
              <w:pStyle w:val="Corpsdetexte"/>
              <w:rPr>
                <w:rFonts w:ascii="Arial" w:hAnsi="Arial" w:cs="Arial"/>
                <w:sz w:val="8"/>
                <w:szCs w:val="25"/>
              </w:rPr>
            </w:pPr>
          </w:p>
        </w:tc>
      </w:tr>
      <w:tr w:rsidR="00B65E00" w:rsidTr="00D4714E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Default="00B65E00" w:rsidP="00B65E00">
            <w:pPr>
              <w:pStyle w:val="Corpsdetexte"/>
              <w:spacing w:after="0"/>
              <w:rPr>
                <w:rFonts w:ascii="Arial" w:hAnsi="Arial" w:cs="Arial"/>
                <w:sz w:val="25"/>
                <w:szCs w:val="25"/>
              </w:rPr>
            </w:pPr>
            <w:r w:rsidRPr="006B4EEE">
              <w:rPr>
                <w:rFonts w:ascii="Arial Rounded MT Bold" w:hAnsi="Arial Rounded MT Bold"/>
                <w:sz w:val="32"/>
              </w:rPr>
              <w:t>UNITÉS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  <w:r w:rsidRPr="00D57928">
              <w:rPr>
                <w:rFonts w:ascii="Arial Rounded MT Bold" w:hAnsi="Arial Rounded MT Bold"/>
                <w:sz w:val="24"/>
              </w:rPr>
              <w:t>professionnelles du diplôme</w:t>
            </w:r>
          </w:p>
        </w:tc>
      </w:tr>
      <w:tr w:rsidR="00B65E00" w:rsidTr="00FB642D">
        <w:tc>
          <w:tcPr>
            <w:tcW w:w="1043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E41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</w:rPr>
              <w:t>E42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color w:val="FF0000"/>
                <w:sz w:val="32"/>
              </w:rPr>
            </w:pPr>
            <w:r w:rsidRPr="00D57928">
              <w:rPr>
                <w:rFonts w:ascii="Arial" w:hAnsi="Arial" w:cs="Arial"/>
                <w:b/>
                <w:color w:val="FF0000"/>
                <w:sz w:val="32"/>
                <w:szCs w:val="28"/>
              </w:rPr>
              <w:sym w:font="Wingdings 2" w:char="F050"/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E43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E5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b/>
                <w:sz w:val="3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jc w:val="center"/>
              <w:rPr>
                <w:sz w:val="32"/>
              </w:rPr>
            </w:pPr>
            <w:r w:rsidRPr="00D57928">
              <w:rPr>
                <w:rFonts w:ascii="Arial" w:hAnsi="Arial" w:cs="Arial"/>
                <w:sz w:val="32"/>
              </w:rPr>
              <w:t>E6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5E00" w:rsidRPr="006B4EEE" w:rsidRDefault="00B65E00" w:rsidP="00B65E00">
            <w:pPr>
              <w:pStyle w:val="Corpsdetexte"/>
              <w:rPr>
                <w:rFonts w:ascii="Arial Rounded MT Bold" w:hAnsi="Arial Rounded MT Bold"/>
                <w:sz w:val="32"/>
              </w:rPr>
            </w:pPr>
          </w:p>
        </w:tc>
      </w:tr>
      <w:tr w:rsidR="00D4714E" w:rsidTr="00D4714E"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4714E" w:rsidRPr="00D4714E" w:rsidRDefault="00D4714E" w:rsidP="00D4714E">
            <w:pPr>
              <w:pStyle w:val="Corpsdetexte"/>
              <w:spacing w:after="0"/>
              <w:rPr>
                <w:rFonts w:ascii="Arial Rounded MT Bold" w:hAnsi="Arial Rounded MT Bold"/>
                <w:sz w:val="20"/>
              </w:rPr>
            </w:pPr>
          </w:p>
        </w:tc>
      </w:tr>
      <w:tr w:rsidR="00B65E00" w:rsidTr="00D4714E"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Pr="006B4EEE" w:rsidRDefault="00B65E00" w:rsidP="00B65E00">
            <w:pPr>
              <w:pStyle w:val="Corpsdetexte"/>
              <w:spacing w:after="0"/>
              <w:rPr>
                <w:rFonts w:ascii="Arial Rounded MT Bold" w:hAnsi="Arial Rounded MT Bold"/>
                <w:sz w:val="32"/>
              </w:rPr>
            </w:pPr>
            <w:r w:rsidRPr="00D57928">
              <w:rPr>
                <w:rFonts w:ascii="Arial Rounded MT Bold" w:hAnsi="Arial Rounded MT Bold" w:cs="Arial"/>
                <w:b/>
                <w:sz w:val="28"/>
              </w:rPr>
              <w:t>RESSOURCES</w:t>
            </w:r>
          </w:p>
        </w:tc>
      </w:tr>
      <w:tr w:rsidR="00B65E00" w:rsidTr="00D4714E">
        <w:trPr>
          <w:trHeight w:val="336"/>
        </w:trPr>
        <w:tc>
          <w:tcPr>
            <w:tcW w:w="2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matériels</w:t>
            </w:r>
          </w:p>
        </w:tc>
        <w:tc>
          <w:tcPr>
            <w:tcW w:w="747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8B26FA">
              <w:rPr>
                <w:rFonts w:ascii="Arial Rounded MT Bold" w:hAnsi="Arial Rounded MT Bold" w:cs="Arial"/>
                <w:b/>
              </w:rPr>
              <w:t>Ressources documentaires et numériques</w:t>
            </w:r>
          </w:p>
        </w:tc>
      </w:tr>
      <w:tr w:rsidR="00B65E00" w:rsidTr="002F256B">
        <w:trPr>
          <w:trHeight w:val="653"/>
        </w:trPr>
        <w:tc>
          <w:tcPr>
            <w:tcW w:w="296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Logiciel de CAO 2D</w:t>
            </w:r>
          </w:p>
        </w:tc>
        <w:tc>
          <w:tcPr>
            <w:tcW w:w="7475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475A">
              <w:rPr>
                <w:rFonts w:ascii="Arial" w:hAnsi="Arial" w:cs="Arial"/>
                <w:sz w:val="24"/>
                <w:szCs w:val="24"/>
              </w:rPr>
              <w:t xml:space="preserve">Fichier CAO2D : </w:t>
            </w:r>
            <w:r w:rsidRPr="00F07218">
              <w:rPr>
                <w:rFonts w:ascii="Arial" w:hAnsi="Arial" w:cs="Arial"/>
                <w:b/>
                <w:color w:val="0070C0"/>
                <w:sz w:val="24"/>
                <w:szCs w:val="24"/>
              </w:rPr>
              <w:t>1-Préparation du projet.cdbx</w:t>
            </w:r>
          </w:p>
          <w:p w:rsidR="00B65E00" w:rsidRPr="00D57928" w:rsidRDefault="00B65E00" w:rsidP="00B65E00">
            <w:pPr>
              <w:pStyle w:val="Corpsdetexte"/>
              <w:spacing w:after="0"/>
              <w:rPr>
                <w:rFonts w:ascii="Arial Rounded MT Bold" w:hAnsi="Arial Rounded MT Bold" w:cs="Arial"/>
                <w:b/>
                <w:sz w:val="28"/>
              </w:rPr>
            </w:pPr>
            <w:r w:rsidRPr="0072475A">
              <w:rPr>
                <w:rFonts w:ascii="Arial" w:hAnsi="Arial" w:cs="Arial"/>
                <w:sz w:val="24"/>
                <w:szCs w:val="24"/>
              </w:rPr>
              <w:t>- Cahier des charges</w:t>
            </w:r>
          </w:p>
        </w:tc>
      </w:tr>
      <w:tr w:rsidR="00D4714E" w:rsidTr="002F256B">
        <w:trPr>
          <w:trHeight w:val="22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72475A" w:rsidRDefault="00D4714E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E00" w:rsidTr="00D4714E">
        <w:trPr>
          <w:trHeight w:val="336"/>
        </w:trPr>
        <w:tc>
          <w:tcPr>
            <w:tcW w:w="2962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LA DURÉE</w:t>
            </w:r>
          </w:p>
        </w:tc>
        <w:tc>
          <w:tcPr>
            <w:tcW w:w="7475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65E00" w:rsidRDefault="00B65E00" w:rsidP="00B65E00">
            <w:pPr>
              <w:pStyle w:val="Corpsdetexte"/>
              <w:spacing w:after="0"/>
              <w:rPr>
                <w:rFonts w:ascii="Trebuchet MS" w:hAnsi="Trebuchet MS" w:cs="Arial"/>
                <w:b/>
                <w:color w:val="000000" w:themeColor="text1"/>
                <w:sz w:val="24"/>
                <w:szCs w:val="24"/>
              </w:rPr>
            </w:pPr>
            <w:r w:rsidRPr="00B65E00">
              <w:rPr>
                <w:rFonts w:ascii="Trebuchet MS" w:hAnsi="Trebuchet MS" w:cs="Arial"/>
                <w:b/>
                <w:color w:val="FF0000"/>
                <w:sz w:val="32"/>
                <w:szCs w:val="24"/>
              </w:rPr>
              <w:t>1h00</w:t>
            </w:r>
          </w:p>
        </w:tc>
      </w:tr>
      <w:tr w:rsidR="00D4714E" w:rsidTr="00C201B3">
        <w:trPr>
          <w:trHeight w:val="227"/>
        </w:trPr>
        <w:tc>
          <w:tcPr>
            <w:tcW w:w="10437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4714E" w:rsidRPr="0072475A" w:rsidRDefault="00D4714E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E00" w:rsidTr="00C201B3">
        <w:trPr>
          <w:trHeight w:val="336"/>
        </w:trPr>
        <w:tc>
          <w:tcPr>
            <w:tcW w:w="10437" w:type="dxa"/>
            <w:gridSpan w:val="13"/>
            <w:tcBorders>
              <w:top w:val="single" w:sz="12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65E00">
              <w:rPr>
                <w:rFonts w:ascii="Arial Rounded MT Bold" w:hAnsi="Arial Rounded MT Bold" w:cs="Arial"/>
                <w:b/>
                <w:sz w:val="28"/>
              </w:rPr>
              <w:t>TRAVAIL DEMANDÉ</w:t>
            </w:r>
          </w:p>
        </w:tc>
      </w:tr>
      <w:tr w:rsidR="00B65E00" w:rsidTr="00C201B3">
        <w:trPr>
          <w:trHeight w:val="336"/>
        </w:trPr>
        <w:tc>
          <w:tcPr>
            <w:tcW w:w="10437" w:type="dxa"/>
            <w:gridSpan w:val="1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5E00" w:rsidRPr="00BF6FCE" w:rsidRDefault="00B65E00" w:rsidP="00B65E00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BF6FCE">
              <w:rPr>
                <w:rFonts w:ascii="Arial" w:hAnsi="Arial" w:cs="Arial"/>
                <w:sz w:val="28"/>
                <w:szCs w:val="28"/>
              </w:rPr>
              <w:t>D’après le cahier de charges vous devez effectuer :</w:t>
            </w:r>
          </w:p>
          <w:p w:rsidR="00B65E00" w:rsidRDefault="00B65E00" w:rsidP="00B65E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B65E00" w:rsidRPr="0072475A" w:rsidRDefault="00B65E00" w:rsidP="001A659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</w:t>
            </w:r>
            <w:r w:rsidRPr="0072475A">
              <w:rPr>
                <w:rFonts w:ascii="Arial" w:hAnsi="Arial" w:cs="Arial"/>
                <w:sz w:val="28"/>
                <w:szCs w:val="28"/>
              </w:rPr>
              <w:t>réation des couches</w:t>
            </w:r>
            <w:r>
              <w:rPr>
                <w:rFonts w:ascii="Arial" w:hAnsi="Arial" w:cs="Arial"/>
                <w:sz w:val="28"/>
                <w:szCs w:val="28"/>
              </w:rPr>
              <w:t xml:space="preserve"> et des attributs ;</w:t>
            </w:r>
          </w:p>
          <w:p w:rsidR="00B65E00" w:rsidRPr="007E583C" w:rsidRDefault="00B65E00" w:rsidP="001A659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</w:t>
            </w:r>
            <w:r w:rsidRPr="0072475A">
              <w:rPr>
                <w:rFonts w:ascii="Arial" w:hAnsi="Arial" w:cs="Arial"/>
                <w:sz w:val="28"/>
                <w:szCs w:val="28"/>
              </w:rPr>
              <w:t>réation des groupes</w:t>
            </w:r>
            <w:r>
              <w:rPr>
                <w:rFonts w:ascii="Arial" w:hAnsi="Arial" w:cs="Arial"/>
                <w:sz w:val="28"/>
                <w:szCs w:val="28"/>
              </w:rPr>
              <w:t> ;</w:t>
            </w:r>
          </w:p>
          <w:p w:rsidR="00B65E00" w:rsidRPr="0072475A" w:rsidRDefault="00B65E00" w:rsidP="001A659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</w:t>
            </w:r>
            <w:r w:rsidRPr="0072475A">
              <w:rPr>
                <w:rFonts w:ascii="Arial" w:hAnsi="Arial" w:cs="Arial"/>
                <w:sz w:val="28"/>
                <w:szCs w:val="28"/>
              </w:rPr>
              <w:t>éritage des attributs d’un projet (couches-groupes)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B65E00" w:rsidRPr="0072475A" w:rsidRDefault="00B65E00" w:rsidP="00B65E00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4EEE" w:rsidRPr="00D57928" w:rsidRDefault="006B4EEE" w:rsidP="006B4EEE">
      <w:pPr>
        <w:pStyle w:val="Corpsdetexte"/>
        <w:rPr>
          <w:sz w:val="6"/>
        </w:rPr>
      </w:pPr>
    </w:p>
    <w:p w:rsidR="00D57928" w:rsidRPr="00D57928" w:rsidRDefault="00D57928" w:rsidP="00D57928">
      <w:pPr>
        <w:pStyle w:val="Corpsdetexte"/>
        <w:rPr>
          <w:sz w:val="2"/>
        </w:rPr>
      </w:pPr>
    </w:p>
    <w:p w:rsidR="009D7B9F" w:rsidRDefault="009D7B9F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184B84" w:rsidRDefault="00184B84" w:rsidP="000B569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2C1CF9" w:rsidRDefault="002C1CF9" w:rsidP="00B86679">
      <w:pPr>
        <w:autoSpaceDE w:val="0"/>
        <w:autoSpaceDN w:val="0"/>
        <w:adjustRightInd w:val="0"/>
        <w:ind w:firstLine="709"/>
        <w:rPr>
          <w:rFonts w:ascii="Arial" w:hAnsi="Arial" w:cs="Arial"/>
          <w:b/>
          <w:sz w:val="28"/>
          <w:szCs w:val="28"/>
          <w:u w:val="single"/>
        </w:rPr>
      </w:pPr>
    </w:p>
    <w:p w:rsidR="002C1CF9" w:rsidRPr="002C1CF9" w:rsidRDefault="005975D2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 w:val="32"/>
          <w:szCs w:val="24"/>
          <w:u w:val="single"/>
        </w:rPr>
      </w:pPr>
      <w:r>
        <w:rPr>
          <w:rFonts w:ascii="Arial Rounded MT Bold" w:hAnsi="Arial Rounded MT Bold" w:cs="Arial"/>
          <w:b/>
          <w:color w:val="00AEEE"/>
          <w:sz w:val="32"/>
          <w:szCs w:val="24"/>
          <w:u w:val="single"/>
        </w:rPr>
        <w:lastRenderedPageBreak/>
        <w:t xml:space="preserve">CAHIER DES </w:t>
      </w:r>
      <w:r w:rsidR="002C1CF9" w:rsidRPr="002C1CF9">
        <w:rPr>
          <w:rFonts w:ascii="Arial Rounded MT Bold" w:hAnsi="Arial Rounded MT Bold" w:cs="Arial"/>
          <w:b/>
          <w:color w:val="00AEEE"/>
          <w:sz w:val="32"/>
          <w:szCs w:val="24"/>
          <w:u w:val="single"/>
        </w:rPr>
        <w:t>CHARGES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 w:val="20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 w:val="32"/>
          <w:szCs w:val="24"/>
          <w:u w:val="single"/>
        </w:rPr>
      </w:pPr>
      <w:r w:rsidRPr="002C1CF9"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>1-Préparation des couches</w:t>
      </w:r>
      <w:r w:rsidR="007E583C"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 xml:space="preserve"> et des attributs</w:t>
      </w:r>
    </w:p>
    <w:p w:rsidR="002C1CF9" w:rsidRPr="007E583C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Trebuchet MS" w:hAnsi="Trebuchet MS" w:cs="Arial"/>
          <w:sz w:val="24"/>
          <w:szCs w:val="24"/>
        </w:rPr>
      </w:pPr>
      <w:r w:rsidRPr="002C1CF9">
        <w:rPr>
          <w:rFonts w:ascii="Trebuchet MS" w:hAnsi="Trebuchet MS" w:cs="Arial"/>
          <w:sz w:val="24"/>
          <w:szCs w:val="24"/>
        </w:rPr>
        <w:t>A partir des données ci-dessous créer les couches suivantes</w:t>
      </w:r>
      <w:r w:rsidR="00ED25EE">
        <w:rPr>
          <w:rFonts w:ascii="Trebuchet MS" w:hAnsi="Trebuchet MS" w:cs="Arial"/>
          <w:sz w:val="24"/>
          <w:szCs w:val="24"/>
        </w:rPr>
        <w:t xml:space="preserve"> et leur attributs (couleur-types de trait)</w:t>
      </w:r>
      <w:r w:rsidRPr="002C1CF9">
        <w:rPr>
          <w:rFonts w:ascii="Trebuchet MS" w:hAnsi="Trebuchet MS" w:cs="Arial"/>
          <w:b/>
          <w:sz w:val="24"/>
          <w:szCs w:val="24"/>
        </w:rPr>
        <w:t>: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Trebuchet MS" w:hAnsi="Trebuchet MS" w:cs="Arial"/>
          <w:sz w:val="24"/>
          <w:szCs w:val="24"/>
        </w:rPr>
      </w:pPr>
      <w:r w:rsidRPr="002C1CF9">
        <w:rPr>
          <w:rFonts w:ascii="Trebuchet MS" w:hAnsi="Trebuchet MS" w:cs="Arial"/>
          <w:sz w:val="24"/>
          <w:szCs w:val="24"/>
        </w:rPr>
        <w:t xml:space="preserve">Vous devez créer les couches de </w:t>
      </w:r>
      <w:r w:rsidRPr="002C1CF9">
        <w:rPr>
          <w:rFonts w:ascii="Trebuchet MS" w:hAnsi="Trebuchet MS" w:cs="Arial"/>
          <w:b/>
          <w:sz w:val="24"/>
          <w:szCs w:val="24"/>
        </w:rPr>
        <w:t>1 à31</w:t>
      </w:r>
    </w:p>
    <w:p w:rsidR="002C1CF9" w:rsidRPr="007E583C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AEEE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1563"/>
        <w:gridCol w:w="2977"/>
      </w:tblGrid>
      <w:tr w:rsidR="004D1DFD" w:rsidTr="002B5C30">
        <w:tc>
          <w:tcPr>
            <w:tcW w:w="562" w:type="dxa"/>
            <w:vAlign w:val="center"/>
          </w:tcPr>
          <w:p w:rsidR="004D1DFD" w:rsidRPr="004D1DFD" w:rsidRDefault="004D1DFD" w:rsidP="004D1D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1DFD">
              <w:rPr>
                <w:rFonts w:ascii="Arial" w:hAnsi="Arial" w:cs="Arial"/>
                <w:b/>
                <w:sz w:val="24"/>
                <w:szCs w:val="24"/>
              </w:rPr>
              <w:t>N°</w:t>
            </w:r>
          </w:p>
        </w:tc>
        <w:tc>
          <w:tcPr>
            <w:tcW w:w="3544" w:type="dxa"/>
            <w:vAlign w:val="center"/>
          </w:tcPr>
          <w:p w:rsidR="004D1DFD" w:rsidRPr="004D1DFD" w:rsidRDefault="004D1DFD" w:rsidP="004D1D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1DFD">
              <w:rPr>
                <w:rFonts w:ascii="Arial" w:hAnsi="Arial" w:cs="Arial"/>
                <w:b/>
                <w:sz w:val="24"/>
                <w:szCs w:val="24"/>
              </w:rPr>
              <w:t>NOMS DES COUCHES</w:t>
            </w:r>
          </w:p>
        </w:tc>
        <w:tc>
          <w:tcPr>
            <w:tcW w:w="1134" w:type="dxa"/>
            <w:vAlign w:val="center"/>
          </w:tcPr>
          <w:p w:rsidR="004D1DFD" w:rsidRPr="004D1DFD" w:rsidRDefault="004D1DFD" w:rsidP="004D1D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1DFD">
              <w:rPr>
                <w:rFonts w:ascii="Arial" w:hAnsi="Arial" w:cs="Arial"/>
                <w:b/>
                <w:sz w:val="24"/>
                <w:szCs w:val="24"/>
              </w:rPr>
              <w:t>COULEUR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977" w:type="dxa"/>
            <w:vAlign w:val="center"/>
          </w:tcPr>
          <w:p w:rsidR="004D1DFD" w:rsidRPr="004D1DFD" w:rsidRDefault="004D1DFD" w:rsidP="004D1D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4D1DFD">
              <w:rPr>
                <w:rFonts w:ascii="Arial" w:hAnsi="Arial" w:cs="Arial"/>
                <w:b/>
                <w:noProof/>
                <w:sz w:val="24"/>
                <w:szCs w:val="24"/>
              </w:rPr>
              <w:t>TYPES DE TRAITS</w: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Cahier des charges </w:t>
            </w:r>
            <w:r w:rsidR="002B7ED0">
              <w:rPr>
                <w:rFonts w:ascii="Arial" w:hAnsi="Arial" w:cs="Arial"/>
                <w:sz w:val="24"/>
                <w:szCs w:val="24"/>
              </w:rPr>
              <w:t>(texte…)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8D0BB9" wp14:editId="0607963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99060</wp:posOffset>
                      </wp:positionV>
                      <wp:extent cx="1732280" cy="5080"/>
                      <wp:effectExtent l="0" t="0" r="20320" b="33020"/>
                      <wp:wrapNone/>
                      <wp:docPr id="13" name="Connecteur droi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37DE36" id="Connecteur droit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7.8pt" to="136.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" strokecolor="black [3040]" strokeweight="1.5pt"/>
                  </w:pict>
                </mc:Fallback>
              </mc:AlternateConten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IMAGE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020145" wp14:editId="72F75B1A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91440</wp:posOffset>
                      </wp:positionV>
                      <wp:extent cx="1732280" cy="5080"/>
                      <wp:effectExtent l="0" t="0" r="20320" b="33020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0CB9A9" id="Connecteur droit 1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pt,7.2pt" to="137.2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" strokecolor="black [3040]" strokeweight="1.5pt"/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Copie de forme</w:t>
            </w:r>
          </w:p>
        </w:tc>
        <w:tc>
          <w:tcPr>
            <w:tcW w:w="1134" w:type="dxa"/>
            <w:shd w:val="clear" w:color="auto" w:fill="FF00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7020145" wp14:editId="72F75B1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96520</wp:posOffset>
                      </wp:positionV>
                      <wp:extent cx="1732280" cy="5080"/>
                      <wp:effectExtent l="0" t="0" r="20320" b="33020"/>
                      <wp:wrapNone/>
                      <wp:docPr id="15" name="Connecteur droi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749A9A" id="Connecteur droit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7.6pt" to="137.6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" strokecolor="black [3040]" strokeweight="1.5pt"/>
                  </w:pict>
                </mc:Fallback>
              </mc:AlternateConten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Ligne de construction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9918B91" wp14:editId="4FA4128A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86360</wp:posOffset>
                      </wp:positionV>
                      <wp:extent cx="1732280" cy="5080"/>
                      <wp:effectExtent l="0" t="0" r="20320" b="33020"/>
                      <wp:wrapNone/>
                      <wp:docPr id="16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BD880" id="Connecteur droit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6.8pt" to="137.3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" strokecolor="black [3040]" strokeweight="1.5pt"/>
                  </w:pict>
                </mc:Fallback>
              </mc:AlternateConten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de montage TIGE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1D906D" wp14:editId="563A6E2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90170</wp:posOffset>
                      </wp:positionV>
                      <wp:extent cx="1732280" cy="5080"/>
                      <wp:effectExtent l="0" t="0" r="20320" b="3302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452A3B" id="Connecteur droit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1pt" to="139.2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" strokecolor="black [3040]" strokeweight="1.5pt"/>
                  </w:pict>
                </mc:Fallback>
              </mc:AlternateContent>
            </w: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ligne dessus EXT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ligne dessus INT</w:t>
            </w:r>
          </w:p>
        </w:tc>
        <w:tc>
          <w:tcPr>
            <w:tcW w:w="1134" w:type="dxa"/>
            <w:shd w:val="clear" w:color="auto" w:fill="FABF8F" w:themeFill="accent6" w:themeFillTint="99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11D906D" wp14:editId="563A6E2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293370</wp:posOffset>
                      </wp:positionV>
                      <wp:extent cx="1732280" cy="5080"/>
                      <wp:effectExtent l="0" t="0" r="20320" b="33020"/>
                      <wp:wrapNone/>
                      <wp:docPr id="21" name="Connecteur droi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42680F" id="Connecteur droit 2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23.1pt" to="136.8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" strokecolor="black [3040]" strokeweight="1.5pt">
                      <v:stroke dashstyle="longDashDot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9F8F2F1" wp14:editId="2E8CAA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106680</wp:posOffset>
                      </wp:positionV>
                      <wp:extent cx="1732280" cy="5080"/>
                      <wp:effectExtent l="0" t="0" r="20320" b="33020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60909C" id="Connecteur droit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8.4pt" to="136.4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" strokecolor="black [3040]" strokeweight="1.5pt">
                      <v:stroke dashstyle="longDash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9918B91" wp14:editId="4FA4128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-81280</wp:posOffset>
                      </wp:positionV>
                      <wp:extent cx="1732280" cy="5080"/>
                      <wp:effectExtent l="0" t="0" r="20320" b="33020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40FAA2" id="Connecteur droit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6.4pt" to="136.9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" strokecolor="black [3040]" strokeweight="1.5pt"/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AXE TIGE</w:t>
            </w:r>
          </w:p>
        </w:tc>
        <w:tc>
          <w:tcPr>
            <w:tcW w:w="1134" w:type="dxa"/>
            <w:shd w:val="clear" w:color="auto" w:fill="FF00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Points de repères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Lignes de contraintes</w:t>
            </w:r>
          </w:p>
        </w:tc>
        <w:tc>
          <w:tcPr>
            <w:tcW w:w="1134" w:type="dxa"/>
            <w:shd w:val="clear" w:color="auto" w:fill="9900CC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2B5C30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GRADUATION</w:t>
            </w:r>
          </w:p>
        </w:tc>
        <w:tc>
          <w:tcPr>
            <w:tcW w:w="1134" w:type="dxa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11D906D" wp14:editId="563A6E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120650</wp:posOffset>
                      </wp:positionV>
                      <wp:extent cx="1732280" cy="5080"/>
                      <wp:effectExtent l="0" t="0" r="20320" b="33020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EBC19D" id="Connecteur droit 2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5pt" to="136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F8F2F1" wp14:editId="2E8CAA8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-66040</wp:posOffset>
                      </wp:positionV>
                      <wp:extent cx="1732280" cy="5080"/>
                      <wp:effectExtent l="0" t="0" r="20320" b="33020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32BD2" id="Connecteur droit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-5.2pt" to="136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9918B91" wp14:editId="4FA4128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-254000</wp:posOffset>
                      </wp:positionV>
                      <wp:extent cx="1732280" cy="5080"/>
                      <wp:effectExtent l="0" t="0" r="20320" b="33020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F5E271" id="Connecteur droit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-20pt" to="136.5pt,-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" strokecolor="black [3040]" strokeweight="1.5pt"/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center"/>
          </w:tcPr>
          <w:p w:rsidR="002B7ED0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rempli EXT</w:t>
            </w:r>
          </w:p>
        </w:tc>
        <w:tc>
          <w:tcPr>
            <w:tcW w:w="1134" w:type="dxa"/>
            <w:shd w:val="clear" w:color="auto" w:fill="FF33CC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piquage EXT</w:t>
            </w:r>
          </w:p>
        </w:tc>
        <w:tc>
          <w:tcPr>
            <w:tcW w:w="1134" w:type="dxa"/>
            <w:shd w:val="clear" w:color="auto" w:fill="FF33CC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544" w:type="dxa"/>
            <w:vAlign w:val="center"/>
          </w:tcPr>
          <w:p w:rsidR="00163993" w:rsidRDefault="002B7ED0" w:rsidP="002B7ED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rempli INT</w:t>
            </w:r>
          </w:p>
        </w:tc>
        <w:tc>
          <w:tcPr>
            <w:tcW w:w="1134" w:type="dxa"/>
            <w:shd w:val="clear" w:color="auto" w:fill="FF66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9918B91" wp14:editId="4FA4128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-289560</wp:posOffset>
                      </wp:positionV>
                      <wp:extent cx="1732280" cy="5080"/>
                      <wp:effectExtent l="0" t="0" r="20320" b="33020"/>
                      <wp:wrapNone/>
                      <wp:docPr id="25" name="Connecteur droi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8F1A13" id="Connecteur droit 2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22.8pt" to="136.9pt,-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9F8F2F1" wp14:editId="2E8CAA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-101600</wp:posOffset>
                      </wp:positionV>
                      <wp:extent cx="1732280" cy="5080"/>
                      <wp:effectExtent l="0" t="0" r="20320" b="33020"/>
                      <wp:wrapNone/>
                      <wp:docPr id="26" name="Connecteur droi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2D5907" id="Connecteur droit 2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8pt" to="136.4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" strokecolor="black [3040]" strokeweight="1.5pt">
                      <v:stroke dashstyle="3 1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11D906D" wp14:editId="563A6E2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85090</wp:posOffset>
                      </wp:positionV>
                      <wp:extent cx="1732280" cy="5080"/>
                      <wp:effectExtent l="0" t="0" r="20320" b="33020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80EAC3" id="Connecteur droit 2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6.7pt" to="136.8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" strokecolor="black [3040]" strokeweight="1.5pt"/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piquage INT</w:t>
            </w:r>
          </w:p>
        </w:tc>
        <w:tc>
          <w:tcPr>
            <w:tcW w:w="1134" w:type="dxa"/>
            <w:shd w:val="clear" w:color="auto" w:fill="FF66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Symétrie TIGE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Ligne DOUBLURE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1D906D" wp14:editId="563A6E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100330</wp:posOffset>
                      </wp:positionV>
                      <wp:extent cx="1732280" cy="5080"/>
                      <wp:effectExtent l="0" t="0" r="20320" b="33020"/>
                      <wp:wrapNone/>
                      <wp:docPr id="30" name="Connecteur droi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9F15B4" id="Connecteur droit 30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9pt" to="136.4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9F8F2F1" wp14:editId="2E8CAA8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-86360</wp:posOffset>
                      </wp:positionV>
                      <wp:extent cx="1732280" cy="5080"/>
                      <wp:effectExtent l="0" t="0" r="20320" b="33020"/>
                      <wp:wrapNone/>
                      <wp:docPr id="29" name="Connecteur droi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DED969" id="Connecteur droit 2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-6.8pt" to="136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" strokecolor="black [3040]" strokeweight="1.5pt">
                      <v:stroke dashstyle="longDash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918B91" wp14:editId="4FA4128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-274320</wp:posOffset>
                      </wp:positionV>
                      <wp:extent cx="1732280" cy="5080"/>
                      <wp:effectExtent l="0" t="0" r="20320" b="33020"/>
                      <wp:wrapNone/>
                      <wp:docPr id="28" name="Connecteur droi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3B2A98" id="Connecteur droit 28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-21.6pt" to="136.5pt,-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" strokecolor="black [3040]" strokeweight="1.5pt">
                      <v:stroke dashstyle="longDash"/>
                    </v:line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de montage DBL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Marge piquage DBL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Symétrie DBL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9918B91" wp14:editId="4FA4128A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-259080</wp:posOffset>
                      </wp:positionV>
                      <wp:extent cx="1732280" cy="5080"/>
                      <wp:effectExtent l="0" t="0" r="20320" b="33020"/>
                      <wp:wrapNone/>
                      <wp:docPr id="31" name="Connecteur droi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CBFAD5" id="Connecteur droit 31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-20.4pt" to="135.3pt,-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9F8F2F1" wp14:editId="2E8CAA8B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-71120</wp:posOffset>
                      </wp:positionV>
                      <wp:extent cx="1732280" cy="5080"/>
                      <wp:effectExtent l="0" t="0" r="20320" b="33020"/>
                      <wp:wrapNone/>
                      <wp:docPr id="32" name="Connecteur droi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77980A" id="Connecteur droit 3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-5.6pt" to="134.8pt,-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" strokecolor="black [3040]" strokeweight="1.5pt">
                      <v:stroke dashstyle="3 1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11D906D" wp14:editId="563A6E2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115570</wp:posOffset>
                      </wp:positionV>
                      <wp:extent cx="1732280" cy="5080"/>
                      <wp:effectExtent l="0" t="0" r="20320" b="33020"/>
                      <wp:wrapNone/>
                      <wp:docPr id="33" name="Connecteur droi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5E1E6" id="Connecteur droit 3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2pt,9.1pt" to="135.2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" strokecolor="black [3040]" strokeweight="1.5pt">
                      <v:stroke dashstyle="longDash"/>
                    </v:line>
                  </w:pict>
                </mc:Fallback>
              </mc:AlternateContent>
            </w: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Point de repères DBL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AXE DBL</w:t>
            </w:r>
          </w:p>
        </w:tc>
        <w:tc>
          <w:tcPr>
            <w:tcW w:w="1134" w:type="dxa"/>
            <w:shd w:val="clear" w:color="auto" w:fill="00CC99"/>
            <w:vAlign w:val="center"/>
          </w:tcPr>
          <w:p w:rsidR="00163993" w:rsidRDefault="00935A74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2977" w:type="dxa"/>
            <w:vAlign w:val="center"/>
          </w:tcPr>
          <w:p w:rsidR="00163993" w:rsidRDefault="00163993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993" w:rsidTr="00935A74">
        <w:tc>
          <w:tcPr>
            <w:tcW w:w="562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544" w:type="dxa"/>
            <w:vAlign w:val="center"/>
          </w:tcPr>
          <w:p w:rsidR="00163993" w:rsidRDefault="002B7ED0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Pivot languette</w:t>
            </w:r>
          </w:p>
        </w:tc>
        <w:tc>
          <w:tcPr>
            <w:tcW w:w="1134" w:type="dxa"/>
            <w:shd w:val="clear" w:color="auto" w:fill="0000CC"/>
            <w:vAlign w:val="center"/>
          </w:tcPr>
          <w:p w:rsidR="00163993" w:rsidRDefault="002B5C30" w:rsidP="002B5C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163993" w:rsidRDefault="007C6B97" w:rsidP="0016399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918B91" wp14:editId="4FA4128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-274320</wp:posOffset>
                      </wp:positionV>
                      <wp:extent cx="1732280" cy="5080"/>
                      <wp:effectExtent l="0" t="0" r="20320" b="33020"/>
                      <wp:wrapNone/>
                      <wp:docPr id="34" name="Connecteur droi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B6E161" id="Connecteur droit 3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21.6pt" to="136.9pt,-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" strokecolor="black [3040]" strokeweight="1.5pt"/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9F8F2F1" wp14:editId="2E8CAA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-86360</wp:posOffset>
                      </wp:positionV>
                      <wp:extent cx="1732280" cy="5080"/>
                      <wp:effectExtent l="0" t="0" r="20320" b="33020"/>
                      <wp:wrapNone/>
                      <wp:docPr id="35" name="Connecteur droi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A6FA0B" id="Connecteur droit 35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6.8pt" to="136.4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" strokecolor="black [3040]" strokeweight="1.5pt">
                      <v:stroke dashstyle="longDashDot"/>
                    </v:line>
                  </w:pict>
                </mc:Fallback>
              </mc:AlternateContent>
            </w:r>
            <w:r w:rsidRPr="007C6B9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11D906D" wp14:editId="563A6E2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100330</wp:posOffset>
                      </wp:positionV>
                      <wp:extent cx="1732280" cy="5080"/>
                      <wp:effectExtent l="0" t="0" r="20320" b="33020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2280" cy="508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43619" id="Connecteur droit 3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7.9pt" to="136.8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" strokecolor="black [3040]" strokeweight="1.5pt"/>
                  </w:pict>
                </mc:Fallback>
              </mc:AlternateContent>
            </w:r>
          </w:p>
        </w:tc>
      </w:tr>
    </w:tbl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>2-Préparation des Groupes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Trebuchet MS" w:hAnsi="Trebuchet MS" w:cs="Arial"/>
          <w:color w:val="000000"/>
          <w:sz w:val="24"/>
          <w:szCs w:val="24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Trebuchet MS" w:hAnsi="Trebuchet MS" w:cs="Arial"/>
          <w:color w:val="000000"/>
          <w:sz w:val="24"/>
          <w:szCs w:val="24"/>
        </w:rPr>
        <w:t xml:space="preserve">A partir des données ci-dessous créer </w:t>
      </w:r>
      <w:r>
        <w:rPr>
          <w:rFonts w:ascii="Trebuchet MS" w:hAnsi="Trebuchet MS" w:cs="Arial"/>
          <w:sz w:val="24"/>
          <w:szCs w:val="24"/>
        </w:rPr>
        <w:t xml:space="preserve">les groupes </w:t>
      </w:r>
      <w:r w:rsidRPr="002C1CF9">
        <w:rPr>
          <w:rFonts w:ascii="Trebuchet MS" w:hAnsi="Trebuchet MS" w:cs="Arial"/>
          <w:sz w:val="24"/>
          <w:szCs w:val="24"/>
        </w:rPr>
        <w:t>DESSUS ET DOUBLURE: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Arial" w:hAnsi="Arial" w:cs="Arial"/>
          <w:b/>
          <w:color w:val="00AEEE"/>
          <w:sz w:val="24"/>
          <w:szCs w:val="24"/>
          <w:u w:val="single"/>
        </w:rPr>
        <w:t>Pièce</w:t>
      </w:r>
      <w:r w:rsidR="00574CF9">
        <w:rPr>
          <w:rFonts w:ascii="Arial" w:hAnsi="Arial" w:cs="Arial"/>
          <w:b/>
          <w:color w:val="00AEEE"/>
          <w:sz w:val="24"/>
          <w:szCs w:val="24"/>
          <w:u w:val="single"/>
        </w:rPr>
        <w:t>s</w:t>
      </w:r>
      <w:r w:rsidRPr="002C1CF9">
        <w:rPr>
          <w:rFonts w:ascii="Arial" w:hAnsi="Arial" w:cs="Arial"/>
          <w:b/>
          <w:color w:val="00AEEE"/>
          <w:sz w:val="24"/>
          <w:szCs w:val="24"/>
          <w:u w:val="single"/>
        </w:rPr>
        <w:t xml:space="preserve"> DESSUS 80 à 119 </w:t>
      </w:r>
      <w:r w:rsidRPr="002C1CF9">
        <w:rPr>
          <w:rFonts w:ascii="Arial" w:hAnsi="Arial" w:cs="Arial"/>
          <w:i/>
          <w:color w:val="00AEEE"/>
          <w:sz w:val="24"/>
          <w:szCs w:val="24"/>
          <w:u w:val="single"/>
        </w:rPr>
        <w:t>(la chef de groupe est N°80)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1CF9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4181475" cy="942975"/>
            <wp:effectExtent l="0" t="0" r="9525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-Formation perso\3-Fiche séquence RNR\Ali ressources RNR BTSimg_406812690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539"/>
                    <a:stretch/>
                  </pic:blipFill>
                  <pic:spPr bwMode="auto">
                    <a:xfrm>
                      <a:off x="0" y="0"/>
                      <a:ext cx="41814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1CF9">
        <w:rPr>
          <w:rFonts w:ascii="Arial" w:hAnsi="Arial" w:cs="Arial"/>
          <w:b/>
          <w:color w:val="00AF54"/>
          <w:sz w:val="24"/>
          <w:szCs w:val="24"/>
          <w:u w:val="single"/>
        </w:rPr>
        <w:t>Pièce</w:t>
      </w:r>
      <w:r w:rsidR="00574CF9">
        <w:rPr>
          <w:rFonts w:ascii="Arial" w:hAnsi="Arial" w:cs="Arial"/>
          <w:b/>
          <w:color w:val="00AF54"/>
          <w:sz w:val="24"/>
          <w:szCs w:val="24"/>
          <w:u w:val="single"/>
        </w:rPr>
        <w:t>s</w:t>
      </w:r>
      <w:r w:rsidRPr="002C1CF9">
        <w:rPr>
          <w:rFonts w:ascii="Arial" w:hAnsi="Arial" w:cs="Arial"/>
          <w:b/>
          <w:color w:val="00AF54"/>
          <w:sz w:val="24"/>
          <w:szCs w:val="24"/>
          <w:u w:val="single"/>
        </w:rPr>
        <w:t xml:space="preserve"> DOUBLURE 120 à 139 </w:t>
      </w:r>
      <w:r w:rsidRPr="002C1CF9">
        <w:rPr>
          <w:rFonts w:ascii="Arial" w:hAnsi="Arial" w:cs="Arial"/>
          <w:i/>
          <w:color w:val="00AF54"/>
          <w:sz w:val="24"/>
          <w:szCs w:val="24"/>
          <w:u w:val="single"/>
        </w:rPr>
        <w:t>(la chef de groupe est N°120)</w:t>
      </w:r>
    </w:p>
    <w:p w:rsidR="00B8667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1CF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0224" behindDoc="0" locked="0" layoutInCell="1" allowOverlap="1">
            <wp:simplePos x="457200" y="8791575"/>
            <wp:positionH relativeFrom="column">
              <wp:align>left</wp:align>
            </wp:positionH>
            <wp:positionV relativeFrom="paragraph">
              <wp:align>top</wp:align>
            </wp:positionV>
            <wp:extent cx="4095750" cy="981075"/>
            <wp:effectExtent l="0" t="0" r="0" b="9525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3-Formation perso\3-Fiche séquence RNR\Ali ressources RNR BTSimg_406834688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897"/>
                    <a:stretch/>
                  </pic:blipFill>
                  <pic:spPr bwMode="auto">
                    <a:xfrm>
                      <a:off x="0" y="0"/>
                      <a:ext cx="40957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86679" w:rsidRPr="00B86679" w:rsidRDefault="00B86679" w:rsidP="00B86679">
      <w:pPr>
        <w:rPr>
          <w:rFonts w:ascii="Arial" w:hAnsi="Arial" w:cs="Arial"/>
          <w:sz w:val="24"/>
          <w:szCs w:val="24"/>
        </w:rPr>
      </w:pPr>
    </w:p>
    <w:p w:rsidR="00B86679" w:rsidRPr="00B86679" w:rsidRDefault="00B86679" w:rsidP="00B86679">
      <w:pPr>
        <w:rPr>
          <w:rFonts w:ascii="Arial" w:hAnsi="Arial" w:cs="Arial"/>
          <w:sz w:val="24"/>
          <w:szCs w:val="24"/>
        </w:rPr>
      </w:pPr>
    </w:p>
    <w:p w:rsidR="00B86679" w:rsidRPr="00B86679" w:rsidRDefault="00B86679" w:rsidP="00B86679">
      <w:pPr>
        <w:rPr>
          <w:rFonts w:ascii="Arial" w:hAnsi="Arial" w:cs="Arial"/>
          <w:sz w:val="24"/>
          <w:szCs w:val="24"/>
        </w:rPr>
      </w:pPr>
    </w:p>
    <w:p w:rsidR="00B86679" w:rsidRDefault="00B8667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Pr="002C1CF9" w:rsidRDefault="00B86679" w:rsidP="00B86679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Default="002C1CF9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E583C" w:rsidRDefault="007E583C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E583C" w:rsidRDefault="007E583C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E583C" w:rsidRPr="002C1CF9" w:rsidRDefault="007E583C" w:rsidP="002C1C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C1CF9" w:rsidRPr="002C1CF9" w:rsidRDefault="00ED25EE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>3</w:t>
      </w:r>
      <w:r w:rsidR="002C1CF9" w:rsidRPr="002C1CF9"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  <w:t>-Héritage des attributs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18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Trebuchet MS" w:hAnsi="Trebuchet MS" w:cs="Arial"/>
          <w:color w:val="000000"/>
          <w:sz w:val="24"/>
          <w:szCs w:val="24"/>
        </w:rPr>
        <w:t xml:space="preserve">A partir des données ci-dessous </w:t>
      </w:r>
      <w:r>
        <w:rPr>
          <w:rFonts w:ascii="Trebuchet MS" w:hAnsi="Trebuchet MS" w:cs="Arial"/>
          <w:sz w:val="24"/>
          <w:szCs w:val="24"/>
        </w:rPr>
        <w:t>et du tutor</w:t>
      </w:r>
      <w:r w:rsidRPr="002C1CF9">
        <w:rPr>
          <w:rFonts w:ascii="Trebuchet MS" w:hAnsi="Trebuchet MS" w:cs="Arial"/>
          <w:sz w:val="24"/>
          <w:szCs w:val="24"/>
        </w:rPr>
        <w:t>iel pratiquer l'héritage des attributs</w:t>
      </w: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Cs w:val="24"/>
          <w:u w:val="single"/>
        </w:rPr>
      </w:pPr>
    </w:p>
    <w:p w:rsidR="002C1CF9" w:rsidRPr="002C1CF9" w:rsidRDefault="002C1CF9" w:rsidP="002C1CF9">
      <w:pPr>
        <w:autoSpaceDE w:val="0"/>
        <w:autoSpaceDN w:val="0"/>
        <w:adjustRightInd w:val="0"/>
        <w:rPr>
          <w:rFonts w:ascii="Arial Rounded MT Bold" w:hAnsi="Arial Rounded MT Bold" w:cs="Arial"/>
          <w:b/>
          <w:color w:val="000000"/>
          <w:sz w:val="28"/>
          <w:szCs w:val="24"/>
          <w:u w:val="single"/>
        </w:rPr>
      </w:pPr>
      <w:r w:rsidRPr="002C1CF9">
        <w:rPr>
          <w:rFonts w:ascii="Arial" w:hAnsi="Arial" w:cs="Arial"/>
          <w:i/>
          <w:color w:val="000000"/>
          <w:sz w:val="24"/>
          <w:szCs w:val="24"/>
        </w:rPr>
        <w:t>Cliquer dans le carré de couleur de votre projet et sélectionner l'icône avec la pipette et les claques ou couches</w:t>
      </w:r>
    </w:p>
    <w:p w:rsidR="0055509B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  <w:r>
        <w:rPr>
          <w:rFonts w:ascii="Arial Rounded MT Bold" w:hAnsi="Arial Rounded MT Bold"/>
          <w:b/>
          <w:caps/>
          <w:noProof/>
          <w:kern w:val="28"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-65314</wp:posOffset>
                </wp:positionH>
                <wp:positionV relativeFrom="paragraph">
                  <wp:posOffset>2903</wp:posOffset>
                </wp:positionV>
                <wp:extent cx="5274128" cy="1924050"/>
                <wp:effectExtent l="0" t="0" r="0" b="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128" cy="1924050"/>
                          <a:chOff x="0" y="0"/>
                          <a:chExt cx="5274128" cy="192405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314" y="0"/>
                            <a:ext cx="2657475" cy="1924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Ellipse 4"/>
                        <wps:cNvSpPr/>
                        <wps:spPr>
                          <a:xfrm>
                            <a:off x="1638300" y="718457"/>
                            <a:ext cx="500743" cy="381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0" y="16328"/>
                            <a:ext cx="500743" cy="381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2095500" y="772886"/>
                            <a:ext cx="3178628" cy="3646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86164" w:rsidRPr="00C86164" w:rsidRDefault="00C86164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C86164">
                                <w:rPr>
                                  <w:rFonts w:ascii="Arial" w:hAnsi="Arial" w:cs="Arial"/>
                                </w:rPr>
                                <w:t>Héritage des couches/groupes de couches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onnecteur droit avec flèche 7"/>
                        <wps:cNvCnPr/>
                        <wps:spPr>
                          <a:xfrm>
                            <a:off x="473528" y="332014"/>
                            <a:ext cx="1159329" cy="42998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" o:spid="_x0000_s1026" style="position:absolute;margin-left:-5.15pt;margin-top:.25pt;width:415.3pt;height:151.5pt;z-index:251663360" coordsize="52741,19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">
                <v:shape id="Image 3" o:spid="_x0000_s1027" type="#_x0000_t75" style="position:absolute;left:653;width:26574;height:19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">
                  <v:imagedata r:id="rId11" o:title=""/>
                  <v:path arrowok="t"/>
                </v:shape>
                <v:oval id="Ellipse 4" o:spid="_x0000_s1028" style="position:absolute;left:16383;top:7184;width:5007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" filled="f" strokecolor="red" strokeweight="2pt"/>
                <v:oval id="Ellipse 5" o:spid="_x0000_s1029" style="position:absolute;top:163;width:5007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" filled="f" strokecolor="red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" o:spid="_x0000_s1030" type="#_x0000_t202" style="position:absolute;left:20955;top:7728;width:31786;height:3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C86164" w:rsidRPr="00C86164" w:rsidRDefault="00C86164">
                        <w:pPr>
                          <w:rPr>
                            <w:rFonts w:ascii="Arial" w:hAnsi="Arial" w:cs="Arial"/>
                          </w:rPr>
                        </w:pPr>
                        <w:r w:rsidRPr="00C86164">
                          <w:rPr>
                            <w:rFonts w:ascii="Arial" w:hAnsi="Arial" w:cs="Arial"/>
                          </w:rPr>
                          <w:t>Héritage des couches/groupes de couches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7" o:spid="_x0000_s1031" type="#_x0000_t32" style="position:absolute;left:4735;top:3320;width:11593;height:43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" strokecolor="red" strokeweight="2.25pt">
                  <v:stroke endarrow="block"/>
                </v:shape>
              </v:group>
            </w:pict>
          </mc:Fallback>
        </mc:AlternateContent>
      </w: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p w:rsidR="00C86164" w:rsidRDefault="00C86164" w:rsidP="00C86DD5">
      <w:pPr>
        <w:rPr>
          <w:rFonts w:ascii="Arial Rounded MT Bold" w:hAnsi="Arial Rounded MT Bold"/>
          <w:b/>
          <w:caps/>
          <w:kern w:val="28"/>
          <w:sz w:val="28"/>
        </w:rPr>
      </w:pPr>
    </w:p>
    <w:sectPr w:rsidR="00C86164" w:rsidSect="00B866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567" w:right="720" w:bottom="720" w:left="720" w:header="720" w:footer="3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A35" w:rsidRDefault="00EA7A35">
      <w:r>
        <w:separator/>
      </w:r>
    </w:p>
  </w:endnote>
  <w:endnote w:type="continuationSeparator" w:id="0">
    <w:p w:rsidR="00EA7A35" w:rsidRDefault="00EA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obo Std">
    <w:panose1 w:val="020B0803040709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5E9" w:rsidRDefault="000A25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B86679" w:rsidRDefault="00B86679" w:rsidP="00B86679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1543F4">
      <w:rPr>
        <w:rFonts w:ascii="Arial" w:hAnsi="Arial" w:cs="Arial"/>
        <w:noProof/>
        <w:sz w:val="20"/>
      </w:rPr>
      <w:t>3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1543F4">
      <w:rPr>
        <w:rFonts w:ascii="Arial" w:hAnsi="Arial" w:cs="Arial"/>
        <w:noProof/>
        <w:sz w:val="20"/>
      </w:rPr>
      <w:t>3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28" w:rsidRPr="00422601" w:rsidRDefault="00B86679" w:rsidP="00EB7E53">
    <w:pPr>
      <w:pStyle w:val="Pieddepage"/>
      <w:rPr>
        <w:rStyle w:val="Numrodepage"/>
      </w:rPr>
    </w:pPr>
    <w:r>
      <w:rPr>
        <w:rFonts w:ascii="Arial" w:hAnsi="Arial" w:cs="Arial"/>
        <w:sz w:val="20"/>
      </w:rPr>
      <w:t>Lycée du Dauphiné</w:t>
    </w:r>
    <w:r w:rsidRPr="00956D13">
      <w:rPr>
        <w:rFonts w:ascii="Arial" w:hAnsi="Arial" w:cs="Arial"/>
        <w:sz w:val="20"/>
      </w:rPr>
      <w:ptab w:relativeTo="margin" w:alignment="center" w:leader="none"/>
    </w:r>
    <w:r w:rsidRPr="00956D13">
      <w:rPr>
        <w:rFonts w:ascii="Hobo Std" w:hAnsi="Hobo Std" w:cs="Arial"/>
        <w:b/>
        <w:sz w:val="24"/>
      </w:rPr>
      <w:t>CAO</w:t>
    </w:r>
    <w:r>
      <w:rPr>
        <w:rFonts w:ascii="Arial" w:hAnsi="Arial" w:cs="Arial"/>
        <w:sz w:val="20"/>
      </w:rPr>
      <w:t xml:space="preserve"> </w:t>
    </w:r>
    <w:r w:rsidRPr="00956D13">
      <w:rPr>
        <w:rFonts w:ascii="Hobo Std" w:hAnsi="Hobo Std" w:cs="Arial"/>
        <w:b/>
        <w:sz w:val="24"/>
      </w:rPr>
      <w:t>2D</w:t>
    </w:r>
    <w:r w:rsidRPr="00956D13">
      <w:rPr>
        <w:rFonts w:ascii="Arial" w:hAnsi="Arial" w:cs="Arial"/>
        <w:sz w:val="20"/>
      </w:rPr>
      <w:ptab w:relativeTo="margin" w:alignment="right" w:leader="none"/>
    </w:r>
    <w:r>
      <w:rPr>
        <w:rFonts w:ascii="Arial" w:hAnsi="Arial" w:cs="Arial"/>
        <w:sz w:val="20"/>
      </w:rPr>
      <w:t xml:space="preserve">Pages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 w:rsidR="001543F4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  \* MERGEFORMAT </w:instrText>
    </w:r>
    <w:r>
      <w:rPr>
        <w:rFonts w:ascii="Arial" w:hAnsi="Arial" w:cs="Arial"/>
        <w:sz w:val="20"/>
      </w:rPr>
      <w:fldChar w:fldCharType="separate"/>
    </w:r>
    <w:r w:rsidR="001543F4">
      <w:rPr>
        <w:rFonts w:ascii="Arial" w:hAnsi="Arial" w:cs="Arial"/>
        <w:noProof/>
        <w:sz w:val="20"/>
      </w:rPr>
      <w:t>3</w:t>
    </w:r>
    <w:r>
      <w:rPr>
        <w:rFonts w:ascii="Arial" w:hAnsi="Arial" w:cs="Arial"/>
        <w:sz w:val="20"/>
      </w:rPr>
      <w:fldChar w:fldCharType="end"/>
    </w:r>
  </w:p>
  <w:p w:rsidR="00156328" w:rsidRDefault="001563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A35" w:rsidRDefault="00EA7A35">
      <w:r>
        <w:separator/>
      </w:r>
    </w:p>
  </w:footnote>
  <w:footnote w:type="continuationSeparator" w:id="0">
    <w:p w:rsidR="00EA7A35" w:rsidRDefault="00EA7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5E9" w:rsidRDefault="000A25E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5E9" w:rsidRDefault="000A25E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328" w:type="dxa"/>
      <w:tblLook w:val="04A0" w:firstRow="1" w:lastRow="0" w:firstColumn="1" w:lastColumn="0" w:noHBand="0" w:noVBand="1"/>
    </w:tblPr>
    <w:tblGrid>
      <w:gridCol w:w="471"/>
      <w:gridCol w:w="448"/>
      <w:gridCol w:w="487"/>
      <w:gridCol w:w="477"/>
      <w:gridCol w:w="427"/>
      <w:gridCol w:w="272"/>
      <w:gridCol w:w="170"/>
      <w:gridCol w:w="509"/>
      <w:gridCol w:w="447"/>
      <w:gridCol w:w="488"/>
      <w:gridCol w:w="490"/>
      <w:gridCol w:w="271"/>
      <w:gridCol w:w="207"/>
      <w:gridCol w:w="471"/>
      <w:gridCol w:w="448"/>
      <w:gridCol w:w="487"/>
      <w:gridCol w:w="477"/>
      <w:gridCol w:w="427"/>
      <w:gridCol w:w="442"/>
      <w:gridCol w:w="509"/>
      <w:gridCol w:w="447"/>
      <w:gridCol w:w="488"/>
      <w:gridCol w:w="490"/>
      <w:gridCol w:w="478"/>
    </w:tblGrid>
    <w:tr w:rsidR="00184B84" w:rsidRPr="00E635B7" w:rsidTr="006B4EEE">
      <w:trPr>
        <w:trHeight w:val="265"/>
      </w:trPr>
      <w:tc>
        <w:tcPr>
          <w:tcW w:w="2582" w:type="dxa"/>
          <w:gridSpan w:val="6"/>
          <w:tcBorders>
            <w:top w:val="single" w:sz="12" w:space="0" w:color="auto"/>
            <w:left w:val="single" w:sz="12" w:space="0" w:color="auto"/>
          </w:tcBorders>
          <w:shd w:val="clear" w:color="auto" w:fill="FFFF00"/>
          <w:vAlign w:val="center"/>
        </w:tcPr>
        <w:p w:rsidR="00184B84" w:rsidRPr="006B4EEE" w:rsidRDefault="00184B84" w:rsidP="00184B84">
          <w:pPr>
            <w:jc w:val="center"/>
            <w:rPr>
              <w:b/>
              <w:sz w:val="28"/>
            </w:rPr>
          </w:pPr>
          <w:bookmarkStart w:id="0" w:name="_GoBack"/>
          <w:bookmarkEnd w:id="0"/>
          <w:r w:rsidRPr="006B4EEE">
            <w:rPr>
              <w:b/>
              <w:sz w:val="28"/>
            </w:rPr>
            <w:t>FICHE CONTRAT</w:t>
          </w:r>
        </w:p>
      </w:tc>
      <w:tc>
        <w:tcPr>
          <w:tcW w:w="2375" w:type="dxa"/>
          <w:gridSpan w:val="6"/>
          <w:tcBorders>
            <w:top w:val="single" w:sz="12" w:space="0" w:color="auto"/>
            <w:right w:val="nil"/>
          </w:tcBorders>
          <w:shd w:val="clear" w:color="auto" w:fill="auto"/>
          <w:vAlign w:val="center"/>
        </w:tcPr>
        <w:p w:rsidR="00184B84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 w:rsidRPr="00A977C2">
            <w:rPr>
              <w:rFonts w:cs="Arial"/>
              <w:b/>
            </w:rPr>
            <w:t>FICHE DE SÉQUENCE</w:t>
          </w:r>
          <w:r>
            <w:rPr>
              <w:rFonts w:cs="Arial"/>
              <w:b/>
            </w:rPr>
            <w:t> :</w:t>
          </w:r>
        </w:p>
      </w:tc>
      <w:tc>
        <w:tcPr>
          <w:tcW w:w="5371" w:type="dxa"/>
          <w:gridSpan w:val="12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184B84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 w:rsidRPr="00184B84">
            <w:rPr>
              <w:rFonts w:ascii="Arial Rounded MT Bold" w:eastAsiaTheme="minorHAnsi" w:hAnsi="Arial Rounded MT Bold" w:cstheme="minorBidi"/>
              <w:b/>
              <w:sz w:val="28"/>
            </w:rPr>
            <w:t>PRÉPARATION DU PROJET</w:t>
          </w:r>
        </w:p>
      </w:tc>
    </w:tr>
    <w:tr w:rsidR="00184B84" w:rsidRPr="00E635B7" w:rsidTr="006B4EEE">
      <w:trPr>
        <w:trHeight w:val="265"/>
      </w:trPr>
      <w:tc>
        <w:tcPr>
          <w:tcW w:w="2582" w:type="dxa"/>
          <w:gridSpan w:val="6"/>
          <w:tcBorders>
            <w:left w:val="single" w:sz="12" w:space="0" w:color="auto"/>
          </w:tcBorders>
          <w:shd w:val="clear" w:color="auto" w:fill="B6DDE8" w:themeFill="accent5" w:themeFillTint="66"/>
          <w:vAlign w:val="center"/>
        </w:tcPr>
        <w:p w:rsidR="00184B84" w:rsidRDefault="00184B84" w:rsidP="00184B84">
          <w:pPr>
            <w:jc w:val="center"/>
            <w:rPr>
              <w:b/>
              <w:sz w:val="24"/>
            </w:rPr>
          </w:pPr>
          <w:r w:rsidRPr="00A977C2">
            <w:rPr>
              <w:b/>
              <w:sz w:val="24"/>
            </w:rPr>
            <w:t>EXAMEN PR</w:t>
          </w:r>
          <w:r w:rsidRPr="00A977C2">
            <w:rPr>
              <w:rFonts w:cs="Arial"/>
              <w:b/>
              <w:sz w:val="24"/>
            </w:rPr>
            <w:t>É</w:t>
          </w:r>
          <w:r w:rsidRPr="00A977C2">
            <w:rPr>
              <w:b/>
              <w:sz w:val="24"/>
            </w:rPr>
            <w:t>PARÉ</w:t>
          </w:r>
        </w:p>
      </w:tc>
      <w:tc>
        <w:tcPr>
          <w:tcW w:w="7746" w:type="dxa"/>
          <w:gridSpan w:val="18"/>
          <w:tcBorders>
            <w:right w:val="single" w:sz="12" w:space="0" w:color="auto"/>
          </w:tcBorders>
          <w:shd w:val="clear" w:color="auto" w:fill="auto"/>
          <w:vAlign w:val="center"/>
        </w:tcPr>
        <w:p w:rsidR="00184B84" w:rsidRPr="00A977C2" w:rsidRDefault="00184B84" w:rsidP="00184B84">
          <w:pPr>
            <w:jc w:val="center"/>
            <w:rPr>
              <w:rFonts w:ascii="Arial Rounded MT Bold" w:hAnsi="Arial Rounded MT Bold"/>
              <w:sz w:val="24"/>
            </w:rPr>
          </w:pPr>
          <w:r>
            <w:rPr>
              <w:rFonts w:ascii="Arial Rounded MT Bold" w:hAnsi="Arial Rounded MT Bold"/>
              <w:sz w:val="24"/>
            </w:rPr>
            <w:t>BTS MMCM</w:t>
          </w:r>
          <w:r w:rsidRPr="00A977C2">
            <w:rPr>
              <w:rFonts w:ascii="Arial Rounded MT Bold" w:hAnsi="Arial Rounded MT Bold"/>
              <w:sz w:val="24"/>
            </w:rPr>
            <w:t xml:space="preserve"> métier </w:t>
          </w:r>
          <w:r>
            <w:rPr>
              <w:rFonts w:ascii="Arial Rounded MT Bold" w:hAnsi="Arial Rounded MT Bold"/>
              <w:sz w:val="24"/>
            </w:rPr>
            <w:t>de la mode</w:t>
          </w:r>
          <w:r w:rsidRPr="00A977C2">
            <w:rPr>
              <w:rFonts w:ascii="Arial Rounded MT Bold" w:hAnsi="Arial Rounded MT Bold"/>
              <w:sz w:val="24"/>
            </w:rPr>
            <w:t xml:space="preserve"> - Maroquinerie et chaussure</w:t>
          </w:r>
        </w:p>
      </w:tc>
    </w:tr>
    <w:tr w:rsidR="00184B84" w:rsidRPr="00E635B7" w:rsidTr="000A25E9">
      <w:trPr>
        <w:trHeight w:val="265"/>
      </w:trPr>
      <w:tc>
        <w:tcPr>
          <w:tcW w:w="5164" w:type="dxa"/>
          <w:gridSpan w:val="13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>
            <w:rPr>
              <w:b/>
              <w:sz w:val="24"/>
            </w:rPr>
            <w:t xml:space="preserve">Première </w:t>
          </w:r>
          <w:r>
            <w:rPr>
              <w:sz w:val="24"/>
            </w:rPr>
            <w:t>BTS MMCM</w:t>
          </w:r>
        </w:p>
      </w:tc>
      <w:tc>
        <w:tcPr>
          <w:tcW w:w="5164" w:type="dxa"/>
          <w:gridSpan w:val="11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>
            <w:rPr>
              <w:b/>
              <w:sz w:val="24"/>
            </w:rPr>
            <w:t xml:space="preserve">Terminale </w:t>
          </w:r>
          <w:r>
            <w:rPr>
              <w:sz w:val="24"/>
            </w:rPr>
            <w:t>BTS MMCM</w:t>
          </w:r>
        </w:p>
      </w:tc>
    </w:tr>
    <w:tr w:rsidR="00184B84" w:rsidRPr="00E635B7" w:rsidTr="000A25E9">
      <w:trPr>
        <w:trHeight w:val="265"/>
      </w:trPr>
      <w:tc>
        <w:tcPr>
          <w:tcW w:w="471" w:type="dxa"/>
          <w:tcBorders>
            <w:left w:val="single" w:sz="12" w:space="0" w:color="auto"/>
            <w:bottom w:val="single" w:sz="12" w:space="0" w:color="auto"/>
          </w:tcBorders>
          <w:shd w:val="clear" w:color="auto" w:fill="FBD4B4" w:themeFill="accent6" w:themeFillTint="66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sep</w:t>
          </w:r>
        </w:p>
      </w:tc>
      <w:tc>
        <w:tcPr>
          <w:tcW w:w="448" w:type="dxa"/>
          <w:tcBorders>
            <w:bottom w:val="single" w:sz="12" w:space="0" w:color="auto"/>
          </w:tcBorders>
          <w:shd w:val="clear" w:color="auto" w:fill="FBD4B4" w:themeFill="accent6" w:themeFillTint="66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oct</w:t>
          </w:r>
        </w:p>
      </w:tc>
      <w:tc>
        <w:tcPr>
          <w:tcW w:w="48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nov</w:t>
          </w:r>
        </w:p>
      </w:tc>
      <w:tc>
        <w:tcPr>
          <w:tcW w:w="47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déc</w:t>
          </w:r>
        </w:p>
      </w:tc>
      <w:tc>
        <w:tcPr>
          <w:tcW w:w="42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jav</w:t>
          </w:r>
        </w:p>
      </w:tc>
      <w:tc>
        <w:tcPr>
          <w:tcW w:w="442" w:type="dxa"/>
          <w:gridSpan w:val="2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fév</w:t>
          </w:r>
        </w:p>
      </w:tc>
      <w:tc>
        <w:tcPr>
          <w:tcW w:w="509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mar</w:t>
          </w:r>
        </w:p>
      </w:tc>
      <w:tc>
        <w:tcPr>
          <w:tcW w:w="447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avr</w:t>
          </w:r>
        </w:p>
      </w:tc>
      <w:tc>
        <w:tcPr>
          <w:tcW w:w="488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mai</w:t>
          </w:r>
        </w:p>
      </w:tc>
      <w:tc>
        <w:tcPr>
          <w:tcW w:w="490" w:type="dxa"/>
          <w:tcBorders>
            <w:bottom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juin</w:t>
          </w:r>
        </w:p>
      </w:tc>
      <w:tc>
        <w:tcPr>
          <w:tcW w:w="478" w:type="dxa"/>
          <w:gridSpan w:val="2"/>
          <w:tcBorders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juill</w:t>
          </w:r>
        </w:p>
      </w:tc>
      <w:tc>
        <w:tcPr>
          <w:tcW w:w="471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sep</w:t>
          </w:r>
        </w:p>
      </w:tc>
      <w:tc>
        <w:tcPr>
          <w:tcW w:w="448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oct</w:t>
          </w:r>
        </w:p>
      </w:tc>
      <w:tc>
        <w:tcPr>
          <w:tcW w:w="48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nov</w:t>
          </w:r>
        </w:p>
      </w:tc>
      <w:tc>
        <w:tcPr>
          <w:tcW w:w="47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déc</w:t>
          </w:r>
        </w:p>
      </w:tc>
      <w:tc>
        <w:tcPr>
          <w:tcW w:w="42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jav</w:t>
          </w:r>
        </w:p>
      </w:tc>
      <w:tc>
        <w:tcPr>
          <w:tcW w:w="442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fév</w:t>
          </w:r>
        </w:p>
      </w:tc>
      <w:tc>
        <w:tcPr>
          <w:tcW w:w="509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mar</w:t>
          </w:r>
        </w:p>
      </w:tc>
      <w:tc>
        <w:tcPr>
          <w:tcW w:w="447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avr</w:t>
          </w:r>
        </w:p>
      </w:tc>
      <w:tc>
        <w:tcPr>
          <w:tcW w:w="488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mai</w:t>
          </w:r>
        </w:p>
      </w:tc>
      <w:tc>
        <w:tcPr>
          <w:tcW w:w="490" w:type="dxa"/>
          <w:tcBorders>
            <w:bottom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juin</w:t>
          </w:r>
        </w:p>
      </w:tc>
      <w:tc>
        <w:tcPr>
          <w:tcW w:w="478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184B84" w:rsidRPr="00E635B7" w:rsidRDefault="00184B84" w:rsidP="00184B84">
          <w:pPr>
            <w:jc w:val="center"/>
            <w:rPr>
              <w:sz w:val="18"/>
            </w:rPr>
          </w:pPr>
          <w:r w:rsidRPr="00E635B7">
            <w:rPr>
              <w:sz w:val="18"/>
            </w:rPr>
            <w:t>juill</w:t>
          </w:r>
        </w:p>
      </w:tc>
    </w:tr>
  </w:tbl>
  <w:p w:rsidR="00156328" w:rsidRPr="00E635B7" w:rsidRDefault="00156328" w:rsidP="00E635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1" type="#_x0000_t75" style="width:315.75pt;height:243pt" o:bullet="t">
        <v:imagedata r:id="rId1" o:title="Dessin reichelieu 2"/>
      </v:shape>
    </w:pict>
  </w:numPicBullet>
  <w:abstractNum w:abstractNumId="0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113B49A4"/>
    <w:multiLevelType w:val="hybridMultilevel"/>
    <w:tmpl w:val="FB8E2A3E"/>
    <w:lvl w:ilvl="0" w:tplc="EFAC4C8E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6D2F85"/>
    <w:multiLevelType w:val="hybridMultilevel"/>
    <w:tmpl w:val="6DF4C71E"/>
    <w:lvl w:ilvl="0" w:tplc="290AC0FC">
      <w:start w:val="1"/>
      <w:numFmt w:val="bullet"/>
      <w:pStyle w:val="pastill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62DEC"/>
    <w:multiLevelType w:val="multilevel"/>
    <w:tmpl w:val="6B32C773"/>
    <w:name w:val="Bullets"/>
    <w:lvl w:ilvl="0">
      <w:start w:val="1"/>
      <w:numFmt w:val="bullet"/>
      <w:lvlText w:val="·"/>
      <w:lvlJc w:val="left"/>
      <w:rPr>
        <w:rFonts w:ascii="Symbol" w:hAnsi="Symbol" w:cs="Symbol"/>
        <w:sz w:val="24"/>
      </w:rPr>
    </w:lvl>
    <w:lvl w:ilvl="1">
      <w:start w:val="1"/>
      <w:numFmt w:val="bullet"/>
      <w:lvlText w:val="§"/>
      <w:lvlJc w:val="left"/>
      <w:rPr>
        <w:rFonts w:ascii="Wingdings" w:hAnsi="Wingdings" w:cs="Wingdings"/>
        <w:sz w:val="24"/>
      </w:rPr>
    </w:lvl>
    <w:lvl w:ilvl="2">
      <w:start w:val="1"/>
      <w:numFmt w:val="bullet"/>
      <w:lvlText w:val="q"/>
      <w:lvlJc w:val="left"/>
      <w:rPr>
        <w:rFonts w:ascii="Wingdings" w:hAnsi="Wingdings" w:cs="Wingdings"/>
        <w:sz w:val="24"/>
      </w:rPr>
    </w:lvl>
    <w:lvl w:ilvl="3">
      <w:start w:val="1"/>
      <w:numFmt w:val="bullet"/>
      <w:lvlText w:val="¨"/>
      <w:lvlJc w:val="left"/>
      <w:rPr>
        <w:rFonts w:ascii="Symbol" w:hAnsi="Symbol" w:cs="Symbol"/>
        <w:sz w:val="24"/>
      </w:rPr>
    </w:lvl>
    <w:lvl w:ilvl="4">
      <w:start w:val="1"/>
      <w:numFmt w:val="bullet"/>
      <w:lvlText w:val="v"/>
      <w:lvlJc w:val="left"/>
      <w:rPr>
        <w:rFonts w:ascii="Wingdings" w:hAnsi="Wingdings" w:cs="Wingdings"/>
        <w:sz w:val="24"/>
      </w:rPr>
    </w:lvl>
    <w:lvl w:ilvl="5">
      <w:start w:val="1"/>
      <w:numFmt w:val="bullet"/>
      <w:lvlText w:val="Ø"/>
      <w:lvlJc w:val="left"/>
      <w:rPr>
        <w:rFonts w:ascii="Wingdings" w:hAnsi="Wingdings" w:cs="Wingdings"/>
        <w:sz w:val="24"/>
      </w:rPr>
    </w:lvl>
    <w:lvl w:ilvl="6">
      <w:start w:val="1"/>
      <w:numFmt w:val="bullet"/>
      <w:lvlText w:val="ü"/>
      <w:lvlJc w:val="left"/>
      <w:rPr>
        <w:rFonts w:ascii="Wingdings" w:hAnsi="Wingdings" w:cs="Wingdings"/>
        <w:sz w:val="24"/>
      </w:rPr>
    </w:lvl>
    <w:lvl w:ilvl="7">
      <w:start w:val="1"/>
      <w:numFmt w:val="bullet"/>
      <w:lvlText w:val="·"/>
      <w:lvlJc w:val="left"/>
      <w:rPr>
        <w:rFonts w:ascii="Symbol" w:hAnsi="Symbol" w:cs="Symbol"/>
        <w:sz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B1"/>
    <w:rsid w:val="000034FB"/>
    <w:rsid w:val="00007053"/>
    <w:rsid w:val="00015AF1"/>
    <w:rsid w:val="0002417A"/>
    <w:rsid w:val="00027C86"/>
    <w:rsid w:val="000347DA"/>
    <w:rsid w:val="00035D45"/>
    <w:rsid w:val="00042F75"/>
    <w:rsid w:val="00074D0A"/>
    <w:rsid w:val="00075048"/>
    <w:rsid w:val="00075D63"/>
    <w:rsid w:val="00081E4A"/>
    <w:rsid w:val="00086886"/>
    <w:rsid w:val="0008755E"/>
    <w:rsid w:val="00092BBE"/>
    <w:rsid w:val="000A25E9"/>
    <w:rsid w:val="000B243A"/>
    <w:rsid w:val="000B569B"/>
    <w:rsid w:val="000E02BE"/>
    <w:rsid w:val="000E7228"/>
    <w:rsid w:val="000F1034"/>
    <w:rsid w:val="001264D2"/>
    <w:rsid w:val="0014433C"/>
    <w:rsid w:val="001543F4"/>
    <w:rsid w:val="00156328"/>
    <w:rsid w:val="00163993"/>
    <w:rsid w:val="00163EAC"/>
    <w:rsid w:val="00174947"/>
    <w:rsid w:val="00184B84"/>
    <w:rsid w:val="001A6597"/>
    <w:rsid w:val="001D6788"/>
    <w:rsid w:val="001E1FA4"/>
    <w:rsid w:val="001F059C"/>
    <w:rsid w:val="001F1107"/>
    <w:rsid w:val="00204691"/>
    <w:rsid w:val="00227B69"/>
    <w:rsid w:val="0023729F"/>
    <w:rsid w:val="002473BE"/>
    <w:rsid w:val="0025355B"/>
    <w:rsid w:val="00271D5A"/>
    <w:rsid w:val="002A39CF"/>
    <w:rsid w:val="002B5C30"/>
    <w:rsid w:val="002B7ED0"/>
    <w:rsid w:val="002C1958"/>
    <w:rsid w:val="002C1CF9"/>
    <w:rsid w:val="002E1189"/>
    <w:rsid w:val="002F256B"/>
    <w:rsid w:val="002F7F75"/>
    <w:rsid w:val="0030122A"/>
    <w:rsid w:val="003405E0"/>
    <w:rsid w:val="0035235A"/>
    <w:rsid w:val="00366C42"/>
    <w:rsid w:val="00370873"/>
    <w:rsid w:val="00384FDB"/>
    <w:rsid w:val="003A3F02"/>
    <w:rsid w:val="00403C56"/>
    <w:rsid w:val="00405961"/>
    <w:rsid w:val="00407BE1"/>
    <w:rsid w:val="00422601"/>
    <w:rsid w:val="0043072F"/>
    <w:rsid w:val="004438E1"/>
    <w:rsid w:val="004465BF"/>
    <w:rsid w:val="00447814"/>
    <w:rsid w:val="00453450"/>
    <w:rsid w:val="0048203D"/>
    <w:rsid w:val="004944A0"/>
    <w:rsid w:val="004A0C29"/>
    <w:rsid w:val="004C63DE"/>
    <w:rsid w:val="004D1DFD"/>
    <w:rsid w:val="004E03BC"/>
    <w:rsid w:val="00505186"/>
    <w:rsid w:val="0055509B"/>
    <w:rsid w:val="00567271"/>
    <w:rsid w:val="00574CF9"/>
    <w:rsid w:val="00580D2F"/>
    <w:rsid w:val="00585468"/>
    <w:rsid w:val="00586BFF"/>
    <w:rsid w:val="00594C21"/>
    <w:rsid w:val="005975D2"/>
    <w:rsid w:val="005A5A9A"/>
    <w:rsid w:val="005A6F25"/>
    <w:rsid w:val="005C0197"/>
    <w:rsid w:val="005C3A6B"/>
    <w:rsid w:val="005C7F5D"/>
    <w:rsid w:val="005D0FBD"/>
    <w:rsid w:val="005D7366"/>
    <w:rsid w:val="005D772D"/>
    <w:rsid w:val="0060662C"/>
    <w:rsid w:val="00613A9C"/>
    <w:rsid w:val="00614384"/>
    <w:rsid w:val="00620BB1"/>
    <w:rsid w:val="00624AB1"/>
    <w:rsid w:val="00672A63"/>
    <w:rsid w:val="006743CE"/>
    <w:rsid w:val="006765F1"/>
    <w:rsid w:val="00680D76"/>
    <w:rsid w:val="00696FF8"/>
    <w:rsid w:val="00697C87"/>
    <w:rsid w:val="006B09C6"/>
    <w:rsid w:val="006B2A97"/>
    <w:rsid w:val="006B4EEE"/>
    <w:rsid w:val="006C1EF6"/>
    <w:rsid w:val="006D310A"/>
    <w:rsid w:val="006D587D"/>
    <w:rsid w:val="006F27D3"/>
    <w:rsid w:val="006F54D0"/>
    <w:rsid w:val="006F6B30"/>
    <w:rsid w:val="0071088B"/>
    <w:rsid w:val="00713479"/>
    <w:rsid w:val="0071508B"/>
    <w:rsid w:val="0071611C"/>
    <w:rsid w:val="0071624D"/>
    <w:rsid w:val="00720272"/>
    <w:rsid w:val="0072475A"/>
    <w:rsid w:val="0074191B"/>
    <w:rsid w:val="00751536"/>
    <w:rsid w:val="00757B80"/>
    <w:rsid w:val="007746DB"/>
    <w:rsid w:val="007A4646"/>
    <w:rsid w:val="007A4F47"/>
    <w:rsid w:val="007A7DBA"/>
    <w:rsid w:val="007C6B97"/>
    <w:rsid w:val="007D0BB0"/>
    <w:rsid w:val="007E583C"/>
    <w:rsid w:val="007F4C19"/>
    <w:rsid w:val="00810884"/>
    <w:rsid w:val="00811181"/>
    <w:rsid w:val="00827DDA"/>
    <w:rsid w:val="008326EC"/>
    <w:rsid w:val="00851F3C"/>
    <w:rsid w:val="00854580"/>
    <w:rsid w:val="008675F6"/>
    <w:rsid w:val="008764A2"/>
    <w:rsid w:val="00876BC3"/>
    <w:rsid w:val="00877C16"/>
    <w:rsid w:val="00882E08"/>
    <w:rsid w:val="008969A4"/>
    <w:rsid w:val="008B26FA"/>
    <w:rsid w:val="008B5BAB"/>
    <w:rsid w:val="008C0E30"/>
    <w:rsid w:val="008D1608"/>
    <w:rsid w:val="008D7DDD"/>
    <w:rsid w:val="0092372D"/>
    <w:rsid w:val="00926740"/>
    <w:rsid w:val="00935A74"/>
    <w:rsid w:val="00940461"/>
    <w:rsid w:val="0094292B"/>
    <w:rsid w:val="00947191"/>
    <w:rsid w:val="00955C77"/>
    <w:rsid w:val="00970E6D"/>
    <w:rsid w:val="00975351"/>
    <w:rsid w:val="00984CB8"/>
    <w:rsid w:val="009879C7"/>
    <w:rsid w:val="00987E0D"/>
    <w:rsid w:val="009A0CE2"/>
    <w:rsid w:val="009B12BC"/>
    <w:rsid w:val="009B76C5"/>
    <w:rsid w:val="009C618D"/>
    <w:rsid w:val="009D7B9F"/>
    <w:rsid w:val="00A02223"/>
    <w:rsid w:val="00A342BF"/>
    <w:rsid w:val="00A41F2D"/>
    <w:rsid w:val="00A54D67"/>
    <w:rsid w:val="00A64D6F"/>
    <w:rsid w:val="00A83472"/>
    <w:rsid w:val="00AB3E2C"/>
    <w:rsid w:val="00AC3EFC"/>
    <w:rsid w:val="00AD5823"/>
    <w:rsid w:val="00B10F4D"/>
    <w:rsid w:val="00B23DE3"/>
    <w:rsid w:val="00B34C75"/>
    <w:rsid w:val="00B42150"/>
    <w:rsid w:val="00B5059A"/>
    <w:rsid w:val="00B65E00"/>
    <w:rsid w:val="00B66A76"/>
    <w:rsid w:val="00B67297"/>
    <w:rsid w:val="00B86679"/>
    <w:rsid w:val="00B979B4"/>
    <w:rsid w:val="00BA4E0C"/>
    <w:rsid w:val="00BA654B"/>
    <w:rsid w:val="00BA7746"/>
    <w:rsid w:val="00BB31FC"/>
    <w:rsid w:val="00BD4D60"/>
    <w:rsid w:val="00BF175B"/>
    <w:rsid w:val="00BF4746"/>
    <w:rsid w:val="00BF6FCE"/>
    <w:rsid w:val="00C07C9E"/>
    <w:rsid w:val="00C14944"/>
    <w:rsid w:val="00C201B3"/>
    <w:rsid w:val="00C507B4"/>
    <w:rsid w:val="00C5420C"/>
    <w:rsid w:val="00C62224"/>
    <w:rsid w:val="00C6293F"/>
    <w:rsid w:val="00C74097"/>
    <w:rsid w:val="00C75DD3"/>
    <w:rsid w:val="00C86164"/>
    <w:rsid w:val="00C86DD5"/>
    <w:rsid w:val="00C93B9E"/>
    <w:rsid w:val="00CB24ED"/>
    <w:rsid w:val="00CC20FA"/>
    <w:rsid w:val="00CE2629"/>
    <w:rsid w:val="00D028AC"/>
    <w:rsid w:val="00D20327"/>
    <w:rsid w:val="00D25A2F"/>
    <w:rsid w:val="00D4714E"/>
    <w:rsid w:val="00D52BF0"/>
    <w:rsid w:val="00D52C61"/>
    <w:rsid w:val="00D57928"/>
    <w:rsid w:val="00D629D1"/>
    <w:rsid w:val="00D94FA9"/>
    <w:rsid w:val="00DA69E1"/>
    <w:rsid w:val="00DA7936"/>
    <w:rsid w:val="00DB528F"/>
    <w:rsid w:val="00DC562B"/>
    <w:rsid w:val="00DC5A0B"/>
    <w:rsid w:val="00DC6FC9"/>
    <w:rsid w:val="00DD1C60"/>
    <w:rsid w:val="00DE22B7"/>
    <w:rsid w:val="00DE46F9"/>
    <w:rsid w:val="00DF4AB0"/>
    <w:rsid w:val="00E050AE"/>
    <w:rsid w:val="00E42CC3"/>
    <w:rsid w:val="00E448F2"/>
    <w:rsid w:val="00E52862"/>
    <w:rsid w:val="00E635B7"/>
    <w:rsid w:val="00E710DA"/>
    <w:rsid w:val="00E76576"/>
    <w:rsid w:val="00EA0DD3"/>
    <w:rsid w:val="00EA7A35"/>
    <w:rsid w:val="00EB7E53"/>
    <w:rsid w:val="00EC0FF5"/>
    <w:rsid w:val="00EC2F2D"/>
    <w:rsid w:val="00ED25EE"/>
    <w:rsid w:val="00EE0935"/>
    <w:rsid w:val="00EE651C"/>
    <w:rsid w:val="00EF589F"/>
    <w:rsid w:val="00F05BFE"/>
    <w:rsid w:val="00F07218"/>
    <w:rsid w:val="00F15E5F"/>
    <w:rsid w:val="00F20B32"/>
    <w:rsid w:val="00F4003C"/>
    <w:rsid w:val="00F81CFD"/>
    <w:rsid w:val="00F825A6"/>
    <w:rsid w:val="00F8450C"/>
    <w:rsid w:val="00F97A94"/>
    <w:rsid w:val="00FB642D"/>
    <w:rsid w:val="00FC2258"/>
    <w:rsid w:val="00FF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84C132-E2B9-46EB-9A8A-6E04D907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62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link w:val="CorpsdetexteCar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uiPriority w:val="99"/>
    <w:rsid w:val="00035D45"/>
    <w:pPr>
      <w:numPr>
        <w:numId w:val="2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C14944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1F1107"/>
    <w:rPr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E635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24740-C46D-4CD1-AD81-D24CAA80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283</TotalTime>
  <Pages>3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PRÉPARATION DU PROJET</vt:lpstr>
    </vt:vector>
  </TitlesOfParts>
  <Company>P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PRÉPARATION DU PROJET</dc:title>
  <dc:subject>CAO</dc:subject>
  <dc:creator>aandreu</dc:creator>
  <cp:lastModifiedBy>Alicia ANDREÜ</cp:lastModifiedBy>
  <cp:revision>41</cp:revision>
  <cp:lastPrinted>2020-06-29T13:19:00Z</cp:lastPrinted>
  <dcterms:created xsi:type="dcterms:W3CDTF">2020-05-12T08:58:00Z</dcterms:created>
  <dcterms:modified xsi:type="dcterms:W3CDTF">2020-06-29T13:19:00Z</dcterms:modified>
</cp:coreProperties>
</file>