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8051"/>
      </w:tblGrid>
      <w:tr w:rsidR="005D6884" w:rsidRPr="00384E9E" w14:paraId="2024691C" w14:textId="77777777" w:rsidTr="00384E9E">
        <w:tc>
          <w:tcPr>
            <w:tcW w:w="2405" w:type="dxa"/>
            <w:shd w:val="clear" w:color="auto" w:fill="auto"/>
          </w:tcPr>
          <w:p w14:paraId="59E350A0" w14:textId="06DA830D" w:rsidR="005D6884" w:rsidRPr="00962E02" w:rsidRDefault="00962E02" w:rsidP="006A1E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62E02">
              <w:rPr>
                <w:rFonts w:ascii="Arial" w:hAnsi="Arial" w:cs="Arial"/>
                <w:b/>
                <w:noProof/>
                <w:sz w:val="28"/>
                <w:szCs w:val="28"/>
                <w:lang w:eastAsia="fr-FR"/>
              </w:rPr>
              <w:drawing>
                <wp:anchor distT="0" distB="0" distL="114300" distR="114300" simplePos="0" relativeHeight="251658240" behindDoc="0" locked="0" layoutInCell="1" allowOverlap="1" wp14:anchorId="2FEC696D" wp14:editId="744647AD">
                  <wp:simplePos x="0" y="0"/>
                  <wp:positionH relativeFrom="column">
                    <wp:posOffset>65405</wp:posOffset>
                  </wp:positionH>
                  <wp:positionV relativeFrom="paragraph">
                    <wp:posOffset>210185</wp:posOffset>
                  </wp:positionV>
                  <wp:extent cx="1064895" cy="906145"/>
                  <wp:effectExtent l="0" t="0" r="1905" b="8255"/>
                  <wp:wrapTopAndBottom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bri de bus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895" cy="906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57C24" w:rsidRPr="00962E02">
              <w:rPr>
                <w:rFonts w:ascii="Arial" w:hAnsi="Arial" w:cs="Arial"/>
                <w:b/>
                <w:sz w:val="28"/>
                <w:szCs w:val="28"/>
              </w:rPr>
              <w:t>Cycle 3</w:t>
            </w:r>
          </w:p>
        </w:tc>
        <w:tc>
          <w:tcPr>
            <w:tcW w:w="8051" w:type="dxa"/>
            <w:shd w:val="clear" w:color="auto" w:fill="auto"/>
          </w:tcPr>
          <w:p w14:paraId="0098EAC9" w14:textId="77777777" w:rsidR="005D6884" w:rsidRPr="00384E9E" w:rsidRDefault="005D6884" w:rsidP="00384E9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84E9E">
              <w:rPr>
                <w:rFonts w:ascii="Arial" w:hAnsi="Arial" w:cs="Arial"/>
                <w:sz w:val="28"/>
                <w:szCs w:val="28"/>
              </w:rPr>
              <w:t>Nom de la séquence :</w:t>
            </w:r>
          </w:p>
          <w:p w14:paraId="0573E0A3" w14:textId="01B4EC4E" w:rsidR="005D6884" w:rsidRDefault="006A1E71" w:rsidP="006A1E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A1E71">
              <w:rPr>
                <w:rFonts w:ascii="Arial" w:hAnsi="Arial" w:cs="Arial"/>
                <w:b/>
                <w:sz w:val="28"/>
                <w:szCs w:val="28"/>
              </w:rPr>
              <w:t>Conception d’une Aubette</w:t>
            </w:r>
            <w:r w:rsidR="00962E02">
              <w:rPr>
                <w:rFonts w:ascii="Arial" w:hAnsi="Arial" w:cs="Arial"/>
                <w:b/>
                <w:sz w:val="28"/>
                <w:szCs w:val="28"/>
              </w:rPr>
              <w:t xml:space="preserve"> (Abri de bus)</w:t>
            </w:r>
          </w:p>
          <w:p w14:paraId="497D88DC" w14:textId="77777777" w:rsidR="00457C24" w:rsidRPr="00457C24" w:rsidRDefault="00457C24" w:rsidP="00457C24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457C24">
              <w:rPr>
                <w:rFonts w:ascii="Arial" w:hAnsi="Arial" w:cs="Arial"/>
                <w:b/>
                <w:color w:val="000000"/>
              </w:rPr>
              <w:t>Compétence</w:t>
            </w:r>
          </w:p>
          <w:p w14:paraId="6FF8355F" w14:textId="28482559" w:rsidR="00457C24" w:rsidRPr="006A1E71" w:rsidRDefault="00457C24" w:rsidP="00ED69D7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B63B10">
              <w:rPr>
                <w:color w:val="000000"/>
              </w:rPr>
              <w:t>Concevoir et produire tout ou partie d’un objet technique pour traduire une solution technologique répondant à un besoin.</w:t>
            </w:r>
          </w:p>
        </w:tc>
      </w:tr>
      <w:tr w:rsidR="005D6884" w:rsidRPr="00384E9E" w14:paraId="1FF5806A" w14:textId="77777777" w:rsidTr="00AB789B">
        <w:trPr>
          <w:trHeight w:val="1237"/>
        </w:trPr>
        <w:tc>
          <w:tcPr>
            <w:tcW w:w="10456" w:type="dxa"/>
            <w:gridSpan w:val="2"/>
            <w:shd w:val="clear" w:color="auto" w:fill="auto"/>
          </w:tcPr>
          <w:p w14:paraId="381D96B4" w14:textId="2F2380C9" w:rsidR="00C943D1" w:rsidRPr="00C943D1" w:rsidRDefault="00C963DC" w:rsidP="00C943D1">
            <w:pPr>
              <w:spacing w:after="0" w:line="240" w:lineRule="auto"/>
              <w:rPr>
                <w:rFonts w:ascii="Arial" w:hAnsi="Arial" w:cs="Arial"/>
                <w:i/>
                <w:sz w:val="28"/>
                <w:szCs w:val="28"/>
                <w:u w:val="single"/>
              </w:rPr>
            </w:pPr>
            <w:r w:rsidRPr="00384E9E">
              <w:rPr>
                <w:rFonts w:ascii="Arial" w:hAnsi="Arial" w:cs="Arial"/>
                <w:i/>
                <w:sz w:val="28"/>
                <w:szCs w:val="28"/>
                <w:u w:val="single"/>
              </w:rPr>
              <w:t>Présentation du contexte pédagogique</w:t>
            </w:r>
          </w:p>
          <w:p w14:paraId="6C309C9F" w14:textId="69EF8484" w:rsidR="00AB789B" w:rsidRPr="00384E9E" w:rsidRDefault="00C943D1" w:rsidP="00C943D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Lorsque des personnes attendent les transports en commun, ils préfèrent patienter dans des conditions de confort acceptables. </w:t>
            </w:r>
            <w:r w:rsidR="006A1E71">
              <w:rPr>
                <w:rFonts w:ascii="Arial" w:hAnsi="Arial" w:cs="Arial"/>
                <w:sz w:val="24"/>
                <w:szCs w:val="24"/>
              </w:rPr>
              <w:t>Dans cette séquence</w:t>
            </w:r>
            <w:r>
              <w:rPr>
                <w:rFonts w:ascii="Arial" w:hAnsi="Arial" w:cs="Arial"/>
                <w:sz w:val="24"/>
                <w:szCs w:val="24"/>
              </w:rPr>
              <w:t>, pour répondre à ce besoin,</w:t>
            </w:r>
            <w:r w:rsidR="006A1E71">
              <w:rPr>
                <w:rFonts w:ascii="Arial" w:hAnsi="Arial" w:cs="Arial"/>
                <w:sz w:val="24"/>
                <w:szCs w:val="24"/>
              </w:rPr>
              <w:t xml:space="preserve"> les élèv</w:t>
            </w:r>
            <w:r>
              <w:rPr>
                <w:rFonts w:ascii="Arial" w:hAnsi="Arial" w:cs="Arial"/>
                <w:sz w:val="24"/>
                <w:szCs w:val="24"/>
              </w:rPr>
              <w:t xml:space="preserve">es  vont </w:t>
            </w:r>
            <w:r w:rsidR="006A1E71">
              <w:rPr>
                <w:rFonts w:ascii="Arial" w:hAnsi="Arial" w:cs="Arial"/>
                <w:sz w:val="24"/>
                <w:szCs w:val="24"/>
              </w:rPr>
              <w:t xml:space="preserve">rechercher les contraintes à prendre en compte pour la conception </w:t>
            </w:r>
            <w:r>
              <w:rPr>
                <w:rFonts w:ascii="Arial" w:hAnsi="Arial" w:cs="Arial"/>
                <w:sz w:val="24"/>
                <w:szCs w:val="24"/>
              </w:rPr>
              <w:t>d’un abri de bus (aubette) puis</w:t>
            </w:r>
            <w:r w:rsidR="006A1E7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imaginer et </w:t>
            </w:r>
            <w:r w:rsidR="006A1E71">
              <w:rPr>
                <w:rFonts w:ascii="Arial" w:hAnsi="Arial" w:cs="Arial"/>
                <w:sz w:val="24"/>
                <w:szCs w:val="24"/>
              </w:rPr>
              <w:t xml:space="preserve">concevoir </w:t>
            </w:r>
            <w:r>
              <w:rPr>
                <w:rFonts w:ascii="Arial" w:hAnsi="Arial" w:cs="Arial"/>
                <w:sz w:val="24"/>
                <w:szCs w:val="24"/>
              </w:rPr>
              <w:t>une</w:t>
            </w:r>
            <w:r w:rsidR="006A1E71">
              <w:rPr>
                <w:rFonts w:ascii="Arial" w:hAnsi="Arial" w:cs="Arial"/>
                <w:sz w:val="24"/>
                <w:szCs w:val="24"/>
              </w:rPr>
              <w:t xml:space="preserve"> maquette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6A1E7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744F96" w:rsidRPr="00384E9E" w14:paraId="4BAF84C4" w14:textId="77777777" w:rsidTr="00482E10">
        <w:trPr>
          <w:trHeight w:val="3119"/>
        </w:trPr>
        <w:tc>
          <w:tcPr>
            <w:tcW w:w="10456" w:type="dxa"/>
            <w:gridSpan w:val="2"/>
            <w:shd w:val="clear" w:color="auto" w:fill="auto"/>
          </w:tcPr>
          <w:p w14:paraId="7BF31B91" w14:textId="43BFE8AF" w:rsidR="00C94E9C" w:rsidRDefault="00744F96" w:rsidP="00C94E9C">
            <w:pPr>
              <w:spacing w:after="0" w:line="240" w:lineRule="auto"/>
              <w:jc w:val="center"/>
              <w:rPr>
                <w:rFonts w:ascii="Arial" w:hAnsi="Arial" w:cs="Arial"/>
                <w:i/>
                <w:sz w:val="28"/>
                <w:szCs w:val="28"/>
                <w:u w:val="single"/>
              </w:rPr>
            </w:pPr>
            <w:r w:rsidRPr="00384E9E">
              <w:rPr>
                <w:rFonts w:ascii="Arial" w:hAnsi="Arial" w:cs="Arial"/>
                <w:i/>
                <w:sz w:val="28"/>
                <w:szCs w:val="28"/>
                <w:u w:val="single"/>
              </w:rPr>
              <w:t>Déroulement de la séquence</w:t>
            </w:r>
          </w:p>
          <w:p w14:paraId="277B7DC2" w14:textId="77777777" w:rsidR="00C94E9C" w:rsidRPr="00C94E9C" w:rsidRDefault="00C94E9C" w:rsidP="00AB789B">
            <w:pPr>
              <w:spacing w:after="0" w:line="240" w:lineRule="auto"/>
              <w:rPr>
                <w:rFonts w:ascii="Arial" w:hAnsi="Arial" w:cs="Arial"/>
                <w:b/>
                <w:i/>
                <w:color w:val="3366FF"/>
                <w:sz w:val="24"/>
                <w:szCs w:val="24"/>
                <w:u w:val="single"/>
              </w:rPr>
            </w:pPr>
            <w:r w:rsidRPr="00C94E9C">
              <w:rPr>
                <w:rFonts w:ascii="Arial" w:hAnsi="Arial" w:cs="Arial"/>
                <w:b/>
                <w:i/>
                <w:color w:val="3366FF"/>
                <w:sz w:val="24"/>
                <w:szCs w:val="24"/>
                <w:u w:val="single"/>
              </w:rPr>
              <w:t>Présentation de la séquence</w:t>
            </w:r>
          </w:p>
          <w:p w14:paraId="7DE7E976" w14:textId="0E9E5331" w:rsidR="00744F96" w:rsidRPr="005C3B14" w:rsidRDefault="00AB789B" w:rsidP="00AB789B">
            <w:pPr>
              <w:spacing w:after="0" w:line="240" w:lineRule="auto"/>
              <w:rPr>
                <w:rFonts w:ascii="Arial" w:hAnsi="Arial" w:cs="Arial"/>
              </w:rPr>
            </w:pPr>
            <w:r w:rsidRPr="005C3B14">
              <w:rPr>
                <w:rFonts w:ascii="Arial" w:hAnsi="Arial" w:cs="Arial"/>
              </w:rPr>
              <w:t xml:space="preserve">L’enseignant montre aux élèves la photo </w:t>
            </w:r>
            <w:r w:rsidR="00C943D1" w:rsidRPr="005C3B14">
              <w:rPr>
                <w:rFonts w:ascii="Arial" w:hAnsi="Arial" w:cs="Arial"/>
              </w:rPr>
              <w:t>(diapo 1).</w:t>
            </w:r>
          </w:p>
          <w:p w14:paraId="3420E84D" w14:textId="18516ACC" w:rsidR="00AB789B" w:rsidRPr="005C3B14" w:rsidRDefault="00AB789B" w:rsidP="00AB789B">
            <w:pPr>
              <w:spacing w:after="0" w:line="240" w:lineRule="auto"/>
              <w:rPr>
                <w:rFonts w:ascii="Arial" w:hAnsi="Arial" w:cs="Arial"/>
              </w:rPr>
            </w:pPr>
            <w:r w:rsidRPr="005C3B14">
              <w:rPr>
                <w:rFonts w:ascii="Arial" w:hAnsi="Arial" w:cs="Arial"/>
              </w:rPr>
              <w:t>Les élèves doivent réagir à la photo et les échanges doivent permettre de se poser la question suivante :</w:t>
            </w:r>
          </w:p>
          <w:p w14:paraId="592FE9A5" w14:textId="77777777" w:rsidR="00AB789B" w:rsidRPr="005C374D" w:rsidRDefault="00AB789B" w:rsidP="00AB789B">
            <w:pPr>
              <w:spacing w:after="0"/>
              <w:rPr>
                <w:rFonts w:ascii="Arial" w:hAnsi="Arial" w:cs="Arial"/>
                <w:color w:val="3366FF"/>
                <w:sz w:val="24"/>
                <w:szCs w:val="24"/>
              </w:rPr>
            </w:pPr>
            <w:r w:rsidRPr="005C374D">
              <w:rPr>
                <w:rFonts w:ascii="Arial" w:hAnsi="Arial" w:cs="Arial"/>
                <w:color w:val="3366FF"/>
                <w:sz w:val="24"/>
                <w:szCs w:val="24"/>
              </w:rPr>
              <w:t xml:space="preserve">Comment aider cet enfant qui attend son bus sous la pluie ? </w:t>
            </w:r>
          </w:p>
          <w:p w14:paraId="6ADB3DC0" w14:textId="4E3C08C5" w:rsidR="00AB789B" w:rsidRPr="005C3B14" w:rsidRDefault="00AB789B" w:rsidP="00AB789B">
            <w:pPr>
              <w:spacing w:after="0"/>
              <w:rPr>
                <w:rFonts w:ascii="Arial" w:hAnsi="Arial" w:cs="Arial"/>
                <w:color w:val="3366FF"/>
              </w:rPr>
            </w:pPr>
            <w:r w:rsidRPr="005C3B14">
              <w:rPr>
                <w:rFonts w:ascii="Arial" w:hAnsi="Arial" w:cs="Arial"/>
                <w:color w:val="3366FF"/>
              </w:rPr>
              <w:t>Ch</w:t>
            </w:r>
            <w:r w:rsidR="004277D4" w:rsidRPr="005C3B14">
              <w:rPr>
                <w:rFonts w:ascii="Arial" w:hAnsi="Arial" w:cs="Arial"/>
                <w:color w:val="3366FF"/>
              </w:rPr>
              <w:t xml:space="preserve">aque élève écrit ce qu’il pense et </w:t>
            </w:r>
            <w:r w:rsidR="004277D4" w:rsidRPr="005C3B14">
              <w:rPr>
                <w:rFonts w:ascii="Arial" w:hAnsi="Arial" w:cs="Arial"/>
              </w:rPr>
              <w:t>un bilan est réalisé avec la classe</w:t>
            </w:r>
            <w:r w:rsidR="004277D4" w:rsidRPr="005C3B14">
              <w:rPr>
                <w:rFonts w:ascii="Arial" w:hAnsi="Arial" w:cs="Arial"/>
                <w:color w:val="3366FF"/>
              </w:rPr>
              <w:t xml:space="preserve"> (les élèves écrivent les réponses notées au tableau par l’enseignant)</w:t>
            </w:r>
          </w:p>
          <w:p w14:paraId="465B8D74" w14:textId="15C09D79" w:rsidR="004277D4" w:rsidRPr="00837132" w:rsidRDefault="00AB789B" w:rsidP="00AB789B">
            <w:pPr>
              <w:spacing w:after="0"/>
              <w:rPr>
                <w:rFonts w:ascii="Arial" w:hAnsi="Arial" w:cs="Arial"/>
                <w:i/>
              </w:rPr>
            </w:pPr>
            <w:r w:rsidRPr="00837132">
              <w:rPr>
                <w:rFonts w:ascii="Arial" w:hAnsi="Arial" w:cs="Arial"/>
                <w:i/>
                <w:u w:val="single"/>
              </w:rPr>
              <w:t>Réponse</w:t>
            </w:r>
            <w:r w:rsidR="004277D4" w:rsidRPr="00837132">
              <w:rPr>
                <w:rFonts w:ascii="Arial" w:hAnsi="Arial" w:cs="Arial"/>
                <w:i/>
                <w:u w:val="single"/>
              </w:rPr>
              <w:t xml:space="preserve"> attendue</w:t>
            </w:r>
            <w:r w:rsidRPr="00837132">
              <w:rPr>
                <w:rFonts w:ascii="Arial" w:hAnsi="Arial" w:cs="Arial"/>
                <w:i/>
                <w:u w:val="single"/>
              </w:rPr>
              <w:t> </w:t>
            </w:r>
            <w:r>
              <w:rPr>
                <w:rFonts w:ascii="Arial" w:hAnsi="Arial" w:cs="Arial"/>
                <w:i/>
              </w:rPr>
              <w:t xml:space="preserve">: </w:t>
            </w:r>
            <w:r w:rsidRPr="00825258">
              <w:rPr>
                <w:rFonts w:ascii="Arial" w:hAnsi="Arial" w:cs="Arial"/>
                <w:b/>
                <w:i/>
              </w:rPr>
              <w:t>réaliser un abri</w:t>
            </w:r>
            <w:r w:rsidR="004277D4">
              <w:rPr>
                <w:rFonts w:ascii="Arial" w:hAnsi="Arial" w:cs="Arial"/>
                <w:b/>
                <w:i/>
              </w:rPr>
              <w:t xml:space="preserve"> de </w:t>
            </w:r>
            <w:r w:rsidRPr="00825258">
              <w:rPr>
                <w:rFonts w:ascii="Arial" w:hAnsi="Arial" w:cs="Arial"/>
                <w:b/>
                <w:i/>
              </w:rPr>
              <w:t>bus</w:t>
            </w:r>
            <w:r w:rsidR="00A375D3">
              <w:rPr>
                <w:rFonts w:ascii="Arial" w:hAnsi="Arial" w:cs="Arial"/>
                <w:i/>
              </w:rPr>
              <w:t xml:space="preserve"> mais les réponses peuvent être</w:t>
            </w:r>
            <w:r>
              <w:rPr>
                <w:rFonts w:ascii="Arial" w:hAnsi="Arial" w:cs="Arial"/>
                <w:i/>
              </w:rPr>
              <w:t xml:space="preserve"> très variées (prendre un taxi, ne pas aller à l’école lorsqu’il pleut, faire du covoiturage entre parents, aller à l’école en vélo, prendre un parapluie ou un vêtement de </w:t>
            </w:r>
            <w:proofErr w:type="gramStart"/>
            <w:r>
              <w:rPr>
                <w:rFonts w:ascii="Arial" w:hAnsi="Arial" w:cs="Arial"/>
                <w:i/>
              </w:rPr>
              <w:t>pluie ….)</w:t>
            </w:r>
            <w:proofErr w:type="gramEnd"/>
          </w:p>
          <w:p w14:paraId="19D7A689" w14:textId="26CEF528" w:rsidR="00AB789B" w:rsidRPr="005C3B14" w:rsidRDefault="004277D4" w:rsidP="004277D4">
            <w:pPr>
              <w:spacing w:after="0"/>
              <w:rPr>
                <w:rFonts w:ascii="Arial" w:hAnsi="Arial" w:cs="Arial"/>
              </w:rPr>
            </w:pPr>
            <w:r w:rsidRPr="005C3B14">
              <w:rPr>
                <w:rFonts w:ascii="Arial" w:hAnsi="Arial" w:cs="Arial"/>
              </w:rPr>
              <w:t>L’enseignant montre ensuite des illustrations d’aubettes « insalubres »</w:t>
            </w:r>
            <w:r w:rsidR="00F61109" w:rsidRPr="005C3B14">
              <w:rPr>
                <w:rFonts w:ascii="Arial" w:hAnsi="Arial" w:cs="Arial"/>
              </w:rPr>
              <w:t xml:space="preserve"> (Diapo 2)</w:t>
            </w:r>
          </w:p>
          <w:p w14:paraId="650D42CB" w14:textId="73B4A7BB" w:rsidR="004277D4" w:rsidRDefault="004277D4" w:rsidP="004277D4">
            <w:pPr>
              <w:spacing w:after="0"/>
              <w:rPr>
                <w:rFonts w:ascii="Arial" w:hAnsi="Arial" w:cs="Arial"/>
              </w:rPr>
            </w:pPr>
            <w:r w:rsidRPr="005C3B14">
              <w:rPr>
                <w:rFonts w:ascii="Arial" w:hAnsi="Arial" w:cs="Arial"/>
              </w:rPr>
              <w:t>Un échange avec l’enseignant doit permettre de faire ressortir la problématique suivante :</w:t>
            </w:r>
          </w:p>
          <w:p w14:paraId="5A7443E2" w14:textId="395D0A25" w:rsidR="00C94E9C" w:rsidRPr="00C94E9C" w:rsidRDefault="00C94E9C" w:rsidP="004277D4">
            <w:pPr>
              <w:spacing w:after="0"/>
              <w:rPr>
                <w:rFonts w:ascii="Arial" w:hAnsi="Arial" w:cs="Arial"/>
                <w:b/>
                <w:i/>
                <w:color w:val="3366FF"/>
                <w:sz w:val="24"/>
                <w:szCs w:val="24"/>
                <w:u w:val="single"/>
              </w:rPr>
            </w:pPr>
            <w:r w:rsidRPr="00C94E9C">
              <w:rPr>
                <w:rFonts w:ascii="Arial" w:hAnsi="Arial" w:cs="Arial"/>
                <w:b/>
                <w:i/>
                <w:color w:val="3366FF"/>
                <w:sz w:val="24"/>
                <w:szCs w:val="24"/>
                <w:u w:val="single"/>
              </w:rPr>
              <w:t>Problématique</w:t>
            </w:r>
          </w:p>
          <w:p w14:paraId="408B7167" w14:textId="77777777" w:rsidR="00C94E9C" w:rsidRPr="00C94E9C" w:rsidRDefault="004277D4" w:rsidP="004277D4">
            <w:pPr>
              <w:spacing w:after="0"/>
              <w:rPr>
                <w:rFonts w:ascii="Arial" w:hAnsi="Arial" w:cs="Arial"/>
                <w:color w:val="3366FF"/>
                <w:sz w:val="24"/>
                <w:szCs w:val="24"/>
              </w:rPr>
            </w:pPr>
            <w:r w:rsidRPr="00C94E9C">
              <w:rPr>
                <w:rFonts w:ascii="Arial" w:hAnsi="Arial" w:cs="Arial"/>
                <w:color w:val="3366FF"/>
                <w:sz w:val="24"/>
                <w:szCs w:val="24"/>
              </w:rPr>
              <w:t>Quelles sont les contraintes à prendre en compte avant la conception de l’aubette ?</w:t>
            </w:r>
          </w:p>
          <w:p w14:paraId="07102A88" w14:textId="6B4BF437" w:rsidR="004277D4" w:rsidRPr="00C94E9C" w:rsidRDefault="00C94E9C" w:rsidP="00C94E9C">
            <w:pPr>
              <w:spacing w:after="0" w:line="240" w:lineRule="auto"/>
              <w:rPr>
                <w:rFonts w:ascii="Arial" w:hAnsi="Arial" w:cs="Arial"/>
                <w:b/>
                <w:i/>
                <w:color w:val="3366FF"/>
                <w:sz w:val="24"/>
                <w:szCs w:val="24"/>
                <w:u w:val="single"/>
              </w:rPr>
            </w:pPr>
            <w:r w:rsidRPr="00C94E9C">
              <w:rPr>
                <w:rFonts w:ascii="Arial" w:hAnsi="Arial" w:cs="Arial"/>
                <w:b/>
                <w:i/>
                <w:color w:val="3366FF"/>
                <w:sz w:val="24"/>
                <w:szCs w:val="24"/>
                <w:u w:val="single"/>
              </w:rPr>
              <w:t xml:space="preserve">Ma proposition </w:t>
            </w:r>
          </w:p>
          <w:p w14:paraId="0CC099AD" w14:textId="77777777" w:rsidR="004277D4" w:rsidRDefault="004277D4" w:rsidP="004277D4">
            <w:pPr>
              <w:spacing w:after="0"/>
              <w:rPr>
                <w:rFonts w:ascii="Arial" w:hAnsi="Arial" w:cs="Arial"/>
                <w:color w:val="3366FF"/>
              </w:rPr>
            </w:pPr>
            <w:r w:rsidRPr="005C3B14">
              <w:rPr>
                <w:rFonts w:ascii="Arial" w:hAnsi="Arial" w:cs="Arial"/>
                <w:color w:val="3366FF"/>
              </w:rPr>
              <w:t xml:space="preserve">Chaque élève réfléchit et note ses réponses. </w:t>
            </w:r>
          </w:p>
          <w:p w14:paraId="46FE73E7" w14:textId="7FA2E7BB" w:rsidR="004277D4" w:rsidRPr="005C3B14" w:rsidRDefault="004277D4" w:rsidP="004277D4">
            <w:pPr>
              <w:spacing w:after="0"/>
              <w:rPr>
                <w:rFonts w:ascii="Arial" w:hAnsi="Arial" w:cs="Arial"/>
                <w:color w:val="3366FF"/>
              </w:rPr>
            </w:pPr>
            <w:r w:rsidRPr="005C3B14">
              <w:rPr>
                <w:rFonts w:ascii="Arial" w:hAnsi="Arial" w:cs="Arial"/>
              </w:rPr>
              <w:t>Un bilan est réalisé avec la classe</w:t>
            </w:r>
            <w:r w:rsidRPr="005C3B14">
              <w:rPr>
                <w:rFonts w:ascii="Arial" w:hAnsi="Arial" w:cs="Arial"/>
                <w:color w:val="3366FF"/>
              </w:rPr>
              <w:t xml:space="preserve"> (les élèves écrivent les réponses notées au tableau par l’enseignant</w:t>
            </w:r>
            <w:r w:rsidR="004E75BB">
              <w:rPr>
                <w:rFonts w:ascii="Arial" w:hAnsi="Arial" w:cs="Arial"/>
                <w:color w:val="3366FF"/>
              </w:rPr>
              <w:t xml:space="preserve"> afin de compléter ce travail de recherche</w:t>
            </w:r>
            <w:r w:rsidRPr="005C3B14">
              <w:rPr>
                <w:rFonts w:ascii="Arial" w:hAnsi="Arial" w:cs="Arial"/>
                <w:color w:val="3366FF"/>
              </w:rPr>
              <w:t>)</w:t>
            </w:r>
          </w:p>
          <w:p w14:paraId="517531F2" w14:textId="77777777" w:rsidR="00C94E9C" w:rsidRDefault="004277D4" w:rsidP="00C94E9C">
            <w:pPr>
              <w:spacing w:after="0"/>
              <w:rPr>
                <w:rFonts w:ascii="Arial" w:hAnsi="Arial" w:cs="Arial"/>
              </w:rPr>
            </w:pPr>
            <w:r w:rsidRPr="005C3B14">
              <w:rPr>
                <w:rFonts w:ascii="Arial" w:hAnsi="Arial" w:cs="Arial"/>
              </w:rPr>
              <w:t>Ensuite le professeur montre la ressource « les abris de bus</w:t>
            </w:r>
            <w:r w:rsidR="00AA3EE5" w:rsidRPr="005C3B14">
              <w:rPr>
                <w:rFonts w:ascii="Arial" w:hAnsi="Arial" w:cs="Arial"/>
              </w:rPr>
              <w:t>.pdf</w:t>
            </w:r>
            <w:r w:rsidRPr="005C3B14">
              <w:rPr>
                <w:rFonts w:ascii="Arial" w:hAnsi="Arial" w:cs="Arial"/>
              </w:rPr>
              <w:t> » et au fur et à mesure</w:t>
            </w:r>
            <w:r w:rsidRPr="005C3B14">
              <w:rPr>
                <w:rFonts w:ascii="Arial" w:hAnsi="Arial" w:cs="Arial"/>
                <w:color w:val="3366FF"/>
              </w:rPr>
              <w:t xml:space="preserve"> les élèves notent les contraintes qui leur semblent importantes</w:t>
            </w:r>
            <w:r w:rsidRPr="005C3B14">
              <w:rPr>
                <w:rFonts w:ascii="Arial" w:hAnsi="Arial" w:cs="Arial"/>
              </w:rPr>
              <w:t>.</w:t>
            </w:r>
          </w:p>
          <w:p w14:paraId="123C65DF" w14:textId="3328DA4D" w:rsidR="004277D4" w:rsidRPr="00C94E9C" w:rsidRDefault="00C94E9C" w:rsidP="004277D4">
            <w:pPr>
              <w:spacing w:after="0"/>
              <w:rPr>
                <w:rFonts w:ascii="Arial" w:hAnsi="Arial" w:cs="Arial"/>
                <w:b/>
                <w:i/>
                <w:color w:val="3366FF"/>
                <w:sz w:val="24"/>
                <w:szCs w:val="24"/>
                <w:u w:val="single"/>
              </w:rPr>
            </w:pPr>
            <w:r w:rsidRPr="00C94E9C">
              <w:rPr>
                <w:rFonts w:ascii="Arial" w:hAnsi="Arial" w:cs="Arial"/>
                <w:b/>
                <w:i/>
                <w:color w:val="3366FF"/>
                <w:sz w:val="24"/>
                <w:szCs w:val="24"/>
                <w:u w:val="single"/>
              </w:rPr>
              <w:t>Bilan des propositions</w:t>
            </w:r>
          </w:p>
          <w:p w14:paraId="3A41AC9F" w14:textId="4D648E30" w:rsidR="00B0609F" w:rsidRPr="005C3B14" w:rsidRDefault="00B0609F" w:rsidP="004277D4">
            <w:pPr>
              <w:spacing w:after="0"/>
              <w:rPr>
                <w:rFonts w:ascii="Arial" w:hAnsi="Arial" w:cs="Arial"/>
              </w:rPr>
            </w:pPr>
            <w:r w:rsidRPr="005C3B14">
              <w:rPr>
                <w:rFonts w:ascii="Arial" w:hAnsi="Arial" w:cs="Arial"/>
              </w:rPr>
              <w:t>Bilan</w:t>
            </w:r>
            <w:r w:rsidR="00ED69D7" w:rsidRPr="005C3B14">
              <w:rPr>
                <w:rFonts w:ascii="Arial" w:hAnsi="Arial" w:cs="Arial"/>
              </w:rPr>
              <w:t xml:space="preserve"> avec la classe et la conclusion suivante est écrite :</w:t>
            </w:r>
          </w:p>
          <w:p w14:paraId="426C87E7" w14:textId="77777777" w:rsidR="00B0609F" w:rsidRPr="005C3B14" w:rsidRDefault="00B0609F" w:rsidP="00B0609F">
            <w:pPr>
              <w:spacing w:after="0" w:line="240" w:lineRule="auto"/>
              <w:jc w:val="both"/>
              <w:rPr>
                <w:rFonts w:ascii="Arial" w:eastAsia="Times New Roman" w:hAnsi="Arial"/>
                <w:color w:val="3366FF"/>
                <w:lang w:eastAsia="fr-FR"/>
              </w:rPr>
            </w:pPr>
            <w:r w:rsidRPr="005C3B14">
              <w:rPr>
                <w:rFonts w:ascii="Arial" w:eastAsia="Times New Roman" w:hAnsi="Arial"/>
                <w:color w:val="3366FF"/>
                <w:lang w:eastAsia="fr-FR"/>
              </w:rPr>
              <w:t xml:space="preserve">Avant de réaliser un objet technique, il faut tenir compte de plusieurs obligations appelées </w:t>
            </w:r>
            <w:r w:rsidRPr="005C3B14">
              <w:rPr>
                <w:rFonts w:ascii="Arial" w:eastAsia="Times New Roman" w:hAnsi="Arial"/>
                <w:b/>
                <w:color w:val="3366FF"/>
                <w:lang w:eastAsia="fr-FR"/>
              </w:rPr>
              <w:t>contraintes</w:t>
            </w:r>
            <w:r w:rsidRPr="005C3B14">
              <w:rPr>
                <w:rFonts w:ascii="Arial" w:eastAsia="Times New Roman" w:hAnsi="Arial"/>
                <w:color w:val="3366FF"/>
                <w:lang w:eastAsia="fr-FR"/>
              </w:rPr>
              <w:t>.</w:t>
            </w:r>
          </w:p>
          <w:p w14:paraId="1A049B03" w14:textId="1158F0F1" w:rsidR="00837132" w:rsidRDefault="00B0609F" w:rsidP="00820B44">
            <w:pPr>
              <w:spacing w:after="0" w:line="240" w:lineRule="auto"/>
              <w:jc w:val="both"/>
              <w:rPr>
                <w:rFonts w:ascii="Arial" w:eastAsia="Times New Roman" w:hAnsi="Arial"/>
                <w:color w:val="3366FF"/>
                <w:lang w:eastAsia="fr-FR"/>
              </w:rPr>
            </w:pPr>
            <w:r w:rsidRPr="005C3B14">
              <w:rPr>
                <w:rFonts w:ascii="Arial" w:eastAsia="Times New Roman" w:hAnsi="Arial"/>
                <w:color w:val="3366FF"/>
                <w:lang w:eastAsia="fr-FR"/>
              </w:rPr>
              <w:t>Ces contr</w:t>
            </w:r>
            <w:r w:rsidR="00820B44" w:rsidRPr="005C3B14">
              <w:rPr>
                <w:rFonts w:ascii="Arial" w:eastAsia="Times New Roman" w:hAnsi="Arial"/>
                <w:color w:val="3366FF"/>
                <w:lang w:eastAsia="fr-FR"/>
              </w:rPr>
              <w:t xml:space="preserve">aintes sont généralement liées à l’esthétisme, </w:t>
            </w:r>
            <w:r w:rsidRPr="005C3B14">
              <w:rPr>
                <w:rFonts w:ascii="Arial" w:eastAsia="Times New Roman" w:hAnsi="Arial"/>
                <w:color w:val="3366FF"/>
                <w:lang w:eastAsia="fr-FR"/>
              </w:rPr>
              <w:t>au respect des normes et réglementations</w:t>
            </w:r>
            <w:r w:rsidR="00820B44" w:rsidRPr="005C3B14">
              <w:rPr>
                <w:rFonts w:ascii="Arial" w:eastAsia="Times New Roman" w:hAnsi="Arial"/>
                <w:color w:val="3366FF"/>
                <w:lang w:eastAsia="fr-FR"/>
              </w:rPr>
              <w:t xml:space="preserve">, au développement durable, </w:t>
            </w:r>
            <w:r w:rsidRPr="005C3B14">
              <w:rPr>
                <w:rFonts w:ascii="Arial" w:eastAsia="Times New Roman" w:hAnsi="Arial"/>
                <w:color w:val="3366FF"/>
                <w:lang w:eastAsia="fr-FR"/>
              </w:rPr>
              <w:t>au fonctionnement</w:t>
            </w:r>
            <w:r w:rsidR="00820B44" w:rsidRPr="005C3B14">
              <w:rPr>
                <w:rFonts w:ascii="Arial" w:eastAsia="Times New Roman" w:hAnsi="Arial"/>
                <w:color w:val="3366FF"/>
                <w:lang w:eastAsia="fr-FR"/>
              </w:rPr>
              <w:t xml:space="preserve">, </w:t>
            </w:r>
            <w:r w:rsidRPr="005C3B14">
              <w:rPr>
                <w:rFonts w:ascii="Arial" w:eastAsia="Times New Roman" w:hAnsi="Arial"/>
                <w:color w:val="3366FF"/>
                <w:lang w:eastAsia="fr-FR"/>
              </w:rPr>
              <w:t>à la sécurité</w:t>
            </w:r>
            <w:r w:rsidR="00820B44" w:rsidRPr="005C3B14">
              <w:rPr>
                <w:rFonts w:ascii="Arial" w:eastAsia="Times New Roman" w:hAnsi="Arial"/>
                <w:color w:val="3366FF"/>
                <w:lang w:eastAsia="fr-FR"/>
              </w:rPr>
              <w:t xml:space="preserve">, </w:t>
            </w:r>
            <w:r w:rsidRPr="005C3B14">
              <w:rPr>
                <w:rFonts w:ascii="Arial" w:eastAsia="Times New Roman" w:hAnsi="Arial"/>
                <w:color w:val="3366FF"/>
                <w:lang w:eastAsia="fr-FR"/>
              </w:rPr>
              <w:t>au coût</w:t>
            </w:r>
            <w:r w:rsidR="00820B44" w:rsidRPr="005C3B14">
              <w:rPr>
                <w:rFonts w:ascii="Arial" w:eastAsia="Times New Roman" w:hAnsi="Arial"/>
                <w:color w:val="3366FF"/>
                <w:lang w:eastAsia="fr-FR"/>
              </w:rPr>
              <w:t>…</w:t>
            </w:r>
          </w:p>
          <w:p w14:paraId="02557484" w14:textId="5E256817" w:rsidR="00837132" w:rsidRPr="00C94E9C" w:rsidRDefault="00C94E9C" w:rsidP="00837132">
            <w:pPr>
              <w:spacing w:after="0" w:line="240" w:lineRule="auto"/>
              <w:rPr>
                <w:rFonts w:ascii="Arial" w:hAnsi="Arial" w:cs="Arial"/>
                <w:b/>
                <w:i/>
                <w:color w:val="3366FF"/>
                <w:sz w:val="24"/>
                <w:szCs w:val="24"/>
                <w:u w:val="single"/>
              </w:rPr>
            </w:pPr>
            <w:r w:rsidRPr="00C94E9C">
              <w:rPr>
                <w:rFonts w:ascii="Arial" w:hAnsi="Arial" w:cs="Arial"/>
                <w:b/>
                <w:i/>
                <w:color w:val="3366FF"/>
                <w:sz w:val="24"/>
                <w:szCs w:val="24"/>
                <w:u w:val="single"/>
              </w:rPr>
              <w:t>Mes investigations</w:t>
            </w:r>
          </w:p>
          <w:p w14:paraId="19CD8434" w14:textId="1D6314C3" w:rsidR="00820B44" w:rsidRDefault="00837132" w:rsidP="00820B4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partir des contraintes définies précédemment, chaque élève imagine</w:t>
            </w:r>
            <w:r w:rsidR="00C943D1">
              <w:rPr>
                <w:rFonts w:ascii="Arial" w:hAnsi="Arial" w:cs="Arial"/>
              </w:rPr>
              <w:t xml:space="preserve"> son aubette</w:t>
            </w:r>
            <w:r>
              <w:rPr>
                <w:rFonts w:ascii="Arial" w:hAnsi="Arial" w:cs="Arial"/>
              </w:rPr>
              <w:t xml:space="preserve"> et </w:t>
            </w:r>
            <w:r w:rsidRPr="00837132">
              <w:rPr>
                <w:rFonts w:ascii="Arial" w:hAnsi="Arial" w:cs="Arial"/>
                <w:color w:val="3366FF"/>
              </w:rPr>
              <w:t>réalise un croquis</w:t>
            </w:r>
            <w:r w:rsidR="004E75BB">
              <w:rPr>
                <w:rFonts w:ascii="Arial" w:hAnsi="Arial" w:cs="Arial"/>
                <w:color w:val="3366FF"/>
              </w:rPr>
              <w:t xml:space="preserve"> légendé avec un texte explicatif</w:t>
            </w:r>
            <w:r>
              <w:rPr>
                <w:rFonts w:ascii="Arial" w:hAnsi="Arial" w:cs="Arial"/>
              </w:rPr>
              <w:t>. Il peut si il le désire s’aider de modèles (à montrer au tableau).</w:t>
            </w:r>
          </w:p>
          <w:p w14:paraId="20966052" w14:textId="43F9F95D" w:rsidR="00C94E9C" w:rsidRPr="00C94E9C" w:rsidRDefault="00C94E9C" w:rsidP="00820B44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color w:val="3366FF"/>
                <w:sz w:val="24"/>
                <w:szCs w:val="24"/>
                <w:u w:val="single"/>
              </w:rPr>
            </w:pPr>
            <w:r w:rsidRPr="00C94E9C">
              <w:rPr>
                <w:rFonts w:ascii="Arial" w:hAnsi="Arial" w:cs="Arial"/>
                <w:b/>
                <w:i/>
                <w:color w:val="3366FF"/>
                <w:sz w:val="24"/>
                <w:szCs w:val="24"/>
                <w:u w:val="single"/>
              </w:rPr>
              <w:t>Ma conclusion</w:t>
            </w:r>
          </w:p>
          <w:p w14:paraId="69D8F871" w14:textId="77777777" w:rsidR="00C94E9C" w:rsidRDefault="00837132" w:rsidP="00820B4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Chaque élève pré</w:t>
            </w:r>
            <w:r w:rsidR="00C94E9C">
              <w:rPr>
                <w:rFonts w:ascii="Arial" w:hAnsi="Arial" w:cs="Arial"/>
              </w:rPr>
              <w:t xml:space="preserve">sente son travail à la classe </w:t>
            </w:r>
          </w:p>
          <w:p w14:paraId="6B9D9464" w14:textId="2BE11703" w:rsidR="00837132" w:rsidRPr="00C94E9C" w:rsidRDefault="00C94E9C" w:rsidP="00820B44">
            <w:pPr>
              <w:spacing w:after="0" w:line="240" w:lineRule="auto"/>
              <w:jc w:val="both"/>
              <w:rPr>
                <w:rFonts w:ascii="Arial" w:hAnsi="Arial" w:cs="Arial"/>
                <w:i/>
                <w:color w:val="3366FF"/>
                <w:sz w:val="24"/>
                <w:szCs w:val="24"/>
                <w:u w:val="single"/>
              </w:rPr>
            </w:pPr>
            <w:r w:rsidRPr="00C94E9C">
              <w:rPr>
                <w:rFonts w:ascii="Arial" w:hAnsi="Arial" w:cs="Arial"/>
                <w:i/>
                <w:color w:val="3366FF"/>
                <w:sz w:val="24"/>
                <w:szCs w:val="24"/>
                <w:u w:val="single"/>
              </w:rPr>
              <w:t>B</w:t>
            </w:r>
            <w:r w:rsidR="00837132" w:rsidRPr="00C94E9C">
              <w:rPr>
                <w:rFonts w:ascii="Arial" w:hAnsi="Arial" w:cs="Arial"/>
                <w:i/>
                <w:color w:val="3366FF"/>
                <w:sz w:val="24"/>
                <w:szCs w:val="24"/>
                <w:u w:val="single"/>
              </w:rPr>
              <w:t xml:space="preserve">ilan </w:t>
            </w:r>
            <w:r w:rsidRPr="00C94E9C">
              <w:rPr>
                <w:rFonts w:ascii="Arial" w:hAnsi="Arial" w:cs="Arial"/>
                <w:i/>
                <w:color w:val="3366FF"/>
                <w:sz w:val="24"/>
                <w:szCs w:val="24"/>
                <w:u w:val="single"/>
              </w:rPr>
              <w:t>en classe entière</w:t>
            </w:r>
            <w:r w:rsidR="00837132" w:rsidRPr="00C94E9C">
              <w:rPr>
                <w:rFonts w:ascii="Arial" w:hAnsi="Arial" w:cs="Arial"/>
                <w:i/>
                <w:color w:val="3366FF"/>
                <w:sz w:val="24"/>
                <w:szCs w:val="24"/>
                <w:u w:val="single"/>
              </w:rPr>
              <w:t xml:space="preserve"> </w:t>
            </w:r>
          </w:p>
          <w:p w14:paraId="6D66A49C" w14:textId="66B1C2B9" w:rsidR="004E75BB" w:rsidRPr="004E75BB" w:rsidRDefault="004E75BB" w:rsidP="00820B44">
            <w:pPr>
              <w:spacing w:after="0" w:line="240" w:lineRule="auto"/>
              <w:jc w:val="both"/>
              <w:rPr>
                <w:rFonts w:ascii="Arial" w:eastAsia="Times New Roman" w:hAnsi="Arial"/>
                <w:color w:val="3366FF"/>
                <w:lang w:eastAsia="fr-FR"/>
              </w:rPr>
            </w:pPr>
            <w:r w:rsidRPr="005C3B14">
              <w:rPr>
                <w:rFonts w:ascii="Arial" w:eastAsia="Times New Roman" w:hAnsi="Arial"/>
                <w:color w:val="3366FF"/>
                <w:lang w:eastAsia="fr-FR"/>
              </w:rPr>
              <w:t>Chaque contrainte doit être prise en compte lorsque l’on recherche des solutions techniques. La solution retenue sera celle qui répondra au mieux aux différentes contraintes.</w:t>
            </w:r>
          </w:p>
          <w:p w14:paraId="60E0BF05" w14:textId="32FD2CAF" w:rsidR="00ED69D7" w:rsidRDefault="00ED69D7" w:rsidP="00AA3EE5">
            <w:pPr>
              <w:rPr>
                <w:rFonts w:ascii="Arial" w:hAnsi="Arial" w:cs="Arial"/>
                <w:b/>
                <w:bCs/>
                <w:color w:val="3366FF"/>
                <w:lang w:eastAsia="fr-FR"/>
              </w:rPr>
            </w:pPr>
            <w:r w:rsidRPr="00820B44">
              <w:rPr>
                <w:rFonts w:ascii="Arial" w:hAnsi="Arial" w:cs="Arial"/>
                <w:color w:val="3366FF"/>
                <w:lang w:eastAsia="fr-FR"/>
              </w:rPr>
              <w:t>Quand nous cherchons une</w:t>
            </w:r>
            <w:r w:rsidR="00C943D1">
              <w:rPr>
                <w:rFonts w:ascii="Arial" w:hAnsi="Arial" w:cs="Arial"/>
                <w:color w:val="3366FF"/>
                <w:lang w:eastAsia="fr-FR"/>
              </w:rPr>
              <w:t xml:space="preserve"> ou des </w:t>
            </w:r>
            <w:r w:rsidRPr="00820B44">
              <w:rPr>
                <w:rFonts w:ascii="Arial" w:hAnsi="Arial" w:cs="Arial"/>
                <w:color w:val="3366FF"/>
                <w:lang w:eastAsia="fr-FR"/>
              </w:rPr>
              <w:t>solution</w:t>
            </w:r>
            <w:r w:rsidR="00C943D1">
              <w:rPr>
                <w:rFonts w:ascii="Arial" w:hAnsi="Arial" w:cs="Arial"/>
                <w:color w:val="3366FF"/>
                <w:lang w:eastAsia="fr-FR"/>
              </w:rPr>
              <w:t>s</w:t>
            </w:r>
            <w:r w:rsidRPr="00820B44">
              <w:rPr>
                <w:rFonts w:ascii="Arial" w:hAnsi="Arial" w:cs="Arial"/>
                <w:color w:val="3366FF"/>
                <w:lang w:eastAsia="fr-FR"/>
              </w:rPr>
              <w:t xml:space="preserve"> ou quand nous voulons  représenter une pièce </w:t>
            </w:r>
            <w:r w:rsidR="00C943D1">
              <w:rPr>
                <w:rFonts w:ascii="Arial" w:hAnsi="Arial" w:cs="Arial"/>
                <w:color w:val="3366FF"/>
                <w:lang w:eastAsia="fr-FR"/>
              </w:rPr>
              <w:t xml:space="preserve">ou un objet technique </w:t>
            </w:r>
            <w:r w:rsidRPr="00820B44">
              <w:rPr>
                <w:rFonts w:ascii="Arial" w:hAnsi="Arial" w:cs="Arial"/>
                <w:color w:val="3366FF"/>
                <w:lang w:eastAsia="fr-FR"/>
              </w:rPr>
              <w:t>avec des formes simples, nous pouvons réaliser </w:t>
            </w:r>
            <w:r w:rsidRPr="00820B44">
              <w:rPr>
                <w:rFonts w:ascii="Arial" w:hAnsi="Arial" w:cs="Arial"/>
                <w:bCs/>
                <w:color w:val="3366FF"/>
                <w:lang w:eastAsia="fr-FR"/>
              </w:rPr>
              <w:t xml:space="preserve">un dessin à main levée appelé </w:t>
            </w:r>
            <w:r w:rsidRPr="00820B44">
              <w:rPr>
                <w:rFonts w:ascii="Arial" w:hAnsi="Arial" w:cs="Arial"/>
                <w:b/>
                <w:bCs/>
                <w:color w:val="3366FF"/>
                <w:lang w:eastAsia="fr-FR"/>
              </w:rPr>
              <w:t>un croquis</w:t>
            </w:r>
            <w:r w:rsidR="00C943D1">
              <w:rPr>
                <w:rFonts w:ascii="Arial" w:hAnsi="Arial" w:cs="Arial"/>
                <w:b/>
                <w:bCs/>
                <w:color w:val="3366FF"/>
                <w:lang w:eastAsia="fr-FR"/>
              </w:rPr>
              <w:t>.</w:t>
            </w:r>
            <w:r w:rsidR="00C943D1" w:rsidRPr="00820B44">
              <w:rPr>
                <w:rFonts w:ascii="Arial" w:hAnsi="Arial" w:cs="Arial"/>
                <w:color w:val="3366FF"/>
                <w:lang w:eastAsia="fr-FR"/>
              </w:rPr>
              <w:t xml:space="preserve"> </w:t>
            </w:r>
            <w:r w:rsidR="00C943D1">
              <w:rPr>
                <w:rFonts w:ascii="Arial" w:hAnsi="Arial" w:cs="Arial"/>
                <w:color w:val="3366FF"/>
                <w:lang w:eastAsia="fr-FR"/>
              </w:rPr>
              <w:t>C’est un outil</w:t>
            </w:r>
            <w:r w:rsidR="00C943D1" w:rsidRPr="00820B44">
              <w:rPr>
                <w:rFonts w:ascii="Arial" w:hAnsi="Arial" w:cs="Arial"/>
                <w:color w:val="3366FF"/>
                <w:lang w:eastAsia="fr-FR"/>
              </w:rPr>
              <w:t xml:space="preserve"> de communication.</w:t>
            </w:r>
          </w:p>
          <w:p w14:paraId="5ED85784" w14:textId="72EB0750" w:rsidR="00837132" w:rsidRPr="00820B44" w:rsidRDefault="005C3B14" w:rsidP="00AA3EE5">
            <w:pPr>
              <w:rPr>
                <w:rFonts w:ascii="Arial" w:hAnsi="Arial" w:cs="Arial"/>
                <w:color w:val="3366FF"/>
              </w:rPr>
            </w:pPr>
            <w:r>
              <w:rPr>
                <w:rFonts w:ascii="Arial" w:hAnsi="Arial" w:cs="Arial"/>
              </w:rPr>
              <w:t>Chez eux</w:t>
            </w:r>
            <w:r w:rsidR="00F61109">
              <w:rPr>
                <w:rFonts w:ascii="Arial" w:hAnsi="Arial" w:cs="Arial"/>
              </w:rPr>
              <w:t>, les élèves doivent réaliser une maquette de leur abri de bus à l’échelle 1/20</w:t>
            </w:r>
            <w:r w:rsidR="006C4A94">
              <w:rPr>
                <w:rFonts w:ascii="Arial" w:hAnsi="Arial" w:cs="Arial"/>
              </w:rPr>
              <w:t xml:space="preserve"> (voir exemple)</w:t>
            </w:r>
            <w:r w:rsidR="00F61109">
              <w:rPr>
                <w:rFonts w:ascii="Arial" w:hAnsi="Arial" w:cs="Arial"/>
              </w:rPr>
              <w:t>. Comme il</w:t>
            </w:r>
            <w:r w:rsidR="00A375D3">
              <w:rPr>
                <w:rFonts w:ascii="Arial" w:hAnsi="Arial" w:cs="Arial"/>
              </w:rPr>
              <w:t>s</w:t>
            </w:r>
            <w:r w:rsidR="00F61109">
              <w:rPr>
                <w:rFonts w:ascii="Arial" w:hAnsi="Arial" w:cs="Arial"/>
              </w:rPr>
              <w:t xml:space="preserve"> ne maitrise</w:t>
            </w:r>
            <w:r w:rsidR="00A375D3">
              <w:rPr>
                <w:rFonts w:ascii="Arial" w:hAnsi="Arial" w:cs="Arial"/>
              </w:rPr>
              <w:t>nt</w:t>
            </w:r>
            <w:bookmarkStart w:id="0" w:name="_GoBack"/>
            <w:bookmarkEnd w:id="0"/>
            <w:r w:rsidR="00F61109">
              <w:rPr>
                <w:rFonts w:ascii="Arial" w:hAnsi="Arial" w:cs="Arial"/>
              </w:rPr>
              <w:t xml:space="preserve"> pas suffisamment la proportionnalité, il faut simplement préciser la hauteur, la longueur et la largeur de la maquette </w:t>
            </w:r>
            <w:r w:rsidR="004E75BB" w:rsidRPr="00EA5DB2">
              <w:rPr>
                <w:rFonts w:ascii="Arial" w:hAnsi="Arial" w:cs="Arial"/>
                <w:i/>
              </w:rPr>
              <w:t>(par exemple</w:t>
            </w:r>
            <w:r w:rsidR="009E485F" w:rsidRPr="00EA5DB2">
              <w:rPr>
                <w:rFonts w:ascii="Arial" w:hAnsi="Arial" w:cs="Arial"/>
                <w:i/>
              </w:rPr>
              <w:t xml:space="preserve"> longueur 17,5 cm (réelle 350cm), largeur 8 cm (réelle 160 cm) et hauteur 11 cm (réelle 220 cm)</w:t>
            </w:r>
            <w:r w:rsidR="00EA5DB2" w:rsidRPr="00EA5DB2">
              <w:rPr>
                <w:rFonts w:ascii="Arial" w:hAnsi="Arial" w:cs="Arial"/>
                <w:i/>
              </w:rPr>
              <w:t>)</w:t>
            </w:r>
            <w:r w:rsidR="009E485F" w:rsidRPr="00EA5DB2">
              <w:rPr>
                <w:rFonts w:ascii="Arial" w:hAnsi="Arial" w:cs="Arial"/>
                <w:i/>
              </w:rPr>
              <w:t>.</w:t>
            </w:r>
          </w:p>
          <w:p w14:paraId="5096FE88" w14:textId="01B8A602" w:rsidR="00AB789B" w:rsidRPr="00C94E9C" w:rsidRDefault="00F61109" w:rsidP="008371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Ils peuvent</w:t>
            </w:r>
            <w:r w:rsidR="00962E02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si ils le veulent</w:t>
            </w:r>
            <w:r w:rsidR="00962E02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le représenter </w:t>
            </w:r>
            <w:r w:rsidR="00AA3EE5">
              <w:rPr>
                <w:rFonts w:ascii="Arial" w:hAnsi="Arial" w:cs="Arial"/>
              </w:rPr>
              <w:t>à l’aide d’un modeleur</w:t>
            </w:r>
            <w:r>
              <w:rPr>
                <w:rFonts w:ascii="Arial" w:hAnsi="Arial" w:cs="Arial"/>
              </w:rPr>
              <w:t xml:space="preserve"> volumique</w:t>
            </w:r>
            <w:r w:rsidR="00AA3EE5">
              <w:rPr>
                <w:rFonts w:ascii="Arial" w:hAnsi="Arial" w:cs="Arial"/>
              </w:rPr>
              <w:t>. (Pour simplifier le travail, les é</w:t>
            </w:r>
            <w:r w:rsidR="00837132">
              <w:rPr>
                <w:rFonts w:ascii="Arial" w:hAnsi="Arial" w:cs="Arial"/>
              </w:rPr>
              <w:t>lèves</w:t>
            </w:r>
            <w:r w:rsidR="00AA3EE5">
              <w:rPr>
                <w:rFonts w:ascii="Arial" w:hAnsi="Arial" w:cs="Arial"/>
              </w:rPr>
              <w:t xml:space="preserve"> </w:t>
            </w:r>
            <w:r w:rsidR="005C3B14">
              <w:rPr>
                <w:rFonts w:ascii="Arial" w:hAnsi="Arial" w:cs="Arial"/>
              </w:rPr>
              <w:t>peuvent</w:t>
            </w:r>
            <w:r w:rsidR="00AA3EE5">
              <w:rPr>
                <w:rFonts w:ascii="Arial" w:hAnsi="Arial" w:cs="Arial"/>
              </w:rPr>
              <w:t xml:space="preserve"> réaliser que les cotés et le toit d’un abri bus à partir d’un modèle </w:t>
            </w:r>
            <w:r w:rsidR="00837132">
              <w:rPr>
                <w:rFonts w:ascii="Arial" w:hAnsi="Arial" w:cs="Arial"/>
              </w:rPr>
              <w:t xml:space="preserve">de base </w:t>
            </w:r>
            <w:r w:rsidR="00AA3EE5">
              <w:rPr>
                <w:rFonts w:ascii="Arial" w:hAnsi="Arial" w:cs="Arial"/>
              </w:rPr>
              <w:t>donné</w:t>
            </w:r>
            <w:r w:rsidR="00AF3CCD">
              <w:rPr>
                <w:rFonts w:ascii="Arial" w:hAnsi="Arial" w:cs="Arial"/>
              </w:rPr>
              <w:t xml:space="preserve"> par l’enseignant</w:t>
            </w:r>
            <w:r w:rsidR="00AA3EE5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. </w:t>
            </w:r>
          </w:p>
        </w:tc>
      </w:tr>
    </w:tbl>
    <w:p w14:paraId="79D112B3" w14:textId="77777777" w:rsidR="00157F8E" w:rsidRDefault="00157F8E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4C765C5" w14:textId="3F563178" w:rsidR="0072599F" w:rsidRPr="00837132" w:rsidRDefault="0072599F" w:rsidP="0072599F">
      <w:pPr>
        <w:spacing w:after="0" w:line="240" w:lineRule="auto"/>
        <w:rPr>
          <w:rFonts w:ascii="Arial" w:hAnsi="Arial" w:cs="Arial"/>
          <w:color w:val="0070C0"/>
          <w:sz w:val="24"/>
          <w:szCs w:val="24"/>
        </w:rPr>
      </w:pPr>
      <w:r w:rsidRPr="00837132">
        <w:rPr>
          <w:rFonts w:ascii="Arial" w:hAnsi="Arial" w:cs="Arial"/>
          <w:sz w:val="24"/>
          <w:szCs w:val="24"/>
        </w:rPr>
        <w:t xml:space="preserve">(*) </w:t>
      </w:r>
      <w:r w:rsidRPr="00837132">
        <w:rPr>
          <w:rFonts w:ascii="Arial" w:hAnsi="Arial" w:cs="Arial"/>
          <w:color w:val="0070C0"/>
          <w:sz w:val="24"/>
          <w:szCs w:val="24"/>
        </w:rPr>
        <w:t>Toute</w:t>
      </w:r>
      <w:r w:rsidR="00AA3EE5" w:rsidRPr="00837132">
        <w:rPr>
          <w:rFonts w:ascii="Arial" w:hAnsi="Arial" w:cs="Arial"/>
          <w:color w:val="0070C0"/>
          <w:sz w:val="24"/>
          <w:szCs w:val="24"/>
        </w:rPr>
        <w:t xml:space="preserve">s les écritures de couleur bleue </w:t>
      </w:r>
      <w:r w:rsidRPr="00837132">
        <w:rPr>
          <w:rFonts w:ascii="Arial" w:hAnsi="Arial" w:cs="Arial"/>
          <w:color w:val="0070C0"/>
          <w:sz w:val="24"/>
          <w:szCs w:val="24"/>
        </w:rPr>
        <w:t>correspondent aux traces écrites rédigées par l’élève</w:t>
      </w:r>
    </w:p>
    <w:sectPr w:rsidR="0072599F" w:rsidRPr="00837132" w:rsidSect="00C94E9C">
      <w:pgSz w:w="11906" w:h="16838"/>
      <w:pgMar w:top="284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altName w:val="Times New Roman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FBAED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7FD5E9C"/>
    <w:multiLevelType w:val="hybridMultilevel"/>
    <w:tmpl w:val="272C1578"/>
    <w:lvl w:ilvl="0" w:tplc="B3E0081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A617B2"/>
    <w:multiLevelType w:val="hybridMultilevel"/>
    <w:tmpl w:val="EFBA5860"/>
    <w:lvl w:ilvl="0" w:tplc="158E7132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32067F"/>
    <w:multiLevelType w:val="hybridMultilevel"/>
    <w:tmpl w:val="32207F96"/>
    <w:lvl w:ilvl="0" w:tplc="E820A1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4623D8"/>
    <w:multiLevelType w:val="hybridMultilevel"/>
    <w:tmpl w:val="400C6776"/>
    <w:lvl w:ilvl="0" w:tplc="CB10CD1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E71"/>
    <w:rsid w:val="00015E8B"/>
    <w:rsid w:val="00066D96"/>
    <w:rsid w:val="00091600"/>
    <w:rsid w:val="001114C3"/>
    <w:rsid w:val="00114534"/>
    <w:rsid w:val="00157F8E"/>
    <w:rsid w:val="001F1247"/>
    <w:rsid w:val="0036476B"/>
    <w:rsid w:val="00384E9E"/>
    <w:rsid w:val="003A61A3"/>
    <w:rsid w:val="003D1F3B"/>
    <w:rsid w:val="003D2219"/>
    <w:rsid w:val="003F10CB"/>
    <w:rsid w:val="00412A14"/>
    <w:rsid w:val="004277D4"/>
    <w:rsid w:val="00457C24"/>
    <w:rsid w:val="0046558A"/>
    <w:rsid w:val="00482E10"/>
    <w:rsid w:val="004C7286"/>
    <w:rsid w:val="004E75BB"/>
    <w:rsid w:val="005061C0"/>
    <w:rsid w:val="00582490"/>
    <w:rsid w:val="005C374D"/>
    <w:rsid w:val="005C3B14"/>
    <w:rsid w:val="005D6884"/>
    <w:rsid w:val="006069C1"/>
    <w:rsid w:val="006618D5"/>
    <w:rsid w:val="006A1E71"/>
    <w:rsid w:val="006A3279"/>
    <w:rsid w:val="006C4A94"/>
    <w:rsid w:val="0072599F"/>
    <w:rsid w:val="00744F96"/>
    <w:rsid w:val="00820B44"/>
    <w:rsid w:val="00837132"/>
    <w:rsid w:val="0087064B"/>
    <w:rsid w:val="008B1F59"/>
    <w:rsid w:val="008F1086"/>
    <w:rsid w:val="00962E02"/>
    <w:rsid w:val="00972570"/>
    <w:rsid w:val="009B2155"/>
    <w:rsid w:val="009E485F"/>
    <w:rsid w:val="00A375D3"/>
    <w:rsid w:val="00A37F9F"/>
    <w:rsid w:val="00AA3EE5"/>
    <w:rsid w:val="00AB789B"/>
    <w:rsid w:val="00AF3CCD"/>
    <w:rsid w:val="00B0609F"/>
    <w:rsid w:val="00B20C93"/>
    <w:rsid w:val="00B2220D"/>
    <w:rsid w:val="00B81ACB"/>
    <w:rsid w:val="00BB5AEF"/>
    <w:rsid w:val="00C943D1"/>
    <w:rsid w:val="00C94E9C"/>
    <w:rsid w:val="00C963DC"/>
    <w:rsid w:val="00EA5DB2"/>
    <w:rsid w:val="00ED69D7"/>
    <w:rsid w:val="00F279BD"/>
    <w:rsid w:val="00F61109"/>
    <w:rsid w:val="00F63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79456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unhideWhenUsed="0"/>
    <w:lsdException w:name="Note Level 2" w:semiHidden="0" w:uiPriority="1" w:unhideWhenUsed="0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39"/>
    <w:rsid w:val="005D6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72"/>
    <w:qFormat/>
    <w:rsid w:val="00BB5AE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62E0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62E02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unhideWhenUsed="0"/>
    <w:lsdException w:name="Note Level 2" w:semiHidden="0" w:uiPriority="1" w:unhideWhenUsed="0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39"/>
    <w:rsid w:val="005D6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72"/>
    <w:qFormat/>
    <w:rsid w:val="00BB5AE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62E0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62E02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eseautechno:Documents:Enseignement%20a&#768;%20distance:se&#769;ances%20apre&#768;s%20confinement:Continuite&#769;%20pe&#769;dagogique%20en%20de&#769;confinement%20doc%20type%20deroulement.dot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Continuité pédagogique en déconfinement doc type deroulement.dot</Template>
  <TotalTime>10</TotalTime>
  <Pages>1</Pages>
  <Words>550</Words>
  <Characters>3081</Characters>
  <Application>Microsoft Macintosh Word</Application>
  <DocSecurity>0</DocSecurity>
  <Lines>66</Lines>
  <Paragraphs>55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3576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XJM BR</dc:creator>
  <cp:keywords/>
  <dc:description/>
  <cp:lastModifiedBy>XJM BR</cp:lastModifiedBy>
  <cp:revision>5</cp:revision>
  <dcterms:created xsi:type="dcterms:W3CDTF">2020-05-15T16:05:00Z</dcterms:created>
  <dcterms:modified xsi:type="dcterms:W3CDTF">2020-05-15T17:18:00Z</dcterms:modified>
  <cp:category/>
</cp:coreProperties>
</file>