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52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1"/>
        <w:gridCol w:w="2693"/>
        <w:gridCol w:w="2552"/>
        <w:gridCol w:w="1846"/>
      </w:tblGrid>
      <w:tr w:rsidR="000A1C34" w:rsidRPr="00D13459" w14:paraId="645D016A" w14:textId="77777777" w:rsidTr="00616F1C">
        <w:tc>
          <w:tcPr>
            <w:tcW w:w="3431" w:type="dxa"/>
            <w:shd w:val="clear" w:color="auto" w:fill="D9D9D9"/>
          </w:tcPr>
          <w:p w14:paraId="4558BB17" w14:textId="77777777" w:rsidR="000A1C34" w:rsidRPr="00D13459" w:rsidRDefault="000A1C34" w:rsidP="00AF0DA8">
            <w:pPr>
              <w:jc w:val="center"/>
              <w:rPr>
                <w:b/>
                <w:sz w:val="24"/>
                <w:szCs w:val="24"/>
              </w:rPr>
            </w:pPr>
            <w:r w:rsidRPr="00D13459">
              <w:rPr>
                <w:rFonts w:cs="Arial"/>
                <w:b/>
                <w:sz w:val="24"/>
                <w:szCs w:val="24"/>
              </w:rPr>
              <w:t xml:space="preserve">ACADÉMIE de </w:t>
            </w:r>
            <w:r w:rsidR="00452B22" w:rsidRPr="00D13459">
              <w:rPr>
                <w:rFonts w:cs="Arial"/>
                <w:b/>
                <w:sz w:val="24"/>
                <w:szCs w:val="24"/>
              </w:rPr>
              <w:t>VERSAILLES</w:t>
            </w:r>
          </w:p>
        </w:tc>
        <w:tc>
          <w:tcPr>
            <w:tcW w:w="5245" w:type="dxa"/>
            <w:gridSpan w:val="2"/>
          </w:tcPr>
          <w:p w14:paraId="780E3DBD" w14:textId="1C0D9F5D" w:rsidR="000A1C34" w:rsidRPr="00D13459" w:rsidRDefault="005E60BD" w:rsidP="00AF0DA8">
            <w:pPr>
              <w:jc w:val="center"/>
              <w:rPr>
                <w:i/>
                <w:color w:val="C00000"/>
                <w:sz w:val="24"/>
                <w:szCs w:val="24"/>
              </w:rPr>
            </w:pPr>
            <w:r>
              <w:rPr>
                <w:i/>
                <w:color w:val="C00000"/>
                <w:sz w:val="24"/>
                <w:szCs w:val="24"/>
              </w:rPr>
              <w:t>S</w:t>
            </w:r>
            <w:r w:rsidR="00616F1C">
              <w:rPr>
                <w:i/>
                <w:color w:val="C00000"/>
                <w:sz w:val="24"/>
                <w:szCs w:val="24"/>
              </w:rPr>
              <w:t xml:space="preserve">ciences </w:t>
            </w:r>
            <w:r>
              <w:rPr>
                <w:i/>
                <w:color w:val="C00000"/>
                <w:sz w:val="24"/>
                <w:szCs w:val="24"/>
              </w:rPr>
              <w:t>N</w:t>
            </w:r>
            <w:r w:rsidR="00616F1C">
              <w:rPr>
                <w:i/>
                <w:color w:val="C00000"/>
                <w:sz w:val="24"/>
                <w:szCs w:val="24"/>
              </w:rPr>
              <w:t xml:space="preserve">umérique et </w:t>
            </w:r>
            <w:r>
              <w:rPr>
                <w:i/>
                <w:color w:val="C00000"/>
                <w:sz w:val="24"/>
                <w:szCs w:val="24"/>
              </w:rPr>
              <w:t>T</w:t>
            </w:r>
            <w:r w:rsidR="00616F1C">
              <w:rPr>
                <w:i/>
                <w:color w:val="C00000"/>
                <w:sz w:val="24"/>
                <w:szCs w:val="24"/>
              </w:rPr>
              <w:t>echnologie</w:t>
            </w:r>
          </w:p>
        </w:tc>
        <w:tc>
          <w:tcPr>
            <w:tcW w:w="1846" w:type="dxa"/>
          </w:tcPr>
          <w:p w14:paraId="55637A70" w14:textId="77777777" w:rsidR="000A1C34" w:rsidRPr="00D13459" w:rsidRDefault="000A1C34" w:rsidP="001847CF">
            <w:pPr>
              <w:jc w:val="center"/>
              <w:rPr>
                <w:i/>
                <w:color w:val="C00000"/>
                <w:sz w:val="22"/>
              </w:rPr>
            </w:pPr>
          </w:p>
        </w:tc>
      </w:tr>
      <w:tr w:rsidR="000A1C34" w:rsidRPr="00D13459" w14:paraId="2A746DE5" w14:textId="77777777" w:rsidTr="00616F1C">
        <w:trPr>
          <w:cantSplit/>
        </w:trPr>
        <w:tc>
          <w:tcPr>
            <w:tcW w:w="3431" w:type="dxa"/>
            <w:vMerge w:val="restart"/>
          </w:tcPr>
          <w:p w14:paraId="5F0C1A78" w14:textId="77777777" w:rsidR="000A1C34" w:rsidRPr="00D13459" w:rsidRDefault="00A71C76" w:rsidP="00822F58">
            <w:pPr>
              <w:jc w:val="center"/>
            </w:pPr>
            <w:r>
              <w:rPr>
                <w:noProof/>
              </w:rPr>
              <w:drawing>
                <wp:inline distT="0" distB="0" distL="0" distR="0" wp14:anchorId="248DFC79" wp14:editId="761B7C1B">
                  <wp:extent cx="741218" cy="1300011"/>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766175" cy="1343782"/>
                          </a:xfrm>
                          <a:prstGeom prst="rect">
                            <a:avLst/>
                          </a:prstGeom>
                        </pic:spPr>
                      </pic:pic>
                    </a:graphicData>
                  </a:graphic>
                </wp:inline>
              </w:drawing>
            </w:r>
          </w:p>
        </w:tc>
        <w:tc>
          <w:tcPr>
            <w:tcW w:w="2693" w:type="dxa"/>
          </w:tcPr>
          <w:p w14:paraId="6E605B10" w14:textId="4FC05383" w:rsidR="000A1C34" w:rsidRPr="00616F1C" w:rsidRDefault="00EA7D87" w:rsidP="00AF0DA8">
            <w:pPr>
              <w:jc w:val="center"/>
              <w:rPr>
                <w:i/>
                <w:sz w:val="24"/>
                <w:szCs w:val="24"/>
              </w:rPr>
            </w:pPr>
            <w:hyperlink r:id="rId9" w:history="1">
              <w:r w:rsidR="00616F1C" w:rsidRPr="00616F1C">
                <w:rPr>
                  <w:rStyle w:val="Lienhypertexte"/>
                  <w:i/>
                  <w:sz w:val="24"/>
                  <w:szCs w:val="24"/>
                </w:rPr>
                <w:t>chdebernardi.fr</w:t>
              </w:r>
            </w:hyperlink>
          </w:p>
        </w:tc>
        <w:tc>
          <w:tcPr>
            <w:tcW w:w="2552" w:type="dxa"/>
          </w:tcPr>
          <w:p w14:paraId="01925D1E" w14:textId="77777777" w:rsidR="000A1C34" w:rsidRPr="00D13459" w:rsidRDefault="008D5F4C" w:rsidP="00AF0DA8">
            <w:pPr>
              <w:jc w:val="center"/>
              <w:rPr>
                <w:sz w:val="22"/>
              </w:rPr>
            </w:pPr>
            <w:r w:rsidRPr="00D13459">
              <w:rPr>
                <w:i/>
                <w:sz w:val="24"/>
                <w:szCs w:val="24"/>
              </w:rPr>
              <w:t>Seconde</w:t>
            </w:r>
          </w:p>
        </w:tc>
        <w:tc>
          <w:tcPr>
            <w:tcW w:w="1846" w:type="dxa"/>
          </w:tcPr>
          <w:p w14:paraId="670AF561" w14:textId="77777777" w:rsidR="000A1C34" w:rsidRPr="00D13459" w:rsidRDefault="00263064" w:rsidP="00AF0DA8">
            <w:pPr>
              <w:jc w:val="center"/>
              <w:rPr>
                <w:i/>
                <w:sz w:val="22"/>
              </w:rPr>
            </w:pPr>
            <w:r>
              <w:rPr>
                <w:i/>
                <w:sz w:val="22"/>
              </w:rPr>
              <w:t>4H30</w:t>
            </w:r>
          </w:p>
        </w:tc>
      </w:tr>
      <w:tr w:rsidR="00452B22" w:rsidRPr="00D13459" w14:paraId="67083363" w14:textId="77777777" w:rsidTr="00616F1C">
        <w:trPr>
          <w:cantSplit/>
        </w:trPr>
        <w:tc>
          <w:tcPr>
            <w:tcW w:w="3431" w:type="dxa"/>
            <w:vMerge/>
            <w:tcBorders>
              <w:bottom w:val="single" w:sz="4" w:space="0" w:color="auto"/>
            </w:tcBorders>
          </w:tcPr>
          <w:p w14:paraId="4FA8BF76" w14:textId="77777777" w:rsidR="00452B22" w:rsidRPr="00D13459" w:rsidRDefault="00452B22" w:rsidP="00AF0DA8">
            <w:pPr>
              <w:jc w:val="center"/>
              <w:rPr>
                <w:sz w:val="22"/>
              </w:rPr>
            </w:pPr>
          </w:p>
        </w:tc>
        <w:tc>
          <w:tcPr>
            <w:tcW w:w="5245" w:type="dxa"/>
            <w:gridSpan w:val="2"/>
            <w:tcBorders>
              <w:bottom w:val="single" w:sz="4" w:space="0" w:color="auto"/>
            </w:tcBorders>
          </w:tcPr>
          <w:p w14:paraId="17C5E078" w14:textId="77777777" w:rsidR="00452B22" w:rsidRPr="00D13459" w:rsidRDefault="00B9554B" w:rsidP="007001B2">
            <w:pPr>
              <w:jc w:val="center"/>
              <w:rPr>
                <w:sz w:val="22"/>
              </w:rPr>
            </w:pPr>
            <w:r>
              <w:rPr>
                <w:sz w:val="48"/>
                <w:szCs w:val="48"/>
              </w:rPr>
              <w:t xml:space="preserve">TD /TP </w:t>
            </w:r>
            <w:r w:rsidRPr="00EC41CA">
              <w:rPr>
                <w:i/>
                <w:sz w:val="24"/>
                <w:szCs w:val="24"/>
              </w:rPr>
              <w:t xml:space="preserve">Autour de la </w:t>
            </w:r>
            <w:r>
              <w:rPr>
                <w:i/>
                <w:sz w:val="24"/>
                <w:szCs w:val="24"/>
              </w:rPr>
              <w:t xml:space="preserve">gestion des </w:t>
            </w:r>
            <w:r w:rsidR="00BF09E1">
              <w:rPr>
                <w:i/>
                <w:sz w:val="24"/>
                <w:szCs w:val="24"/>
              </w:rPr>
              <w:t>données EXIF</w:t>
            </w:r>
          </w:p>
        </w:tc>
        <w:tc>
          <w:tcPr>
            <w:tcW w:w="1846" w:type="dxa"/>
            <w:tcBorders>
              <w:bottom w:val="single" w:sz="4" w:space="0" w:color="auto"/>
            </w:tcBorders>
            <w:vAlign w:val="center"/>
          </w:tcPr>
          <w:p w14:paraId="1D4123D4" w14:textId="014861CD" w:rsidR="00452B22" w:rsidRPr="00D13459" w:rsidRDefault="00452B22" w:rsidP="00263064">
            <w:pPr>
              <w:jc w:val="center"/>
              <w:rPr>
                <w:sz w:val="22"/>
              </w:rPr>
            </w:pPr>
            <w:r w:rsidRPr="00D13459">
              <w:rPr>
                <w:sz w:val="22"/>
              </w:rPr>
              <w:t xml:space="preserve">Version </w:t>
            </w:r>
            <w:r w:rsidR="00D16361">
              <w:rPr>
                <w:sz w:val="22"/>
              </w:rPr>
              <w:t>1</w:t>
            </w:r>
            <w:r w:rsidRPr="00D13459">
              <w:rPr>
                <w:sz w:val="22"/>
              </w:rPr>
              <w:t>.</w:t>
            </w:r>
            <w:r w:rsidR="00D16361">
              <w:rPr>
                <w:sz w:val="22"/>
              </w:rPr>
              <w:t>0</w:t>
            </w:r>
            <w:r w:rsidR="007737CE">
              <w:rPr>
                <w:sz w:val="22"/>
              </w:rPr>
              <w:t>2</w:t>
            </w:r>
          </w:p>
        </w:tc>
      </w:tr>
      <w:tr w:rsidR="000A1C34" w:rsidRPr="00D13459" w14:paraId="11A15F1F" w14:textId="77777777">
        <w:tc>
          <w:tcPr>
            <w:tcW w:w="10522" w:type="dxa"/>
            <w:gridSpan w:val="4"/>
            <w:shd w:val="clear" w:color="auto" w:fill="D9D9D9"/>
          </w:tcPr>
          <w:p w14:paraId="40A83FB8" w14:textId="77777777" w:rsidR="000A1C34" w:rsidRPr="00D13459" w:rsidRDefault="00E3571E" w:rsidP="00596291">
            <w:pPr>
              <w:jc w:val="center"/>
              <w:rPr>
                <w:i/>
                <w:color w:val="C00000"/>
                <w:sz w:val="22"/>
              </w:rPr>
            </w:pPr>
            <w:r w:rsidRPr="00D13459">
              <w:rPr>
                <w:i/>
                <w:color w:val="C00000"/>
                <w:sz w:val="22"/>
              </w:rPr>
              <w:t xml:space="preserve">Lycée </w:t>
            </w:r>
            <w:r w:rsidR="00452B22" w:rsidRPr="00D13459">
              <w:rPr>
                <w:i/>
                <w:color w:val="C00000"/>
                <w:sz w:val="22"/>
              </w:rPr>
              <w:t xml:space="preserve">RICHELIEU – </w:t>
            </w:r>
            <w:r w:rsidRPr="00D13459">
              <w:rPr>
                <w:i/>
                <w:color w:val="C00000"/>
                <w:sz w:val="22"/>
              </w:rPr>
              <w:t>6</w:t>
            </w:r>
            <w:r w:rsidR="00452B22" w:rsidRPr="00D13459">
              <w:rPr>
                <w:i/>
                <w:color w:val="C00000"/>
                <w:sz w:val="22"/>
              </w:rPr>
              <w:t>4</w:t>
            </w:r>
            <w:r w:rsidRPr="00D13459">
              <w:rPr>
                <w:i/>
                <w:color w:val="C00000"/>
                <w:sz w:val="22"/>
              </w:rPr>
              <w:t xml:space="preserve"> </w:t>
            </w:r>
            <w:r w:rsidR="00452B22" w:rsidRPr="00D13459">
              <w:rPr>
                <w:i/>
                <w:color w:val="C00000"/>
                <w:sz w:val="22"/>
              </w:rPr>
              <w:t>r</w:t>
            </w:r>
            <w:r w:rsidRPr="00D13459">
              <w:rPr>
                <w:i/>
                <w:color w:val="C00000"/>
                <w:sz w:val="22"/>
              </w:rPr>
              <w:t xml:space="preserve">ue </w:t>
            </w:r>
            <w:r w:rsidR="00452B22" w:rsidRPr="00D13459">
              <w:rPr>
                <w:i/>
                <w:color w:val="C00000"/>
                <w:sz w:val="22"/>
              </w:rPr>
              <w:t>George SAND – 92500</w:t>
            </w:r>
            <w:r w:rsidRPr="00D13459">
              <w:rPr>
                <w:i/>
                <w:color w:val="C00000"/>
                <w:sz w:val="22"/>
              </w:rPr>
              <w:t xml:space="preserve"> </w:t>
            </w:r>
            <w:r w:rsidR="00452B22" w:rsidRPr="00D13459">
              <w:rPr>
                <w:i/>
                <w:color w:val="C00000"/>
                <w:sz w:val="22"/>
              </w:rPr>
              <w:t>RUEIL MALMAISON</w:t>
            </w:r>
          </w:p>
        </w:tc>
      </w:tr>
    </w:tbl>
    <w:p w14:paraId="76CAE39A" w14:textId="3236FE2B" w:rsidR="00C2463E" w:rsidRDefault="007001B2" w:rsidP="00C2463E">
      <w:pPr>
        <w:spacing w:before="240" w:after="240"/>
        <w:rPr>
          <w:i/>
          <w:color w:val="C00000"/>
          <w:highlight w:val="yellow"/>
        </w:rPr>
      </w:pPr>
      <w:r w:rsidRPr="007001B2">
        <w:rPr>
          <w:i/>
          <w:color w:val="C00000"/>
        </w:rPr>
        <w:t xml:space="preserve">L’objectif de cette </w:t>
      </w:r>
      <w:r w:rsidR="00B9554B">
        <w:rPr>
          <w:i/>
          <w:color w:val="C00000"/>
        </w:rPr>
        <w:t xml:space="preserve">séquence est d’exploiter les informations </w:t>
      </w:r>
      <w:r w:rsidR="0066584F">
        <w:rPr>
          <w:i/>
          <w:color w:val="C00000"/>
        </w:rPr>
        <w:t>« </w:t>
      </w:r>
      <w:r w:rsidR="00B9554B">
        <w:rPr>
          <w:i/>
          <w:color w:val="C00000"/>
        </w:rPr>
        <w:t>cachées</w:t>
      </w:r>
      <w:r w:rsidR="0066584F">
        <w:rPr>
          <w:i/>
          <w:color w:val="C00000"/>
        </w:rPr>
        <w:t> »</w:t>
      </w:r>
      <w:r w:rsidR="00B9554B">
        <w:rPr>
          <w:i/>
          <w:color w:val="C00000"/>
        </w:rPr>
        <w:t xml:space="preserve"> dans une image prise à l’aide d’un téléphone portable récent. Elle se compose principalement de</w:t>
      </w:r>
      <w:r w:rsidRPr="007001B2">
        <w:rPr>
          <w:i/>
          <w:color w:val="C00000"/>
        </w:rPr>
        <w:t xml:space="preserve"> petites manipulations et </w:t>
      </w:r>
      <w:r>
        <w:rPr>
          <w:i/>
          <w:color w:val="C00000"/>
        </w:rPr>
        <w:t xml:space="preserve">donc </w:t>
      </w:r>
      <w:r w:rsidRPr="007001B2">
        <w:rPr>
          <w:i/>
          <w:color w:val="C00000"/>
        </w:rPr>
        <w:t>d</w:t>
      </w:r>
      <w:r w:rsidR="000D69B8">
        <w:rPr>
          <w:i/>
          <w:color w:val="C00000"/>
        </w:rPr>
        <w:t>’une suit</w:t>
      </w:r>
      <w:r w:rsidRPr="007001B2">
        <w:rPr>
          <w:i/>
          <w:color w:val="C00000"/>
        </w:rPr>
        <w:t>e</w:t>
      </w:r>
      <w:r w:rsidR="000D69B8">
        <w:rPr>
          <w:i/>
          <w:color w:val="C00000"/>
        </w:rPr>
        <w:t xml:space="preserve"> de</w:t>
      </w:r>
      <w:r w:rsidRPr="007001B2">
        <w:rPr>
          <w:i/>
          <w:color w:val="C00000"/>
        </w:rPr>
        <w:t xml:space="preserve"> petits </w:t>
      </w:r>
      <w:r w:rsidR="000D69B8">
        <w:rPr>
          <w:i/>
          <w:color w:val="C00000"/>
        </w:rPr>
        <w:t>scripts</w:t>
      </w:r>
      <w:r w:rsidRPr="007001B2">
        <w:rPr>
          <w:i/>
          <w:color w:val="C00000"/>
        </w:rPr>
        <w:t xml:space="preserve"> </w:t>
      </w:r>
      <w:r w:rsidR="00B9554B">
        <w:rPr>
          <w:i/>
          <w:color w:val="C00000"/>
        </w:rPr>
        <w:t>en langage Python.</w:t>
      </w:r>
    </w:p>
    <w:p w14:paraId="5F83953C" w14:textId="4C8B3895" w:rsidR="00B9554B" w:rsidRDefault="00B1292E" w:rsidP="00B9554B">
      <w:pPr>
        <w:pStyle w:val="Titre2"/>
        <w:rPr>
          <w:noProof/>
        </w:rPr>
      </w:pPr>
      <w:r>
        <w:rPr>
          <w:noProof/>
        </w:rPr>
        <w:t>Activité</w:t>
      </w:r>
      <w:r w:rsidR="00B9554B">
        <w:rPr>
          <w:noProof/>
        </w:rPr>
        <w:t xml:space="preserve"> 1 –Acquisition d’une image</w:t>
      </w:r>
    </w:p>
    <w:p w14:paraId="7FA68A5F" w14:textId="0BF8B819" w:rsidR="00043FAB" w:rsidRDefault="00B9554B" w:rsidP="00043FAB">
      <w:pPr>
        <w:pStyle w:val="Question"/>
      </w:pPr>
      <w:r>
        <w:t xml:space="preserve">A l’aide de votre téléphone portable, photographier un objet de la salle de TP ou choisir une image dans votre librairie d’image. Faire valider la photo par votre enseignant et insérer </w:t>
      </w:r>
      <w:r w:rsidR="001D4D88">
        <w:t xml:space="preserve">la </w:t>
      </w:r>
      <w:r>
        <w:t>dans le cadre ci-dessous.</w:t>
      </w:r>
      <w:r w:rsidR="002C295D">
        <w:t xml:space="preserve"> Préciser son nom.</w:t>
      </w:r>
    </w:p>
    <w:p w14:paraId="3317543A" w14:textId="77777777" w:rsidR="00043FAB" w:rsidRDefault="00043FAB" w:rsidP="00C2463E"/>
    <w:p w14:paraId="2106F656" w14:textId="4CCDC797" w:rsidR="000D69B8" w:rsidRPr="001D4D88" w:rsidRDefault="000D69B8" w:rsidP="00043FAB">
      <w:pPr>
        <w:pBdr>
          <w:top w:val="single" w:sz="4" w:space="1" w:color="auto"/>
          <w:left w:val="single" w:sz="4" w:space="4" w:color="auto"/>
          <w:bottom w:val="single" w:sz="4" w:space="1" w:color="auto"/>
          <w:right w:val="single" w:sz="4" w:space="4" w:color="auto"/>
        </w:pBdr>
        <w:rPr>
          <w:color w:val="000000" w:themeColor="text1"/>
        </w:rPr>
      </w:pPr>
      <w:r w:rsidRPr="001D4D88">
        <w:rPr>
          <w:color w:val="000000" w:themeColor="text1"/>
        </w:rPr>
        <w:t>On obtient :</w:t>
      </w:r>
    </w:p>
    <w:p w14:paraId="2324FCBD" w14:textId="0ACECC07" w:rsidR="00043FAB" w:rsidRPr="001D4D88" w:rsidRDefault="00B9554B" w:rsidP="00043FAB">
      <w:pPr>
        <w:pBdr>
          <w:top w:val="single" w:sz="4" w:space="1" w:color="auto"/>
          <w:left w:val="single" w:sz="4" w:space="4" w:color="auto"/>
          <w:bottom w:val="single" w:sz="4" w:space="1" w:color="auto"/>
          <w:right w:val="single" w:sz="4" w:space="4" w:color="auto"/>
        </w:pBdr>
        <w:rPr>
          <w:color w:val="000000" w:themeColor="text1"/>
        </w:rPr>
      </w:pPr>
      <w:r w:rsidRPr="001D4D88">
        <w:rPr>
          <w:color w:val="000000" w:themeColor="text1"/>
        </w:rPr>
        <w:t>Insertion de l’image</w:t>
      </w:r>
    </w:p>
    <w:p w14:paraId="212CD724" w14:textId="50465592" w:rsidR="001D4D88" w:rsidRPr="001D4D88" w:rsidRDefault="001D4D88" w:rsidP="00043FAB">
      <w:pPr>
        <w:pBdr>
          <w:top w:val="single" w:sz="4" w:space="1" w:color="auto"/>
          <w:left w:val="single" w:sz="4" w:space="4" w:color="auto"/>
          <w:bottom w:val="single" w:sz="4" w:space="1" w:color="auto"/>
          <w:right w:val="single" w:sz="4" w:space="4" w:color="auto"/>
        </w:pBdr>
        <w:rPr>
          <w:color w:val="000000" w:themeColor="text1"/>
        </w:rPr>
      </w:pPr>
    </w:p>
    <w:p w14:paraId="354DA58B" w14:textId="7ED4A7B9" w:rsidR="001D4D88" w:rsidRPr="001D4D88" w:rsidRDefault="001D4D88" w:rsidP="00043FAB">
      <w:pPr>
        <w:pBdr>
          <w:top w:val="single" w:sz="4" w:space="1" w:color="auto"/>
          <w:left w:val="single" w:sz="4" w:space="4" w:color="auto"/>
          <w:bottom w:val="single" w:sz="4" w:space="1" w:color="auto"/>
          <w:right w:val="single" w:sz="4" w:space="4" w:color="auto"/>
        </w:pBdr>
        <w:rPr>
          <w:color w:val="000000" w:themeColor="text1"/>
        </w:rPr>
      </w:pPr>
    </w:p>
    <w:p w14:paraId="3F33696E" w14:textId="3260794D" w:rsidR="001D4D88" w:rsidRPr="001D4D88" w:rsidRDefault="001D4D88" w:rsidP="00043FAB">
      <w:pPr>
        <w:pBdr>
          <w:top w:val="single" w:sz="4" w:space="1" w:color="auto"/>
          <w:left w:val="single" w:sz="4" w:space="4" w:color="auto"/>
          <w:bottom w:val="single" w:sz="4" w:space="1" w:color="auto"/>
          <w:right w:val="single" w:sz="4" w:space="4" w:color="auto"/>
        </w:pBdr>
        <w:rPr>
          <w:color w:val="000000" w:themeColor="text1"/>
        </w:rPr>
      </w:pPr>
    </w:p>
    <w:p w14:paraId="3A1A5EBB" w14:textId="20B10B05" w:rsidR="001D4D88" w:rsidRPr="001D4D88" w:rsidRDefault="001D4D88" w:rsidP="00043FAB">
      <w:pPr>
        <w:pBdr>
          <w:top w:val="single" w:sz="4" w:space="1" w:color="auto"/>
          <w:left w:val="single" w:sz="4" w:space="4" w:color="auto"/>
          <w:bottom w:val="single" w:sz="4" w:space="1" w:color="auto"/>
          <w:right w:val="single" w:sz="4" w:space="4" w:color="auto"/>
        </w:pBdr>
        <w:rPr>
          <w:color w:val="000000" w:themeColor="text1"/>
        </w:rPr>
      </w:pPr>
    </w:p>
    <w:p w14:paraId="4300858D" w14:textId="061037AF" w:rsidR="001D4D88" w:rsidRPr="001D4D88" w:rsidRDefault="001D4D88" w:rsidP="00043FAB">
      <w:pPr>
        <w:pBdr>
          <w:top w:val="single" w:sz="4" w:space="1" w:color="auto"/>
          <w:left w:val="single" w:sz="4" w:space="4" w:color="auto"/>
          <w:bottom w:val="single" w:sz="4" w:space="1" w:color="auto"/>
          <w:right w:val="single" w:sz="4" w:space="4" w:color="auto"/>
        </w:pBdr>
        <w:rPr>
          <w:color w:val="000000" w:themeColor="text1"/>
        </w:rPr>
      </w:pPr>
    </w:p>
    <w:p w14:paraId="3734F6A9" w14:textId="05E7932E" w:rsidR="001D4D88" w:rsidRPr="001D4D88" w:rsidRDefault="001D4D88" w:rsidP="00043FAB">
      <w:pPr>
        <w:pBdr>
          <w:top w:val="single" w:sz="4" w:space="1" w:color="auto"/>
          <w:left w:val="single" w:sz="4" w:space="4" w:color="auto"/>
          <w:bottom w:val="single" w:sz="4" w:space="1" w:color="auto"/>
          <w:right w:val="single" w:sz="4" w:space="4" w:color="auto"/>
        </w:pBdr>
        <w:rPr>
          <w:color w:val="000000" w:themeColor="text1"/>
        </w:rPr>
      </w:pPr>
    </w:p>
    <w:p w14:paraId="200600C3" w14:textId="21580365" w:rsidR="001D4D88" w:rsidRPr="001D4D88" w:rsidRDefault="001D4D88" w:rsidP="00043FAB">
      <w:pPr>
        <w:pBdr>
          <w:top w:val="single" w:sz="4" w:space="1" w:color="auto"/>
          <w:left w:val="single" w:sz="4" w:space="4" w:color="auto"/>
          <w:bottom w:val="single" w:sz="4" w:space="1" w:color="auto"/>
          <w:right w:val="single" w:sz="4" w:space="4" w:color="auto"/>
        </w:pBdr>
        <w:rPr>
          <w:color w:val="000000" w:themeColor="text1"/>
        </w:rPr>
      </w:pPr>
    </w:p>
    <w:p w14:paraId="48870944" w14:textId="7F7B4BCB" w:rsidR="001D4D88" w:rsidRPr="001D4D88" w:rsidRDefault="001D4D88" w:rsidP="00043FAB">
      <w:pPr>
        <w:pBdr>
          <w:top w:val="single" w:sz="4" w:space="1" w:color="auto"/>
          <w:left w:val="single" w:sz="4" w:space="4" w:color="auto"/>
          <w:bottom w:val="single" w:sz="4" w:space="1" w:color="auto"/>
          <w:right w:val="single" w:sz="4" w:space="4" w:color="auto"/>
        </w:pBdr>
        <w:rPr>
          <w:color w:val="000000" w:themeColor="text1"/>
        </w:rPr>
      </w:pPr>
    </w:p>
    <w:p w14:paraId="38179FA3" w14:textId="77777777" w:rsidR="001D4D88" w:rsidRPr="001D4D88" w:rsidRDefault="001D4D88" w:rsidP="00043FAB">
      <w:pPr>
        <w:pBdr>
          <w:top w:val="single" w:sz="4" w:space="1" w:color="auto"/>
          <w:left w:val="single" w:sz="4" w:space="4" w:color="auto"/>
          <w:bottom w:val="single" w:sz="4" w:space="1" w:color="auto"/>
          <w:right w:val="single" w:sz="4" w:space="4" w:color="auto"/>
        </w:pBdr>
        <w:rPr>
          <w:color w:val="000000" w:themeColor="text1"/>
        </w:rPr>
      </w:pPr>
    </w:p>
    <w:p w14:paraId="5D009AAD" w14:textId="77777777" w:rsidR="00AE69DF" w:rsidRDefault="00AE69DF" w:rsidP="00AE69DF"/>
    <w:p w14:paraId="7B3ACBA4" w14:textId="77777777" w:rsidR="00AE69DF" w:rsidRDefault="00AE69DF" w:rsidP="00AE69DF">
      <w:pPr>
        <w:pStyle w:val="Paragraphedeliste"/>
        <w:numPr>
          <w:ilvl w:val="0"/>
          <w:numId w:val="12"/>
        </w:numPr>
      </w:pPr>
      <w:r>
        <w:t>Sauvegarder l’image dans un répertoire portant votre nom.</w:t>
      </w:r>
    </w:p>
    <w:p w14:paraId="3F5D945B" w14:textId="6D24DFB0" w:rsidR="007001B2" w:rsidRDefault="00B1292E" w:rsidP="0005374C">
      <w:pPr>
        <w:pStyle w:val="Titre2"/>
      </w:pPr>
      <w:r>
        <w:rPr>
          <w:noProof/>
        </w:rPr>
        <w:t xml:space="preserve">Activité </w:t>
      </w:r>
      <w:r w:rsidR="0066584F">
        <w:t>2</w:t>
      </w:r>
      <w:r w:rsidR="007001B2">
        <w:t xml:space="preserve"> </w:t>
      </w:r>
      <w:r w:rsidR="00171F5F">
        <w:t xml:space="preserve">– </w:t>
      </w:r>
      <w:r w:rsidR="00B9554B">
        <w:t>Affichage de l’image et récup</w:t>
      </w:r>
      <w:r w:rsidR="005E60BD">
        <w:t>é</w:t>
      </w:r>
      <w:r w:rsidR="00B9554B">
        <w:t>ration des informations globales de l’image sous Python</w:t>
      </w:r>
    </w:p>
    <w:p w14:paraId="6E11EC3B" w14:textId="77777777" w:rsidR="0005374C" w:rsidRPr="0005374C" w:rsidRDefault="005E60BD" w:rsidP="00171F5F">
      <w:pPr>
        <w:pStyle w:val="Titre3"/>
      </w:pPr>
      <w:r>
        <w:t>Affichage de l’image</w:t>
      </w:r>
    </w:p>
    <w:p w14:paraId="40A08F5E" w14:textId="77777777" w:rsidR="00E92FB6" w:rsidRDefault="0005374C" w:rsidP="005E60BD">
      <w:pPr>
        <w:pStyle w:val="Paragraphedeliste"/>
        <w:numPr>
          <w:ilvl w:val="0"/>
          <w:numId w:val="12"/>
        </w:numPr>
      </w:pPr>
      <w:r>
        <w:t xml:space="preserve">Lancer </w:t>
      </w:r>
      <w:r w:rsidR="00CD48DD">
        <w:t>l</w:t>
      </w:r>
      <w:r w:rsidR="005E60BD">
        <w:t>’interface de programmation intégrée SPYDER (à partir d’ANACONDA) ou un autre ensemble de programmation</w:t>
      </w:r>
      <w:r w:rsidR="00E903D1">
        <w:t>. Attention, le lancement peut être très long (plusieurs minutes)</w:t>
      </w:r>
    </w:p>
    <w:p w14:paraId="6AA8CD68" w14:textId="77777777" w:rsidR="00E92FB6" w:rsidRDefault="00E92FB6" w:rsidP="005E60BD"/>
    <w:p w14:paraId="68DCFAD3" w14:textId="77777777" w:rsidR="005E60BD" w:rsidRDefault="005E60BD" w:rsidP="005E60BD">
      <w:r>
        <w:rPr>
          <w:noProof/>
        </w:rPr>
        <w:lastRenderedPageBreak/>
        <w:drawing>
          <wp:inline distT="0" distB="0" distL="0" distR="0" wp14:anchorId="2BC34A86" wp14:editId="7E0ECB6C">
            <wp:extent cx="5939790" cy="2062480"/>
            <wp:effectExtent l="19050" t="19050" r="22860" b="1397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39790" cy="2062480"/>
                    </a:xfrm>
                    <a:prstGeom prst="rect">
                      <a:avLst/>
                    </a:prstGeom>
                    <a:ln>
                      <a:solidFill>
                        <a:schemeClr val="tx2"/>
                      </a:solidFill>
                    </a:ln>
                  </pic:spPr>
                </pic:pic>
              </a:graphicData>
            </a:graphic>
          </wp:inline>
        </w:drawing>
      </w:r>
    </w:p>
    <w:p w14:paraId="008F6E03" w14:textId="77777777" w:rsidR="005E60BD" w:rsidRDefault="005E60BD" w:rsidP="005E60BD"/>
    <w:p w14:paraId="197C1826" w14:textId="77777777" w:rsidR="007001B2" w:rsidRDefault="007001B2" w:rsidP="0005374C">
      <w:pPr>
        <w:pStyle w:val="Paragraphedeliste"/>
        <w:numPr>
          <w:ilvl w:val="0"/>
          <w:numId w:val="12"/>
        </w:numPr>
      </w:pPr>
      <w:r>
        <w:t>Taper le programme ci-dessous :</w:t>
      </w:r>
    </w:p>
    <w:p w14:paraId="48B71FFB" w14:textId="77777777" w:rsidR="00E92FB6" w:rsidRDefault="00E92FB6">
      <w:pPr>
        <w:jc w:val="left"/>
      </w:pPr>
    </w:p>
    <w:p w14:paraId="3452ABAD" w14:textId="77777777" w:rsidR="00AE69DF" w:rsidRPr="00C944E1" w:rsidRDefault="00AE69DF" w:rsidP="00AE69DF">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lang w:val="en-US"/>
        </w:rPr>
      </w:pPr>
      <w:r w:rsidRPr="00C944E1">
        <w:rPr>
          <w:rFonts w:asciiTheme="minorHAnsi" w:hAnsiTheme="minorHAnsi" w:cstheme="minorHAnsi"/>
          <w:sz w:val="16"/>
          <w:szCs w:val="16"/>
          <w:lang w:val="en-US"/>
        </w:rPr>
        <w:t>from PIL import Image as im</w:t>
      </w:r>
    </w:p>
    <w:p w14:paraId="6290D294" w14:textId="77777777" w:rsidR="00AE69DF" w:rsidRPr="00C944E1" w:rsidRDefault="00AE69DF" w:rsidP="00AE69DF">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lang w:val="en-US"/>
        </w:rPr>
      </w:pPr>
    </w:p>
    <w:p w14:paraId="162FF801" w14:textId="77777777" w:rsidR="002F407F" w:rsidRPr="00AE69DF" w:rsidRDefault="002F407F" w:rsidP="002F407F">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Pr>
          <w:rFonts w:asciiTheme="minorHAnsi" w:hAnsiTheme="minorHAnsi" w:cstheme="minorHAnsi"/>
          <w:sz w:val="16"/>
          <w:szCs w:val="16"/>
        </w:rPr>
        <w:t xml:space="preserve">nomFichierImage = </w:t>
      </w:r>
      <w:r w:rsidRPr="00AE69DF">
        <w:rPr>
          <w:rFonts w:asciiTheme="minorHAnsi" w:hAnsiTheme="minorHAnsi" w:cstheme="minorHAnsi"/>
          <w:sz w:val="16"/>
          <w:szCs w:val="16"/>
        </w:rPr>
        <w:t>"</w:t>
      </w:r>
      <w:r>
        <w:rPr>
          <w:rFonts w:asciiTheme="minorHAnsi" w:hAnsiTheme="minorHAnsi" w:cstheme="minorHAnsi"/>
          <w:sz w:val="16"/>
          <w:szCs w:val="16"/>
        </w:rPr>
        <w:t>ouEstCe4.jpg</w:t>
      </w:r>
      <w:r w:rsidRPr="00AE69DF">
        <w:rPr>
          <w:rFonts w:asciiTheme="minorHAnsi" w:hAnsiTheme="minorHAnsi" w:cstheme="minorHAnsi"/>
          <w:sz w:val="16"/>
          <w:szCs w:val="16"/>
        </w:rPr>
        <w:t>"</w:t>
      </w:r>
      <w:r>
        <w:rPr>
          <w:rFonts w:asciiTheme="minorHAnsi" w:hAnsiTheme="minorHAnsi" w:cstheme="minorHAnsi"/>
          <w:sz w:val="16"/>
          <w:szCs w:val="16"/>
        </w:rPr>
        <w:t xml:space="preserve"> </w:t>
      </w:r>
      <w:r w:rsidRPr="00AE69DF">
        <w:rPr>
          <w:rFonts w:asciiTheme="minorHAnsi" w:hAnsiTheme="minorHAnsi" w:cstheme="minorHAnsi"/>
          <w:sz w:val="16"/>
          <w:szCs w:val="16"/>
          <w:highlight w:val="yellow"/>
        </w:rPr>
        <w:t>« Mettre le nom de votre image </w:t>
      </w:r>
      <w:r>
        <w:rPr>
          <w:rFonts w:asciiTheme="minorHAnsi" w:hAnsiTheme="minorHAnsi" w:cstheme="minorHAnsi"/>
          <w:sz w:val="16"/>
          <w:szCs w:val="16"/>
          <w:highlight w:val="yellow"/>
        </w:rPr>
        <w:t xml:space="preserve">entre guillemets </w:t>
      </w:r>
      <w:r w:rsidRPr="00AE69DF">
        <w:rPr>
          <w:rFonts w:asciiTheme="minorHAnsi" w:hAnsiTheme="minorHAnsi" w:cstheme="minorHAnsi"/>
          <w:sz w:val="16"/>
          <w:szCs w:val="16"/>
          <w:highlight w:val="yellow"/>
        </w:rPr>
        <w:t>»</w:t>
      </w:r>
    </w:p>
    <w:p w14:paraId="4949FF2D" w14:textId="77777777" w:rsidR="002F407F" w:rsidRPr="00AE69DF" w:rsidRDefault="002F407F" w:rsidP="002F407F">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AE69DF">
        <w:rPr>
          <w:rFonts w:asciiTheme="minorHAnsi" w:hAnsiTheme="minorHAnsi" w:cstheme="minorHAnsi"/>
          <w:sz w:val="16"/>
          <w:szCs w:val="16"/>
        </w:rPr>
        <w:t>imageExif=im.open(</w:t>
      </w:r>
      <w:r>
        <w:rPr>
          <w:rFonts w:asciiTheme="minorHAnsi" w:hAnsiTheme="minorHAnsi" w:cstheme="minorHAnsi"/>
          <w:sz w:val="16"/>
          <w:szCs w:val="16"/>
        </w:rPr>
        <w:t>nomFichierImage</w:t>
      </w:r>
      <w:r w:rsidRPr="00AE69DF">
        <w:rPr>
          <w:rFonts w:asciiTheme="minorHAnsi" w:hAnsiTheme="minorHAnsi" w:cstheme="minorHAnsi"/>
          <w:sz w:val="16"/>
          <w:szCs w:val="16"/>
        </w:rPr>
        <w:t>) # Ouverture du fichier</w:t>
      </w:r>
      <w:r>
        <w:rPr>
          <w:rFonts w:asciiTheme="minorHAnsi" w:hAnsiTheme="minorHAnsi" w:cstheme="minorHAnsi"/>
          <w:sz w:val="16"/>
          <w:szCs w:val="16"/>
        </w:rPr>
        <w:t xml:space="preserve"> </w:t>
      </w:r>
    </w:p>
    <w:p w14:paraId="295859F2" w14:textId="77777777" w:rsidR="007001B2" w:rsidRPr="007001B2" w:rsidRDefault="00AE69DF" w:rsidP="00AE69DF">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AE69DF">
        <w:rPr>
          <w:rFonts w:asciiTheme="minorHAnsi" w:hAnsiTheme="minorHAnsi" w:cstheme="minorHAnsi"/>
          <w:sz w:val="16"/>
          <w:szCs w:val="16"/>
        </w:rPr>
        <w:t>imageExif.show() # Affichage du fichier</w:t>
      </w:r>
    </w:p>
    <w:p w14:paraId="3D7F5455" w14:textId="77777777" w:rsidR="00CF0516" w:rsidRPr="006F4042" w:rsidRDefault="00CF0516" w:rsidP="007001B2">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highlight w:val="yellow"/>
        </w:rPr>
      </w:pPr>
    </w:p>
    <w:p w14:paraId="58D31C4A" w14:textId="77777777" w:rsidR="006F4042" w:rsidRPr="006F4042" w:rsidRDefault="006F4042" w:rsidP="006F4042">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6F4042">
        <w:rPr>
          <w:rFonts w:asciiTheme="minorHAnsi" w:hAnsiTheme="minorHAnsi" w:cstheme="minorHAnsi"/>
          <w:sz w:val="16"/>
          <w:szCs w:val="16"/>
        </w:rPr>
        <w:t>print ('--------------------')</w:t>
      </w:r>
    </w:p>
    <w:p w14:paraId="35F133CD" w14:textId="77777777" w:rsidR="006F4042" w:rsidRPr="006F4042" w:rsidRDefault="006F4042" w:rsidP="006F4042">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6F4042">
        <w:rPr>
          <w:rFonts w:asciiTheme="minorHAnsi" w:hAnsiTheme="minorHAnsi" w:cstheme="minorHAnsi"/>
          <w:sz w:val="16"/>
          <w:szCs w:val="16"/>
        </w:rPr>
        <w:t>print(imageExif.size) # Attribut de taille : (largeur, hauteur)</w:t>
      </w:r>
    </w:p>
    <w:p w14:paraId="015D0F0D" w14:textId="77777777" w:rsidR="00CF0516" w:rsidRDefault="00CF0516" w:rsidP="007001B2">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p>
    <w:p w14:paraId="6A171573" w14:textId="77777777" w:rsidR="00AE69DF" w:rsidRDefault="00AE69DF" w:rsidP="00171F5F">
      <w:pPr>
        <w:pStyle w:val="Paragraphedeliste"/>
        <w:numPr>
          <w:ilvl w:val="0"/>
          <w:numId w:val="12"/>
        </w:numPr>
        <w:spacing w:before="120"/>
        <w:ind w:left="714" w:hanging="357"/>
      </w:pPr>
      <w:r>
        <w:t xml:space="preserve">Sauvegarder le programme dans le </w:t>
      </w:r>
      <w:r w:rsidRPr="00AE69DF">
        <w:rPr>
          <w:b/>
        </w:rPr>
        <w:t>même</w:t>
      </w:r>
      <w:r>
        <w:t xml:space="preserve"> répertoire que l’image</w:t>
      </w:r>
      <w:r w:rsidR="006F4042">
        <w:t xml:space="preserve"> de travail</w:t>
      </w:r>
      <w:r w:rsidR="00BC6B7E">
        <w:t xml:space="preserve"> sous le nom extractionMetaData.py</w:t>
      </w:r>
      <w:r>
        <w:t>.</w:t>
      </w:r>
    </w:p>
    <w:p w14:paraId="129ED1AB" w14:textId="7D5023CC" w:rsidR="007001B2" w:rsidRDefault="00AE69DF" w:rsidP="00171F5F">
      <w:pPr>
        <w:pStyle w:val="Paragraphedeliste"/>
        <w:numPr>
          <w:ilvl w:val="0"/>
          <w:numId w:val="12"/>
        </w:numPr>
        <w:spacing w:before="120"/>
        <w:ind w:left="714" w:hanging="357"/>
      </w:pPr>
      <w:r>
        <w:t>Lancer le programme</w:t>
      </w:r>
      <w:r w:rsidR="00616F1C">
        <w:t xml:space="preserve"> en cliquant sur la flèche verte.</w:t>
      </w:r>
    </w:p>
    <w:p w14:paraId="71DE59D8" w14:textId="0AD8D5ED" w:rsidR="0005374C" w:rsidRDefault="00865581" w:rsidP="007001B2">
      <w:pPr>
        <w:pStyle w:val="Question"/>
      </w:pPr>
      <w:r>
        <w:t>Que fait ce programme ?</w:t>
      </w:r>
      <w:r w:rsidR="00BC6B7E">
        <w:t xml:space="preserve"> : </w:t>
      </w:r>
    </w:p>
    <w:p w14:paraId="7A29B3AB" w14:textId="359CEDA4" w:rsidR="00AE69DF" w:rsidRPr="00D42115" w:rsidRDefault="00AE69DF" w:rsidP="00AE69DF">
      <w:pPr>
        <w:pStyle w:val="Question"/>
      </w:pPr>
      <w:r w:rsidRPr="00D42115">
        <w:t xml:space="preserve">Que signifie </w:t>
      </w:r>
      <w:r w:rsidRPr="00D42115">
        <w:rPr>
          <w:sz w:val="16"/>
          <w:szCs w:val="16"/>
        </w:rPr>
        <w:t>from PIL import Image as im</w:t>
      </w:r>
      <w:r w:rsidRPr="00D42115">
        <w:t> ?</w:t>
      </w:r>
    </w:p>
    <w:p w14:paraId="2CDE9F3C" w14:textId="6E2218FC" w:rsidR="00AE69DF" w:rsidRPr="009235E4" w:rsidRDefault="00AE69DF" w:rsidP="00AE69DF">
      <w:pPr>
        <w:pStyle w:val="Question"/>
      </w:pPr>
      <w:r>
        <w:t xml:space="preserve">Que signifie </w:t>
      </w:r>
      <w:r w:rsidR="00D42115" w:rsidRPr="00AE69DF">
        <w:rPr>
          <w:rFonts w:asciiTheme="minorHAnsi" w:hAnsiTheme="minorHAnsi" w:cstheme="minorHAnsi"/>
          <w:sz w:val="16"/>
          <w:szCs w:val="16"/>
        </w:rPr>
        <w:t>imageExif=im.open("</w:t>
      </w:r>
      <w:r w:rsidR="00C944E1">
        <w:rPr>
          <w:rFonts w:asciiTheme="minorHAnsi" w:hAnsiTheme="minorHAnsi" w:cstheme="minorHAnsi"/>
          <w:sz w:val="16"/>
          <w:szCs w:val="16"/>
        </w:rPr>
        <w:t>nomFichierImage</w:t>
      </w:r>
      <w:r w:rsidR="00D42115" w:rsidRPr="00AE69DF">
        <w:rPr>
          <w:rFonts w:asciiTheme="minorHAnsi" w:hAnsiTheme="minorHAnsi" w:cstheme="minorHAnsi"/>
          <w:sz w:val="16"/>
          <w:szCs w:val="16"/>
        </w:rPr>
        <w:t>")</w:t>
      </w:r>
      <w:r>
        <w:t> ?</w:t>
      </w:r>
    </w:p>
    <w:p w14:paraId="738F7ADD" w14:textId="498EA583" w:rsidR="00AE69DF" w:rsidRDefault="00AE69DF" w:rsidP="00AE69DF">
      <w:pPr>
        <w:pStyle w:val="Question"/>
      </w:pPr>
      <w:r>
        <w:t>Que signifie</w:t>
      </w:r>
      <w:r w:rsidRPr="009235E4">
        <w:rPr>
          <w:rFonts w:asciiTheme="minorHAnsi" w:hAnsiTheme="minorHAnsi" w:cstheme="minorHAnsi"/>
          <w:sz w:val="16"/>
          <w:szCs w:val="16"/>
        </w:rPr>
        <w:t xml:space="preserve"> </w:t>
      </w:r>
      <w:r w:rsidR="00D42115" w:rsidRPr="00AE69DF">
        <w:rPr>
          <w:rFonts w:asciiTheme="minorHAnsi" w:hAnsiTheme="minorHAnsi" w:cstheme="minorHAnsi"/>
          <w:sz w:val="16"/>
          <w:szCs w:val="16"/>
        </w:rPr>
        <w:t>imageExif.show()</w:t>
      </w:r>
      <w:r>
        <w:t> ?</w:t>
      </w:r>
    </w:p>
    <w:p w14:paraId="626967B8" w14:textId="00706E62" w:rsidR="006F4042" w:rsidRPr="009235E4" w:rsidRDefault="006F4042" w:rsidP="00AE69DF">
      <w:pPr>
        <w:pStyle w:val="Question"/>
      </w:pPr>
      <w:r>
        <w:t>Que signifie</w:t>
      </w:r>
      <w:r w:rsidRPr="006F4042">
        <w:rPr>
          <w:rFonts w:asciiTheme="minorHAnsi" w:hAnsiTheme="minorHAnsi" w:cstheme="minorHAnsi"/>
          <w:sz w:val="16"/>
          <w:szCs w:val="16"/>
        </w:rPr>
        <w:t xml:space="preserve"> print(imageExif.size)</w:t>
      </w:r>
      <w:r w:rsidRPr="006F4042">
        <w:t xml:space="preserve"> </w:t>
      </w:r>
      <w:r>
        <w:t> ?</w:t>
      </w:r>
    </w:p>
    <w:p w14:paraId="00BCEC5E" w14:textId="77777777" w:rsidR="009235E4" w:rsidRDefault="009235E4" w:rsidP="009235E4">
      <w:pPr>
        <w:pStyle w:val="Titre3"/>
      </w:pPr>
      <w:r>
        <w:t>Activités en autonomie</w:t>
      </w:r>
    </w:p>
    <w:p w14:paraId="6AC4828D" w14:textId="77777777" w:rsidR="006F4042" w:rsidRDefault="006F4042" w:rsidP="006F4042">
      <w:pPr>
        <w:pStyle w:val="Question"/>
      </w:pPr>
      <w:r>
        <w:t>Sur le m</w:t>
      </w:r>
      <w:r w:rsidR="00DA15EF">
        <w:t>ê</w:t>
      </w:r>
      <w:r>
        <w:t>me principe que la dernière lig</w:t>
      </w:r>
      <w:r w:rsidR="00DA15EF">
        <w:t>n</w:t>
      </w:r>
      <w:r>
        <w:t>e de code du programme précédent, faire afficher les attributs de format</w:t>
      </w:r>
      <w:r w:rsidR="00BC6B7E">
        <w:t xml:space="preserve"> et</w:t>
      </w:r>
      <w:r w:rsidR="00DA15EF">
        <w:t xml:space="preserve"> de mode.</w:t>
      </w:r>
    </w:p>
    <w:p w14:paraId="0FD1421B" w14:textId="14DCE756" w:rsidR="00856041" w:rsidRDefault="00856041" w:rsidP="006F4042">
      <w:pPr>
        <w:pStyle w:val="Question"/>
      </w:pPr>
      <w:r>
        <w:t>L’image choisie est-elle de type JPG ou TIFF ? Quel attribut permet</w:t>
      </w:r>
      <w:r w:rsidR="001D4D88">
        <w:t>-il</w:t>
      </w:r>
      <w:r>
        <w:t xml:space="preserve"> de l</w:t>
      </w:r>
      <w:r w:rsidR="001D4D88">
        <w:t>e</w:t>
      </w:r>
      <w:r>
        <w:t xml:space="preserve"> savoir ?</w:t>
      </w:r>
    </w:p>
    <w:p w14:paraId="69E1AD72" w14:textId="60537802" w:rsidR="001F797A" w:rsidRDefault="001F797A" w:rsidP="006F4042">
      <w:pPr>
        <w:pStyle w:val="Question"/>
      </w:pPr>
      <w:r>
        <w:t>L’image choisie est-elle en couleur ? Quel attribut permet</w:t>
      </w:r>
      <w:r w:rsidR="001D4D88">
        <w:t>-il</w:t>
      </w:r>
      <w:r>
        <w:t xml:space="preserve"> de l</w:t>
      </w:r>
      <w:r w:rsidR="000D69B8">
        <w:t>e</w:t>
      </w:r>
      <w:r>
        <w:t xml:space="preserve"> savoir ?</w:t>
      </w:r>
    </w:p>
    <w:p w14:paraId="70E6CE5E" w14:textId="73BADBB8" w:rsidR="00171F5F" w:rsidRDefault="00171F5F" w:rsidP="00171F5F">
      <w:pPr>
        <w:pStyle w:val="Paragraphedeliste"/>
        <w:numPr>
          <w:ilvl w:val="0"/>
          <w:numId w:val="12"/>
        </w:numPr>
        <w:spacing w:before="120"/>
        <w:ind w:left="714" w:hanging="357"/>
      </w:pPr>
      <w:r>
        <w:t xml:space="preserve">Enregistrer votre programme sous </w:t>
      </w:r>
      <w:r w:rsidR="002705BD">
        <w:t xml:space="preserve">le </w:t>
      </w:r>
      <w:r w:rsidR="00BC6B7E">
        <w:t xml:space="preserve">même </w:t>
      </w:r>
      <w:r>
        <w:t xml:space="preserve">nom </w:t>
      </w:r>
      <w:r w:rsidR="00BC6B7E" w:rsidRPr="00BC6B7E">
        <w:t>que précédemment</w:t>
      </w:r>
      <w:r w:rsidR="00BC6B7E">
        <w:t>.</w:t>
      </w:r>
    </w:p>
    <w:p w14:paraId="6187D7F8" w14:textId="77777777" w:rsidR="00056FBE" w:rsidRDefault="00B1292E" w:rsidP="00056FBE">
      <w:pPr>
        <w:pStyle w:val="Titre2"/>
      </w:pPr>
      <w:r>
        <w:rPr>
          <w:noProof/>
        </w:rPr>
        <w:t xml:space="preserve">Activité </w:t>
      </w:r>
      <w:r w:rsidR="00056FBE">
        <w:t>3 – Affichage brut des données EXIF</w:t>
      </w:r>
    </w:p>
    <w:p w14:paraId="12E99D25" w14:textId="7D5F1BEC" w:rsidR="00B1292E" w:rsidRDefault="00B1292E" w:rsidP="00B1292E">
      <w:pPr>
        <w:pStyle w:val="Paragraphedeliste"/>
        <w:numPr>
          <w:ilvl w:val="0"/>
          <w:numId w:val="12"/>
        </w:numPr>
      </w:pPr>
      <w:r>
        <w:t>A la suite de votre programme précédent, rajouter l</w:t>
      </w:r>
      <w:r w:rsidR="001D4D88">
        <w:t>es</w:t>
      </w:r>
      <w:r>
        <w:t xml:space="preserve"> ligne</w:t>
      </w:r>
      <w:r w:rsidR="001D4D88">
        <w:t>s</w:t>
      </w:r>
      <w:r>
        <w:t xml:space="preserve"> de code ci-dessous : </w:t>
      </w:r>
    </w:p>
    <w:p w14:paraId="273E55EE" w14:textId="77777777" w:rsidR="00B1292E" w:rsidRDefault="00B1292E" w:rsidP="00B1292E">
      <w:pPr>
        <w:jc w:val="left"/>
      </w:pPr>
    </w:p>
    <w:p w14:paraId="5E44DD03" w14:textId="77777777" w:rsidR="00B1292E" w:rsidRPr="00B1292E" w:rsidRDefault="00B1292E" w:rsidP="00B1292E">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B1292E">
        <w:rPr>
          <w:rFonts w:asciiTheme="minorHAnsi" w:hAnsiTheme="minorHAnsi" w:cstheme="minorHAnsi"/>
          <w:sz w:val="16"/>
          <w:szCs w:val="16"/>
        </w:rPr>
        <w:t>print ('********************')</w:t>
      </w:r>
    </w:p>
    <w:p w14:paraId="12DFA4D8" w14:textId="77777777" w:rsidR="00B1292E" w:rsidRPr="00B1292E" w:rsidRDefault="00B1292E" w:rsidP="00B1292E">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B1292E">
        <w:rPr>
          <w:rFonts w:asciiTheme="minorHAnsi" w:hAnsiTheme="minorHAnsi" w:cstheme="minorHAnsi"/>
          <w:sz w:val="16"/>
          <w:szCs w:val="16"/>
        </w:rPr>
        <w:t xml:space="preserve">print(imageExif.info) # Attribut d'information </w:t>
      </w:r>
    </w:p>
    <w:p w14:paraId="28C3A366" w14:textId="77777777" w:rsidR="00B1292E" w:rsidRPr="006F4042" w:rsidRDefault="00B1292E" w:rsidP="00B1292E">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B1292E">
        <w:rPr>
          <w:rFonts w:asciiTheme="minorHAnsi" w:hAnsiTheme="minorHAnsi" w:cstheme="minorHAnsi"/>
          <w:sz w:val="16"/>
          <w:szCs w:val="16"/>
        </w:rPr>
        <w:t>print ('********************')</w:t>
      </w:r>
    </w:p>
    <w:p w14:paraId="74604AFB" w14:textId="77777777" w:rsidR="00B1292E" w:rsidRDefault="00B1292E" w:rsidP="00B1292E">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p>
    <w:p w14:paraId="2D29719A" w14:textId="77777777" w:rsidR="00B1292E" w:rsidRDefault="00B1292E" w:rsidP="00B1292E">
      <w:pPr>
        <w:pStyle w:val="Paragraphedeliste"/>
        <w:numPr>
          <w:ilvl w:val="0"/>
          <w:numId w:val="12"/>
        </w:numPr>
        <w:spacing w:before="120"/>
        <w:ind w:left="714" w:hanging="357"/>
      </w:pPr>
      <w:r>
        <w:t xml:space="preserve">Sauvegarder le programme dans le </w:t>
      </w:r>
      <w:r w:rsidRPr="00AE69DF">
        <w:rPr>
          <w:b/>
        </w:rPr>
        <w:t>même</w:t>
      </w:r>
      <w:r>
        <w:t xml:space="preserve"> répertoire que l’image de travail sous le nom extractionMetaData.py.</w:t>
      </w:r>
    </w:p>
    <w:p w14:paraId="29F7E282" w14:textId="77777777" w:rsidR="00B1292E" w:rsidRDefault="00B1292E" w:rsidP="00B1292E">
      <w:pPr>
        <w:pStyle w:val="Paragraphedeliste"/>
        <w:numPr>
          <w:ilvl w:val="0"/>
          <w:numId w:val="12"/>
        </w:numPr>
        <w:spacing w:before="120"/>
        <w:ind w:left="714" w:hanging="357"/>
      </w:pPr>
      <w:r>
        <w:t>Lancer le programme</w:t>
      </w:r>
    </w:p>
    <w:p w14:paraId="25B96C98" w14:textId="1739F842" w:rsidR="009235E4" w:rsidRDefault="009235E4" w:rsidP="009235E4">
      <w:pPr>
        <w:pStyle w:val="Question"/>
      </w:pPr>
      <w:r>
        <w:t>Que fait ce</w:t>
      </w:r>
      <w:r w:rsidR="00B1292E">
        <w:t>tte nouvelle ligne de code ?</w:t>
      </w:r>
    </w:p>
    <w:p w14:paraId="5587D51D" w14:textId="3DF403FB" w:rsidR="00B1292E" w:rsidRPr="00EC4A42" w:rsidRDefault="00B1292E" w:rsidP="009235E4">
      <w:pPr>
        <w:pStyle w:val="Question"/>
      </w:pPr>
      <w:r>
        <w:lastRenderedPageBreak/>
        <w:t>Les données affichées sont-elles directement utilisables ?</w:t>
      </w:r>
    </w:p>
    <w:p w14:paraId="5707A7D4" w14:textId="025BA809" w:rsidR="00EC4A42" w:rsidRPr="00E1076D" w:rsidRDefault="00EC4A42" w:rsidP="009235E4">
      <w:pPr>
        <w:pStyle w:val="Question"/>
      </w:pPr>
      <w:r>
        <w:t>Que peut on en conclure si on veut utiliser ces données.</w:t>
      </w:r>
    </w:p>
    <w:p w14:paraId="3F4C0DEB" w14:textId="578B9E34" w:rsidR="001D4D88" w:rsidRDefault="00EC4A42" w:rsidP="00EC4A42">
      <w:pPr>
        <w:pStyle w:val="Titre3"/>
        <w:jc w:val="center"/>
      </w:pPr>
      <w:r>
        <w:t>Fin de la séance 1</w:t>
      </w:r>
    </w:p>
    <w:p w14:paraId="63BECFE7" w14:textId="77777777" w:rsidR="00EC4A42" w:rsidRDefault="00EC4A42" w:rsidP="00EC4A42">
      <w:pPr>
        <w:pStyle w:val="Titre2"/>
      </w:pPr>
      <w:r>
        <w:rPr>
          <w:noProof/>
        </w:rPr>
        <w:t xml:space="preserve">Activité </w:t>
      </w:r>
      <w:r>
        <w:t>4 – Récupération et Exploitation des données EXIF</w:t>
      </w:r>
      <w:r w:rsidR="00224342">
        <w:t xml:space="preserve"> </w:t>
      </w:r>
    </w:p>
    <w:p w14:paraId="72A4C410" w14:textId="77777777" w:rsidR="00E903D1" w:rsidRPr="0005374C" w:rsidRDefault="00E903D1" w:rsidP="00E903D1">
      <w:pPr>
        <w:pStyle w:val="Titre3"/>
      </w:pPr>
      <w:r>
        <w:t>Affichage des metadonnées EXIF de l’image</w:t>
      </w:r>
    </w:p>
    <w:p w14:paraId="360298E4" w14:textId="77777777" w:rsidR="00E903D1" w:rsidRDefault="00E903D1" w:rsidP="00E903D1">
      <w:pPr>
        <w:pStyle w:val="Paragraphedeliste"/>
        <w:numPr>
          <w:ilvl w:val="0"/>
          <w:numId w:val="12"/>
        </w:numPr>
      </w:pPr>
      <w:r>
        <w:t>A la suite de votre programme précédent, rajouter l</w:t>
      </w:r>
      <w:r w:rsidR="00C07C87">
        <w:t>es</w:t>
      </w:r>
      <w:r>
        <w:t xml:space="preserve"> ligne</w:t>
      </w:r>
      <w:r w:rsidR="00C07C87">
        <w:t>s</w:t>
      </w:r>
      <w:r>
        <w:t xml:space="preserve"> de code ci-dessous : </w:t>
      </w:r>
    </w:p>
    <w:p w14:paraId="1CB03F11" w14:textId="77777777" w:rsidR="00E903D1" w:rsidRDefault="00E903D1" w:rsidP="00E903D1">
      <w:pPr>
        <w:jc w:val="left"/>
      </w:pPr>
    </w:p>
    <w:p w14:paraId="307039A8" w14:textId="77777777" w:rsidR="00C07C87" w:rsidRDefault="00C07C87" w:rsidP="00E903D1">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p>
    <w:p w14:paraId="5C60AAA3" w14:textId="77777777" w:rsidR="00E903D1" w:rsidRPr="00E903D1" w:rsidRDefault="00E903D1" w:rsidP="00E903D1">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E903D1">
        <w:rPr>
          <w:rFonts w:asciiTheme="minorHAnsi" w:hAnsiTheme="minorHAnsi" w:cstheme="minorHAnsi"/>
          <w:sz w:val="16"/>
          <w:szCs w:val="16"/>
        </w:rPr>
        <w:t xml:space="preserve"># Affichage de toutes les données contenues dans les EXIF </w:t>
      </w:r>
    </w:p>
    <w:p w14:paraId="037F096F" w14:textId="77777777" w:rsidR="00E903D1" w:rsidRPr="00E903D1" w:rsidRDefault="00E903D1" w:rsidP="00E903D1">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bookmarkStart w:id="0" w:name="_Hlk264218"/>
      <w:r w:rsidRPr="00E903D1">
        <w:rPr>
          <w:rFonts w:asciiTheme="minorHAnsi" w:hAnsiTheme="minorHAnsi" w:cstheme="minorHAnsi"/>
          <w:sz w:val="16"/>
          <w:szCs w:val="16"/>
        </w:rPr>
        <w:t>import piexif as piex</w:t>
      </w:r>
      <w:bookmarkEnd w:id="0"/>
      <w:r w:rsidRPr="00E903D1">
        <w:rPr>
          <w:rFonts w:asciiTheme="minorHAnsi" w:hAnsiTheme="minorHAnsi" w:cstheme="minorHAnsi"/>
          <w:sz w:val="16"/>
          <w:szCs w:val="16"/>
        </w:rPr>
        <w:t xml:space="preserve">  # ATTENTION JPEG ou TIFF exclusivement</w:t>
      </w:r>
    </w:p>
    <w:p w14:paraId="3B998F1D" w14:textId="77777777" w:rsidR="00E903D1" w:rsidRPr="00E903D1" w:rsidRDefault="00E903D1" w:rsidP="00E903D1">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p>
    <w:p w14:paraId="0D141053" w14:textId="77777777" w:rsidR="00E903D1" w:rsidRPr="00E903D1" w:rsidRDefault="00E903D1" w:rsidP="00E903D1">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E903D1">
        <w:rPr>
          <w:rFonts w:asciiTheme="minorHAnsi" w:hAnsiTheme="minorHAnsi" w:cstheme="minorHAnsi"/>
          <w:sz w:val="16"/>
          <w:szCs w:val="16"/>
        </w:rPr>
        <w:t xml:space="preserve">exifDict = piex.load(nomFichierImage) # Chargement du fichier image </w:t>
      </w:r>
    </w:p>
    <w:p w14:paraId="55C2E9E3" w14:textId="77777777" w:rsidR="00C07C87" w:rsidRDefault="00C07C87" w:rsidP="00E903D1">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p>
    <w:p w14:paraId="319389F9" w14:textId="1412A1DE" w:rsidR="00E903D1" w:rsidRPr="00C944E1" w:rsidRDefault="00E903D1" w:rsidP="00E903D1">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lang w:val="en-US"/>
        </w:rPr>
      </w:pPr>
      <w:r w:rsidRPr="00C944E1">
        <w:rPr>
          <w:rFonts w:asciiTheme="minorHAnsi" w:hAnsiTheme="minorHAnsi" w:cstheme="minorHAnsi"/>
          <w:sz w:val="16"/>
          <w:szCs w:val="16"/>
          <w:lang w:val="en-US"/>
        </w:rPr>
        <w:t>for ifd in ("0th", "Exif", "GPS", "1st"):</w:t>
      </w:r>
      <w:r w:rsidR="00ED2830" w:rsidRPr="00C944E1">
        <w:rPr>
          <w:rFonts w:asciiTheme="minorHAnsi" w:hAnsiTheme="minorHAnsi" w:cstheme="minorHAnsi"/>
          <w:sz w:val="16"/>
          <w:szCs w:val="16"/>
          <w:lang w:val="en-US"/>
        </w:rPr>
        <w:t xml:space="preserve"> # Attention il s'agit d'un zéro</w:t>
      </w:r>
    </w:p>
    <w:p w14:paraId="0420ED80" w14:textId="77777777" w:rsidR="00E903D1" w:rsidRPr="00C944E1" w:rsidRDefault="00E903D1" w:rsidP="00E903D1">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lang w:val="en-US"/>
        </w:rPr>
      </w:pPr>
      <w:r w:rsidRPr="00C944E1">
        <w:rPr>
          <w:rFonts w:asciiTheme="minorHAnsi" w:hAnsiTheme="minorHAnsi" w:cstheme="minorHAnsi"/>
          <w:sz w:val="16"/>
          <w:szCs w:val="16"/>
          <w:lang w:val="en-US"/>
        </w:rPr>
        <w:t xml:space="preserve">    for tag in exifDict[ifd]:</w:t>
      </w:r>
    </w:p>
    <w:p w14:paraId="7E440B62" w14:textId="77777777" w:rsidR="00E903D1" w:rsidRPr="00C944E1" w:rsidRDefault="00E903D1" w:rsidP="00E903D1">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lang w:val="en-US"/>
        </w:rPr>
      </w:pPr>
      <w:r w:rsidRPr="00C944E1">
        <w:rPr>
          <w:rFonts w:asciiTheme="minorHAnsi" w:hAnsiTheme="minorHAnsi" w:cstheme="minorHAnsi"/>
          <w:sz w:val="16"/>
          <w:szCs w:val="16"/>
          <w:lang w:val="en-US"/>
        </w:rPr>
        <w:t xml:space="preserve">        print(piex.TAGS[ifd][tag]["name"], exifDict[ifd][tag])</w:t>
      </w:r>
    </w:p>
    <w:p w14:paraId="13759E2C" w14:textId="77777777" w:rsidR="00E903D1" w:rsidRDefault="00E903D1" w:rsidP="00E903D1">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E903D1">
        <w:rPr>
          <w:rFonts w:asciiTheme="minorHAnsi" w:hAnsiTheme="minorHAnsi" w:cstheme="minorHAnsi"/>
          <w:sz w:val="16"/>
          <w:szCs w:val="16"/>
        </w:rPr>
        <w:t>print ('////////////////////')</w:t>
      </w:r>
    </w:p>
    <w:p w14:paraId="2241C34C" w14:textId="77777777" w:rsidR="00E903D1" w:rsidRDefault="00E903D1" w:rsidP="00E903D1">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p>
    <w:p w14:paraId="4FEDEEC2" w14:textId="77777777" w:rsidR="00E903D1" w:rsidRDefault="00E903D1" w:rsidP="00E903D1">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p>
    <w:p w14:paraId="75ED727F" w14:textId="77777777" w:rsidR="00E903D1" w:rsidRDefault="00E903D1" w:rsidP="00E903D1">
      <w:pPr>
        <w:pStyle w:val="Paragraphedeliste"/>
        <w:numPr>
          <w:ilvl w:val="0"/>
          <w:numId w:val="12"/>
        </w:numPr>
        <w:spacing w:before="120"/>
        <w:ind w:left="714" w:hanging="357"/>
      </w:pPr>
      <w:r>
        <w:t xml:space="preserve">Sauvegarder le programme dans le </w:t>
      </w:r>
      <w:r w:rsidRPr="00AE69DF">
        <w:rPr>
          <w:b/>
        </w:rPr>
        <w:t>même</w:t>
      </w:r>
      <w:r>
        <w:t xml:space="preserve"> répertoire que l’image de travail sous le nom extractionMetaData.py.</w:t>
      </w:r>
    </w:p>
    <w:p w14:paraId="314E732A" w14:textId="77777777" w:rsidR="00E903D1" w:rsidRDefault="00E903D1" w:rsidP="00E903D1">
      <w:pPr>
        <w:pStyle w:val="Paragraphedeliste"/>
        <w:numPr>
          <w:ilvl w:val="0"/>
          <w:numId w:val="12"/>
        </w:numPr>
        <w:spacing w:before="120"/>
        <w:ind w:left="714" w:hanging="357"/>
      </w:pPr>
      <w:r>
        <w:t>Lancer le programme</w:t>
      </w:r>
    </w:p>
    <w:p w14:paraId="29A4E402" w14:textId="77777777" w:rsidR="00C07C87" w:rsidRDefault="00C07C87" w:rsidP="00C07C87">
      <w:pPr>
        <w:pStyle w:val="Titre3"/>
      </w:pPr>
      <w:r>
        <w:t>Affichage des metadatas</w:t>
      </w:r>
    </w:p>
    <w:p w14:paraId="35CBDAB9" w14:textId="359B8A37" w:rsidR="002902C1" w:rsidRPr="00D42115" w:rsidRDefault="002902C1" w:rsidP="002902C1">
      <w:pPr>
        <w:pStyle w:val="Question"/>
      </w:pPr>
      <w:r w:rsidRPr="00D42115">
        <w:t xml:space="preserve">Que signifie </w:t>
      </w:r>
      <w:r w:rsidR="00C07C87" w:rsidRPr="00C07C87">
        <w:rPr>
          <w:sz w:val="16"/>
          <w:szCs w:val="16"/>
        </w:rPr>
        <w:t>import piexif as piex</w:t>
      </w:r>
      <w:r w:rsidRPr="00D42115">
        <w:t xml:space="preserve"> ? : </w:t>
      </w:r>
    </w:p>
    <w:p w14:paraId="6892B54F" w14:textId="2B1241B0" w:rsidR="002902C1" w:rsidRPr="009235E4" w:rsidRDefault="002902C1" w:rsidP="002902C1">
      <w:pPr>
        <w:pStyle w:val="Question"/>
      </w:pPr>
      <w:r>
        <w:t xml:space="preserve">Que signifie </w:t>
      </w:r>
      <w:r w:rsidR="00C07C87" w:rsidRPr="00C07C87">
        <w:rPr>
          <w:rFonts w:asciiTheme="minorHAnsi" w:hAnsiTheme="minorHAnsi" w:cstheme="minorHAnsi"/>
          <w:sz w:val="16"/>
          <w:szCs w:val="16"/>
        </w:rPr>
        <w:t>exifDict = piex.load(nomFichierImage)</w:t>
      </w:r>
      <w:r>
        <w:t xml:space="preserve"> ? </w:t>
      </w:r>
    </w:p>
    <w:p w14:paraId="5F428A30" w14:textId="77777777" w:rsidR="00C07C87" w:rsidRDefault="00C07C87" w:rsidP="00C07C87"/>
    <w:p w14:paraId="16BC4242" w14:textId="77777777" w:rsidR="00C07C87" w:rsidRDefault="00823092" w:rsidP="00C07C87">
      <w:r>
        <w:t xml:space="preserve">Note : </w:t>
      </w:r>
      <w:r w:rsidR="00C07C87">
        <w:t>Les lignes de code ci-dessous sont plus difficiles à appréhender. On peut se limiter à une approche un peu superficielle.</w:t>
      </w:r>
    </w:p>
    <w:p w14:paraId="4F46AA41" w14:textId="77777777" w:rsidR="00C07C87" w:rsidRDefault="00C07C87" w:rsidP="00C07C87"/>
    <w:p w14:paraId="64FE5601" w14:textId="77777777" w:rsidR="00C07C87" w:rsidRPr="00C944E1" w:rsidRDefault="00C07C87" w:rsidP="00C07C87">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lang w:val="en-US"/>
        </w:rPr>
      </w:pPr>
      <w:r w:rsidRPr="00C944E1">
        <w:rPr>
          <w:rFonts w:asciiTheme="minorHAnsi" w:hAnsiTheme="minorHAnsi" w:cstheme="minorHAnsi"/>
          <w:sz w:val="16"/>
          <w:szCs w:val="16"/>
          <w:lang w:val="en-US"/>
        </w:rPr>
        <w:t>for ifd in ("0th", "Exif", "GPS", "1st"):</w:t>
      </w:r>
    </w:p>
    <w:p w14:paraId="0C364EC4" w14:textId="77777777" w:rsidR="00C07C87" w:rsidRPr="00C944E1" w:rsidRDefault="00C07C87" w:rsidP="00C07C87">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lang w:val="en-US"/>
        </w:rPr>
      </w:pPr>
      <w:r w:rsidRPr="00C944E1">
        <w:rPr>
          <w:rFonts w:asciiTheme="minorHAnsi" w:hAnsiTheme="minorHAnsi" w:cstheme="minorHAnsi"/>
          <w:sz w:val="16"/>
          <w:szCs w:val="16"/>
          <w:lang w:val="en-US"/>
        </w:rPr>
        <w:t xml:space="preserve">    for tag in exifDict[ifd]:</w:t>
      </w:r>
    </w:p>
    <w:p w14:paraId="1A7865FC" w14:textId="77777777" w:rsidR="00C07C87" w:rsidRPr="00C944E1" w:rsidRDefault="00C07C87" w:rsidP="00C07C87">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lang w:val="en-US"/>
        </w:rPr>
      </w:pPr>
      <w:r w:rsidRPr="00C944E1">
        <w:rPr>
          <w:rFonts w:asciiTheme="minorHAnsi" w:hAnsiTheme="minorHAnsi" w:cstheme="minorHAnsi"/>
          <w:sz w:val="16"/>
          <w:szCs w:val="16"/>
          <w:lang w:val="en-US"/>
        </w:rPr>
        <w:t xml:space="preserve">        print(piex.TAGS[ifd][tag]["name"], exifDict[ifd][tag])</w:t>
      </w:r>
    </w:p>
    <w:p w14:paraId="17ED318B" w14:textId="4CEBF960" w:rsidR="00C07C87" w:rsidRDefault="00C07C87" w:rsidP="002902C1">
      <w:pPr>
        <w:pStyle w:val="Question"/>
      </w:pPr>
      <w:r>
        <w:t>Combien y</w:t>
      </w:r>
      <w:r w:rsidR="001D4D88">
        <w:t xml:space="preserve"> </w:t>
      </w:r>
      <w:r>
        <w:t xml:space="preserve">a-t-il de boucles </w:t>
      </w:r>
      <w:r w:rsidR="005579FA">
        <w:t>imbriquées ?</w:t>
      </w:r>
      <w:r>
        <w:t xml:space="preserve"> </w:t>
      </w:r>
    </w:p>
    <w:p w14:paraId="01924F6E" w14:textId="13CABE61" w:rsidR="00C07C87" w:rsidRDefault="00C07C87" w:rsidP="002902C1">
      <w:pPr>
        <w:pStyle w:val="Question"/>
      </w:pPr>
      <w:r>
        <w:t xml:space="preserve">La première boucle se fait-elle sur des valeurs numériques ? </w:t>
      </w:r>
    </w:p>
    <w:p w14:paraId="7CE17D77" w14:textId="4F2F9E71" w:rsidR="002902C1" w:rsidRPr="009235E4" w:rsidRDefault="002902C1" w:rsidP="002902C1">
      <w:pPr>
        <w:pStyle w:val="Question"/>
      </w:pPr>
      <w:r>
        <w:t xml:space="preserve">Que </w:t>
      </w:r>
      <w:r w:rsidR="00E1076D">
        <w:t>réalise</w:t>
      </w:r>
      <w:r w:rsidRPr="006F4042">
        <w:rPr>
          <w:rFonts w:asciiTheme="minorHAnsi" w:hAnsiTheme="minorHAnsi" w:cstheme="minorHAnsi"/>
          <w:sz w:val="16"/>
          <w:szCs w:val="16"/>
        </w:rPr>
        <w:t xml:space="preserve"> </w:t>
      </w:r>
      <w:r w:rsidR="00E1076D" w:rsidRPr="00E1076D">
        <w:rPr>
          <w:rFonts w:asciiTheme="minorHAnsi" w:hAnsiTheme="minorHAnsi" w:cstheme="minorHAnsi"/>
          <w:sz w:val="16"/>
          <w:szCs w:val="16"/>
        </w:rPr>
        <w:t>print(piex.TAGS[ifd][tag]["name"], exifDict[ifd][tag])</w:t>
      </w:r>
      <w:r w:rsidRPr="006F4042">
        <w:t xml:space="preserve"> </w:t>
      </w:r>
      <w:r>
        <w:t> ?</w:t>
      </w:r>
    </w:p>
    <w:p w14:paraId="1E5CA2F6" w14:textId="70DE3388" w:rsidR="000D69B8" w:rsidRPr="000D69B8" w:rsidRDefault="00E1076D" w:rsidP="003E32E9">
      <w:pPr>
        <w:pStyle w:val="Question"/>
      </w:pPr>
      <w:r>
        <w:t xml:space="preserve">Les données GPS sont-elles présentes dans ces informations ? </w:t>
      </w:r>
    </w:p>
    <w:p w14:paraId="62E483B8" w14:textId="1DBBB50F" w:rsidR="00E1076D" w:rsidRDefault="00543106" w:rsidP="003E32E9">
      <w:pPr>
        <w:pStyle w:val="Question"/>
      </w:pPr>
      <w:r>
        <w:t>Compléter</w:t>
      </w:r>
      <w:r w:rsidR="00E1076D">
        <w:t xml:space="preserve"> les données GPS dans le cadre ci-dessous ? </w:t>
      </w:r>
    </w:p>
    <w:p w14:paraId="739E0734" w14:textId="77777777" w:rsidR="00E1076D" w:rsidRDefault="00E1076D" w:rsidP="00E1076D">
      <w:bookmarkStart w:id="1" w:name="_Hlk335542"/>
    </w:p>
    <w:p w14:paraId="10873C2C" w14:textId="025CA809" w:rsidR="00E1076D" w:rsidRPr="00543106" w:rsidRDefault="00E1076D" w:rsidP="00E1076D">
      <w:pPr>
        <w:pBdr>
          <w:top w:val="single" w:sz="4" w:space="1" w:color="auto"/>
          <w:left w:val="single" w:sz="4" w:space="4" w:color="auto"/>
          <w:bottom w:val="single" w:sz="4" w:space="1" w:color="auto"/>
          <w:right w:val="single" w:sz="4" w:space="4" w:color="auto"/>
        </w:pBdr>
        <w:rPr>
          <w:color w:val="000000" w:themeColor="text1"/>
        </w:rPr>
      </w:pPr>
      <w:r w:rsidRPr="00543106">
        <w:rPr>
          <w:color w:val="000000" w:themeColor="text1"/>
        </w:rPr>
        <w:t>On obtient</w:t>
      </w:r>
      <w:r w:rsidR="00543106">
        <w:rPr>
          <w:color w:val="000000" w:themeColor="text1"/>
        </w:rPr>
        <w:t> :</w:t>
      </w:r>
    </w:p>
    <w:p w14:paraId="63669F6B" w14:textId="6C060C22" w:rsidR="00E1076D" w:rsidRPr="00543106" w:rsidRDefault="00E1076D" w:rsidP="00E1076D">
      <w:pPr>
        <w:pBdr>
          <w:top w:val="single" w:sz="4" w:space="1" w:color="auto"/>
          <w:left w:val="single" w:sz="4" w:space="4" w:color="auto"/>
          <w:bottom w:val="single" w:sz="4" w:space="1" w:color="auto"/>
          <w:right w:val="single" w:sz="4" w:space="4" w:color="auto"/>
        </w:pBdr>
        <w:jc w:val="left"/>
        <w:rPr>
          <w:color w:val="000000" w:themeColor="text1"/>
          <w:sz w:val="16"/>
          <w:szCs w:val="16"/>
        </w:rPr>
      </w:pPr>
      <w:r w:rsidRPr="00543106">
        <w:rPr>
          <w:noProof/>
          <w:color w:val="000000" w:themeColor="text1"/>
        </w:rPr>
        <mc:AlternateContent>
          <mc:Choice Requires="wps">
            <w:drawing>
              <wp:anchor distT="0" distB="0" distL="114300" distR="114300" simplePos="0" relativeHeight="251663360" behindDoc="0" locked="0" layoutInCell="1" allowOverlap="1" wp14:anchorId="3D0986E7" wp14:editId="31891978">
                <wp:simplePos x="0" y="0"/>
                <wp:positionH relativeFrom="column">
                  <wp:posOffset>-46990</wp:posOffset>
                </wp:positionH>
                <wp:positionV relativeFrom="paragraph">
                  <wp:posOffset>147320</wp:posOffset>
                </wp:positionV>
                <wp:extent cx="2922905" cy="574040"/>
                <wp:effectExtent l="0" t="0" r="10795" b="16510"/>
                <wp:wrapNone/>
                <wp:docPr id="22" name="Rectangle 22"/>
                <wp:cNvGraphicFramePr/>
                <a:graphic xmlns:a="http://schemas.openxmlformats.org/drawingml/2006/main">
                  <a:graphicData uri="http://schemas.microsoft.com/office/word/2010/wordprocessingShape">
                    <wps:wsp>
                      <wps:cNvSpPr/>
                      <wps:spPr>
                        <a:xfrm>
                          <a:off x="0" y="0"/>
                          <a:ext cx="2922905" cy="574040"/>
                        </a:xfrm>
                        <a:prstGeom prst="rect">
                          <a:avLst/>
                        </a:prstGeom>
                        <a:noFill/>
                        <a:ln>
                          <a:solidFill>
                            <a:srgbClr val="C00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07F198B" id="Rectangle 22" o:spid="_x0000_s1026" style="position:absolute;margin-left:-3.7pt;margin-top:11.6pt;width:230.15pt;height:45.2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" filled="f" strokecolor="#c00000" strokeweight="2pt">
                <v:stroke dashstyle="dash"/>
              </v:rect>
            </w:pict>
          </mc:Fallback>
        </mc:AlternateContent>
      </w:r>
    </w:p>
    <w:p w14:paraId="72FEADCD" w14:textId="1375AD05" w:rsidR="00E1076D" w:rsidRPr="00543106" w:rsidRDefault="00E1076D" w:rsidP="00E1076D">
      <w:pPr>
        <w:pBdr>
          <w:top w:val="single" w:sz="4" w:space="1" w:color="auto"/>
          <w:left w:val="single" w:sz="4" w:space="4" w:color="auto"/>
          <w:bottom w:val="single" w:sz="4" w:space="1" w:color="auto"/>
          <w:right w:val="single" w:sz="4" w:space="4" w:color="auto"/>
        </w:pBdr>
        <w:jc w:val="left"/>
        <w:rPr>
          <w:color w:val="000000" w:themeColor="text1"/>
          <w:sz w:val="16"/>
          <w:szCs w:val="16"/>
        </w:rPr>
      </w:pPr>
      <w:r w:rsidRPr="00543106">
        <w:rPr>
          <w:color w:val="000000" w:themeColor="text1"/>
          <w:sz w:val="16"/>
          <w:szCs w:val="16"/>
        </w:rPr>
        <w:t xml:space="preserve">GPSLatitudeRef </w:t>
      </w:r>
      <w:r w:rsidR="00543106" w:rsidRPr="00543106">
        <w:rPr>
          <w:color w:val="000000" w:themeColor="text1"/>
          <w:sz w:val="16"/>
          <w:szCs w:val="16"/>
        </w:rPr>
        <w:t>…………………</w:t>
      </w:r>
    </w:p>
    <w:p w14:paraId="2F5E7AD3" w14:textId="7CD234B1" w:rsidR="00E1076D" w:rsidRPr="00543106" w:rsidRDefault="00E1076D" w:rsidP="00E1076D">
      <w:pPr>
        <w:pBdr>
          <w:top w:val="single" w:sz="4" w:space="1" w:color="auto"/>
          <w:left w:val="single" w:sz="4" w:space="4" w:color="auto"/>
          <w:bottom w:val="single" w:sz="4" w:space="1" w:color="auto"/>
          <w:right w:val="single" w:sz="4" w:space="4" w:color="auto"/>
        </w:pBdr>
        <w:jc w:val="left"/>
        <w:rPr>
          <w:color w:val="000000" w:themeColor="text1"/>
          <w:sz w:val="16"/>
          <w:szCs w:val="16"/>
        </w:rPr>
      </w:pPr>
      <w:r w:rsidRPr="00543106">
        <w:rPr>
          <w:color w:val="000000" w:themeColor="text1"/>
          <w:sz w:val="16"/>
          <w:szCs w:val="16"/>
        </w:rPr>
        <w:t xml:space="preserve">GPSLatitude </w:t>
      </w:r>
      <w:r w:rsidR="00543106" w:rsidRPr="00543106">
        <w:rPr>
          <w:color w:val="000000" w:themeColor="text1"/>
          <w:sz w:val="16"/>
          <w:szCs w:val="16"/>
        </w:rPr>
        <w:t>…………………</w:t>
      </w:r>
    </w:p>
    <w:p w14:paraId="569AB31D" w14:textId="5524B94B" w:rsidR="00E1076D" w:rsidRPr="00543106" w:rsidRDefault="00E1076D" w:rsidP="00E1076D">
      <w:pPr>
        <w:pBdr>
          <w:top w:val="single" w:sz="4" w:space="1" w:color="auto"/>
          <w:left w:val="single" w:sz="4" w:space="4" w:color="auto"/>
          <w:bottom w:val="single" w:sz="4" w:space="1" w:color="auto"/>
          <w:right w:val="single" w:sz="4" w:space="4" w:color="auto"/>
        </w:pBdr>
        <w:jc w:val="left"/>
        <w:rPr>
          <w:color w:val="000000" w:themeColor="text1"/>
          <w:sz w:val="16"/>
          <w:szCs w:val="16"/>
        </w:rPr>
      </w:pPr>
      <w:r w:rsidRPr="00543106">
        <w:rPr>
          <w:color w:val="000000" w:themeColor="text1"/>
          <w:sz w:val="16"/>
          <w:szCs w:val="16"/>
        </w:rPr>
        <w:t xml:space="preserve">GPSLongitudeRef </w:t>
      </w:r>
      <w:r w:rsidR="00543106" w:rsidRPr="00543106">
        <w:rPr>
          <w:color w:val="000000" w:themeColor="text1"/>
          <w:sz w:val="16"/>
          <w:szCs w:val="16"/>
        </w:rPr>
        <w:t>…………………</w:t>
      </w:r>
    </w:p>
    <w:p w14:paraId="07D63DCC" w14:textId="0B6FCE2E" w:rsidR="00E1076D" w:rsidRPr="00543106" w:rsidRDefault="00E1076D" w:rsidP="00E1076D">
      <w:pPr>
        <w:pBdr>
          <w:top w:val="single" w:sz="4" w:space="1" w:color="auto"/>
          <w:left w:val="single" w:sz="4" w:space="4" w:color="auto"/>
          <w:bottom w:val="single" w:sz="4" w:space="1" w:color="auto"/>
          <w:right w:val="single" w:sz="4" w:space="4" w:color="auto"/>
        </w:pBdr>
        <w:jc w:val="left"/>
        <w:rPr>
          <w:color w:val="000000" w:themeColor="text1"/>
          <w:sz w:val="16"/>
          <w:szCs w:val="16"/>
        </w:rPr>
      </w:pPr>
      <w:r w:rsidRPr="00543106">
        <w:rPr>
          <w:color w:val="000000" w:themeColor="text1"/>
          <w:sz w:val="16"/>
          <w:szCs w:val="16"/>
        </w:rPr>
        <w:t xml:space="preserve">GPSLongitude </w:t>
      </w:r>
      <w:r w:rsidR="00543106" w:rsidRPr="00543106">
        <w:rPr>
          <w:color w:val="000000" w:themeColor="text1"/>
          <w:sz w:val="16"/>
          <w:szCs w:val="16"/>
        </w:rPr>
        <w:t>…………………</w:t>
      </w:r>
    </w:p>
    <w:p w14:paraId="410D81EB" w14:textId="67FCF2E7" w:rsidR="00E1076D" w:rsidRPr="00543106" w:rsidRDefault="00E1076D" w:rsidP="00E1076D">
      <w:pPr>
        <w:pBdr>
          <w:top w:val="single" w:sz="4" w:space="1" w:color="auto"/>
          <w:left w:val="single" w:sz="4" w:space="4" w:color="auto"/>
          <w:bottom w:val="single" w:sz="4" w:space="1" w:color="auto"/>
          <w:right w:val="single" w:sz="4" w:space="4" w:color="auto"/>
        </w:pBdr>
        <w:jc w:val="left"/>
        <w:rPr>
          <w:color w:val="000000" w:themeColor="text1"/>
          <w:sz w:val="16"/>
          <w:szCs w:val="16"/>
        </w:rPr>
      </w:pPr>
      <w:r w:rsidRPr="00543106">
        <w:rPr>
          <w:color w:val="000000" w:themeColor="text1"/>
          <w:sz w:val="16"/>
          <w:szCs w:val="16"/>
        </w:rPr>
        <w:t xml:space="preserve">GPSAltitudeRef </w:t>
      </w:r>
      <w:r w:rsidR="00543106" w:rsidRPr="00543106">
        <w:rPr>
          <w:color w:val="000000" w:themeColor="text1"/>
          <w:sz w:val="16"/>
          <w:szCs w:val="16"/>
        </w:rPr>
        <w:t>…………………</w:t>
      </w:r>
    </w:p>
    <w:p w14:paraId="3E3DE0CC" w14:textId="7E01EB58" w:rsidR="00E1076D" w:rsidRPr="00543106" w:rsidRDefault="00E1076D" w:rsidP="00E1076D">
      <w:pPr>
        <w:pBdr>
          <w:top w:val="single" w:sz="4" w:space="1" w:color="auto"/>
          <w:left w:val="single" w:sz="4" w:space="4" w:color="auto"/>
          <w:bottom w:val="single" w:sz="4" w:space="1" w:color="auto"/>
          <w:right w:val="single" w:sz="4" w:space="4" w:color="auto"/>
        </w:pBdr>
        <w:jc w:val="left"/>
        <w:rPr>
          <w:color w:val="000000" w:themeColor="text1"/>
          <w:sz w:val="16"/>
          <w:szCs w:val="16"/>
        </w:rPr>
      </w:pPr>
      <w:r w:rsidRPr="00543106">
        <w:rPr>
          <w:color w:val="000000" w:themeColor="text1"/>
          <w:sz w:val="16"/>
          <w:szCs w:val="16"/>
        </w:rPr>
        <w:t xml:space="preserve">GPSAltitude </w:t>
      </w:r>
      <w:r w:rsidR="00543106" w:rsidRPr="00543106">
        <w:rPr>
          <w:color w:val="000000" w:themeColor="text1"/>
          <w:sz w:val="16"/>
          <w:szCs w:val="16"/>
        </w:rPr>
        <w:t>…………………</w:t>
      </w:r>
    </w:p>
    <w:p w14:paraId="66E5D670" w14:textId="0777C88F" w:rsidR="00E1076D" w:rsidRPr="00543106" w:rsidRDefault="00E1076D" w:rsidP="00E1076D">
      <w:pPr>
        <w:pBdr>
          <w:top w:val="single" w:sz="4" w:space="1" w:color="auto"/>
          <w:left w:val="single" w:sz="4" w:space="4" w:color="auto"/>
          <w:bottom w:val="single" w:sz="4" w:space="1" w:color="auto"/>
          <w:right w:val="single" w:sz="4" w:space="4" w:color="auto"/>
        </w:pBdr>
        <w:jc w:val="left"/>
        <w:rPr>
          <w:color w:val="000000" w:themeColor="text1"/>
          <w:sz w:val="16"/>
          <w:szCs w:val="16"/>
        </w:rPr>
      </w:pPr>
      <w:r w:rsidRPr="00543106">
        <w:rPr>
          <w:color w:val="000000" w:themeColor="text1"/>
          <w:sz w:val="16"/>
          <w:szCs w:val="16"/>
        </w:rPr>
        <w:t xml:space="preserve">GPSTimeStamp </w:t>
      </w:r>
      <w:r w:rsidR="00543106" w:rsidRPr="00543106">
        <w:rPr>
          <w:color w:val="000000" w:themeColor="text1"/>
          <w:sz w:val="16"/>
          <w:szCs w:val="16"/>
        </w:rPr>
        <w:t>…………………</w:t>
      </w:r>
      <w:r w:rsidRPr="00543106">
        <w:rPr>
          <w:noProof/>
          <w:color w:val="000000" w:themeColor="text1"/>
        </w:rPr>
        <w:t xml:space="preserve"> </w:t>
      </w:r>
    </w:p>
    <w:p w14:paraId="1A6068D9" w14:textId="0D7BB0FC" w:rsidR="00E1076D" w:rsidRPr="00543106" w:rsidRDefault="00E1076D" w:rsidP="00E1076D">
      <w:pPr>
        <w:pBdr>
          <w:top w:val="single" w:sz="4" w:space="1" w:color="auto"/>
          <w:left w:val="single" w:sz="4" w:space="4" w:color="auto"/>
          <w:bottom w:val="single" w:sz="4" w:space="1" w:color="auto"/>
          <w:right w:val="single" w:sz="4" w:space="4" w:color="auto"/>
        </w:pBdr>
        <w:jc w:val="left"/>
        <w:rPr>
          <w:color w:val="000000" w:themeColor="text1"/>
          <w:sz w:val="16"/>
          <w:szCs w:val="16"/>
        </w:rPr>
      </w:pPr>
      <w:r w:rsidRPr="00543106">
        <w:rPr>
          <w:color w:val="000000" w:themeColor="text1"/>
          <w:sz w:val="16"/>
          <w:szCs w:val="16"/>
        </w:rPr>
        <w:t xml:space="preserve">GPSDateStamp </w:t>
      </w:r>
      <w:r w:rsidR="00543106" w:rsidRPr="00543106">
        <w:rPr>
          <w:color w:val="000000" w:themeColor="text1"/>
          <w:sz w:val="16"/>
          <w:szCs w:val="16"/>
        </w:rPr>
        <w:t>…………………</w:t>
      </w:r>
      <w:r w:rsidRPr="00543106">
        <w:rPr>
          <w:color w:val="000000" w:themeColor="text1"/>
          <w:sz w:val="16"/>
          <w:szCs w:val="16"/>
        </w:rPr>
        <w:t>24'</w:t>
      </w:r>
    </w:p>
    <w:p w14:paraId="7FA2FE5B" w14:textId="77777777" w:rsidR="00E1076D" w:rsidRPr="00543106" w:rsidRDefault="00E1076D" w:rsidP="00E1076D">
      <w:pPr>
        <w:pBdr>
          <w:top w:val="single" w:sz="4" w:space="1" w:color="auto"/>
          <w:left w:val="single" w:sz="4" w:space="4" w:color="auto"/>
          <w:bottom w:val="single" w:sz="4" w:space="1" w:color="auto"/>
          <w:right w:val="single" w:sz="4" w:space="4" w:color="auto"/>
        </w:pBdr>
        <w:jc w:val="left"/>
        <w:rPr>
          <w:color w:val="000000" w:themeColor="text1"/>
          <w:sz w:val="16"/>
          <w:szCs w:val="16"/>
        </w:rPr>
      </w:pPr>
      <w:r w:rsidRPr="00543106">
        <w:rPr>
          <w:color w:val="000000" w:themeColor="text1"/>
          <w:sz w:val="16"/>
          <w:szCs w:val="16"/>
        </w:rPr>
        <w:t>********************</w:t>
      </w:r>
    </w:p>
    <w:bookmarkEnd w:id="1"/>
    <w:p w14:paraId="2B04EBBC" w14:textId="77777777" w:rsidR="00224342" w:rsidRDefault="00224342" w:rsidP="00224342">
      <w:pPr>
        <w:pStyle w:val="Titre2"/>
      </w:pPr>
      <w:r>
        <w:rPr>
          <w:noProof/>
        </w:rPr>
        <w:lastRenderedPageBreak/>
        <w:t xml:space="preserve">Activité </w:t>
      </w:r>
      <w:r>
        <w:t xml:space="preserve">5 – Récupération et Exploitation des données GPS </w:t>
      </w:r>
    </w:p>
    <w:p w14:paraId="569178C0" w14:textId="77777777" w:rsidR="005F3256" w:rsidRDefault="005F3256" w:rsidP="005F3256">
      <w:pPr>
        <w:pStyle w:val="Titre3"/>
      </w:pPr>
      <w:r>
        <w:t>Extraction Trame GPS complète</w:t>
      </w:r>
    </w:p>
    <w:p w14:paraId="25D23651" w14:textId="77777777" w:rsidR="00823092" w:rsidRDefault="00224342" w:rsidP="00224342">
      <w:r>
        <w:t xml:space="preserve">Les données GPS sont enregistrées dans des champs différents. </w:t>
      </w:r>
    </w:p>
    <w:p w14:paraId="0C7A8FBB" w14:textId="77777777" w:rsidR="00224342" w:rsidRDefault="00224342" w:rsidP="00224342">
      <w:r>
        <w:t xml:space="preserve">On </w:t>
      </w:r>
      <w:r w:rsidR="00823092">
        <w:t xml:space="preserve">peut noter la présence des lettres </w:t>
      </w:r>
      <w:r>
        <w:t>N ou S et W ou E dans les informations de géolocalisation.</w:t>
      </w:r>
    </w:p>
    <w:p w14:paraId="54E8A54A" w14:textId="77777777" w:rsidR="00224342" w:rsidRDefault="00224342" w:rsidP="00224342"/>
    <w:p w14:paraId="7C19F619" w14:textId="77777777" w:rsidR="00224342" w:rsidRPr="00C944E1" w:rsidRDefault="00224342" w:rsidP="00823092">
      <w:pPr>
        <w:pStyle w:val="Paragraphedeliste"/>
        <w:numPr>
          <w:ilvl w:val="0"/>
          <w:numId w:val="26"/>
        </w:numPr>
        <w:rPr>
          <w:lang w:val="en-US"/>
        </w:rPr>
      </w:pPr>
      <w:r w:rsidRPr="00C944E1">
        <w:rPr>
          <w:lang w:val="en-US"/>
        </w:rPr>
        <w:t xml:space="preserve">N : signifie North ; </w:t>
      </w:r>
      <w:r w:rsidR="00823092" w:rsidRPr="00C944E1">
        <w:rPr>
          <w:lang w:val="en-US"/>
        </w:rPr>
        <w:t>S signifie</w:t>
      </w:r>
      <w:r w:rsidRPr="00C944E1">
        <w:rPr>
          <w:lang w:val="en-US"/>
        </w:rPr>
        <w:t xml:space="preserve"> South ; E signifie East et W signifie West.</w:t>
      </w:r>
    </w:p>
    <w:p w14:paraId="0B0324B5" w14:textId="77777777" w:rsidR="00823092" w:rsidRPr="00C944E1" w:rsidRDefault="00823092" w:rsidP="00823092">
      <w:pPr>
        <w:rPr>
          <w:lang w:val="en-US"/>
        </w:rPr>
      </w:pPr>
    </w:p>
    <w:p w14:paraId="12A3DE8B" w14:textId="77777777" w:rsidR="00823092" w:rsidRDefault="00823092" w:rsidP="00823092">
      <w:pPr>
        <w:pStyle w:val="Paragraphedeliste"/>
        <w:numPr>
          <w:ilvl w:val="0"/>
          <w:numId w:val="12"/>
        </w:numPr>
      </w:pPr>
      <w:r>
        <w:t xml:space="preserve">A la suite de votre programme précédent, rajouter les lignes de code ci-dessous : </w:t>
      </w:r>
    </w:p>
    <w:p w14:paraId="339D231C" w14:textId="77777777" w:rsidR="00823092" w:rsidRDefault="00823092" w:rsidP="00823092"/>
    <w:p w14:paraId="2E58ADE2" w14:textId="77777777" w:rsidR="00823092" w:rsidRPr="00823092" w:rsidRDefault="00823092" w:rsidP="00823092">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823092">
        <w:rPr>
          <w:rFonts w:asciiTheme="minorHAnsi" w:hAnsiTheme="minorHAnsi" w:cstheme="minorHAnsi"/>
          <w:sz w:val="16"/>
          <w:szCs w:val="16"/>
        </w:rPr>
        <w:t>print ('Extraction des coordonnées GPS')</w:t>
      </w:r>
    </w:p>
    <w:p w14:paraId="1B13803C" w14:textId="77777777" w:rsidR="00823092" w:rsidRPr="00823092" w:rsidRDefault="00823092" w:rsidP="00823092">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823092">
        <w:rPr>
          <w:rFonts w:asciiTheme="minorHAnsi" w:hAnsiTheme="minorHAnsi" w:cstheme="minorHAnsi"/>
          <w:sz w:val="16"/>
          <w:szCs w:val="16"/>
        </w:rPr>
        <w:t>print (exifDict["GPS"])    # Récupération totale de l'information GPS</w:t>
      </w:r>
    </w:p>
    <w:p w14:paraId="562B3C10" w14:textId="77777777" w:rsidR="00823092" w:rsidRPr="00823092" w:rsidRDefault="00823092" w:rsidP="00823092">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p>
    <w:p w14:paraId="53AC097A" w14:textId="77777777" w:rsidR="00823092" w:rsidRPr="00823092" w:rsidRDefault="00823092" w:rsidP="00823092">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823092">
        <w:rPr>
          <w:rFonts w:asciiTheme="minorHAnsi" w:hAnsiTheme="minorHAnsi" w:cstheme="minorHAnsi"/>
          <w:sz w:val="16"/>
          <w:szCs w:val="16"/>
        </w:rPr>
        <w:t xml:space="preserve">print (exifDict["GPS"][1]) # Récupération b'N' ou b'S' </w:t>
      </w:r>
    </w:p>
    <w:p w14:paraId="09F47B18" w14:textId="77777777" w:rsidR="00823092" w:rsidRPr="00823092" w:rsidRDefault="00823092" w:rsidP="00823092">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823092">
        <w:rPr>
          <w:rFonts w:asciiTheme="minorHAnsi" w:hAnsiTheme="minorHAnsi" w:cstheme="minorHAnsi"/>
          <w:sz w:val="16"/>
          <w:szCs w:val="16"/>
        </w:rPr>
        <w:t>print (exifDict["GPS"][2]) # Récupération valeur totale N ou S</w:t>
      </w:r>
    </w:p>
    <w:p w14:paraId="0322FF2B" w14:textId="77777777" w:rsidR="00823092" w:rsidRPr="00823092" w:rsidRDefault="00823092" w:rsidP="00823092">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823092">
        <w:rPr>
          <w:rFonts w:asciiTheme="minorHAnsi" w:hAnsiTheme="minorHAnsi" w:cstheme="minorHAnsi"/>
          <w:sz w:val="16"/>
          <w:szCs w:val="16"/>
        </w:rPr>
        <w:t xml:space="preserve">print (exifDict["GPS"][3]) # Récupération b'E' ou b'W' </w:t>
      </w:r>
    </w:p>
    <w:p w14:paraId="70A3D7FB" w14:textId="77777777" w:rsidR="00823092" w:rsidRPr="00E903D1" w:rsidRDefault="00823092" w:rsidP="00823092">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823092">
        <w:rPr>
          <w:rFonts w:asciiTheme="minorHAnsi" w:hAnsiTheme="minorHAnsi" w:cstheme="minorHAnsi"/>
          <w:sz w:val="16"/>
          <w:szCs w:val="16"/>
        </w:rPr>
        <w:t>print (exifDict["GPS"][4]) # Récupération valeur totale E ou W</w:t>
      </w:r>
    </w:p>
    <w:p w14:paraId="58A19D57" w14:textId="77777777" w:rsidR="00823092" w:rsidRDefault="00823092" w:rsidP="00823092">
      <w:pPr>
        <w:pStyle w:val="Paragraphedeliste"/>
        <w:numPr>
          <w:ilvl w:val="0"/>
          <w:numId w:val="12"/>
        </w:numPr>
        <w:spacing w:before="120"/>
        <w:ind w:left="714" w:hanging="357"/>
      </w:pPr>
      <w:r>
        <w:t xml:space="preserve">Sauvegarder le programme dans le </w:t>
      </w:r>
      <w:r w:rsidRPr="00AE69DF">
        <w:rPr>
          <w:b/>
        </w:rPr>
        <w:t>même</w:t>
      </w:r>
      <w:r>
        <w:t xml:space="preserve"> répertoire que l’image de travail sous le nom extractionMetaData.py.</w:t>
      </w:r>
    </w:p>
    <w:p w14:paraId="4B1DE567" w14:textId="77777777" w:rsidR="00823092" w:rsidRDefault="00823092" w:rsidP="00823092">
      <w:pPr>
        <w:pStyle w:val="Paragraphedeliste"/>
        <w:numPr>
          <w:ilvl w:val="0"/>
          <w:numId w:val="12"/>
        </w:numPr>
        <w:spacing w:before="120"/>
        <w:ind w:left="714" w:hanging="357"/>
      </w:pPr>
      <w:r>
        <w:t>Lancer le programme</w:t>
      </w:r>
    </w:p>
    <w:p w14:paraId="54F66F3E" w14:textId="77777777" w:rsidR="00473990" w:rsidRPr="00473990" w:rsidRDefault="00813C6E" w:rsidP="00473990">
      <w:pPr>
        <w:pStyle w:val="Question"/>
      </w:pPr>
      <w:r>
        <w:t>Dans le cadre ci-dessous, recopier les données affichées.</w:t>
      </w:r>
    </w:p>
    <w:p w14:paraId="0D167AAA" w14:textId="77777777" w:rsidR="00813C6E" w:rsidRDefault="00813C6E" w:rsidP="00813C6E">
      <w:bookmarkStart w:id="2" w:name="_Hlk337640"/>
    </w:p>
    <w:p w14:paraId="326C76C5" w14:textId="582C9FBF" w:rsidR="00813C6E" w:rsidRPr="00543106" w:rsidRDefault="00813C6E" w:rsidP="00813C6E">
      <w:pPr>
        <w:pBdr>
          <w:top w:val="single" w:sz="4" w:space="1" w:color="auto"/>
          <w:left w:val="single" w:sz="4" w:space="4" w:color="auto"/>
          <w:bottom w:val="single" w:sz="4" w:space="1" w:color="auto"/>
          <w:right w:val="single" w:sz="4" w:space="4" w:color="auto"/>
        </w:pBdr>
        <w:rPr>
          <w:color w:val="000000" w:themeColor="text1"/>
        </w:rPr>
      </w:pPr>
      <w:r w:rsidRPr="00543106">
        <w:rPr>
          <w:color w:val="000000" w:themeColor="text1"/>
        </w:rPr>
        <w:t>On obtient</w:t>
      </w:r>
      <w:r w:rsidR="00543106">
        <w:rPr>
          <w:color w:val="000000" w:themeColor="text1"/>
        </w:rPr>
        <w:t> :</w:t>
      </w:r>
    </w:p>
    <w:p w14:paraId="06152116" w14:textId="1EDF600E" w:rsidR="00813C6E" w:rsidRDefault="00813C6E" w:rsidP="00813C6E">
      <w:pPr>
        <w:pBdr>
          <w:top w:val="single" w:sz="4" w:space="1" w:color="auto"/>
          <w:left w:val="single" w:sz="4" w:space="4" w:color="auto"/>
          <w:bottom w:val="single" w:sz="4" w:space="1" w:color="auto"/>
          <w:right w:val="single" w:sz="4" w:space="4" w:color="auto"/>
        </w:pBdr>
      </w:pPr>
    </w:p>
    <w:p w14:paraId="7A74C822" w14:textId="6D2EB264" w:rsidR="00543106" w:rsidRDefault="00543106" w:rsidP="00813C6E">
      <w:pPr>
        <w:pBdr>
          <w:top w:val="single" w:sz="4" w:space="1" w:color="auto"/>
          <w:left w:val="single" w:sz="4" w:space="4" w:color="auto"/>
          <w:bottom w:val="single" w:sz="4" w:space="1" w:color="auto"/>
          <w:right w:val="single" w:sz="4" w:space="4" w:color="auto"/>
        </w:pBdr>
      </w:pPr>
    </w:p>
    <w:p w14:paraId="337E91DA" w14:textId="19AE24DA" w:rsidR="00543106" w:rsidRDefault="00543106" w:rsidP="00813C6E">
      <w:pPr>
        <w:pBdr>
          <w:top w:val="single" w:sz="4" w:space="1" w:color="auto"/>
          <w:left w:val="single" w:sz="4" w:space="4" w:color="auto"/>
          <w:bottom w:val="single" w:sz="4" w:space="1" w:color="auto"/>
          <w:right w:val="single" w:sz="4" w:space="4" w:color="auto"/>
        </w:pBdr>
      </w:pPr>
    </w:p>
    <w:p w14:paraId="48C86BB4" w14:textId="4BD8AE2F" w:rsidR="00543106" w:rsidRDefault="00543106" w:rsidP="00813C6E">
      <w:pPr>
        <w:pBdr>
          <w:top w:val="single" w:sz="4" w:space="1" w:color="auto"/>
          <w:left w:val="single" w:sz="4" w:space="4" w:color="auto"/>
          <w:bottom w:val="single" w:sz="4" w:space="1" w:color="auto"/>
          <w:right w:val="single" w:sz="4" w:space="4" w:color="auto"/>
        </w:pBdr>
      </w:pPr>
    </w:p>
    <w:p w14:paraId="529F1A17" w14:textId="3CB8B61A" w:rsidR="00543106" w:rsidRDefault="00543106" w:rsidP="00813C6E">
      <w:pPr>
        <w:pBdr>
          <w:top w:val="single" w:sz="4" w:space="1" w:color="auto"/>
          <w:left w:val="single" w:sz="4" w:space="4" w:color="auto"/>
          <w:bottom w:val="single" w:sz="4" w:space="1" w:color="auto"/>
          <w:right w:val="single" w:sz="4" w:space="4" w:color="auto"/>
        </w:pBdr>
      </w:pPr>
    </w:p>
    <w:p w14:paraId="152EE3CE" w14:textId="42E61FF1" w:rsidR="00543106" w:rsidRDefault="00543106" w:rsidP="00813C6E">
      <w:pPr>
        <w:pBdr>
          <w:top w:val="single" w:sz="4" w:space="1" w:color="auto"/>
          <w:left w:val="single" w:sz="4" w:space="4" w:color="auto"/>
          <w:bottom w:val="single" w:sz="4" w:space="1" w:color="auto"/>
          <w:right w:val="single" w:sz="4" w:space="4" w:color="auto"/>
        </w:pBdr>
      </w:pPr>
    </w:p>
    <w:p w14:paraId="11642CAE" w14:textId="4B12D7AB" w:rsidR="00543106" w:rsidRDefault="00543106" w:rsidP="00813C6E">
      <w:pPr>
        <w:pBdr>
          <w:top w:val="single" w:sz="4" w:space="1" w:color="auto"/>
          <w:left w:val="single" w:sz="4" w:space="4" w:color="auto"/>
          <w:bottom w:val="single" w:sz="4" w:space="1" w:color="auto"/>
          <w:right w:val="single" w:sz="4" w:space="4" w:color="auto"/>
        </w:pBdr>
      </w:pPr>
    </w:p>
    <w:p w14:paraId="2CE88766" w14:textId="77777777" w:rsidR="00543106" w:rsidRPr="00543106" w:rsidRDefault="00543106" w:rsidP="00813C6E">
      <w:pPr>
        <w:pBdr>
          <w:top w:val="single" w:sz="4" w:space="1" w:color="auto"/>
          <w:left w:val="single" w:sz="4" w:space="4" w:color="auto"/>
          <w:bottom w:val="single" w:sz="4" w:space="1" w:color="auto"/>
          <w:right w:val="single" w:sz="4" w:space="4" w:color="auto"/>
        </w:pBdr>
      </w:pPr>
    </w:p>
    <w:p w14:paraId="751FB13E" w14:textId="77777777" w:rsidR="00823092" w:rsidRDefault="00823092" w:rsidP="00823092"/>
    <w:bookmarkEnd w:id="2"/>
    <w:p w14:paraId="5BDF800C" w14:textId="77777777" w:rsidR="00871B94" w:rsidRDefault="00813C6E" w:rsidP="00823092">
      <w:r>
        <w:t>Les données de localisation sont enregistrées sous la forme degré</w:t>
      </w:r>
      <w:r w:rsidR="000D69B8">
        <w:t>,</w:t>
      </w:r>
      <w:r>
        <w:t xml:space="preserve"> minute, seconde. </w:t>
      </w:r>
      <w:r w:rsidR="00FC19FD">
        <w:t>Elles sont associées avec un diviseur. Le couple de données se présente don</w:t>
      </w:r>
      <w:r w:rsidR="000D69B8">
        <w:t>c</w:t>
      </w:r>
      <w:r w:rsidR="00FC19FD">
        <w:t xml:space="preserve"> sous la forme</w:t>
      </w:r>
      <w:r w:rsidR="00871B94">
        <w:t xml:space="preserve"> (valeur, diviseur). La valeur du diviseur est surtout </w:t>
      </w:r>
      <w:r w:rsidR="000D69B8">
        <w:t>utilisée</w:t>
      </w:r>
      <w:r w:rsidR="005F3256">
        <w:t xml:space="preserve"> </w:t>
      </w:r>
      <w:r w:rsidR="00871B94">
        <w:t>dans les secondes</w:t>
      </w:r>
      <w:r w:rsidR="005F3256">
        <w:t xml:space="preserve"> car elle peut être différente de 1</w:t>
      </w:r>
      <w:r w:rsidR="00871B94">
        <w:t>.</w:t>
      </w:r>
    </w:p>
    <w:p w14:paraId="28403530" w14:textId="77777777" w:rsidR="005F3256" w:rsidRDefault="005F3256" w:rsidP="005F3256">
      <w:pPr>
        <w:pStyle w:val="Question"/>
      </w:pPr>
      <w:r>
        <w:t>Dans le cadre ci-dessous, préciser quel</w:t>
      </w:r>
      <w:r w:rsidR="000D69B8">
        <w:t>le</w:t>
      </w:r>
      <w:r>
        <w:t xml:space="preserve"> est la valeur du diviseur des secondes.</w:t>
      </w:r>
    </w:p>
    <w:p w14:paraId="42452A56" w14:textId="77777777" w:rsidR="005F3256" w:rsidRDefault="005F3256" w:rsidP="005F3256"/>
    <w:p w14:paraId="7275EC0C" w14:textId="33D3B15F" w:rsidR="005F3256" w:rsidRPr="00932DEE" w:rsidRDefault="005F3256" w:rsidP="005F3256">
      <w:pPr>
        <w:pBdr>
          <w:top w:val="single" w:sz="4" w:space="1" w:color="auto"/>
          <w:left w:val="single" w:sz="4" w:space="4" w:color="auto"/>
          <w:bottom w:val="single" w:sz="4" w:space="1" w:color="auto"/>
          <w:right w:val="single" w:sz="4" w:space="4" w:color="auto"/>
        </w:pBdr>
      </w:pPr>
      <w:r w:rsidRPr="00932DEE">
        <w:t>On obtient</w:t>
      </w:r>
      <w:r w:rsidR="00543106" w:rsidRPr="00932DEE">
        <w:t xml:space="preserve"> : </w:t>
      </w:r>
    </w:p>
    <w:p w14:paraId="30ED7B27" w14:textId="70800CEB" w:rsidR="005F3256" w:rsidRDefault="005F3256" w:rsidP="005F3256">
      <w:pPr>
        <w:pBdr>
          <w:top w:val="single" w:sz="4" w:space="1" w:color="auto"/>
          <w:left w:val="single" w:sz="4" w:space="4" w:color="auto"/>
          <w:bottom w:val="single" w:sz="4" w:space="1" w:color="auto"/>
          <w:right w:val="single" w:sz="4" w:space="4" w:color="auto"/>
        </w:pBdr>
      </w:pPr>
    </w:p>
    <w:p w14:paraId="7B7C7CA4" w14:textId="71C6A7B8" w:rsidR="00543106" w:rsidRDefault="00543106" w:rsidP="005F3256">
      <w:pPr>
        <w:pBdr>
          <w:top w:val="single" w:sz="4" w:space="1" w:color="auto"/>
          <w:left w:val="single" w:sz="4" w:space="4" w:color="auto"/>
          <w:bottom w:val="single" w:sz="4" w:space="1" w:color="auto"/>
          <w:right w:val="single" w:sz="4" w:space="4" w:color="auto"/>
        </w:pBdr>
      </w:pPr>
    </w:p>
    <w:p w14:paraId="6D1D3FB1" w14:textId="16216144" w:rsidR="00543106" w:rsidRDefault="00543106" w:rsidP="005F3256">
      <w:pPr>
        <w:pBdr>
          <w:top w:val="single" w:sz="4" w:space="1" w:color="auto"/>
          <w:left w:val="single" w:sz="4" w:space="4" w:color="auto"/>
          <w:bottom w:val="single" w:sz="4" w:space="1" w:color="auto"/>
          <w:right w:val="single" w:sz="4" w:space="4" w:color="auto"/>
        </w:pBdr>
      </w:pPr>
    </w:p>
    <w:p w14:paraId="199D19D7" w14:textId="77777777" w:rsidR="00543106" w:rsidRPr="00543106" w:rsidRDefault="00543106" w:rsidP="005F3256">
      <w:pPr>
        <w:pBdr>
          <w:top w:val="single" w:sz="4" w:space="1" w:color="auto"/>
          <w:left w:val="single" w:sz="4" w:space="4" w:color="auto"/>
          <w:bottom w:val="single" w:sz="4" w:space="1" w:color="auto"/>
          <w:right w:val="single" w:sz="4" w:space="4" w:color="auto"/>
        </w:pBdr>
      </w:pPr>
    </w:p>
    <w:p w14:paraId="069AE7FD" w14:textId="682A416C" w:rsidR="005F3256" w:rsidRDefault="005F3256" w:rsidP="005F3256">
      <w:pPr>
        <w:pStyle w:val="Titre3"/>
      </w:pPr>
      <w:r>
        <w:t>Extraction Données GPS complète</w:t>
      </w:r>
      <w:r w:rsidR="000D69B8">
        <w:t>s</w:t>
      </w:r>
    </w:p>
    <w:p w14:paraId="7FC2792C" w14:textId="77777777" w:rsidR="005579FA" w:rsidRDefault="005579FA" w:rsidP="005579FA">
      <w:pPr>
        <w:pStyle w:val="Paragraphedeliste"/>
        <w:numPr>
          <w:ilvl w:val="0"/>
          <w:numId w:val="12"/>
        </w:numPr>
      </w:pPr>
      <w:r>
        <w:t xml:space="preserve">A la suite de votre programme précédent, rajouter les lignes de code ci-dessous : </w:t>
      </w:r>
    </w:p>
    <w:p w14:paraId="62AF89E3" w14:textId="77777777" w:rsidR="005579FA" w:rsidRDefault="005579FA" w:rsidP="005579FA"/>
    <w:p w14:paraId="0349C1E1" w14:textId="3B90D4CF" w:rsidR="005579FA" w:rsidRPr="005579FA" w:rsidRDefault="005579FA" w:rsidP="005579FA">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5579FA">
        <w:rPr>
          <w:rFonts w:asciiTheme="minorHAnsi" w:hAnsiTheme="minorHAnsi" w:cstheme="minorHAnsi"/>
          <w:sz w:val="16"/>
          <w:szCs w:val="16"/>
        </w:rPr>
        <w:t>print (exifDict["GPS"][2][0][0]) # Récupération valeur degré N ou S    (d)</w:t>
      </w:r>
    </w:p>
    <w:p w14:paraId="3F9F843E" w14:textId="3E40DE05" w:rsidR="005579FA" w:rsidRPr="005579FA" w:rsidRDefault="005579FA" w:rsidP="005579FA">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5579FA">
        <w:rPr>
          <w:rFonts w:asciiTheme="minorHAnsi" w:hAnsiTheme="minorHAnsi" w:cstheme="minorHAnsi"/>
          <w:sz w:val="16"/>
          <w:szCs w:val="16"/>
        </w:rPr>
        <w:t>print (exifDict["GPS"][2][0][1]) # Récupération diviseur degré N ou S  (d)</w:t>
      </w:r>
    </w:p>
    <w:p w14:paraId="65A11E82" w14:textId="77777777" w:rsidR="005579FA" w:rsidRPr="005579FA" w:rsidRDefault="005579FA" w:rsidP="005579FA">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p>
    <w:p w14:paraId="711C45DA" w14:textId="77777777" w:rsidR="005579FA" w:rsidRPr="005579FA" w:rsidRDefault="005579FA" w:rsidP="005579FA">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5579FA">
        <w:rPr>
          <w:rFonts w:asciiTheme="minorHAnsi" w:hAnsiTheme="minorHAnsi" w:cstheme="minorHAnsi"/>
          <w:sz w:val="16"/>
          <w:szCs w:val="16"/>
        </w:rPr>
        <w:t>print (exifDict["GPS"][2][1][0]) # Récupération valeur minute N ou S    (m)</w:t>
      </w:r>
    </w:p>
    <w:p w14:paraId="64B0BA39" w14:textId="77777777" w:rsidR="005579FA" w:rsidRPr="005579FA" w:rsidRDefault="005579FA" w:rsidP="005579FA">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5579FA">
        <w:rPr>
          <w:rFonts w:asciiTheme="minorHAnsi" w:hAnsiTheme="minorHAnsi" w:cstheme="minorHAnsi"/>
          <w:sz w:val="16"/>
          <w:szCs w:val="16"/>
        </w:rPr>
        <w:t>print (exifDict["GPS"][2][1][1]) # Récupération diviseur minute N ou S  (m)</w:t>
      </w:r>
    </w:p>
    <w:p w14:paraId="6AE50AA0" w14:textId="77777777" w:rsidR="005579FA" w:rsidRPr="005579FA" w:rsidRDefault="005579FA" w:rsidP="005579FA">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p>
    <w:p w14:paraId="6FD587DF" w14:textId="77777777" w:rsidR="005579FA" w:rsidRPr="005579FA" w:rsidRDefault="005579FA" w:rsidP="005579FA">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5579FA">
        <w:rPr>
          <w:rFonts w:asciiTheme="minorHAnsi" w:hAnsiTheme="minorHAnsi" w:cstheme="minorHAnsi"/>
          <w:sz w:val="16"/>
          <w:szCs w:val="16"/>
        </w:rPr>
        <w:t>print (exifDict["GPS"][2][2][0]) # Récupération valeur seconde N ou S   (s)</w:t>
      </w:r>
    </w:p>
    <w:p w14:paraId="6DCA57A4" w14:textId="77777777" w:rsidR="005579FA" w:rsidRPr="00E903D1" w:rsidRDefault="005579FA" w:rsidP="005579FA">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5579FA">
        <w:rPr>
          <w:rFonts w:asciiTheme="minorHAnsi" w:hAnsiTheme="minorHAnsi" w:cstheme="minorHAnsi"/>
          <w:sz w:val="16"/>
          <w:szCs w:val="16"/>
        </w:rPr>
        <w:t>print (exifDict["GPS"][2][2][1]) # Récupération diviseur seconde N ou S (s)</w:t>
      </w:r>
    </w:p>
    <w:p w14:paraId="0691227F" w14:textId="77777777" w:rsidR="005579FA" w:rsidRDefault="005579FA" w:rsidP="005579FA">
      <w:pPr>
        <w:pStyle w:val="Paragraphedeliste"/>
        <w:numPr>
          <w:ilvl w:val="0"/>
          <w:numId w:val="12"/>
        </w:numPr>
        <w:spacing w:before="120"/>
        <w:ind w:left="714" w:hanging="357"/>
      </w:pPr>
      <w:r>
        <w:lastRenderedPageBreak/>
        <w:t xml:space="preserve">Sauvegarder le programme dans le </w:t>
      </w:r>
      <w:r w:rsidRPr="00AE69DF">
        <w:rPr>
          <w:b/>
        </w:rPr>
        <w:t>même</w:t>
      </w:r>
      <w:r>
        <w:t xml:space="preserve"> répertoire que l’image de travail sous le nom extractionMetaData.py.</w:t>
      </w:r>
    </w:p>
    <w:p w14:paraId="08E5159E" w14:textId="77777777" w:rsidR="005579FA" w:rsidRDefault="005579FA" w:rsidP="005579FA">
      <w:pPr>
        <w:pStyle w:val="Paragraphedeliste"/>
        <w:numPr>
          <w:ilvl w:val="0"/>
          <w:numId w:val="12"/>
        </w:numPr>
        <w:spacing w:before="120"/>
        <w:ind w:left="714" w:hanging="357"/>
      </w:pPr>
      <w:r>
        <w:t>Lancer le programme</w:t>
      </w:r>
    </w:p>
    <w:p w14:paraId="577AF9B5" w14:textId="1E15169A" w:rsidR="005579FA" w:rsidRPr="00D42115" w:rsidRDefault="005579FA" w:rsidP="005579FA">
      <w:pPr>
        <w:pStyle w:val="Question"/>
      </w:pPr>
      <w:r w:rsidRPr="005579FA">
        <w:t>Que</w:t>
      </w:r>
      <w:r w:rsidRPr="00D42115">
        <w:t xml:space="preserve"> </w:t>
      </w:r>
      <w:r>
        <w:t>réalise la ligne de code</w:t>
      </w:r>
      <w:r w:rsidRPr="00D42115">
        <w:t xml:space="preserve"> </w:t>
      </w:r>
      <w:r w:rsidRPr="005579FA">
        <w:rPr>
          <w:rFonts w:asciiTheme="minorHAnsi" w:hAnsiTheme="minorHAnsi" w:cstheme="minorHAnsi"/>
          <w:sz w:val="16"/>
          <w:szCs w:val="16"/>
        </w:rPr>
        <w:t>print (exifDict["GPS"][2][0][0])</w:t>
      </w:r>
      <w:r w:rsidRPr="00D42115">
        <w:t> ?</w:t>
      </w:r>
      <w:r w:rsidR="00543106">
        <w:t> :</w:t>
      </w:r>
    </w:p>
    <w:p w14:paraId="23CA6E25" w14:textId="2A10E5CB" w:rsidR="005579FA" w:rsidRPr="00D42115" w:rsidRDefault="005579FA" w:rsidP="005579FA">
      <w:pPr>
        <w:pStyle w:val="Question"/>
      </w:pPr>
      <w:r w:rsidRPr="005579FA">
        <w:t>Que</w:t>
      </w:r>
      <w:r w:rsidRPr="00D42115">
        <w:t xml:space="preserve"> </w:t>
      </w:r>
      <w:r>
        <w:t>réalise la ligne de code</w:t>
      </w:r>
      <w:r w:rsidRPr="00D42115">
        <w:t xml:space="preserve"> </w:t>
      </w:r>
      <w:r w:rsidRPr="005579FA">
        <w:rPr>
          <w:rFonts w:asciiTheme="minorHAnsi" w:hAnsiTheme="minorHAnsi" w:cstheme="minorHAnsi"/>
          <w:sz w:val="16"/>
          <w:szCs w:val="16"/>
        </w:rPr>
        <w:t>print (exifDict["GPS"][2][0][</w:t>
      </w:r>
      <w:r>
        <w:rPr>
          <w:rFonts w:asciiTheme="minorHAnsi" w:hAnsiTheme="minorHAnsi" w:cstheme="minorHAnsi"/>
          <w:sz w:val="16"/>
          <w:szCs w:val="16"/>
        </w:rPr>
        <w:t>1</w:t>
      </w:r>
      <w:r w:rsidRPr="005579FA">
        <w:rPr>
          <w:rFonts w:asciiTheme="minorHAnsi" w:hAnsiTheme="minorHAnsi" w:cstheme="minorHAnsi"/>
          <w:sz w:val="16"/>
          <w:szCs w:val="16"/>
        </w:rPr>
        <w:t>])</w:t>
      </w:r>
      <w:r w:rsidRPr="00D42115">
        <w:t xml:space="preserve"> ? : </w:t>
      </w:r>
    </w:p>
    <w:p w14:paraId="27F04FAB" w14:textId="32FBE227" w:rsidR="005579FA" w:rsidRPr="00D42115" w:rsidRDefault="005579FA" w:rsidP="005579FA">
      <w:pPr>
        <w:pStyle w:val="Question"/>
      </w:pPr>
      <w:r>
        <w:t xml:space="preserve">Sur le </w:t>
      </w:r>
      <w:r w:rsidR="00DD6D27">
        <w:t>même</w:t>
      </w:r>
      <w:r>
        <w:t xml:space="preserve"> modèle que les lignes de code ci-dessus, </w:t>
      </w:r>
      <w:bookmarkStart w:id="3" w:name="_Hlk3831663"/>
      <w:r w:rsidR="00543106">
        <w:t xml:space="preserve">rajouter les lignes de code pour </w:t>
      </w:r>
      <w:bookmarkEnd w:id="3"/>
      <w:r>
        <w:t>extraire les informations relatives à la position E ou W.</w:t>
      </w:r>
      <w:r w:rsidRPr="00D42115">
        <w:t xml:space="preserve"> </w:t>
      </w:r>
    </w:p>
    <w:p w14:paraId="5D7B72E8" w14:textId="77777777" w:rsidR="005579FA" w:rsidRDefault="005579FA" w:rsidP="005579FA">
      <w:pPr>
        <w:pStyle w:val="Titre3"/>
        <w:jc w:val="center"/>
      </w:pPr>
      <w:r>
        <w:t>Fin de la séance 2</w:t>
      </w:r>
    </w:p>
    <w:p w14:paraId="63F41A2D" w14:textId="77777777" w:rsidR="005579FA" w:rsidRDefault="005579FA" w:rsidP="005579FA">
      <w:pPr>
        <w:pStyle w:val="Titre2"/>
      </w:pPr>
      <w:r>
        <w:rPr>
          <w:noProof/>
        </w:rPr>
        <w:t xml:space="preserve">Activité </w:t>
      </w:r>
      <w:r>
        <w:t xml:space="preserve">6 – Conversion </w:t>
      </w:r>
      <w:r w:rsidR="00DD6D27">
        <w:t>de format</w:t>
      </w:r>
    </w:p>
    <w:p w14:paraId="269D1FC5" w14:textId="77777777" w:rsidR="005F3256" w:rsidRDefault="00DD6D27" w:rsidP="005F3256">
      <w:r>
        <w:t>Le format des données de géolocalisation enregistrées dans les metadata est degrés, minutes, secondes associées avec leur diviseurs respectifs. La plupart des sites WEB ou des fonctions utilisées par la suite exigent des données au format décimal. Il faut donc procéder à une étape de conversion pour passer du format dms au format dd.</w:t>
      </w:r>
    </w:p>
    <w:p w14:paraId="229E2903" w14:textId="77777777" w:rsidR="00DD6D27" w:rsidRDefault="00DD6D27" w:rsidP="00DD6D27">
      <w:pPr>
        <w:pStyle w:val="Titre3"/>
      </w:pPr>
      <w:r>
        <w:t>De dms vers dd</w:t>
      </w:r>
    </w:p>
    <w:p w14:paraId="28981A07" w14:textId="77777777" w:rsidR="00DD6D27" w:rsidRDefault="00DD6D27" w:rsidP="00DD6D27">
      <w:pPr>
        <w:pStyle w:val="Paragraphedeliste"/>
        <w:numPr>
          <w:ilvl w:val="0"/>
          <w:numId w:val="12"/>
        </w:numPr>
      </w:pPr>
      <w:r>
        <w:t xml:space="preserve">A la suite de votre programme précédent, rajouter les lignes de code ci-dessous : </w:t>
      </w:r>
    </w:p>
    <w:p w14:paraId="6E2B5263" w14:textId="77777777" w:rsidR="00DD6D27" w:rsidRDefault="00DD6D27" w:rsidP="00DD6D27"/>
    <w:p w14:paraId="0F04839F" w14:textId="77777777" w:rsidR="00DD6D27" w:rsidRPr="00DD6D27" w:rsidRDefault="00DD6D27" w:rsidP="00DD6D27">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DD6D27">
        <w:rPr>
          <w:rFonts w:asciiTheme="minorHAnsi" w:hAnsiTheme="minorHAnsi" w:cstheme="minorHAnsi"/>
          <w:sz w:val="16"/>
          <w:szCs w:val="16"/>
        </w:rPr>
        <w:t>latitudeAbs=exifDict["GPS"][2][0][0]/(exifDict["GPS"][2][0][1])+\</w:t>
      </w:r>
    </w:p>
    <w:p w14:paraId="3B3A34B7" w14:textId="77777777" w:rsidR="00DD6D27" w:rsidRPr="00DD6D27" w:rsidRDefault="00DD6D27" w:rsidP="00DD6D27">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DD6D27">
        <w:rPr>
          <w:rFonts w:asciiTheme="minorHAnsi" w:hAnsiTheme="minorHAnsi" w:cstheme="minorHAnsi"/>
          <w:sz w:val="16"/>
          <w:szCs w:val="16"/>
        </w:rPr>
        <w:t xml:space="preserve">         exifDict["GPS"][2][1][0]/(60*exifDict["GPS"][2][1][1])+\</w:t>
      </w:r>
    </w:p>
    <w:p w14:paraId="43053509" w14:textId="77777777" w:rsidR="00DD6D27" w:rsidRPr="00E903D1" w:rsidRDefault="00DD6D27" w:rsidP="00DD6D27">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DD6D27">
        <w:rPr>
          <w:rFonts w:asciiTheme="minorHAnsi" w:hAnsiTheme="minorHAnsi" w:cstheme="minorHAnsi"/>
          <w:sz w:val="16"/>
          <w:szCs w:val="16"/>
        </w:rPr>
        <w:t xml:space="preserve">         exifDict["GPS"][2][2][0]/(3600*exifDict["GPS"][2][2][1])</w:t>
      </w:r>
    </w:p>
    <w:p w14:paraId="39D06AF8" w14:textId="77777777" w:rsidR="00DD6D27" w:rsidRDefault="00DD6D27" w:rsidP="00DD6D27">
      <w:pPr>
        <w:pStyle w:val="Paragraphedeliste"/>
        <w:numPr>
          <w:ilvl w:val="0"/>
          <w:numId w:val="12"/>
        </w:numPr>
        <w:spacing w:before="120"/>
        <w:ind w:left="714" w:hanging="357"/>
      </w:pPr>
      <w:r>
        <w:t xml:space="preserve">Sauvegarder le programme dans le </w:t>
      </w:r>
      <w:r w:rsidRPr="00AE69DF">
        <w:rPr>
          <w:b/>
        </w:rPr>
        <w:t>même</w:t>
      </w:r>
      <w:r>
        <w:t xml:space="preserve"> répertoire que l’image de travail sous le nom extractionMetaData.py.</w:t>
      </w:r>
    </w:p>
    <w:p w14:paraId="0BA477A0" w14:textId="77777777" w:rsidR="00DD6D27" w:rsidRDefault="00DD6D27" w:rsidP="00DD6D27">
      <w:pPr>
        <w:pStyle w:val="Paragraphedeliste"/>
        <w:numPr>
          <w:ilvl w:val="0"/>
          <w:numId w:val="12"/>
        </w:numPr>
        <w:spacing w:before="120"/>
        <w:ind w:left="714" w:hanging="357"/>
      </w:pPr>
      <w:r>
        <w:t>Lancer le programme</w:t>
      </w:r>
    </w:p>
    <w:p w14:paraId="3F8DEC33" w14:textId="37304B42" w:rsidR="00DD6D27" w:rsidRPr="00D42115" w:rsidRDefault="00DD6D27" w:rsidP="00DD6D27">
      <w:pPr>
        <w:pStyle w:val="Question"/>
      </w:pPr>
      <w:r w:rsidRPr="005579FA">
        <w:t>Que</w:t>
      </w:r>
      <w:r w:rsidRPr="00D42115">
        <w:t xml:space="preserve"> </w:t>
      </w:r>
      <w:r w:rsidRPr="00DD6D27">
        <w:t>signifie</w:t>
      </w:r>
      <w:r>
        <w:t xml:space="preserve"> le caractère </w:t>
      </w:r>
      <w:r w:rsidRPr="00DD6D27">
        <w:rPr>
          <w:rFonts w:asciiTheme="minorHAnsi" w:hAnsiTheme="minorHAnsi" w:cstheme="minorHAnsi"/>
          <w:sz w:val="16"/>
          <w:szCs w:val="16"/>
        </w:rPr>
        <w:t>\</w:t>
      </w:r>
      <w:r>
        <w:t xml:space="preserve"> en fin de ligne ?</w:t>
      </w:r>
      <w:r w:rsidRPr="00D42115">
        <w:t xml:space="preserve"> : </w:t>
      </w:r>
    </w:p>
    <w:p w14:paraId="42AB2769" w14:textId="7DB48422" w:rsidR="00DD6D27" w:rsidRPr="00D42115" w:rsidRDefault="00DD6D27" w:rsidP="00DD6D27">
      <w:pPr>
        <w:pStyle w:val="Question"/>
      </w:pPr>
      <w:bookmarkStart w:id="4" w:name="_Hlk357704"/>
      <w:r>
        <w:t xml:space="preserve">Sur le </w:t>
      </w:r>
      <w:r w:rsidRPr="00DD6D27">
        <w:t>même</w:t>
      </w:r>
      <w:r>
        <w:t xml:space="preserve"> modèle que les lignes de code ci-dessus, </w:t>
      </w:r>
      <w:r w:rsidR="003E32E9">
        <w:t xml:space="preserve">proposer </w:t>
      </w:r>
      <w:bookmarkStart w:id="5" w:name="_Hlk3831717"/>
      <w:r w:rsidR="00543106">
        <w:t xml:space="preserve">et rajouter </w:t>
      </w:r>
      <w:bookmarkEnd w:id="5"/>
      <w:r w:rsidR="003E32E9">
        <w:t>les lignes de code permettant d’</w:t>
      </w:r>
      <w:r>
        <w:t xml:space="preserve">extraire les informations relatives à la </w:t>
      </w:r>
      <w:r w:rsidRPr="00DD6D27">
        <w:rPr>
          <w:rFonts w:asciiTheme="minorHAnsi" w:hAnsiTheme="minorHAnsi" w:cstheme="minorHAnsi"/>
          <w:sz w:val="16"/>
          <w:szCs w:val="16"/>
        </w:rPr>
        <w:t>longitudeAbs</w:t>
      </w:r>
      <w:r>
        <w:t>.</w:t>
      </w:r>
      <w:r w:rsidRPr="00D42115">
        <w:t xml:space="preserve"> </w:t>
      </w:r>
    </w:p>
    <w:bookmarkEnd w:id="4"/>
    <w:p w14:paraId="7479860F" w14:textId="77777777" w:rsidR="00DD6D27" w:rsidRPr="00D42115" w:rsidRDefault="00DD6D27" w:rsidP="00DD6D27">
      <w:pPr>
        <w:pStyle w:val="Question"/>
      </w:pPr>
      <w:r>
        <w:t xml:space="preserve">Proposer les lignes de code permettant de faire afficher la </w:t>
      </w:r>
      <w:r>
        <w:rPr>
          <w:rFonts w:asciiTheme="minorHAnsi" w:hAnsiTheme="minorHAnsi" w:cstheme="minorHAnsi"/>
          <w:sz w:val="16"/>
          <w:szCs w:val="16"/>
        </w:rPr>
        <w:t>latitudeAbs</w:t>
      </w:r>
      <w:r w:rsidRPr="00DD6D27">
        <w:t xml:space="preserve"> et la </w:t>
      </w:r>
      <w:r w:rsidRPr="00DD6D27">
        <w:rPr>
          <w:rFonts w:asciiTheme="minorHAnsi" w:hAnsiTheme="minorHAnsi" w:cstheme="minorHAnsi"/>
          <w:sz w:val="16"/>
          <w:szCs w:val="16"/>
        </w:rPr>
        <w:t>longitudeAbs</w:t>
      </w:r>
      <w:r>
        <w:t>.</w:t>
      </w:r>
      <w:r w:rsidRPr="00D42115">
        <w:t xml:space="preserve"> </w:t>
      </w:r>
    </w:p>
    <w:p w14:paraId="47ED5436" w14:textId="77777777" w:rsidR="00DD6D27" w:rsidRDefault="00301A0D" w:rsidP="00543106">
      <w:pPr>
        <w:spacing w:before="120"/>
        <w:jc w:val="left"/>
      </w:pPr>
      <w:r>
        <w:t xml:space="preserve">Les données liées à la latitude et à la longitude sont enregistrées uniquement à l’aide de valeurs </w:t>
      </w:r>
      <w:r w:rsidR="003E32E9" w:rsidRPr="00543106">
        <w:rPr>
          <w:b/>
        </w:rPr>
        <w:t>positives</w:t>
      </w:r>
      <w:r>
        <w:t xml:space="preserve">. Les coordonnées doivent cependant </w:t>
      </w:r>
      <w:r w:rsidR="003E32E9">
        <w:t>être</w:t>
      </w:r>
      <w:r>
        <w:t xml:space="preserve"> placées en positif ou en négatif suivant les </w:t>
      </w:r>
      <w:r w:rsidR="003E32E9">
        <w:t>informations N/S</w:t>
      </w:r>
      <w:r>
        <w:t xml:space="preserve"> et</w:t>
      </w:r>
      <w:r w:rsidR="003E32E9">
        <w:t xml:space="preserve"> E/W.</w:t>
      </w:r>
    </w:p>
    <w:p w14:paraId="76C48676" w14:textId="77777777" w:rsidR="003E32E9" w:rsidRDefault="003E32E9" w:rsidP="003E32E9">
      <w:pPr>
        <w:spacing w:before="120"/>
        <w:jc w:val="left"/>
      </w:pPr>
      <w:r>
        <w:t xml:space="preserve">Les valeurs de latitude et longitude sont positives, respectivement pour N et pour E. Elles sont négatives </w:t>
      </w:r>
      <w:r w:rsidR="000D69B8">
        <w:t>dans</w:t>
      </w:r>
      <w:r>
        <w:t xml:space="preserve"> les autres cas.</w:t>
      </w:r>
    </w:p>
    <w:p w14:paraId="6C675DD1" w14:textId="77777777" w:rsidR="003E32E9" w:rsidRPr="003E32E9" w:rsidRDefault="003E32E9" w:rsidP="003E32E9">
      <w:pPr>
        <w:pStyle w:val="Question"/>
      </w:pPr>
      <w:r>
        <w:t xml:space="preserve">En autonomie (ou avec de la guidance), </w:t>
      </w:r>
      <w:r w:rsidRPr="003E32E9">
        <w:t xml:space="preserve">proposer les lignes de code basées sur des structures de sélection permettant de passer de </w:t>
      </w:r>
      <w:r w:rsidRPr="003E32E9">
        <w:rPr>
          <w:rFonts w:asciiTheme="minorHAnsi" w:hAnsiTheme="minorHAnsi" w:cstheme="minorHAnsi"/>
          <w:sz w:val="16"/>
          <w:szCs w:val="16"/>
        </w:rPr>
        <w:t>latitudeAbs</w:t>
      </w:r>
      <w:r w:rsidRPr="003E32E9">
        <w:t xml:space="preserve"> à </w:t>
      </w:r>
      <w:r w:rsidRPr="003E32E9">
        <w:rPr>
          <w:rFonts w:asciiTheme="minorHAnsi" w:hAnsiTheme="minorHAnsi" w:cstheme="minorHAnsi"/>
          <w:sz w:val="16"/>
          <w:szCs w:val="16"/>
        </w:rPr>
        <w:t>latitude</w:t>
      </w:r>
      <w:r w:rsidRPr="003E32E9">
        <w:t xml:space="preserve"> et de </w:t>
      </w:r>
      <w:r w:rsidRPr="003E32E9">
        <w:rPr>
          <w:rFonts w:asciiTheme="minorHAnsi" w:hAnsiTheme="minorHAnsi" w:cstheme="minorHAnsi"/>
          <w:sz w:val="16"/>
          <w:szCs w:val="16"/>
        </w:rPr>
        <w:t>longitudeAbs</w:t>
      </w:r>
      <w:r w:rsidRPr="003E32E9">
        <w:t xml:space="preserve"> à </w:t>
      </w:r>
      <w:r w:rsidRPr="003E32E9">
        <w:rPr>
          <w:rFonts w:asciiTheme="minorHAnsi" w:hAnsiTheme="minorHAnsi" w:cstheme="minorHAnsi"/>
          <w:sz w:val="16"/>
          <w:szCs w:val="16"/>
        </w:rPr>
        <w:t>longitude</w:t>
      </w:r>
      <w:r w:rsidRPr="003E32E9">
        <w:t xml:space="preserve"> suivant les valeurs contenues dans </w:t>
      </w:r>
      <w:r w:rsidRPr="003E32E9">
        <w:rPr>
          <w:rFonts w:asciiTheme="minorHAnsi" w:hAnsiTheme="minorHAnsi" w:cstheme="minorHAnsi"/>
          <w:sz w:val="16"/>
          <w:szCs w:val="16"/>
        </w:rPr>
        <w:t>exifDict["GPS"][1]</w:t>
      </w:r>
      <w:r w:rsidRPr="003E32E9">
        <w:t xml:space="preserve"> et </w:t>
      </w:r>
      <w:r w:rsidRPr="003E32E9">
        <w:rPr>
          <w:rFonts w:asciiTheme="minorHAnsi" w:hAnsiTheme="minorHAnsi" w:cstheme="minorHAnsi"/>
          <w:sz w:val="16"/>
          <w:szCs w:val="16"/>
        </w:rPr>
        <w:t>exifDict["GPS"][3]</w:t>
      </w:r>
      <w:r w:rsidRPr="003E32E9">
        <w:t xml:space="preserve">. Faire afficher les valeurs de latitude et longitude. </w:t>
      </w:r>
    </w:p>
    <w:p w14:paraId="54870BFE" w14:textId="77777777" w:rsidR="003E32E9" w:rsidRDefault="003E32E9" w:rsidP="00DD6D27">
      <w:pPr>
        <w:jc w:val="left"/>
      </w:pPr>
    </w:p>
    <w:p w14:paraId="5BE3ECDC" w14:textId="4B4516D1" w:rsidR="003E32E9" w:rsidRPr="00543106" w:rsidRDefault="003E32E9" w:rsidP="003E32E9">
      <w:pPr>
        <w:pBdr>
          <w:top w:val="single" w:sz="4" w:space="1" w:color="auto"/>
          <w:left w:val="single" w:sz="4" w:space="4" w:color="auto"/>
          <w:bottom w:val="single" w:sz="4" w:space="1" w:color="auto"/>
          <w:right w:val="single" w:sz="4" w:space="4" w:color="auto"/>
        </w:pBdr>
        <w:rPr>
          <w:color w:val="000000" w:themeColor="text1"/>
        </w:rPr>
      </w:pPr>
      <w:r w:rsidRPr="00543106">
        <w:rPr>
          <w:color w:val="000000" w:themeColor="text1"/>
        </w:rPr>
        <w:t>On obtient</w:t>
      </w:r>
      <w:r w:rsidR="00543106" w:rsidRPr="00543106">
        <w:rPr>
          <w:color w:val="000000" w:themeColor="text1"/>
        </w:rPr>
        <w:t xml:space="preserve"> (guidance partielle</w:t>
      </w:r>
      <w:r w:rsidR="00543106">
        <w:rPr>
          <w:color w:val="000000" w:themeColor="text1"/>
        </w:rPr>
        <w:t xml:space="preserve"> =&gt; rajouter uniquement la gestion de E ou W</w:t>
      </w:r>
      <w:r w:rsidR="00543106" w:rsidRPr="00543106">
        <w:rPr>
          <w:color w:val="000000" w:themeColor="text1"/>
        </w:rPr>
        <w:t xml:space="preserve">) </w:t>
      </w:r>
    </w:p>
    <w:p w14:paraId="520288BD" w14:textId="77777777" w:rsidR="003E32E9" w:rsidRPr="00543106" w:rsidRDefault="003E32E9" w:rsidP="003E32E9">
      <w:pPr>
        <w:pBdr>
          <w:top w:val="single" w:sz="4" w:space="1" w:color="auto"/>
          <w:left w:val="single" w:sz="4" w:space="4" w:color="auto"/>
          <w:bottom w:val="single" w:sz="4" w:space="1" w:color="auto"/>
          <w:right w:val="single" w:sz="4" w:space="4" w:color="auto"/>
        </w:pBdr>
        <w:jc w:val="left"/>
        <w:rPr>
          <w:color w:val="000000" w:themeColor="text1"/>
          <w:sz w:val="16"/>
          <w:szCs w:val="16"/>
        </w:rPr>
      </w:pPr>
    </w:p>
    <w:p w14:paraId="4644AC2D" w14:textId="77777777" w:rsidR="003E32E9" w:rsidRPr="00543106" w:rsidRDefault="003E32E9" w:rsidP="003E32E9">
      <w:pPr>
        <w:pBdr>
          <w:top w:val="single" w:sz="4" w:space="1" w:color="auto"/>
          <w:left w:val="single" w:sz="4" w:space="4" w:color="auto"/>
          <w:bottom w:val="single" w:sz="4" w:space="1" w:color="auto"/>
          <w:right w:val="single" w:sz="4" w:space="4" w:color="auto"/>
        </w:pBdr>
        <w:jc w:val="left"/>
        <w:rPr>
          <w:color w:val="000000" w:themeColor="text1"/>
          <w:sz w:val="16"/>
          <w:szCs w:val="16"/>
        </w:rPr>
      </w:pPr>
      <w:r w:rsidRPr="00543106">
        <w:rPr>
          <w:color w:val="000000" w:themeColor="text1"/>
          <w:sz w:val="16"/>
          <w:szCs w:val="16"/>
        </w:rPr>
        <w:t># Prise en compte de N ou S et E ou W</w:t>
      </w:r>
    </w:p>
    <w:p w14:paraId="538E1B4E" w14:textId="77777777" w:rsidR="003E32E9" w:rsidRPr="00C944E1" w:rsidRDefault="003E32E9" w:rsidP="003E32E9">
      <w:pPr>
        <w:pBdr>
          <w:top w:val="single" w:sz="4" w:space="1" w:color="auto"/>
          <w:left w:val="single" w:sz="4" w:space="4" w:color="auto"/>
          <w:bottom w:val="single" w:sz="4" w:space="1" w:color="auto"/>
          <w:right w:val="single" w:sz="4" w:space="4" w:color="auto"/>
        </w:pBdr>
        <w:jc w:val="left"/>
        <w:rPr>
          <w:color w:val="000000" w:themeColor="text1"/>
          <w:sz w:val="16"/>
          <w:szCs w:val="16"/>
          <w:lang w:val="en-US"/>
        </w:rPr>
      </w:pPr>
      <w:r w:rsidRPr="00C944E1">
        <w:rPr>
          <w:color w:val="000000" w:themeColor="text1"/>
          <w:sz w:val="16"/>
          <w:szCs w:val="16"/>
          <w:highlight w:val="yellow"/>
          <w:lang w:val="en-US"/>
        </w:rPr>
        <w:t>if (exifDict["GPS"][1]==b'N'):</w:t>
      </w:r>
    </w:p>
    <w:p w14:paraId="0DBA5AD4" w14:textId="77777777" w:rsidR="003E32E9" w:rsidRPr="00C944E1" w:rsidRDefault="003E32E9" w:rsidP="003E32E9">
      <w:pPr>
        <w:pBdr>
          <w:top w:val="single" w:sz="4" w:space="1" w:color="auto"/>
          <w:left w:val="single" w:sz="4" w:space="4" w:color="auto"/>
          <w:bottom w:val="single" w:sz="4" w:space="1" w:color="auto"/>
          <w:right w:val="single" w:sz="4" w:space="4" w:color="auto"/>
        </w:pBdr>
        <w:jc w:val="left"/>
        <w:rPr>
          <w:color w:val="000000" w:themeColor="text1"/>
          <w:sz w:val="16"/>
          <w:szCs w:val="16"/>
          <w:lang w:val="en-US"/>
        </w:rPr>
      </w:pPr>
      <w:r w:rsidRPr="00C944E1">
        <w:rPr>
          <w:color w:val="000000" w:themeColor="text1"/>
          <w:sz w:val="16"/>
          <w:szCs w:val="16"/>
          <w:lang w:val="en-US"/>
        </w:rPr>
        <w:t xml:space="preserve">    latitude=latitudeAbs</w:t>
      </w:r>
    </w:p>
    <w:p w14:paraId="413B222D" w14:textId="77777777" w:rsidR="003E32E9" w:rsidRPr="00543106" w:rsidRDefault="003E32E9" w:rsidP="003E32E9">
      <w:pPr>
        <w:pBdr>
          <w:top w:val="single" w:sz="4" w:space="1" w:color="auto"/>
          <w:left w:val="single" w:sz="4" w:space="4" w:color="auto"/>
          <w:bottom w:val="single" w:sz="4" w:space="1" w:color="auto"/>
          <w:right w:val="single" w:sz="4" w:space="4" w:color="auto"/>
        </w:pBdr>
        <w:jc w:val="left"/>
        <w:rPr>
          <w:color w:val="000000" w:themeColor="text1"/>
          <w:sz w:val="16"/>
          <w:szCs w:val="16"/>
        </w:rPr>
      </w:pPr>
      <w:r w:rsidRPr="00543106">
        <w:rPr>
          <w:color w:val="000000" w:themeColor="text1"/>
          <w:sz w:val="16"/>
          <w:szCs w:val="16"/>
        </w:rPr>
        <w:t xml:space="preserve">else: </w:t>
      </w:r>
    </w:p>
    <w:p w14:paraId="149AE3CE" w14:textId="77777777" w:rsidR="003E32E9" w:rsidRPr="00543106" w:rsidRDefault="003E32E9" w:rsidP="003E32E9">
      <w:pPr>
        <w:pBdr>
          <w:top w:val="single" w:sz="4" w:space="1" w:color="auto"/>
          <w:left w:val="single" w:sz="4" w:space="4" w:color="auto"/>
          <w:bottom w:val="single" w:sz="4" w:space="1" w:color="auto"/>
          <w:right w:val="single" w:sz="4" w:space="4" w:color="auto"/>
        </w:pBdr>
        <w:jc w:val="left"/>
        <w:rPr>
          <w:color w:val="000000" w:themeColor="text1"/>
          <w:sz w:val="16"/>
          <w:szCs w:val="16"/>
        </w:rPr>
      </w:pPr>
      <w:r w:rsidRPr="00543106">
        <w:rPr>
          <w:color w:val="000000" w:themeColor="text1"/>
          <w:sz w:val="16"/>
          <w:szCs w:val="16"/>
        </w:rPr>
        <w:t xml:space="preserve">    latitude=-latitudeAbs</w:t>
      </w:r>
    </w:p>
    <w:p w14:paraId="152205F1" w14:textId="45666D13" w:rsidR="003E32E9" w:rsidRPr="00543106" w:rsidRDefault="003E32E9" w:rsidP="003E32E9">
      <w:pPr>
        <w:pBdr>
          <w:top w:val="single" w:sz="4" w:space="1" w:color="auto"/>
          <w:left w:val="single" w:sz="4" w:space="4" w:color="auto"/>
          <w:bottom w:val="single" w:sz="4" w:space="1" w:color="auto"/>
          <w:right w:val="single" w:sz="4" w:space="4" w:color="auto"/>
        </w:pBdr>
        <w:jc w:val="left"/>
        <w:rPr>
          <w:color w:val="000000" w:themeColor="text1"/>
          <w:sz w:val="16"/>
          <w:szCs w:val="16"/>
        </w:rPr>
      </w:pPr>
    </w:p>
    <w:p w14:paraId="057355DC" w14:textId="34B1983D" w:rsidR="00543106" w:rsidRPr="00543106" w:rsidRDefault="00543106" w:rsidP="003E32E9">
      <w:pPr>
        <w:pBdr>
          <w:top w:val="single" w:sz="4" w:space="1" w:color="auto"/>
          <w:left w:val="single" w:sz="4" w:space="4" w:color="auto"/>
          <w:bottom w:val="single" w:sz="4" w:space="1" w:color="auto"/>
          <w:right w:val="single" w:sz="4" w:space="4" w:color="auto"/>
        </w:pBdr>
        <w:jc w:val="left"/>
        <w:rPr>
          <w:color w:val="000000" w:themeColor="text1"/>
          <w:sz w:val="16"/>
          <w:szCs w:val="16"/>
        </w:rPr>
      </w:pPr>
    </w:p>
    <w:p w14:paraId="1C2A224C" w14:textId="77777777" w:rsidR="00543106" w:rsidRPr="00543106" w:rsidRDefault="00543106" w:rsidP="003E32E9">
      <w:pPr>
        <w:pBdr>
          <w:top w:val="single" w:sz="4" w:space="1" w:color="auto"/>
          <w:left w:val="single" w:sz="4" w:space="4" w:color="auto"/>
          <w:bottom w:val="single" w:sz="4" w:space="1" w:color="auto"/>
          <w:right w:val="single" w:sz="4" w:space="4" w:color="auto"/>
        </w:pBdr>
        <w:jc w:val="left"/>
        <w:rPr>
          <w:color w:val="000000" w:themeColor="text1"/>
          <w:sz w:val="16"/>
          <w:szCs w:val="16"/>
        </w:rPr>
      </w:pPr>
    </w:p>
    <w:p w14:paraId="14C9BAD6" w14:textId="77777777" w:rsidR="003E32E9" w:rsidRDefault="003E32E9" w:rsidP="00DD6D27">
      <w:pPr>
        <w:jc w:val="left"/>
      </w:pPr>
    </w:p>
    <w:p w14:paraId="1A116F59" w14:textId="77777777" w:rsidR="003E32E9" w:rsidRDefault="003E32E9" w:rsidP="00DD6D27">
      <w:pPr>
        <w:jc w:val="left"/>
      </w:pPr>
      <w:r>
        <w:lastRenderedPageBreak/>
        <w:t xml:space="preserve">Note : Il est possible de vérifier le calcul réalisé à partir d’un site web de conversion de dms vers dd comme par exemple </w:t>
      </w:r>
      <w:hyperlink r:id="rId11" w:history="1">
        <w:r w:rsidRPr="003E32E9">
          <w:rPr>
            <w:rStyle w:val="Lienhypertexte"/>
          </w:rPr>
          <w:t>http://xjubier.free.fr/site_pages/DMS2DD_Converter.html</w:t>
        </w:r>
      </w:hyperlink>
    </w:p>
    <w:p w14:paraId="29E96760" w14:textId="77777777" w:rsidR="003E32E9" w:rsidRDefault="003E32E9" w:rsidP="003E32E9">
      <w:pPr>
        <w:pStyle w:val="Titre2"/>
      </w:pPr>
      <w:r>
        <w:rPr>
          <w:noProof/>
        </w:rPr>
        <w:t xml:space="preserve">Activité </w:t>
      </w:r>
      <w:r>
        <w:t>7 – Géolocalisation et affichage du nom et de carte de la prise de vue</w:t>
      </w:r>
    </w:p>
    <w:p w14:paraId="7A2F90A2" w14:textId="77777777" w:rsidR="003E32E9" w:rsidRDefault="003E32E9" w:rsidP="003E32E9">
      <w:pPr>
        <w:pStyle w:val="Titre3"/>
      </w:pPr>
      <w:r>
        <w:t>Détermination du nom du lieu de la place de vue</w:t>
      </w:r>
    </w:p>
    <w:p w14:paraId="2667AEA6" w14:textId="77777777" w:rsidR="003E32E9" w:rsidRDefault="003E32E9" w:rsidP="003E32E9">
      <w:pPr>
        <w:pStyle w:val="Paragraphedeliste"/>
        <w:numPr>
          <w:ilvl w:val="0"/>
          <w:numId w:val="12"/>
        </w:numPr>
      </w:pPr>
      <w:r>
        <w:t xml:space="preserve">A la suite de votre programme précédent, rajouter les lignes de code ci-dessous : </w:t>
      </w:r>
    </w:p>
    <w:p w14:paraId="72A3D8B0" w14:textId="77777777" w:rsidR="003E32E9" w:rsidRDefault="003E32E9" w:rsidP="003E32E9"/>
    <w:p w14:paraId="12BCD598" w14:textId="77777777" w:rsidR="003E32E9" w:rsidRPr="003E32E9" w:rsidRDefault="003E32E9" w:rsidP="003E32E9">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3E32E9">
        <w:rPr>
          <w:rFonts w:asciiTheme="minorHAnsi" w:hAnsiTheme="minorHAnsi" w:cstheme="minorHAnsi"/>
          <w:sz w:val="16"/>
          <w:szCs w:val="16"/>
        </w:rPr>
        <w:t>from geopy.geocoders import Nominatim</w:t>
      </w:r>
    </w:p>
    <w:p w14:paraId="715AF338" w14:textId="77777777" w:rsidR="003E32E9" w:rsidRPr="003E32E9" w:rsidRDefault="003E32E9" w:rsidP="003E32E9">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3E32E9">
        <w:rPr>
          <w:rFonts w:asciiTheme="minorHAnsi" w:hAnsiTheme="minorHAnsi" w:cstheme="minorHAnsi"/>
          <w:sz w:val="16"/>
          <w:szCs w:val="16"/>
        </w:rPr>
        <w:t xml:space="preserve">geolocator = Nominatim(user_agent="XX") # Il faut placer une chaine de </w:t>
      </w:r>
    </w:p>
    <w:p w14:paraId="4931A4BA" w14:textId="77777777" w:rsidR="003E32E9" w:rsidRPr="003E32E9" w:rsidRDefault="003E32E9" w:rsidP="003E32E9">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3E32E9">
        <w:rPr>
          <w:rFonts w:asciiTheme="minorHAnsi" w:hAnsiTheme="minorHAnsi" w:cstheme="minorHAnsi"/>
          <w:sz w:val="16"/>
          <w:szCs w:val="16"/>
        </w:rPr>
        <w:t xml:space="preserve">                                        # caractères quelconque</w:t>
      </w:r>
    </w:p>
    <w:p w14:paraId="1089574E" w14:textId="77777777" w:rsidR="003E32E9" w:rsidRPr="003E32E9" w:rsidRDefault="003E32E9" w:rsidP="003E32E9">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3E32E9">
        <w:rPr>
          <w:rFonts w:asciiTheme="minorHAnsi" w:hAnsiTheme="minorHAnsi" w:cstheme="minorHAnsi"/>
          <w:sz w:val="16"/>
          <w:szCs w:val="16"/>
          <w:highlight w:val="yellow"/>
        </w:rPr>
        <w:t>##### ATTENTION : Il faut configurer le proxy (passerelle) au lycée</w:t>
      </w:r>
    </w:p>
    <w:p w14:paraId="7FE6F5BE" w14:textId="77777777" w:rsidR="003E32E9" w:rsidRPr="003E32E9" w:rsidRDefault="003E32E9" w:rsidP="003E32E9">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p>
    <w:p w14:paraId="5A6E72E2" w14:textId="77777777" w:rsidR="003E32E9" w:rsidRPr="003E32E9" w:rsidRDefault="003E32E9" w:rsidP="003E32E9">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3E32E9">
        <w:rPr>
          <w:rFonts w:asciiTheme="minorHAnsi" w:hAnsiTheme="minorHAnsi" w:cstheme="minorHAnsi"/>
          <w:sz w:val="16"/>
          <w:szCs w:val="16"/>
        </w:rPr>
        <w:t>strLat=str(latitude)   # Conversion en chaîne de caractères</w:t>
      </w:r>
    </w:p>
    <w:p w14:paraId="5A3A217D" w14:textId="77777777" w:rsidR="003E32E9" w:rsidRPr="003E32E9" w:rsidRDefault="003E32E9" w:rsidP="003E32E9">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3E32E9">
        <w:rPr>
          <w:rFonts w:asciiTheme="minorHAnsi" w:hAnsiTheme="minorHAnsi" w:cstheme="minorHAnsi"/>
          <w:sz w:val="16"/>
          <w:szCs w:val="16"/>
        </w:rPr>
        <w:t>strLong=str(longitude) # Conversion en chaîne de caractères</w:t>
      </w:r>
    </w:p>
    <w:p w14:paraId="0323AD01" w14:textId="4DBBE554" w:rsidR="003E32E9" w:rsidRPr="003E32E9" w:rsidRDefault="003E32E9" w:rsidP="003E32E9">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3E32E9">
        <w:rPr>
          <w:rFonts w:asciiTheme="minorHAnsi" w:hAnsiTheme="minorHAnsi" w:cstheme="minorHAnsi"/>
          <w:sz w:val="16"/>
          <w:szCs w:val="16"/>
        </w:rPr>
        <w:t>strLatLong=strLat + ', ' + strLong # Concaténation des deux chaînes</w:t>
      </w:r>
    </w:p>
    <w:p w14:paraId="0AB0A4C2" w14:textId="77777777" w:rsidR="003E32E9" w:rsidRPr="003E32E9" w:rsidRDefault="003E32E9" w:rsidP="003E32E9">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p>
    <w:p w14:paraId="35AD4C18" w14:textId="3C5995F7" w:rsidR="003E32E9" w:rsidRPr="003E32E9" w:rsidRDefault="003E32E9" w:rsidP="003E32E9">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3E32E9">
        <w:rPr>
          <w:rFonts w:asciiTheme="minorHAnsi" w:hAnsiTheme="minorHAnsi" w:cstheme="minorHAnsi"/>
          <w:sz w:val="16"/>
          <w:szCs w:val="16"/>
        </w:rPr>
        <w:t>location = geolocator.reverse(strLatLong) # Cette fonction attend une</w:t>
      </w:r>
    </w:p>
    <w:p w14:paraId="544D063B" w14:textId="77777777" w:rsidR="003E32E9" w:rsidRPr="003E32E9" w:rsidRDefault="003E32E9" w:rsidP="003E32E9">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3E32E9">
        <w:rPr>
          <w:rFonts w:asciiTheme="minorHAnsi" w:hAnsiTheme="minorHAnsi" w:cstheme="minorHAnsi"/>
          <w:sz w:val="16"/>
          <w:szCs w:val="16"/>
        </w:rPr>
        <w:t xml:space="preserve">                                          # chaine de caractères</w:t>
      </w:r>
    </w:p>
    <w:p w14:paraId="29F4E7F7" w14:textId="77777777" w:rsidR="003E32E9" w:rsidRPr="00E903D1" w:rsidRDefault="003E32E9" w:rsidP="003E32E9">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3E32E9">
        <w:rPr>
          <w:rFonts w:asciiTheme="minorHAnsi" w:hAnsiTheme="minorHAnsi" w:cstheme="minorHAnsi"/>
          <w:sz w:val="16"/>
          <w:szCs w:val="16"/>
        </w:rPr>
        <w:t>print(location.address)</w:t>
      </w:r>
    </w:p>
    <w:p w14:paraId="3373C31A" w14:textId="77777777" w:rsidR="003E32E9" w:rsidRDefault="003E32E9" w:rsidP="003E32E9">
      <w:pPr>
        <w:pStyle w:val="Paragraphedeliste"/>
        <w:numPr>
          <w:ilvl w:val="0"/>
          <w:numId w:val="12"/>
        </w:numPr>
        <w:spacing w:before="120"/>
        <w:ind w:left="714" w:hanging="357"/>
      </w:pPr>
      <w:r>
        <w:t xml:space="preserve">Sauvegarder le programme dans le </w:t>
      </w:r>
      <w:r w:rsidRPr="00AE69DF">
        <w:rPr>
          <w:b/>
        </w:rPr>
        <w:t>même</w:t>
      </w:r>
      <w:r>
        <w:t xml:space="preserve"> répertoire que l’image de travail sous le nom extractionMetaData.py.</w:t>
      </w:r>
    </w:p>
    <w:p w14:paraId="7B108426" w14:textId="77777777" w:rsidR="003E32E9" w:rsidRDefault="003E32E9" w:rsidP="003E32E9">
      <w:pPr>
        <w:pStyle w:val="Paragraphedeliste"/>
        <w:numPr>
          <w:ilvl w:val="0"/>
          <w:numId w:val="12"/>
        </w:numPr>
        <w:spacing w:before="120"/>
        <w:ind w:left="714" w:hanging="357"/>
      </w:pPr>
      <w:r>
        <w:t>Lancer le programme</w:t>
      </w:r>
    </w:p>
    <w:p w14:paraId="43AA9F7D" w14:textId="69C64463" w:rsidR="003E32E9" w:rsidRPr="00D42115" w:rsidRDefault="003E32E9" w:rsidP="003E32E9">
      <w:pPr>
        <w:pStyle w:val="Question"/>
      </w:pPr>
      <w:r w:rsidRPr="003E32E9">
        <w:t>Que</w:t>
      </w:r>
      <w:r w:rsidRPr="00D42115">
        <w:t xml:space="preserve"> </w:t>
      </w:r>
      <w:r>
        <w:t xml:space="preserve">réalise la ligne de code </w:t>
      </w:r>
      <w:r w:rsidRPr="003E32E9">
        <w:rPr>
          <w:rFonts w:asciiTheme="minorHAnsi" w:hAnsiTheme="minorHAnsi" w:cstheme="minorHAnsi"/>
          <w:sz w:val="16"/>
          <w:szCs w:val="16"/>
        </w:rPr>
        <w:t>strLat=str(latitude)</w:t>
      </w:r>
      <w:r>
        <w:t> ?</w:t>
      </w:r>
      <w:r w:rsidRPr="00D42115">
        <w:t xml:space="preserve"> : </w:t>
      </w:r>
    </w:p>
    <w:p w14:paraId="03B557A7" w14:textId="763A7B41" w:rsidR="003E32E9" w:rsidRPr="003E32E9" w:rsidRDefault="003E32E9" w:rsidP="003E32E9">
      <w:pPr>
        <w:pStyle w:val="Question"/>
      </w:pPr>
      <w:r w:rsidRPr="003E32E9">
        <w:t>Que</w:t>
      </w:r>
      <w:r w:rsidRPr="00D42115">
        <w:t xml:space="preserve"> </w:t>
      </w:r>
      <w:r>
        <w:t xml:space="preserve">réalise la ligne de code </w:t>
      </w:r>
      <w:r w:rsidRPr="003E32E9">
        <w:rPr>
          <w:rFonts w:asciiTheme="minorHAnsi" w:hAnsiTheme="minorHAnsi" w:cstheme="minorHAnsi"/>
          <w:sz w:val="16"/>
          <w:szCs w:val="16"/>
        </w:rPr>
        <w:t>strLatLong=strLat + ', ' + strLong</w:t>
      </w:r>
      <w:r>
        <w:t> ?</w:t>
      </w:r>
      <w:r w:rsidRPr="00D42115">
        <w:t xml:space="preserve"> </w:t>
      </w:r>
    </w:p>
    <w:p w14:paraId="5EF061F4" w14:textId="3C975F08" w:rsidR="003E32E9" w:rsidRPr="00D42115" w:rsidRDefault="003E32E9" w:rsidP="003E32E9">
      <w:pPr>
        <w:pStyle w:val="Question"/>
      </w:pPr>
      <w:r w:rsidRPr="003E32E9">
        <w:t>Que</w:t>
      </w:r>
      <w:r w:rsidRPr="00D42115">
        <w:t xml:space="preserve"> </w:t>
      </w:r>
      <w:r>
        <w:t xml:space="preserve">réalise la ligne de code </w:t>
      </w:r>
      <w:r w:rsidRPr="003E32E9">
        <w:rPr>
          <w:rFonts w:asciiTheme="minorHAnsi" w:hAnsiTheme="minorHAnsi" w:cstheme="minorHAnsi"/>
          <w:sz w:val="16"/>
          <w:szCs w:val="16"/>
        </w:rPr>
        <w:t>location = geolocator.reverse(strLatLong)</w:t>
      </w:r>
      <w:r>
        <w:t> ?</w:t>
      </w:r>
      <w:r w:rsidRPr="00D42115">
        <w:t xml:space="preserve"> </w:t>
      </w:r>
    </w:p>
    <w:p w14:paraId="46EAC800" w14:textId="77777777" w:rsidR="003E32E9" w:rsidRPr="00473990" w:rsidRDefault="003E32E9" w:rsidP="003E32E9">
      <w:pPr>
        <w:pStyle w:val="Question"/>
      </w:pPr>
      <w:r>
        <w:t>Dans le cadre ci-dessous, recopier les données affichées et en particulier le lieu de prise de la photo.</w:t>
      </w:r>
    </w:p>
    <w:p w14:paraId="3807733B" w14:textId="77777777" w:rsidR="003E32E9" w:rsidRDefault="003E32E9" w:rsidP="003E32E9"/>
    <w:p w14:paraId="10DC6000" w14:textId="69D94719" w:rsidR="003E32E9" w:rsidRPr="00B8689C" w:rsidRDefault="003E32E9" w:rsidP="003E32E9">
      <w:pPr>
        <w:pBdr>
          <w:top w:val="single" w:sz="4" w:space="1" w:color="auto"/>
          <w:left w:val="single" w:sz="4" w:space="4" w:color="auto"/>
          <w:bottom w:val="single" w:sz="4" w:space="1" w:color="auto"/>
          <w:right w:val="single" w:sz="4" w:space="4" w:color="auto"/>
        </w:pBdr>
        <w:rPr>
          <w:color w:val="000000" w:themeColor="text1"/>
        </w:rPr>
      </w:pPr>
      <w:r w:rsidRPr="00B8689C">
        <w:rPr>
          <w:color w:val="000000" w:themeColor="text1"/>
        </w:rPr>
        <w:t>On obtient</w:t>
      </w:r>
      <w:r w:rsidR="00B8689C" w:rsidRPr="00B8689C">
        <w:rPr>
          <w:color w:val="000000" w:themeColor="text1"/>
        </w:rPr>
        <w:t> :</w:t>
      </w:r>
    </w:p>
    <w:p w14:paraId="715B9100" w14:textId="6D1522E7" w:rsidR="003E32E9" w:rsidRPr="00B8689C" w:rsidRDefault="003E32E9" w:rsidP="003E32E9">
      <w:pPr>
        <w:pBdr>
          <w:top w:val="single" w:sz="4" w:space="1" w:color="auto"/>
          <w:left w:val="single" w:sz="4" w:space="4" w:color="auto"/>
          <w:bottom w:val="single" w:sz="4" w:space="1" w:color="auto"/>
          <w:right w:val="single" w:sz="4" w:space="4" w:color="auto"/>
        </w:pBdr>
        <w:rPr>
          <w:color w:val="000000" w:themeColor="text1"/>
        </w:rPr>
      </w:pPr>
    </w:p>
    <w:p w14:paraId="5EE8E72F" w14:textId="27F9EC3D" w:rsidR="00B8689C" w:rsidRPr="00B8689C" w:rsidRDefault="00B8689C" w:rsidP="003E32E9">
      <w:pPr>
        <w:pBdr>
          <w:top w:val="single" w:sz="4" w:space="1" w:color="auto"/>
          <w:left w:val="single" w:sz="4" w:space="4" w:color="auto"/>
          <w:bottom w:val="single" w:sz="4" w:space="1" w:color="auto"/>
          <w:right w:val="single" w:sz="4" w:space="4" w:color="auto"/>
        </w:pBdr>
        <w:rPr>
          <w:color w:val="000000" w:themeColor="text1"/>
        </w:rPr>
      </w:pPr>
    </w:p>
    <w:p w14:paraId="39E8A4CC" w14:textId="4F89869D" w:rsidR="00B8689C" w:rsidRDefault="00B8689C" w:rsidP="003E32E9">
      <w:pPr>
        <w:pBdr>
          <w:top w:val="single" w:sz="4" w:space="1" w:color="auto"/>
          <w:left w:val="single" w:sz="4" w:space="4" w:color="auto"/>
          <w:bottom w:val="single" w:sz="4" w:space="1" w:color="auto"/>
          <w:right w:val="single" w:sz="4" w:space="4" w:color="auto"/>
        </w:pBdr>
      </w:pPr>
    </w:p>
    <w:p w14:paraId="69FE0A87" w14:textId="51E6C08C" w:rsidR="00B8689C" w:rsidRDefault="00B8689C" w:rsidP="003E32E9">
      <w:pPr>
        <w:pBdr>
          <w:top w:val="single" w:sz="4" w:space="1" w:color="auto"/>
          <w:left w:val="single" w:sz="4" w:space="4" w:color="auto"/>
          <w:bottom w:val="single" w:sz="4" w:space="1" w:color="auto"/>
          <w:right w:val="single" w:sz="4" w:space="4" w:color="auto"/>
        </w:pBdr>
      </w:pPr>
    </w:p>
    <w:p w14:paraId="1C759D18" w14:textId="77777777" w:rsidR="00B8689C" w:rsidRDefault="00B8689C" w:rsidP="003E32E9">
      <w:pPr>
        <w:pBdr>
          <w:top w:val="single" w:sz="4" w:space="1" w:color="auto"/>
          <w:left w:val="single" w:sz="4" w:space="4" w:color="auto"/>
          <w:bottom w:val="single" w:sz="4" w:space="1" w:color="auto"/>
          <w:right w:val="single" w:sz="4" w:space="4" w:color="auto"/>
        </w:pBdr>
      </w:pPr>
    </w:p>
    <w:p w14:paraId="7D0987D0" w14:textId="71AC3437" w:rsidR="00B8689C" w:rsidRDefault="00B8689C" w:rsidP="003E32E9">
      <w:pPr>
        <w:pBdr>
          <w:top w:val="single" w:sz="4" w:space="1" w:color="auto"/>
          <w:left w:val="single" w:sz="4" w:space="4" w:color="auto"/>
          <w:bottom w:val="single" w:sz="4" w:space="1" w:color="auto"/>
          <w:right w:val="single" w:sz="4" w:space="4" w:color="auto"/>
        </w:pBdr>
      </w:pPr>
    </w:p>
    <w:p w14:paraId="765C1358" w14:textId="77777777" w:rsidR="00B8689C" w:rsidRPr="00B8689C" w:rsidRDefault="00B8689C" w:rsidP="003E32E9">
      <w:pPr>
        <w:pBdr>
          <w:top w:val="single" w:sz="4" w:space="1" w:color="auto"/>
          <w:left w:val="single" w:sz="4" w:space="4" w:color="auto"/>
          <w:bottom w:val="single" w:sz="4" w:space="1" w:color="auto"/>
          <w:right w:val="single" w:sz="4" w:space="4" w:color="auto"/>
        </w:pBdr>
      </w:pPr>
    </w:p>
    <w:p w14:paraId="258EC359" w14:textId="77777777" w:rsidR="003E32E9" w:rsidRDefault="003E32E9" w:rsidP="003E32E9"/>
    <w:p w14:paraId="70E8F629" w14:textId="77777777" w:rsidR="003E32E9" w:rsidRDefault="003E32E9" w:rsidP="00224342">
      <w:r>
        <w:t>Note : Si vous avez de l’avance par rapport à vos camarades, vous pouvez essayer de connaitre le lieu de la prise de vues des photos de vos camarades.</w:t>
      </w:r>
    </w:p>
    <w:p w14:paraId="34387204" w14:textId="77777777" w:rsidR="003E32E9" w:rsidRDefault="003E32E9" w:rsidP="003E32E9">
      <w:pPr>
        <w:pStyle w:val="Titre3"/>
      </w:pPr>
      <w:r>
        <w:t>Obtention de la carte du lieu de la p</w:t>
      </w:r>
      <w:r w:rsidR="009E2741">
        <w:t>rise</w:t>
      </w:r>
      <w:r>
        <w:t xml:space="preserve"> de vue</w:t>
      </w:r>
    </w:p>
    <w:p w14:paraId="7259AC02" w14:textId="77777777" w:rsidR="003E32E9" w:rsidRDefault="003E32E9" w:rsidP="003E32E9">
      <w:pPr>
        <w:pStyle w:val="Paragraphedeliste"/>
        <w:numPr>
          <w:ilvl w:val="0"/>
          <w:numId w:val="12"/>
        </w:numPr>
      </w:pPr>
      <w:r>
        <w:t xml:space="preserve">A la suite de votre programme précédent, rajouter les lignes de code ci-dessous : </w:t>
      </w:r>
    </w:p>
    <w:p w14:paraId="7528C93A" w14:textId="77777777" w:rsidR="003E32E9" w:rsidRDefault="003E32E9" w:rsidP="003E32E9"/>
    <w:p w14:paraId="766C5A81" w14:textId="2D2D4ABD" w:rsidR="00F03892" w:rsidRPr="00F03892" w:rsidRDefault="00F03892" w:rsidP="00F03892">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F03892">
        <w:rPr>
          <w:rFonts w:asciiTheme="minorHAnsi" w:hAnsiTheme="minorHAnsi" w:cstheme="minorHAnsi"/>
          <w:sz w:val="16"/>
          <w:szCs w:val="16"/>
        </w:rPr>
        <w:t># Création de la carte avec un niveau</w:t>
      </w:r>
      <w:r>
        <w:rPr>
          <w:rFonts w:asciiTheme="minorHAnsi" w:hAnsiTheme="minorHAnsi" w:cstheme="minorHAnsi"/>
          <w:sz w:val="16"/>
          <w:szCs w:val="16"/>
        </w:rPr>
        <w:t xml:space="preserve"> </w:t>
      </w:r>
      <w:r w:rsidRPr="00F03892">
        <w:rPr>
          <w:rFonts w:asciiTheme="minorHAnsi" w:hAnsiTheme="minorHAnsi" w:cstheme="minorHAnsi"/>
          <w:sz w:val="16"/>
          <w:szCs w:val="16"/>
        </w:rPr>
        <w:t>de Zoom de 17</w:t>
      </w:r>
    </w:p>
    <w:p w14:paraId="35D8F589" w14:textId="77777777" w:rsidR="00F03892" w:rsidRPr="00F03892" w:rsidRDefault="00F03892" w:rsidP="00F03892">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F03892">
        <w:rPr>
          <w:rFonts w:asciiTheme="minorHAnsi" w:hAnsiTheme="minorHAnsi" w:cstheme="minorHAnsi"/>
          <w:sz w:val="16"/>
          <w:szCs w:val="16"/>
        </w:rPr>
        <w:t>import smopy</w:t>
      </w:r>
    </w:p>
    <w:p w14:paraId="5F50472F" w14:textId="77777777" w:rsidR="00F03892" w:rsidRPr="00F03892" w:rsidRDefault="00F03892" w:rsidP="00F03892">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p>
    <w:p w14:paraId="25C7BBAE" w14:textId="77777777" w:rsidR="00F03892" w:rsidRPr="00F03892" w:rsidRDefault="00F03892" w:rsidP="00F03892">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F03892">
        <w:rPr>
          <w:rFonts w:asciiTheme="minorHAnsi" w:hAnsiTheme="minorHAnsi" w:cstheme="minorHAnsi"/>
          <w:sz w:val="16"/>
          <w:szCs w:val="16"/>
        </w:rPr>
        <w:t>sMap = smopy.Map(</w:t>
      </w:r>
      <w:r w:rsidRPr="00D55641">
        <w:rPr>
          <w:rFonts w:asciiTheme="minorHAnsi" w:hAnsiTheme="minorHAnsi" w:cstheme="minorHAnsi"/>
          <w:sz w:val="16"/>
          <w:szCs w:val="16"/>
          <w:highlight w:val="yellow"/>
        </w:rPr>
        <w:t>(latitude, longitude)</w:t>
      </w:r>
      <w:r w:rsidRPr="00F03892">
        <w:rPr>
          <w:rFonts w:asciiTheme="minorHAnsi" w:hAnsiTheme="minorHAnsi" w:cstheme="minorHAnsi"/>
          <w:sz w:val="16"/>
          <w:szCs w:val="16"/>
        </w:rPr>
        <w:t>, z=17) # (lat_min, lon_min, lat_max, lon_max).</w:t>
      </w:r>
    </w:p>
    <w:p w14:paraId="7A77C15F" w14:textId="77777777" w:rsidR="00F03892" w:rsidRPr="00F03892" w:rsidRDefault="00F03892" w:rsidP="00F03892">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F03892">
        <w:rPr>
          <w:rFonts w:asciiTheme="minorHAnsi" w:hAnsiTheme="minorHAnsi" w:cstheme="minorHAnsi"/>
          <w:sz w:val="16"/>
          <w:szCs w:val="16"/>
        </w:rPr>
        <w:t>x, y = sMap.to_pixels(latitude, longitude)</w:t>
      </w:r>
    </w:p>
    <w:p w14:paraId="5F425E6F" w14:textId="77777777" w:rsidR="00F03892" w:rsidRPr="00C944E1" w:rsidRDefault="00F03892" w:rsidP="00F03892">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lang w:val="en-US"/>
        </w:rPr>
      </w:pPr>
      <w:r w:rsidRPr="00C944E1">
        <w:rPr>
          <w:rFonts w:asciiTheme="minorHAnsi" w:hAnsiTheme="minorHAnsi" w:cstheme="minorHAnsi"/>
          <w:sz w:val="16"/>
          <w:szCs w:val="16"/>
          <w:lang w:val="en-US"/>
        </w:rPr>
        <w:t>ax = sMap.show_mpl(figsize=(8, 6))</w:t>
      </w:r>
    </w:p>
    <w:p w14:paraId="54F29898" w14:textId="102DAB28" w:rsidR="00F03892" w:rsidRDefault="00F03892" w:rsidP="00F03892">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F03892">
        <w:rPr>
          <w:rFonts w:asciiTheme="minorHAnsi" w:hAnsiTheme="minorHAnsi" w:cstheme="minorHAnsi"/>
          <w:sz w:val="16"/>
          <w:szCs w:val="16"/>
        </w:rPr>
        <w:t>ax.plot(x, y, 'or', ms=10, mew=2);</w:t>
      </w:r>
    </w:p>
    <w:p w14:paraId="6AA52522" w14:textId="77777777" w:rsidR="00F03892" w:rsidRPr="00E903D1" w:rsidRDefault="00F03892" w:rsidP="003E32E9">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p>
    <w:p w14:paraId="5A92D63E" w14:textId="77777777" w:rsidR="003E32E9" w:rsidRDefault="003E32E9" w:rsidP="003E32E9">
      <w:pPr>
        <w:pStyle w:val="Paragraphedeliste"/>
        <w:numPr>
          <w:ilvl w:val="0"/>
          <w:numId w:val="12"/>
        </w:numPr>
        <w:spacing w:before="120"/>
        <w:ind w:left="714" w:hanging="357"/>
      </w:pPr>
      <w:r>
        <w:t xml:space="preserve">Sauvegarder le programme dans le </w:t>
      </w:r>
      <w:r w:rsidRPr="00AE69DF">
        <w:rPr>
          <w:b/>
        </w:rPr>
        <w:t>même</w:t>
      </w:r>
      <w:r>
        <w:t xml:space="preserve"> répertoire que l’image de travail sous le nom extractionMetaData.py.</w:t>
      </w:r>
    </w:p>
    <w:p w14:paraId="4E31EF66" w14:textId="77777777" w:rsidR="003E32E9" w:rsidRDefault="003E32E9" w:rsidP="003E32E9">
      <w:pPr>
        <w:pStyle w:val="Paragraphedeliste"/>
        <w:numPr>
          <w:ilvl w:val="0"/>
          <w:numId w:val="12"/>
        </w:numPr>
        <w:spacing w:before="120"/>
        <w:ind w:left="714" w:hanging="357"/>
      </w:pPr>
      <w:r>
        <w:t>Lancer le programme</w:t>
      </w:r>
    </w:p>
    <w:p w14:paraId="6CBA04F4" w14:textId="2C49C82C" w:rsidR="003E32E9" w:rsidRPr="00D42115" w:rsidRDefault="003E32E9" w:rsidP="003E32E9">
      <w:pPr>
        <w:pStyle w:val="Question"/>
      </w:pPr>
      <w:r w:rsidRPr="003E32E9">
        <w:lastRenderedPageBreak/>
        <w:t>Que</w:t>
      </w:r>
      <w:r w:rsidRPr="00D42115">
        <w:t xml:space="preserve"> </w:t>
      </w:r>
      <w:r>
        <w:t>réalise l’ensemble de ces lignes de code ?</w:t>
      </w:r>
      <w:r w:rsidRPr="00D42115">
        <w:t> :</w:t>
      </w:r>
    </w:p>
    <w:p w14:paraId="375CE9DF" w14:textId="77777777" w:rsidR="006F19E0" w:rsidRPr="00473990" w:rsidRDefault="006F19E0" w:rsidP="006F19E0">
      <w:pPr>
        <w:pStyle w:val="Question"/>
      </w:pPr>
      <w:r>
        <w:t>Dans le cadre ci-dessous, recopier la carte obtenue à partir des coordonnées GPS.</w:t>
      </w:r>
    </w:p>
    <w:p w14:paraId="0284D2C7" w14:textId="77777777" w:rsidR="006F19E0" w:rsidRDefault="006F19E0" w:rsidP="006F19E0"/>
    <w:p w14:paraId="3C96C9B3" w14:textId="53D4447A" w:rsidR="006F19E0" w:rsidRPr="00B8689C" w:rsidRDefault="006F19E0" w:rsidP="006F19E0">
      <w:pPr>
        <w:pBdr>
          <w:top w:val="single" w:sz="4" w:space="1" w:color="auto"/>
          <w:left w:val="single" w:sz="4" w:space="4" w:color="auto"/>
          <w:bottom w:val="single" w:sz="4" w:space="1" w:color="auto"/>
          <w:right w:val="single" w:sz="4" w:space="4" w:color="auto"/>
        </w:pBdr>
        <w:rPr>
          <w:color w:val="000000" w:themeColor="text1"/>
        </w:rPr>
      </w:pPr>
      <w:r w:rsidRPr="00B8689C">
        <w:rPr>
          <w:color w:val="000000" w:themeColor="text1"/>
        </w:rPr>
        <w:t>On obtient</w:t>
      </w:r>
      <w:r w:rsidR="00B8689C">
        <w:rPr>
          <w:color w:val="000000" w:themeColor="text1"/>
        </w:rPr>
        <w:t> :</w:t>
      </w:r>
    </w:p>
    <w:p w14:paraId="7FC4B4B6" w14:textId="58ECAD53" w:rsidR="006F19E0" w:rsidRDefault="006F19E0" w:rsidP="006F19E0">
      <w:pPr>
        <w:pBdr>
          <w:top w:val="single" w:sz="4" w:space="1" w:color="auto"/>
          <w:left w:val="single" w:sz="4" w:space="4" w:color="auto"/>
          <w:bottom w:val="single" w:sz="4" w:space="1" w:color="auto"/>
          <w:right w:val="single" w:sz="4" w:space="4" w:color="auto"/>
        </w:pBdr>
        <w:rPr>
          <w:vanish/>
        </w:rPr>
      </w:pPr>
    </w:p>
    <w:p w14:paraId="0AC221F2" w14:textId="549CFDC1" w:rsidR="00B8689C" w:rsidRDefault="00B8689C" w:rsidP="006F19E0">
      <w:pPr>
        <w:pBdr>
          <w:top w:val="single" w:sz="4" w:space="1" w:color="auto"/>
          <w:left w:val="single" w:sz="4" w:space="4" w:color="auto"/>
          <w:bottom w:val="single" w:sz="4" w:space="1" w:color="auto"/>
          <w:right w:val="single" w:sz="4" w:space="4" w:color="auto"/>
        </w:pBdr>
        <w:rPr>
          <w:vanish/>
        </w:rPr>
      </w:pPr>
    </w:p>
    <w:p w14:paraId="25BFC1D6" w14:textId="487BF7B9" w:rsidR="00B8689C" w:rsidRDefault="00B8689C" w:rsidP="006F19E0">
      <w:pPr>
        <w:pBdr>
          <w:top w:val="single" w:sz="4" w:space="1" w:color="auto"/>
          <w:left w:val="single" w:sz="4" w:space="4" w:color="auto"/>
          <w:bottom w:val="single" w:sz="4" w:space="1" w:color="auto"/>
          <w:right w:val="single" w:sz="4" w:space="4" w:color="auto"/>
        </w:pBdr>
        <w:rPr>
          <w:vanish/>
        </w:rPr>
      </w:pPr>
    </w:p>
    <w:p w14:paraId="56DB4AE6" w14:textId="35D53977" w:rsidR="00B8689C" w:rsidRDefault="00B8689C" w:rsidP="006F19E0">
      <w:pPr>
        <w:pBdr>
          <w:top w:val="single" w:sz="4" w:space="1" w:color="auto"/>
          <w:left w:val="single" w:sz="4" w:space="4" w:color="auto"/>
          <w:bottom w:val="single" w:sz="4" w:space="1" w:color="auto"/>
          <w:right w:val="single" w:sz="4" w:space="4" w:color="auto"/>
        </w:pBdr>
        <w:rPr>
          <w:vanish/>
        </w:rPr>
      </w:pPr>
    </w:p>
    <w:p w14:paraId="500A50E3" w14:textId="36CDF952" w:rsidR="00B8689C" w:rsidRDefault="00B8689C" w:rsidP="006F19E0">
      <w:pPr>
        <w:pBdr>
          <w:top w:val="single" w:sz="4" w:space="1" w:color="auto"/>
          <w:left w:val="single" w:sz="4" w:space="4" w:color="auto"/>
          <w:bottom w:val="single" w:sz="4" w:space="1" w:color="auto"/>
          <w:right w:val="single" w:sz="4" w:space="4" w:color="auto"/>
        </w:pBdr>
        <w:rPr>
          <w:vanish/>
        </w:rPr>
      </w:pPr>
    </w:p>
    <w:p w14:paraId="16E28500" w14:textId="77777777" w:rsidR="00B8689C" w:rsidRPr="00170B9F" w:rsidRDefault="00B8689C" w:rsidP="006F19E0">
      <w:pPr>
        <w:pBdr>
          <w:top w:val="single" w:sz="4" w:space="1" w:color="auto"/>
          <w:left w:val="single" w:sz="4" w:space="4" w:color="auto"/>
          <w:bottom w:val="single" w:sz="4" w:space="1" w:color="auto"/>
          <w:right w:val="single" w:sz="4" w:space="4" w:color="auto"/>
        </w:pBdr>
        <w:rPr>
          <w:vanish/>
        </w:rPr>
      </w:pPr>
    </w:p>
    <w:p w14:paraId="3DBBE8F2" w14:textId="1AA1E90E" w:rsidR="006F19E0" w:rsidRPr="00473990" w:rsidRDefault="00F03892" w:rsidP="006F19E0">
      <w:pPr>
        <w:pStyle w:val="Question"/>
      </w:pPr>
      <w:r>
        <w:t>En autonomie, m</w:t>
      </w:r>
      <w:r w:rsidR="006F19E0">
        <w:t xml:space="preserve">odifier le niveau de zoom en le passant par exemple </w:t>
      </w:r>
      <w:r w:rsidR="009E2741">
        <w:t xml:space="preserve">à la valeur </w:t>
      </w:r>
      <w:r w:rsidR="006F19E0">
        <w:t>6 pour obtenir une vue plus élargie et dans le cadre ci-dessous, recopier la carte obtenue à partir des coordonnées GPS.</w:t>
      </w:r>
      <w:r>
        <w:t xml:space="preserve"> Vous pourrez au choix modifier le niveau de zoom existant ou créer une seconde vue avec le nouveau niveau de Zoom.</w:t>
      </w:r>
    </w:p>
    <w:p w14:paraId="6CE46719" w14:textId="77777777" w:rsidR="006F19E0" w:rsidRDefault="006F19E0" w:rsidP="006F19E0"/>
    <w:p w14:paraId="4870E99F" w14:textId="77777777" w:rsidR="00B8689C" w:rsidRPr="00B8689C" w:rsidRDefault="00B8689C" w:rsidP="00B8689C">
      <w:pPr>
        <w:pBdr>
          <w:top w:val="single" w:sz="4" w:space="1" w:color="auto"/>
          <w:left w:val="single" w:sz="4" w:space="4" w:color="auto"/>
          <w:bottom w:val="single" w:sz="4" w:space="1" w:color="auto"/>
          <w:right w:val="single" w:sz="4" w:space="4" w:color="auto"/>
        </w:pBdr>
        <w:rPr>
          <w:color w:val="000000" w:themeColor="text1"/>
        </w:rPr>
      </w:pPr>
      <w:r w:rsidRPr="00B8689C">
        <w:rPr>
          <w:color w:val="000000" w:themeColor="text1"/>
        </w:rPr>
        <w:t>On obtient</w:t>
      </w:r>
      <w:r>
        <w:rPr>
          <w:color w:val="000000" w:themeColor="text1"/>
        </w:rPr>
        <w:t> :</w:t>
      </w:r>
    </w:p>
    <w:p w14:paraId="653A6070" w14:textId="7AFF0491" w:rsidR="006F19E0" w:rsidRDefault="006F19E0" w:rsidP="006F19E0">
      <w:pPr>
        <w:pBdr>
          <w:top w:val="single" w:sz="4" w:space="1" w:color="auto"/>
          <w:left w:val="single" w:sz="4" w:space="4" w:color="auto"/>
          <w:bottom w:val="single" w:sz="4" w:space="1" w:color="auto"/>
          <w:right w:val="single" w:sz="4" w:space="4" w:color="auto"/>
        </w:pBdr>
        <w:rPr>
          <w:vanish/>
        </w:rPr>
      </w:pPr>
    </w:p>
    <w:p w14:paraId="245F1781" w14:textId="6F1567D5" w:rsidR="00B8689C" w:rsidRDefault="00B8689C" w:rsidP="006F19E0">
      <w:pPr>
        <w:pBdr>
          <w:top w:val="single" w:sz="4" w:space="1" w:color="auto"/>
          <w:left w:val="single" w:sz="4" w:space="4" w:color="auto"/>
          <w:bottom w:val="single" w:sz="4" w:space="1" w:color="auto"/>
          <w:right w:val="single" w:sz="4" w:space="4" w:color="auto"/>
        </w:pBdr>
        <w:rPr>
          <w:vanish/>
        </w:rPr>
      </w:pPr>
    </w:p>
    <w:p w14:paraId="233D4A85" w14:textId="016098C7" w:rsidR="00B8689C" w:rsidRDefault="00B8689C" w:rsidP="006F19E0">
      <w:pPr>
        <w:pBdr>
          <w:top w:val="single" w:sz="4" w:space="1" w:color="auto"/>
          <w:left w:val="single" w:sz="4" w:space="4" w:color="auto"/>
          <w:bottom w:val="single" w:sz="4" w:space="1" w:color="auto"/>
          <w:right w:val="single" w:sz="4" w:space="4" w:color="auto"/>
        </w:pBdr>
        <w:rPr>
          <w:vanish/>
        </w:rPr>
      </w:pPr>
    </w:p>
    <w:p w14:paraId="71D1B034" w14:textId="1461B7A7" w:rsidR="00B8689C" w:rsidRDefault="00B8689C" w:rsidP="006F19E0">
      <w:pPr>
        <w:pBdr>
          <w:top w:val="single" w:sz="4" w:space="1" w:color="auto"/>
          <w:left w:val="single" w:sz="4" w:space="4" w:color="auto"/>
          <w:bottom w:val="single" w:sz="4" w:space="1" w:color="auto"/>
          <w:right w:val="single" w:sz="4" w:space="4" w:color="auto"/>
        </w:pBdr>
        <w:rPr>
          <w:vanish/>
        </w:rPr>
      </w:pPr>
    </w:p>
    <w:p w14:paraId="03CF2AF5" w14:textId="3DAFAFB4" w:rsidR="00B8689C" w:rsidRDefault="00B8689C" w:rsidP="006F19E0">
      <w:pPr>
        <w:pBdr>
          <w:top w:val="single" w:sz="4" w:space="1" w:color="auto"/>
          <w:left w:val="single" w:sz="4" w:space="4" w:color="auto"/>
          <w:bottom w:val="single" w:sz="4" w:space="1" w:color="auto"/>
          <w:right w:val="single" w:sz="4" w:space="4" w:color="auto"/>
        </w:pBdr>
        <w:rPr>
          <w:vanish/>
        </w:rPr>
      </w:pPr>
    </w:p>
    <w:p w14:paraId="17F456CC" w14:textId="13B291C0" w:rsidR="00B8689C" w:rsidRDefault="00B8689C" w:rsidP="006F19E0">
      <w:pPr>
        <w:pBdr>
          <w:top w:val="single" w:sz="4" w:space="1" w:color="auto"/>
          <w:left w:val="single" w:sz="4" w:space="4" w:color="auto"/>
          <w:bottom w:val="single" w:sz="4" w:space="1" w:color="auto"/>
          <w:right w:val="single" w:sz="4" w:space="4" w:color="auto"/>
        </w:pBdr>
        <w:rPr>
          <w:vanish/>
        </w:rPr>
      </w:pPr>
    </w:p>
    <w:p w14:paraId="448E2AB9" w14:textId="77777777" w:rsidR="00B8689C" w:rsidRDefault="00B8689C" w:rsidP="006F19E0">
      <w:pPr>
        <w:pBdr>
          <w:top w:val="single" w:sz="4" w:space="1" w:color="auto"/>
          <w:left w:val="single" w:sz="4" w:space="4" w:color="auto"/>
          <w:bottom w:val="single" w:sz="4" w:space="1" w:color="auto"/>
          <w:right w:val="single" w:sz="4" w:space="4" w:color="auto"/>
        </w:pBdr>
        <w:rPr>
          <w:vanish/>
        </w:rPr>
      </w:pPr>
    </w:p>
    <w:p w14:paraId="13AB2CE9" w14:textId="77777777" w:rsidR="006F19E0" w:rsidRDefault="006F19E0" w:rsidP="006F19E0"/>
    <w:p w14:paraId="28E69900" w14:textId="77777777" w:rsidR="006F19E0" w:rsidRDefault="006F19E0" w:rsidP="006F19E0">
      <w:r>
        <w:t>Note : Si vous avez de l’avance par rapport à vos camarades, vous pouvez essayer de connaitre le lieu de la prise de vues des photos de vos camarades.</w:t>
      </w:r>
    </w:p>
    <w:p w14:paraId="3F1A4817" w14:textId="2E9A79C2" w:rsidR="00170B9F" w:rsidRDefault="00170B9F" w:rsidP="00170B9F">
      <w:pPr>
        <w:pStyle w:val="Titre3"/>
      </w:pPr>
      <w:r>
        <w:t xml:space="preserve">Pour aller </w:t>
      </w:r>
      <w:r w:rsidR="00741EE4">
        <w:t xml:space="preserve">un peu </w:t>
      </w:r>
      <w:r>
        <w:t>plus loin – Création d’un fichier image contenant la carte</w:t>
      </w:r>
    </w:p>
    <w:p w14:paraId="783AE3A8" w14:textId="77777777" w:rsidR="00F03892" w:rsidRDefault="00F03892" w:rsidP="00F03892">
      <w:pPr>
        <w:pStyle w:val="Paragraphedeliste"/>
        <w:numPr>
          <w:ilvl w:val="0"/>
          <w:numId w:val="12"/>
        </w:numPr>
      </w:pPr>
      <w:r>
        <w:t xml:space="preserve">A la suite de votre programme précédent, rajouter les lignes de code ci-dessous : </w:t>
      </w:r>
    </w:p>
    <w:p w14:paraId="063C939A" w14:textId="77777777" w:rsidR="00F03892" w:rsidRDefault="00F03892" w:rsidP="00F03892"/>
    <w:p w14:paraId="4A6D0306" w14:textId="77777777" w:rsidR="00F03892" w:rsidRPr="00F03892" w:rsidRDefault="00F03892" w:rsidP="00F03892">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F03892">
        <w:rPr>
          <w:rFonts w:asciiTheme="minorHAnsi" w:hAnsiTheme="minorHAnsi" w:cstheme="minorHAnsi"/>
          <w:sz w:val="16"/>
          <w:szCs w:val="16"/>
        </w:rPr>
        <w:t># Sauvegarde de la carte avec un niveau de Zoom de 17</w:t>
      </w:r>
    </w:p>
    <w:p w14:paraId="5319CEDA" w14:textId="77777777" w:rsidR="00F03892" w:rsidRPr="00F03892" w:rsidRDefault="00F03892" w:rsidP="00F03892">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F03892">
        <w:rPr>
          <w:rFonts w:asciiTheme="minorHAnsi" w:hAnsiTheme="minorHAnsi" w:cstheme="minorHAnsi"/>
          <w:sz w:val="16"/>
          <w:szCs w:val="16"/>
        </w:rPr>
        <w:t>import matplotlib.pyplot as plt</w:t>
      </w:r>
    </w:p>
    <w:p w14:paraId="20215A96" w14:textId="77777777" w:rsidR="00F03892" w:rsidRPr="00F03892" w:rsidRDefault="00F03892" w:rsidP="00F03892">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p>
    <w:p w14:paraId="3A9CFAB8" w14:textId="77777777" w:rsidR="00F03892" w:rsidRPr="00F03892" w:rsidRDefault="00F03892" w:rsidP="00F03892">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F03892">
        <w:rPr>
          <w:rFonts w:asciiTheme="minorHAnsi" w:hAnsiTheme="minorHAnsi" w:cstheme="minorHAnsi"/>
          <w:sz w:val="16"/>
          <w:szCs w:val="16"/>
        </w:rPr>
        <w:t>nomCarteSauvegarde=nomFichierImage+'CarteZ17.png' # Pour repl.it</w:t>
      </w:r>
    </w:p>
    <w:p w14:paraId="334B3099" w14:textId="77777777" w:rsidR="00F03892" w:rsidRPr="00F03892" w:rsidRDefault="00F03892" w:rsidP="00F03892">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F03892">
        <w:rPr>
          <w:rFonts w:asciiTheme="minorHAnsi" w:hAnsiTheme="minorHAnsi" w:cstheme="minorHAnsi"/>
          <w:sz w:val="16"/>
          <w:szCs w:val="16"/>
        </w:rPr>
        <w:t>plt.savefig(nomCarteSauvegarde) ### Pour repl.it (Attention très long environ 5mn sur repl.it)</w:t>
      </w:r>
    </w:p>
    <w:p w14:paraId="1F69FE87" w14:textId="6694298F" w:rsidR="00F03892" w:rsidRDefault="00F03892" w:rsidP="00F03892">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F03892">
        <w:rPr>
          <w:rFonts w:asciiTheme="minorHAnsi" w:hAnsiTheme="minorHAnsi" w:cstheme="minorHAnsi"/>
          <w:sz w:val="16"/>
          <w:szCs w:val="16"/>
        </w:rPr>
        <w:t>(im.open(nomCarteSauvegarde)).show() ### Pour afficher la carte comme un image</w:t>
      </w:r>
    </w:p>
    <w:p w14:paraId="42FE96C5" w14:textId="77777777" w:rsidR="00F03892" w:rsidRPr="00E903D1" w:rsidRDefault="00F03892" w:rsidP="00F03892">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p>
    <w:p w14:paraId="0C1D13F8" w14:textId="77777777" w:rsidR="00F03892" w:rsidRDefault="00F03892" w:rsidP="00F03892">
      <w:pPr>
        <w:pStyle w:val="Paragraphedeliste"/>
        <w:numPr>
          <w:ilvl w:val="0"/>
          <w:numId w:val="12"/>
        </w:numPr>
        <w:spacing w:before="120"/>
        <w:ind w:left="714" w:hanging="357"/>
      </w:pPr>
      <w:r>
        <w:t xml:space="preserve">Sauvegarder le programme dans le </w:t>
      </w:r>
      <w:r w:rsidRPr="00AE69DF">
        <w:rPr>
          <w:b/>
        </w:rPr>
        <w:t>même</w:t>
      </w:r>
      <w:r>
        <w:t xml:space="preserve"> répertoire que l’image de travail sous le nom extractionMetaData.py.</w:t>
      </w:r>
    </w:p>
    <w:p w14:paraId="5293BA3B" w14:textId="77777777" w:rsidR="00F03892" w:rsidRDefault="00F03892" w:rsidP="00F03892">
      <w:pPr>
        <w:pStyle w:val="Paragraphedeliste"/>
        <w:numPr>
          <w:ilvl w:val="0"/>
          <w:numId w:val="12"/>
        </w:numPr>
        <w:spacing w:before="120"/>
        <w:ind w:left="714" w:hanging="357"/>
      </w:pPr>
      <w:r>
        <w:t>Lancer le programme</w:t>
      </w:r>
    </w:p>
    <w:p w14:paraId="72C83A72" w14:textId="2BB55431" w:rsidR="00F03892" w:rsidRPr="00473990" w:rsidRDefault="00F03892" w:rsidP="00F03892">
      <w:pPr>
        <w:pStyle w:val="Question"/>
      </w:pPr>
      <w:r>
        <w:t>Quel est le nom du fichier obtenu, quel est son emplacement ?</w:t>
      </w:r>
      <w:r w:rsidR="00B8689C">
        <w:t> :</w:t>
      </w:r>
    </w:p>
    <w:p w14:paraId="0677150A" w14:textId="3BF49139" w:rsidR="00F03892" w:rsidRDefault="00F03892" w:rsidP="00F305FA">
      <w:pPr>
        <w:pStyle w:val="Question"/>
      </w:pPr>
      <w:r>
        <w:t>En auto</w:t>
      </w:r>
      <w:r w:rsidR="00F305FA">
        <w:t>no</w:t>
      </w:r>
      <w:r>
        <w:t>mie, produire les lignes de code permettant de sauv</w:t>
      </w:r>
      <w:r w:rsidR="00741EE4">
        <w:t>e</w:t>
      </w:r>
      <w:r>
        <w:t xml:space="preserve">garder </w:t>
      </w:r>
      <w:r w:rsidR="00F305FA">
        <w:t>la carte avec un niveau de zoom de 6.</w:t>
      </w:r>
    </w:p>
    <w:p w14:paraId="54AD3DDA" w14:textId="77777777" w:rsidR="00942485" w:rsidRDefault="00942485" w:rsidP="00942485">
      <w:pPr>
        <w:pStyle w:val="Titre3"/>
        <w:jc w:val="center"/>
      </w:pPr>
      <w:r>
        <w:t>Fin de la séance 3</w:t>
      </w:r>
    </w:p>
    <w:p w14:paraId="2E15C1AD" w14:textId="77777777" w:rsidR="000C27BE" w:rsidRDefault="000C27BE" w:rsidP="000C27BE">
      <w:pPr>
        <w:pStyle w:val="Titre2"/>
      </w:pPr>
      <w:r>
        <w:rPr>
          <w:noProof/>
        </w:rPr>
        <w:t xml:space="preserve">Activité </w:t>
      </w:r>
      <w:r>
        <w:t>8 – Pour aller un peu plus « plus » loin : Lancement d’un navigateur et création d’URL</w:t>
      </w:r>
    </w:p>
    <w:p w14:paraId="27C10E2C" w14:textId="77777777" w:rsidR="000C27BE" w:rsidRDefault="000C27BE" w:rsidP="000C27BE">
      <w:pPr>
        <w:pStyle w:val="Paragraphedeliste"/>
        <w:numPr>
          <w:ilvl w:val="0"/>
          <w:numId w:val="12"/>
        </w:numPr>
      </w:pPr>
      <w:r>
        <w:t xml:space="preserve">A la suite de votre programme précédent, rajouter les lignes de code ci-dessous : </w:t>
      </w:r>
    </w:p>
    <w:p w14:paraId="34497BFC" w14:textId="4A00FE1F" w:rsidR="000C27BE" w:rsidRDefault="000C27BE" w:rsidP="000C27BE"/>
    <w:p w14:paraId="571CCF60" w14:textId="77777777" w:rsidR="007737CE" w:rsidRDefault="007737CE" w:rsidP="007737CE">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Pr>
          <w:rFonts w:asciiTheme="minorHAnsi" w:hAnsiTheme="minorHAnsi" w:cstheme="minorHAnsi"/>
          <w:sz w:val="16"/>
          <w:szCs w:val="16"/>
        </w:rPr>
        <w:t>import webbrowser</w:t>
      </w:r>
    </w:p>
    <w:p w14:paraId="5AB8E2D8" w14:textId="77777777" w:rsidR="007737CE" w:rsidRDefault="007737CE" w:rsidP="000C27BE">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p>
    <w:p w14:paraId="02264FC3" w14:textId="62A478BD" w:rsidR="000C27BE" w:rsidRPr="005E13EB" w:rsidRDefault="000C27BE" w:rsidP="000C27BE">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5E13EB">
        <w:rPr>
          <w:rFonts w:asciiTheme="minorHAnsi" w:hAnsiTheme="minorHAnsi" w:cstheme="minorHAnsi"/>
          <w:sz w:val="16"/>
          <w:szCs w:val="16"/>
        </w:rPr>
        <w:t># Construction de l'URL avec un niveau de Zoom de 17</w:t>
      </w:r>
    </w:p>
    <w:p w14:paraId="12CE9DD2" w14:textId="4D4F1EB5" w:rsidR="000C27BE" w:rsidRPr="005E13EB" w:rsidRDefault="000C27BE" w:rsidP="000C27BE">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bookmarkStart w:id="6" w:name="_Hlk21614132"/>
      <w:r w:rsidRPr="005E13EB">
        <w:rPr>
          <w:rFonts w:asciiTheme="minorHAnsi" w:hAnsiTheme="minorHAnsi" w:cstheme="minorHAnsi"/>
          <w:sz w:val="16"/>
          <w:szCs w:val="16"/>
        </w:rPr>
        <w:lastRenderedPageBreak/>
        <w:t xml:space="preserve">### Attention sur </w:t>
      </w:r>
      <w:r w:rsidR="00386FE3">
        <w:rPr>
          <w:rFonts w:asciiTheme="minorHAnsi" w:hAnsiTheme="minorHAnsi" w:cstheme="minorHAnsi"/>
          <w:sz w:val="16"/>
          <w:szCs w:val="16"/>
        </w:rPr>
        <w:t>certains navigateurs,</w:t>
      </w:r>
      <w:bookmarkStart w:id="7" w:name="_GoBack"/>
      <w:bookmarkEnd w:id="7"/>
      <w:r w:rsidRPr="005E13EB">
        <w:rPr>
          <w:rFonts w:asciiTheme="minorHAnsi" w:hAnsiTheme="minorHAnsi" w:cstheme="minorHAnsi"/>
          <w:sz w:val="16"/>
          <w:szCs w:val="16"/>
        </w:rPr>
        <w:t xml:space="preserve"> il </w:t>
      </w:r>
      <w:r w:rsidR="00386FE3">
        <w:rPr>
          <w:rFonts w:asciiTheme="minorHAnsi" w:hAnsiTheme="minorHAnsi" w:cstheme="minorHAnsi"/>
          <w:sz w:val="16"/>
          <w:szCs w:val="16"/>
        </w:rPr>
        <w:t xml:space="preserve">est possible qu’il faille </w:t>
      </w:r>
      <w:r w:rsidRPr="005E13EB">
        <w:rPr>
          <w:rFonts w:asciiTheme="minorHAnsi" w:hAnsiTheme="minorHAnsi" w:cstheme="minorHAnsi"/>
          <w:sz w:val="16"/>
          <w:szCs w:val="16"/>
        </w:rPr>
        <w:t>//</w:t>
      </w:r>
      <w:r w:rsidR="00386FE3">
        <w:rPr>
          <w:rFonts w:asciiTheme="minorHAnsi" w:hAnsiTheme="minorHAnsi" w:cstheme="minorHAnsi"/>
          <w:sz w:val="16"/>
          <w:szCs w:val="16"/>
        </w:rPr>
        <w:t>//</w:t>
      </w:r>
      <w:r w:rsidRPr="005E13EB">
        <w:rPr>
          <w:rFonts w:asciiTheme="minorHAnsi" w:hAnsiTheme="minorHAnsi" w:cstheme="minorHAnsi"/>
          <w:sz w:val="16"/>
          <w:szCs w:val="16"/>
        </w:rPr>
        <w:t xml:space="preserve"> à la place de //</w:t>
      </w:r>
      <w:r w:rsidR="00386FE3">
        <w:rPr>
          <w:rFonts w:asciiTheme="minorHAnsi" w:hAnsiTheme="minorHAnsi" w:cstheme="minorHAnsi"/>
          <w:sz w:val="16"/>
          <w:szCs w:val="16"/>
        </w:rPr>
        <w:t>.</w:t>
      </w:r>
      <w:bookmarkEnd w:id="6"/>
    </w:p>
    <w:p w14:paraId="26F32841" w14:textId="7C0D3EC5" w:rsidR="00C516CE" w:rsidRPr="00C516CE" w:rsidRDefault="00C516CE" w:rsidP="00C516CE">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bookmarkStart w:id="8" w:name="_Hlk21613707"/>
      <w:r>
        <w:rPr>
          <w:rFonts w:asciiTheme="minorHAnsi" w:hAnsiTheme="minorHAnsi" w:cstheme="minorHAnsi"/>
          <w:sz w:val="16"/>
          <w:szCs w:val="16"/>
        </w:rPr>
        <w:t>a</w:t>
      </w:r>
      <w:r w:rsidRPr="00C516CE">
        <w:rPr>
          <w:rFonts w:asciiTheme="minorHAnsi" w:hAnsiTheme="minorHAnsi" w:cstheme="minorHAnsi"/>
          <w:sz w:val="16"/>
          <w:szCs w:val="16"/>
        </w:rPr>
        <w:t>dresse</w:t>
      </w:r>
      <w:r>
        <w:rPr>
          <w:rFonts w:asciiTheme="minorHAnsi" w:hAnsiTheme="minorHAnsi" w:cstheme="minorHAnsi"/>
          <w:sz w:val="16"/>
          <w:szCs w:val="16"/>
        </w:rPr>
        <w:t xml:space="preserve"> </w:t>
      </w:r>
      <w:r w:rsidRPr="00C516CE">
        <w:rPr>
          <w:rFonts w:asciiTheme="minorHAnsi" w:hAnsiTheme="minorHAnsi" w:cstheme="minorHAnsi"/>
          <w:sz w:val="16"/>
          <w:szCs w:val="16"/>
        </w:rPr>
        <w:t>=</w:t>
      </w:r>
      <w:r>
        <w:rPr>
          <w:rFonts w:asciiTheme="minorHAnsi" w:hAnsiTheme="minorHAnsi" w:cstheme="minorHAnsi"/>
          <w:sz w:val="16"/>
          <w:szCs w:val="16"/>
        </w:rPr>
        <w:t xml:space="preserve"> </w:t>
      </w:r>
      <w:r w:rsidRPr="00C516CE">
        <w:rPr>
          <w:rFonts w:asciiTheme="minorHAnsi" w:hAnsiTheme="minorHAnsi" w:cstheme="minorHAnsi"/>
          <w:sz w:val="16"/>
          <w:szCs w:val="16"/>
        </w:rPr>
        <w:t>"https://www.openstreetmap.org/?mlat="\</w:t>
      </w:r>
    </w:p>
    <w:p w14:paraId="625C7F10" w14:textId="595C11F7" w:rsidR="00C516CE" w:rsidRDefault="00C516CE" w:rsidP="00C516CE">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C516CE">
        <w:rPr>
          <w:rFonts w:asciiTheme="minorHAnsi" w:hAnsiTheme="minorHAnsi" w:cstheme="minorHAnsi"/>
          <w:sz w:val="16"/>
          <w:szCs w:val="16"/>
        </w:rPr>
        <w:t>+str(latitude)+"&amp;mlon="+str(longitude)+"&amp;zoom=17"</w:t>
      </w:r>
      <w:bookmarkEnd w:id="8"/>
    </w:p>
    <w:p w14:paraId="7B1E534C" w14:textId="77777777" w:rsidR="00C516CE" w:rsidRPr="005E13EB" w:rsidRDefault="00C516CE" w:rsidP="000C27BE">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p>
    <w:p w14:paraId="2A3CC310" w14:textId="77777777" w:rsidR="000C27BE" w:rsidRDefault="000C27BE" w:rsidP="000C27BE">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r w:rsidRPr="005E13EB">
        <w:rPr>
          <w:rFonts w:asciiTheme="minorHAnsi" w:hAnsiTheme="minorHAnsi" w:cstheme="minorHAnsi"/>
          <w:sz w:val="16"/>
          <w:szCs w:val="16"/>
        </w:rPr>
        <w:t>webbrowser.open(adresse) # Appel du navigateur par défaut</w:t>
      </w:r>
    </w:p>
    <w:p w14:paraId="7813F41C" w14:textId="77777777" w:rsidR="000C27BE" w:rsidRPr="00E903D1" w:rsidRDefault="000C27BE" w:rsidP="000C27BE">
      <w:pPr>
        <w:pBdr>
          <w:top w:val="single" w:sz="4" w:space="1" w:color="auto"/>
          <w:left w:val="single" w:sz="4" w:space="4" w:color="auto"/>
          <w:bottom w:val="single" w:sz="4" w:space="1" w:color="auto"/>
          <w:right w:val="single" w:sz="4" w:space="4" w:color="auto"/>
        </w:pBdr>
        <w:rPr>
          <w:rFonts w:asciiTheme="minorHAnsi" w:hAnsiTheme="minorHAnsi" w:cstheme="minorHAnsi"/>
          <w:sz w:val="16"/>
          <w:szCs w:val="16"/>
        </w:rPr>
      </w:pPr>
    </w:p>
    <w:p w14:paraId="3088BD76" w14:textId="77777777" w:rsidR="000C27BE" w:rsidRDefault="000C27BE" w:rsidP="000C27BE">
      <w:pPr>
        <w:pStyle w:val="Paragraphedeliste"/>
        <w:numPr>
          <w:ilvl w:val="0"/>
          <w:numId w:val="12"/>
        </w:numPr>
        <w:spacing w:before="120"/>
        <w:ind w:left="714" w:hanging="357"/>
      </w:pPr>
      <w:r>
        <w:t xml:space="preserve">Sauvegarder le programme dans le </w:t>
      </w:r>
      <w:r w:rsidRPr="00AE69DF">
        <w:rPr>
          <w:b/>
        </w:rPr>
        <w:t>même</w:t>
      </w:r>
      <w:r>
        <w:t xml:space="preserve"> répertoire que l’image de travail sous le nom extractionMetaData.py.</w:t>
      </w:r>
    </w:p>
    <w:p w14:paraId="08D92DAA" w14:textId="77777777" w:rsidR="000C27BE" w:rsidRDefault="000C27BE" w:rsidP="000C27BE">
      <w:pPr>
        <w:pStyle w:val="Paragraphedeliste"/>
        <w:numPr>
          <w:ilvl w:val="0"/>
          <w:numId w:val="12"/>
        </w:numPr>
        <w:spacing w:before="120"/>
        <w:ind w:left="714" w:hanging="357"/>
      </w:pPr>
      <w:r>
        <w:t>Lancer le programme</w:t>
      </w:r>
    </w:p>
    <w:p w14:paraId="0EB9856A" w14:textId="2811A2A1" w:rsidR="000C27BE" w:rsidRPr="003F4DC7" w:rsidRDefault="000C27BE" w:rsidP="000C27BE">
      <w:pPr>
        <w:pStyle w:val="Question"/>
      </w:pPr>
      <w:r>
        <w:t>Quel est le navigateur ouvert par défaut ?</w:t>
      </w:r>
    </w:p>
    <w:p w14:paraId="7E3FDEE3" w14:textId="2B445566" w:rsidR="000C27BE" w:rsidRDefault="000C27BE" w:rsidP="000C27BE">
      <w:pPr>
        <w:spacing w:before="120"/>
      </w:pPr>
      <w:bookmarkStart w:id="9" w:name="_Hlk21613646"/>
      <w:r>
        <w:t xml:space="preserve">La ligne de code commençant par </w:t>
      </w:r>
      <w:r w:rsidRPr="00C51416">
        <w:rPr>
          <w:rFonts w:asciiTheme="minorHAnsi" w:hAnsiTheme="minorHAnsi" w:cstheme="minorHAnsi"/>
          <w:sz w:val="16"/>
          <w:szCs w:val="16"/>
        </w:rPr>
        <w:t>adresse =</w:t>
      </w:r>
      <w:r>
        <w:t xml:space="preserve"> permet de construire une URL (U</w:t>
      </w:r>
      <w:r w:rsidRPr="003F4DC7">
        <w:t xml:space="preserve">niform </w:t>
      </w:r>
      <w:r>
        <w:t>R</w:t>
      </w:r>
      <w:r w:rsidRPr="003F4DC7">
        <w:t xml:space="preserve">esource </w:t>
      </w:r>
      <w:r>
        <w:t>L</w:t>
      </w:r>
      <w:r w:rsidRPr="003F4DC7">
        <w:t>ocator</w:t>
      </w:r>
      <w:r>
        <w:t>). Cette URL contient un</w:t>
      </w:r>
      <w:r w:rsidR="00C516CE">
        <w:t xml:space="preserve"> point d’interrogation (?) et une </w:t>
      </w:r>
      <w:r>
        <w:t xml:space="preserve">partie </w:t>
      </w:r>
      <w:r w:rsidR="00C516CE">
        <w:t>après ce caractère spécial.</w:t>
      </w:r>
      <w:r>
        <w:t xml:space="preserve"> Une recherche rapide sur Wikipedia permet de trouver l’information suivante.</w:t>
      </w:r>
    </w:p>
    <w:p w14:paraId="7356B12F" w14:textId="3DFFC7CB" w:rsidR="000C27BE" w:rsidRPr="00C51416" w:rsidRDefault="00C516CE" w:rsidP="000C27BE">
      <w:pPr>
        <w:pBdr>
          <w:top w:val="single" w:sz="4" w:space="1" w:color="auto"/>
          <w:left w:val="single" w:sz="4" w:space="4" w:color="auto"/>
          <w:bottom w:val="single" w:sz="4" w:space="1" w:color="auto"/>
          <w:right w:val="single" w:sz="4" w:space="4" w:color="auto"/>
        </w:pBdr>
        <w:spacing w:before="120"/>
        <w:rPr>
          <w:i/>
        </w:rPr>
      </w:pPr>
      <w:r>
        <w:rPr>
          <w:i/>
        </w:rPr>
        <w:t>Après le point d’interrogation, les informations suivantes correspondent à des données passées lors de l’appel de l’URL</w:t>
      </w:r>
      <w:r w:rsidR="000C27BE" w:rsidRPr="00C51416">
        <w:rPr>
          <w:i/>
        </w:rPr>
        <w:t>.</w:t>
      </w:r>
      <w:r>
        <w:rPr>
          <w:i/>
        </w:rPr>
        <w:t xml:space="preserve"> </w:t>
      </w:r>
      <w:bookmarkStart w:id="10" w:name="_Hlk21613784"/>
      <w:r>
        <w:rPr>
          <w:i/>
        </w:rPr>
        <w:t>Elles sont séparées par le caractère &amp;.</w:t>
      </w:r>
      <w:bookmarkEnd w:id="10"/>
    </w:p>
    <w:p w14:paraId="5FD848B1" w14:textId="3339327E" w:rsidR="000C27BE" w:rsidRPr="003F4DC7" w:rsidRDefault="000C27BE" w:rsidP="000C27BE">
      <w:pPr>
        <w:pStyle w:val="Question"/>
      </w:pPr>
      <w:r w:rsidRPr="00C51416">
        <w:rPr>
          <w:color w:val="000000" w:themeColor="text1"/>
        </w:rPr>
        <w:t>Que</w:t>
      </w:r>
      <w:r w:rsidR="00C516CE">
        <w:rPr>
          <w:color w:val="000000" w:themeColor="text1"/>
        </w:rPr>
        <w:t>lles</w:t>
      </w:r>
      <w:r w:rsidRPr="00C51416">
        <w:rPr>
          <w:color w:val="000000" w:themeColor="text1"/>
        </w:rPr>
        <w:t xml:space="preserve"> </w:t>
      </w:r>
      <w:r w:rsidR="00C516CE">
        <w:rPr>
          <w:color w:val="000000" w:themeColor="text1"/>
        </w:rPr>
        <w:t xml:space="preserve">sont les données passées </w:t>
      </w:r>
      <w:r>
        <w:rPr>
          <w:color w:val="000000" w:themeColor="text1"/>
        </w:rPr>
        <w:t xml:space="preserve">dans </w:t>
      </w:r>
      <w:r w:rsidR="00C516CE">
        <w:rPr>
          <w:color w:val="000000" w:themeColor="text1"/>
        </w:rPr>
        <w:t xml:space="preserve">cette </w:t>
      </w:r>
      <w:r>
        <w:rPr>
          <w:color w:val="000000" w:themeColor="text1"/>
        </w:rPr>
        <w:t xml:space="preserve">adresse internet </w:t>
      </w:r>
      <w:r w:rsidRPr="00C51416">
        <w:rPr>
          <w:color w:val="000000" w:themeColor="text1"/>
        </w:rPr>
        <w:t>?</w:t>
      </w:r>
      <w:bookmarkEnd w:id="9"/>
    </w:p>
    <w:p w14:paraId="07698871" w14:textId="77777777" w:rsidR="000C27BE" w:rsidRDefault="000C27BE" w:rsidP="000C27BE">
      <w:pPr>
        <w:pStyle w:val="Question"/>
      </w:pPr>
      <w:r>
        <w:t>En autonomie, produire les lignes de code permettant de créer et d’ouvrir l’URL précédente avec un niveau de zoom de 6.</w:t>
      </w:r>
    </w:p>
    <w:p w14:paraId="6BC2D64D" w14:textId="77777777" w:rsidR="000C27BE" w:rsidRDefault="000C27BE" w:rsidP="000C27BE">
      <w:pPr>
        <w:pStyle w:val="Titre2"/>
      </w:pPr>
      <w:r>
        <w:rPr>
          <w:noProof/>
        </w:rPr>
        <w:t xml:space="preserve">Activité </w:t>
      </w:r>
      <w:r>
        <w:t>9 – Pour aller vraiment beaucoup plus loin : Mise à disposition du code</w:t>
      </w:r>
    </w:p>
    <w:p w14:paraId="7FEA3825" w14:textId="584C5468" w:rsidR="000C27BE" w:rsidRPr="00224342" w:rsidRDefault="000C27BE" w:rsidP="000C27BE">
      <w:r>
        <w:t>On peut placer son code sur des sites « participatifs » comme repl.it. Pour cela il suffit de créer un compte et de copier le code en ayant au préalable choisi son langage de développement.</w:t>
      </w:r>
    </w:p>
    <w:sectPr w:rsidR="000C27BE" w:rsidRPr="00224342" w:rsidSect="00A71C76">
      <w:footerReference w:type="default" r:id="rId12"/>
      <w:pgSz w:w="11906" w:h="16838"/>
      <w:pgMar w:top="993" w:right="1134" w:bottom="851" w:left="1418"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021CEA" w14:textId="77777777" w:rsidR="00EA7D87" w:rsidRDefault="00EA7D87">
      <w:r>
        <w:separator/>
      </w:r>
    </w:p>
  </w:endnote>
  <w:endnote w:type="continuationSeparator" w:id="0">
    <w:p w14:paraId="243A4B67" w14:textId="77777777" w:rsidR="00EA7D87" w:rsidRDefault="00EA7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E6B84" w14:textId="23F97566" w:rsidR="002705BD" w:rsidRDefault="002705BD" w:rsidP="00A71C76">
    <w:pPr>
      <w:pStyle w:val="Pieddepage"/>
      <w:pBdr>
        <w:top w:val="single" w:sz="4" w:space="1" w:color="auto"/>
      </w:pBdr>
      <w:tabs>
        <w:tab w:val="clear" w:pos="4536"/>
        <w:tab w:val="center" w:pos="5103"/>
      </w:tabs>
    </w:pPr>
    <w:r>
      <w:t>DEBERNARDI. Christophe</w:t>
    </w:r>
    <w:r>
      <w:tab/>
      <w:t>Lycée RICHELIEU – RUEIL MALMAISON</w:t>
    </w:r>
    <w:r>
      <w:tab/>
    </w:r>
    <w:r>
      <w:rPr>
        <w:rStyle w:val="Numrodepage"/>
      </w:rPr>
      <w:fldChar w:fldCharType="begin"/>
    </w:r>
    <w:r>
      <w:rPr>
        <w:rStyle w:val="Numrodepage"/>
      </w:rPr>
      <w:instrText xml:space="preserve"> PAGE </w:instrText>
    </w:r>
    <w:r>
      <w:rPr>
        <w:rStyle w:val="Numrodepage"/>
      </w:rPr>
      <w:fldChar w:fldCharType="separate"/>
    </w:r>
    <w:r>
      <w:rPr>
        <w:rStyle w:val="Numrodepage"/>
      </w:rPr>
      <w:t>1</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C57EAA" w14:textId="77777777" w:rsidR="00EA7D87" w:rsidRDefault="00EA7D87">
      <w:r>
        <w:separator/>
      </w:r>
    </w:p>
  </w:footnote>
  <w:footnote w:type="continuationSeparator" w:id="0">
    <w:p w14:paraId="53AA39A6" w14:textId="77777777" w:rsidR="00EA7D87" w:rsidRDefault="00EA7D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pt;height:11.2pt" o:bullet="t">
        <v:imagedata r:id="rId1" o:title="mso5"/>
      </v:shape>
    </w:pict>
  </w:numPicBullet>
  <w:abstractNum w:abstractNumId="0" w15:restartNumberingAfterBreak="0">
    <w:nsid w:val="077016CD"/>
    <w:multiLevelType w:val="hybridMultilevel"/>
    <w:tmpl w:val="F9E688B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BF0277"/>
    <w:multiLevelType w:val="hybridMultilevel"/>
    <w:tmpl w:val="F424D4F2"/>
    <w:lvl w:ilvl="0" w:tplc="040C0007">
      <w:start w:val="1"/>
      <w:numFmt w:val="bullet"/>
      <w:lvlText w:val=""/>
      <w:lvlPicBulletId w:val="0"/>
      <w:lvlJc w:val="left"/>
      <w:pPr>
        <w:ind w:left="1352"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FC0957"/>
    <w:multiLevelType w:val="hybridMultilevel"/>
    <w:tmpl w:val="DCEAA5B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A7103C"/>
    <w:multiLevelType w:val="hybridMultilevel"/>
    <w:tmpl w:val="084E180A"/>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8E360E"/>
    <w:multiLevelType w:val="hybridMultilevel"/>
    <w:tmpl w:val="D56C39B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637320"/>
    <w:multiLevelType w:val="hybridMultilevel"/>
    <w:tmpl w:val="D5D85A9E"/>
    <w:lvl w:ilvl="0" w:tplc="040C0009">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6" w15:restartNumberingAfterBreak="0">
    <w:nsid w:val="1B5E1265"/>
    <w:multiLevelType w:val="hybridMultilevel"/>
    <w:tmpl w:val="C07CCA6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FC75C9"/>
    <w:multiLevelType w:val="hybridMultilevel"/>
    <w:tmpl w:val="F5B8390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241221"/>
    <w:multiLevelType w:val="hybridMultilevel"/>
    <w:tmpl w:val="5EA8D31C"/>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15:restartNumberingAfterBreak="0">
    <w:nsid w:val="2E693F7B"/>
    <w:multiLevelType w:val="hybridMultilevel"/>
    <w:tmpl w:val="0878329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3062348"/>
    <w:multiLevelType w:val="hybridMultilevel"/>
    <w:tmpl w:val="75501BC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A31330"/>
    <w:multiLevelType w:val="hybridMultilevel"/>
    <w:tmpl w:val="ACE07AF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4C6D9F"/>
    <w:multiLevelType w:val="hybridMultilevel"/>
    <w:tmpl w:val="6D4EE4A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7B420BA"/>
    <w:multiLevelType w:val="hybridMultilevel"/>
    <w:tmpl w:val="536CBE8E"/>
    <w:lvl w:ilvl="0" w:tplc="040C0007">
      <w:start w:val="1"/>
      <w:numFmt w:val="bullet"/>
      <w:lvlText w:val=""/>
      <w:lvlPicBulletId w:val="0"/>
      <w:lvlJc w:val="left"/>
      <w:pPr>
        <w:ind w:left="1440" w:hanging="360"/>
      </w:pPr>
      <w:rPr>
        <w:rFonts w:ascii="Symbol" w:hAnsi="Symbol"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4" w15:restartNumberingAfterBreak="0">
    <w:nsid w:val="37D06246"/>
    <w:multiLevelType w:val="hybridMultilevel"/>
    <w:tmpl w:val="B4B4CEB8"/>
    <w:lvl w:ilvl="0" w:tplc="040C0007">
      <w:start w:val="1"/>
      <w:numFmt w:val="bullet"/>
      <w:lvlText w:val=""/>
      <w:lvlPicBulletId w:val="0"/>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3A917C66"/>
    <w:multiLevelType w:val="hybridMultilevel"/>
    <w:tmpl w:val="5704AB9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CF30303"/>
    <w:multiLevelType w:val="hybridMultilevel"/>
    <w:tmpl w:val="D10AEA94"/>
    <w:lvl w:ilvl="0" w:tplc="1204867C">
      <w:start w:val="1"/>
      <w:numFmt w:val="upperRoman"/>
      <w:pStyle w:val="Titre2"/>
      <w:lvlText w:val="%1)"/>
      <w:lvlJc w:val="right"/>
      <w:pPr>
        <w:tabs>
          <w:tab w:val="num" w:pos="170"/>
        </w:tabs>
        <w:ind w:left="493" w:hanging="493"/>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45796ADC"/>
    <w:multiLevelType w:val="hybridMultilevel"/>
    <w:tmpl w:val="69F0879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5716B1"/>
    <w:multiLevelType w:val="hybridMultilevel"/>
    <w:tmpl w:val="133E892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E97763"/>
    <w:multiLevelType w:val="hybridMultilevel"/>
    <w:tmpl w:val="A9082A9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2667CB1"/>
    <w:multiLevelType w:val="hybridMultilevel"/>
    <w:tmpl w:val="D59AEE6C"/>
    <w:lvl w:ilvl="0" w:tplc="040C0007">
      <w:start w:val="1"/>
      <w:numFmt w:val="bullet"/>
      <w:lvlText w:val=""/>
      <w:lvlPicBulletId w:val="0"/>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1" w15:restartNumberingAfterBreak="0">
    <w:nsid w:val="74CC7D75"/>
    <w:multiLevelType w:val="hybridMultilevel"/>
    <w:tmpl w:val="AFF01B10"/>
    <w:lvl w:ilvl="0" w:tplc="040C0007">
      <w:start w:val="1"/>
      <w:numFmt w:val="bullet"/>
      <w:lvlText w:val=""/>
      <w:lvlPicBulletId w:val="0"/>
      <w:lvlJc w:val="left"/>
      <w:pPr>
        <w:ind w:left="2484" w:hanging="360"/>
      </w:pPr>
      <w:rPr>
        <w:rFonts w:ascii="Symbol" w:hAnsi="Symbo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22" w15:restartNumberingAfterBreak="0">
    <w:nsid w:val="77967D46"/>
    <w:multiLevelType w:val="hybridMultilevel"/>
    <w:tmpl w:val="93E07A10"/>
    <w:lvl w:ilvl="0" w:tplc="C2246BE8">
      <w:start w:val="1"/>
      <w:numFmt w:val="decimal"/>
      <w:pStyle w:val="Question"/>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7F274108"/>
    <w:multiLevelType w:val="hybridMultilevel"/>
    <w:tmpl w:val="46081E8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22"/>
  </w:num>
  <w:num w:numId="3">
    <w:abstractNumId w:val="12"/>
  </w:num>
  <w:num w:numId="4">
    <w:abstractNumId w:val="7"/>
  </w:num>
  <w:num w:numId="5">
    <w:abstractNumId w:val="15"/>
  </w:num>
  <w:num w:numId="6">
    <w:abstractNumId w:val="10"/>
  </w:num>
  <w:num w:numId="7">
    <w:abstractNumId w:val="17"/>
  </w:num>
  <w:num w:numId="8">
    <w:abstractNumId w:val="8"/>
  </w:num>
  <w:num w:numId="9">
    <w:abstractNumId w:val="13"/>
  </w:num>
  <w:num w:numId="10">
    <w:abstractNumId w:val="19"/>
  </w:num>
  <w:num w:numId="11">
    <w:abstractNumId w:val="4"/>
  </w:num>
  <w:num w:numId="12">
    <w:abstractNumId w:val="3"/>
  </w:num>
  <w:num w:numId="13">
    <w:abstractNumId w:val="18"/>
  </w:num>
  <w:num w:numId="14">
    <w:abstractNumId w:val="2"/>
  </w:num>
  <w:num w:numId="15">
    <w:abstractNumId w:val="0"/>
  </w:num>
  <w:num w:numId="16">
    <w:abstractNumId w:val="6"/>
  </w:num>
  <w:num w:numId="17">
    <w:abstractNumId w:val="1"/>
  </w:num>
  <w:num w:numId="18">
    <w:abstractNumId w:val="11"/>
  </w:num>
  <w:num w:numId="19">
    <w:abstractNumId w:val="9"/>
  </w:num>
  <w:num w:numId="20">
    <w:abstractNumId w:val="21"/>
  </w:num>
  <w:num w:numId="21">
    <w:abstractNumId w:val="23"/>
  </w:num>
  <w:num w:numId="22">
    <w:abstractNumId w:val="14"/>
  </w:num>
  <w:num w:numId="23">
    <w:abstractNumId w:val="22"/>
    <w:lvlOverride w:ilvl="0">
      <w:startOverride w:val="1"/>
    </w:lvlOverride>
  </w:num>
  <w:num w:numId="24">
    <w:abstractNumId w:val="22"/>
    <w:lvlOverride w:ilvl="0">
      <w:startOverride w:val="1"/>
    </w:lvlOverride>
  </w:num>
  <w:num w:numId="25">
    <w:abstractNumId w:val="20"/>
  </w:num>
  <w:num w:numId="26">
    <w:abstractNumId w:val="5"/>
  </w:num>
  <w:num w:numId="27">
    <w:abstractNumId w:val="22"/>
    <w:lvlOverride w:ilvl="0">
      <w:startOverride w:val="1"/>
    </w:lvlOverride>
  </w:num>
  <w:num w:numId="28">
    <w:abstractNumId w:val="22"/>
    <w:lvlOverride w:ilvl="0">
      <w:startOverride w:val="1"/>
    </w:lvlOverride>
  </w:num>
  <w:num w:numId="29">
    <w:abstractNumId w:val="22"/>
    <w:lvlOverride w:ilvl="0">
      <w:startOverride w:val="1"/>
    </w:lvlOverride>
  </w:num>
  <w:num w:numId="30">
    <w:abstractNumId w:val="22"/>
    <w:lvlOverride w:ilvl="0">
      <w:startOverride w:val="1"/>
    </w:lvlOverride>
  </w:num>
  <w:num w:numId="31">
    <w:abstractNumId w:val="22"/>
    <w:lvlOverride w:ilvl="0">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B4B"/>
    <w:rsid w:val="0000073A"/>
    <w:rsid w:val="00001832"/>
    <w:rsid w:val="00020BC4"/>
    <w:rsid w:val="00023E9F"/>
    <w:rsid w:val="00031829"/>
    <w:rsid w:val="000344EA"/>
    <w:rsid w:val="00041D75"/>
    <w:rsid w:val="00043FAB"/>
    <w:rsid w:val="00050C04"/>
    <w:rsid w:val="00050C7A"/>
    <w:rsid w:val="00052B4B"/>
    <w:rsid w:val="0005374C"/>
    <w:rsid w:val="00053DE2"/>
    <w:rsid w:val="00056FBE"/>
    <w:rsid w:val="00063F94"/>
    <w:rsid w:val="000646A9"/>
    <w:rsid w:val="0008063B"/>
    <w:rsid w:val="000809F6"/>
    <w:rsid w:val="00081BC8"/>
    <w:rsid w:val="000921D0"/>
    <w:rsid w:val="00097F54"/>
    <w:rsid w:val="000A1C34"/>
    <w:rsid w:val="000A6CEE"/>
    <w:rsid w:val="000C0D38"/>
    <w:rsid w:val="000C27BE"/>
    <w:rsid w:val="000D69B8"/>
    <w:rsid w:val="000E0B21"/>
    <w:rsid w:val="000E3151"/>
    <w:rsid w:val="000F5395"/>
    <w:rsid w:val="000F6FDC"/>
    <w:rsid w:val="00105F56"/>
    <w:rsid w:val="00114765"/>
    <w:rsid w:val="00116E9C"/>
    <w:rsid w:val="00127EC1"/>
    <w:rsid w:val="00140A72"/>
    <w:rsid w:val="00143124"/>
    <w:rsid w:val="00151C41"/>
    <w:rsid w:val="00164D3A"/>
    <w:rsid w:val="00165A54"/>
    <w:rsid w:val="00170B9F"/>
    <w:rsid w:val="00171F5F"/>
    <w:rsid w:val="001847CF"/>
    <w:rsid w:val="00196E81"/>
    <w:rsid w:val="001B1B1E"/>
    <w:rsid w:val="001B66BD"/>
    <w:rsid w:val="001B6F51"/>
    <w:rsid w:val="001C07F1"/>
    <w:rsid w:val="001C131E"/>
    <w:rsid w:val="001C254D"/>
    <w:rsid w:val="001C625E"/>
    <w:rsid w:val="001C6589"/>
    <w:rsid w:val="001D268B"/>
    <w:rsid w:val="001D4710"/>
    <w:rsid w:val="001D4D88"/>
    <w:rsid w:val="001D510E"/>
    <w:rsid w:val="001D555C"/>
    <w:rsid w:val="001D626F"/>
    <w:rsid w:val="001E2668"/>
    <w:rsid w:val="001F0DAC"/>
    <w:rsid w:val="001F3F1E"/>
    <w:rsid w:val="001F6BA5"/>
    <w:rsid w:val="001F797A"/>
    <w:rsid w:val="0020147E"/>
    <w:rsid w:val="00206548"/>
    <w:rsid w:val="002068E6"/>
    <w:rsid w:val="00213A15"/>
    <w:rsid w:val="002163EF"/>
    <w:rsid w:val="002177BC"/>
    <w:rsid w:val="00224342"/>
    <w:rsid w:val="00226A31"/>
    <w:rsid w:val="0024387A"/>
    <w:rsid w:val="002447B2"/>
    <w:rsid w:val="00250C1E"/>
    <w:rsid w:val="00255329"/>
    <w:rsid w:val="00257939"/>
    <w:rsid w:val="00263064"/>
    <w:rsid w:val="002705BD"/>
    <w:rsid w:val="00287D45"/>
    <w:rsid w:val="002902C1"/>
    <w:rsid w:val="00291A7C"/>
    <w:rsid w:val="00293B37"/>
    <w:rsid w:val="00294D34"/>
    <w:rsid w:val="002959BF"/>
    <w:rsid w:val="002C1427"/>
    <w:rsid w:val="002C295D"/>
    <w:rsid w:val="002D65D8"/>
    <w:rsid w:val="002E4543"/>
    <w:rsid w:val="002E55A9"/>
    <w:rsid w:val="002F0C3A"/>
    <w:rsid w:val="002F407F"/>
    <w:rsid w:val="002F6FC2"/>
    <w:rsid w:val="00301226"/>
    <w:rsid w:val="00301A0D"/>
    <w:rsid w:val="003032B9"/>
    <w:rsid w:val="00321073"/>
    <w:rsid w:val="00324387"/>
    <w:rsid w:val="0033244C"/>
    <w:rsid w:val="00332EFF"/>
    <w:rsid w:val="00333ED4"/>
    <w:rsid w:val="00334235"/>
    <w:rsid w:val="003369D4"/>
    <w:rsid w:val="00342BD0"/>
    <w:rsid w:val="00347F3D"/>
    <w:rsid w:val="00352837"/>
    <w:rsid w:val="003613A3"/>
    <w:rsid w:val="00373000"/>
    <w:rsid w:val="00385689"/>
    <w:rsid w:val="00386467"/>
    <w:rsid w:val="00386B5F"/>
    <w:rsid w:val="00386FE3"/>
    <w:rsid w:val="00393EB1"/>
    <w:rsid w:val="003A566F"/>
    <w:rsid w:val="003B4421"/>
    <w:rsid w:val="003B49B1"/>
    <w:rsid w:val="003B6D1C"/>
    <w:rsid w:val="003C3B4A"/>
    <w:rsid w:val="003C45A9"/>
    <w:rsid w:val="003C5583"/>
    <w:rsid w:val="003D4DB1"/>
    <w:rsid w:val="003E32E9"/>
    <w:rsid w:val="003E48E3"/>
    <w:rsid w:val="003F1640"/>
    <w:rsid w:val="003F2389"/>
    <w:rsid w:val="0040631C"/>
    <w:rsid w:val="00417FAF"/>
    <w:rsid w:val="00420829"/>
    <w:rsid w:val="00422638"/>
    <w:rsid w:val="00430C56"/>
    <w:rsid w:val="004405D0"/>
    <w:rsid w:val="004453CA"/>
    <w:rsid w:val="00446159"/>
    <w:rsid w:val="00452057"/>
    <w:rsid w:val="00452682"/>
    <w:rsid w:val="00452B22"/>
    <w:rsid w:val="0045479C"/>
    <w:rsid w:val="00454948"/>
    <w:rsid w:val="00465644"/>
    <w:rsid w:val="00473990"/>
    <w:rsid w:val="0048080B"/>
    <w:rsid w:val="00491C3E"/>
    <w:rsid w:val="0049334E"/>
    <w:rsid w:val="004A4B62"/>
    <w:rsid w:val="004B6F11"/>
    <w:rsid w:val="004C0A2A"/>
    <w:rsid w:val="004C3750"/>
    <w:rsid w:val="004C619B"/>
    <w:rsid w:val="004D5FE2"/>
    <w:rsid w:val="004F07CA"/>
    <w:rsid w:val="004F3E34"/>
    <w:rsid w:val="004F5149"/>
    <w:rsid w:val="004F54CE"/>
    <w:rsid w:val="00500C95"/>
    <w:rsid w:val="00514163"/>
    <w:rsid w:val="00517A41"/>
    <w:rsid w:val="005267F5"/>
    <w:rsid w:val="00543106"/>
    <w:rsid w:val="00557989"/>
    <w:rsid w:val="005579FA"/>
    <w:rsid w:val="00577641"/>
    <w:rsid w:val="00577F01"/>
    <w:rsid w:val="0058216A"/>
    <w:rsid w:val="00585AE0"/>
    <w:rsid w:val="005905F4"/>
    <w:rsid w:val="00590A7A"/>
    <w:rsid w:val="005911FE"/>
    <w:rsid w:val="00593205"/>
    <w:rsid w:val="00596291"/>
    <w:rsid w:val="00597665"/>
    <w:rsid w:val="005B330A"/>
    <w:rsid w:val="005C6576"/>
    <w:rsid w:val="005D747B"/>
    <w:rsid w:val="005E60BD"/>
    <w:rsid w:val="005F3256"/>
    <w:rsid w:val="005F3832"/>
    <w:rsid w:val="00602E40"/>
    <w:rsid w:val="00616F1C"/>
    <w:rsid w:val="0062039B"/>
    <w:rsid w:val="00621AD0"/>
    <w:rsid w:val="00621D50"/>
    <w:rsid w:val="00651178"/>
    <w:rsid w:val="00652DF7"/>
    <w:rsid w:val="00662263"/>
    <w:rsid w:val="0066584F"/>
    <w:rsid w:val="00677CC7"/>
    <w:rsid w:val="006A2B01"/>
    <w:rsid w:val="006B1E0F"/>
    <w:rsid w:val="006B1FF8"/>
    <w:rsid w:val="006B3054"/>
    <w:rsid w:val="006B5729"/>
    <w:rsid w:val="006D0E78"/>
    <w:rsid w:val="006D303A"/>
    <w:rsid w:val="006E6766"/>
    <w:rsid w:val="006F19E0"/>
    <w:rsid w:val="006F29ED"/>
    <w:rsid w:val="006F3319"/>
    <w:rsid w:val="006F4042"/>
    <w:rsid w:val="006F518D"/>
    <w:rsid w:val="007001B2"/>
    <w:rsid w:val="00702E96"/>
    <w:rsid w:val="00704D05"/>
    <w:rsid w:val="00721285"/>
    <w:rsid w:val="0072245C"/>
    <w:rsid w:val="0072335C"/>
    <w:rsid w:val="0072636B"/>
    <w:rsid w:val="0073731E"/>
    <w:rsid w:val="00741EE4"/>
    <w:rsid w:val="00745FEF"/>
    <w:rsid w:val="007470B6"/>
    <w:rsid w:val="0076662F"/>
    <w:rsid w:val="007737CE"/>
    <w:rsid w:val="00781799"/>
    <w:rsid w:val="007842F3"/>
    <w:rsid w:val="00792AF1"/>
    <w:rsid w:val="007B15C1"/>
    <w:rsid w:val="007C212B"/>
    <w:rsid w:val="007D0FA4"/>
    <w:rsid w:val="007D3A27"/>
    <w:rsid w:val="007D7F14"/>
    <w:rsid w:val="007E2DDA"/>
    <w:rsid w:val="007E6ABC"/>
    <w:rsid w:val="007F0725"/>
    <w:rsid w:val="007F10E0"/>
    <w:rsid w:val="007F64B9"/>
    <w:rsid w:val="00800D99"/>
    <w:rsid w:val="00805F84"/>
    <w:rsid w:val="00806615"/>
    <w:rsid w:val="0080733B"/>
    <w:rsid w:val="008101DC"/>
    <w:rsid w:val="00813C6E"/>
    <w:rsid w:val="0082086F"/>
    <w:rsid w:val="00820C16"/>
    <w:rsid w:val="00822F58"/>
    <w:rsid w:val="00823092"/>
    <w:rsid w:val="00823174"/>
    <w:rsid w:val="0082382C"/>
    <w:rsid w:val="00833211"/>
    <w:rsid w:val="00836DD6"/>
    <w:rsid w:val="0085277D"/>
    <w:rsid w:val="00856041"/>
    <w:rsid w:val="00857E7F"/>
    <w:rsid w:val="00865581"/>
    <w:rsid w:val="00871B94"/>
    <w:rsid w:val="00875972"/>
    <w:rsid w:val="00876293"/>
    <w:rsid w:val="008814FA"/>
    <w:rsid w:val="00897C0A"/>
    <w:rsid w:val="008A3B2D"/>
    <w:rsid w:val="008A3C2A"/>
    <w:rsid w:val="008A3EC9"/>
    <w:rsid w:val="008B6728"/>
    <w:rsid w:val="008C4FB6"/>
    <w:rsid w:val="008D178D"/>
    <w:rsid w:val="008D49C7"/>
    <w:rsid w:val="008D5F4C"/>
    <w:rsid w:val="008E0221"/>
    <w:rsid w:val="008F7D39"/>
    <w:rsid w:val="009039CF"/>
    <w:rsid w:val="00921116"/>
    <w:rsid w:val="00922294"/>
    <w:rsid w:val="009235E4"/>
    <w:rsid w:val="0093068A"/>
    <w:rsid w:val="00932DEE"/>
    <w:rsid w:val="00935221"/>
    <w:rsid w:val="00942485"/>
    <w:rsid w:val="0094382A"/>
    <w:rsid w:val="009470DD"/>
    <w:rsid w:val="00954534"/>
    <w:rsid w:val="009549F4"/>
    <w:rsid w:val="00962A3A"/>
    <w:rsid w:val="00973731"/>
    <w:rsid w:val="00984135"/>
    <w:rsid w:val="00985114"/>
    <w:rsid w:val="00991876"/>
    <w:rsid w:val="009B1491"/>
    <w:rsid w:val="009B730C"/>
    <w:rsid w:val="009C14F5"/>
    <w:rsid w:val="009C5C47"/>
    <w:rsid w:val="009D1154"/>
    <w:rsid w:val="009D5AA1"/>
    <w:rsid w:val="009D6A4B"/>
    <w:rsid w:val="009E2741"/>
    <w:rsid w:val="009E4239"/>
    <w:rsid w:val="009F3396"/>
    <w:rsid w:val="00A03542"/>
    <w:rsid w:val="00A11A28"/>
    <w:rsid w:val="00A13D2D"/>
    <w:rsid w:val="00A15D71"/>
    <w:rsid w:val="00A168A4"/>
    <w:rsid w:val="00A206CD"/>
    <w:rsid w:val="00A20762"/>
    <w:rsid w:val="00A217F3"/>
    <w:rsid w:val="00A24ED0"/>
    <w:rsid w:val="00A5431F"/>
    <w:rsid w:val="00A64199"/>
    <w:rsid w:val="00A646DD"/>
    <w:rsid w:val="00A71C76"/>
    <w:rsid w:val="00A73C4D"/>
    <w:rsid w:val="00A8104A"/>
    <w:rsid w:val="00A95344"/>
    <w:rsid w:val="00A95C91"/>
    <w:rsid w:val="00A97510"/>
    <w:rsid w:val="00AA1380"/>
    <w:rsid w:val="00AA22E3"/>
    <w:rsid w:val="00AA6ABC"/>
    <w:rsid w:val="00AB0208"/>
    <w:rsid w:val="00AB46F3"/>
    <w:rsid w:val="00AD0590"/>
    <w:rsid w:val="00AD3407"/>
    <w:rsid w:val="00AD43A9"/>
    <w:rsid w:val="00AE48A2"/>
    <w:rsid w:val="00AE69DF"/>
    <w:rsid w:val="00AF0408"/>
    <w:rsid w:val="00AF0DA8"/>
    <w:rsid w:val="00B1292E"/>
    <w:rsid w:val="00B14344"/>
    <w:rsid w:val="00B21B88"/>
    <w:rsid w:val="00B22710"/>
    <w:rsid w:val="00B32E64"/>
    <w:rsid w:val="00B50AC4"/>
    <w:rsid w:val="00B516D0"/>
    <w:rsid w:val="00B5742A"/>
    <w:rsid w:val="00B60596"/>
    <w:rsid w:val="00B71775"/>
    <w:rsid w:val="00B7309B"/>
    <w:rsid w:val="00B745D4"/>
    <w:rsid w:val="00B752F4"/>
    <w:rsid w:val="00B8689C"/>
    <w:rsid w:val="00B86B3C"/>
    <w:rsid w:val="00B90300"/>
    <w:rsid w:val="00B9554B"/>
    <w:rsid w:val="00BA10FC"/>
    <w:rsid w:val="00BB199C"/>
    <w:rsid w:val="00BB2F58"/>
    <w:rsid w:val="00BB541D"/>
    <w:rsid w:val="00BC6B7E"/>
    <w:rsid w:val="00BD376C"/>
    <w:rsid w:val="00BE7DCF"/>
    <w:rsid w:val="00BF09E1"/>
    <w:rsid w:val="00C019F7"/>
    <w:rsid w:val="00C029F1"/>
    <w:rsid w:val="00C078B1"/>
    <w:rsid w:val="00C07C87"/>
    <w:rsid w:val="00C17CC0"/>
    <w:rsid w:val="00C22E48"/>
    <w:rsid w:val="00C2463E"/>
    <w:rsid w:val="00C40556"/>
    <w:rsid w:val="00C516CE"/>
    <w:rsid w:val="00C5266F"/>
    <w:rsid w:val="00C53090"/>
    <w:rsid w:val="00C54534"/>
    <w:rsid w:val="00C556E6"/>
    <w:rsid w:val="00C67085"/>
    <w:rsid w:val="00C71BD1"/>
    <w:rsid w:val="00C77C98"/>
    <w:rsid w:val="00C8140C"/>
    <w:rsid w:val="00C944E1"/>
    <w:rsid w:val="00C96306"/>
    <w:rsid w:val="00CA162A"/>
    <w:rsid w:val="00CA4492"/>
    <w:rsid w:val="00CA7A81"/>
    <w:rsid w:val="00CB5269"/>
    <w:rsid w:val="00CC6809"/>
    <w:rsid w:val="00CD48DD"/>
    <w:rsid w:val="00CD64F3"/>
    <w:rsid w:val="00CD6891"/>
    <w:rsid w:val="00CE3442"/>
    <w:rsid w:val="00CE41A8"/>
    <w:rsid w:val="00CF0516"/>
    <w:rsid w:val="00CF14DE"/>
    <w:rsid w:val="00D06A5B"/>
    <w:rsid w:val="00D11C80"/>
    <w:rsid w:val="00D13459"/>
    <w:rsid w:val="00D16361"/>
    <w:rsid w:val="00D23E82"/>
    <w:rsid w:val="00D42115"/>
    <w:rsid w:val="00D44139"/>
    <w:rsid w:val="00D4585E"/>
    <w:rsid w:val="00D47A82"/>
    <w:rsid w:val="00D53408"/>
    <w:rsid w:val="00D55641"/>
    <w:rsid w:val="00D63449"/>
    <w:rsid w:val="00D659EF"/>
    <w:rsid w:val="00D83093"/>
    <w:rsid w:val="00D84FE0"/>
    <w:rsid w:val="00D856DB"/>
    <w:rsid w:val="00D85B1D"/>
    <w:rsid w:val="00DA15EF"/>
    <w:rsid w:val="00DB35AB"/>
    <w:rsid w:val="00DB3DB1"/>
    <w:rsid w:val="00DB79C9"/>
    <w:rsid w:val="00DD4C16"/>
    <w:rsid w:val="00DD6D27"/>
    <w:rsid w:val="00DF2C9C"/>
    <w:rsid w:val="00E10254"/>
    <w:rsid w:val="00E1076D"/>
    <w:rsid w:val="00E20571"/>
    <w:rsid w:val="00E30851"/>
    <w:rsid w:val="00E3571E"/>
    <w:rsid w:val="00E376C1"/>
    <w:rsid w:val="00E404CA"/>
    <w:rsid w:val="00E438FC"/>
    <w:rsid w:val="00E71F70"/>
    <w:rsid w:val="00E76EF9"/>
    <w:rsid w:val="00E903D1"/>
    <w:rsid w:val="00E9246D"/>
    <w:rsid w:val="00E92FB6"/>
    <w:rsid w:val="00EA4CF3"/>
    <w:rsid w:val="00EA4D50"/>
    <w:rsid w:val="00EA7D87"/>
    <w:rsid w:val="00EB1525"/>
    <w:rsid w:val="00EB3DCD"/>
    <w:rsid w:val="00EB6B8A"/>
    <w:rsid w:val="00EB6E1B"/>
    <w:rsid w:val="00EC4A42"/>
    <w:rsid w:val="00EC5A39"/>
    <w:rsid w:val="00ED2830"/>
    <w:rsid w:val="00ED2878"/>
    <w:rsid w:val="00ED5E38"/>
    <w:rsid w:val="00EF7730"/>
    <w:rsid w:val="00F0186A"/>
    <w:rsid w:val="00F0345D"/>
    <w:rsid w:val="00F03892"/>
    <w:rsid w:val="00F12A9E"/>
    <w:rsid w:val="00F2125F"/>
    <w:rsid w:val="00F26946"/>
    <w:rsid w:val="00F305FA"/>
    <w:rsid w:val="00F326BF"/>
    <w:rsid w:val="00F359E4"/>
    <w:rsid w:val="00F373A2"/>
    <w:rsid w:val="00F43898"/>
    <w:rsid w:val="00F5313B"/>
    <w:rsid w:val="00F561C7"/>
    <w:rsid w:val="00F652BB"/>
    <w:rsid w:val="00F6704B"/>
    <w:rsid w:val="00F67D00"/>
    <w:rsid w:val="00F72A00"/>
    <w:rsid w:val="00F81703"/>
    <w:rsid w:val="00FA2E98"/>
    <w:rsid w:val="00FA7E1C"/>
    <w:rsid w:val="00FB3C50"/>
    <w:rsid w:val="00FC19FD"/>
    <w:rsid w:val="00FC4235"/>
    <w:rsid w:val="00FC43EE"/>
    <w:rsid w:val="00FE6D76"/>
    <w:rsid w:val="00FF2838"/>
    <w:rsid w:val="00FF54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55ED69"/>
  <w15:docId w15:val="{8E767337-8C72-4F55-A2CA-F74244D80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mic Sans MS" w:eastAsia="Times New Roman" w:hAnsi="Comic Sans MS"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F3256"/>
    <w:pPr>
      <w:jc w:val="both"/>
    </w:pPr>
  </w:style>
  <w:style w:type="paragraph" w:styleId="Titre1">
    <w:name w:val="heading 1"/>
    <w:basedOn w:val="Normal"/>
    <w:next w:val="Normal"/>
    <w:qFormat/>
    <w:rsid w:val="009B1491"/>
    <w:pPr>
      <w:keepNext/>
      <w:ind w:left="1416" w:firstLine="708"/>
      <w:outlineLvl w:val="0"/>
    </w:pPr>
    <w:rPr>
      <w:sz w:val="22"/>
      <w:u w:val="single"/>
    </w:rPr>
  </w:style>
  <w:style w:type="paragraph" w:styleId="Titre2">
    <w:name w:val="heading 2"/>
    <w:basedOn w:val="Normal"/>
    <w:next w:val="Normal"/>
    <w:link w:val="Titre2Car"/>
    <w:qFormat/>
    <w:rsid w:val="00020BC4"/>
    <w:pPr>
      <w:keepNext/>
      <w:numPr>
        <w:numId w:val="1"/>
      </w:numPr>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9B1491"/>
    <w:pPr>
      <w:keepNext/>
      <w:spacing w:before="240" w:after="60"/>
      <w:outlineLvl w:val="2"/>
    </w:pPr>
    <w:rPr>
      <w:rFonts w:ascii="Arial" w:hAnsi="Arial" w:cs="Arial"/>
      <w:b/>
      <w:bCs/>
      <w:sz w:val="26"/>
      <w:szCs w:val="26"/>
    </w:rPr>
  </w:style>
  <w:style w:type="paragraph" w:styleId="Titre4">
    <w:name w:val="heading 4"/>
    <w:basedOn w:val="Normal"/>
    <w:next w:val="Normal"/>
    <w:qFormat/>
    <w:rsid w:val="009B1491"/>
    <w:pPr>
      <w:keepNext/>
      <w:spacing w:before="240" w:after="60"/>
      <w:outlineLvl w:val="3"/>
    </w:pPr>
    <w:rPr>
      <w:b/>
      <w:bCs/>
      <w:sz w:val="28"/>
      <w:szCs w:val="28"/>
    </w:rPr>
  </w:style>
  <w:style w:type="paragraph" w:styleId="Titre5">
    <w:name w:val="heading 5"/>
    <w:basedOn w:val="Normal"/>
    <w:next w:val="Normal"/>
    <w:qFormat/>
    <w:rsid w:val="009B1491"/>
    <w:pPr>
      <w:spacing w:before="240" w:after="60"/>
      <w:outlineLvl w:val="4"/>
    </w:pPr>
    <w:rPr>
      <w:b/>
      <w:bCs/>
      <w:i/>
      <w:iCs/>
      <w:sz w:val="26"/>
      <w:szCs w:val="26"/>
    </w:rPr>
  </w:style>
  <w:style w:type="paragraph" w:styleId="Titre6">
    <w:name w:val="heading 6"/>
    <w:basedOn w:val="Normal"/>
    <w:next w:val="Normal"/>
    <w:qFormat/>
    <w:rsid w:val="009B1491"/>
    <w:pPr>
      <w:spacing w:before="240" w:after="60"/>
      <w:outlineLvl w:val="5"/>
    </w:pPr>
    <w:rPr>
      <w:b/>
      <w:bCs/>
      <w:sz w:val="22"/>
      <w:szCs w:val="22"/>
    </w:rPr>
  </w:style>
  <w:style w:type="paragraph" w:styleId="Titre7">
    <w:name w:val="heading 7"/>
    <w:basedOn w:val="Normal"/>
    <w:next w:val="Normal"/>
    <w:qFormat/>
    <w:rsid w:val="009B1491"/>
    <w:pPr>
      <w:spacing w:before="240" w:after="60"/>
      <w:outlineLvl w:val="6"/>
    </w:pPr>
    <w:rPr>
      <w:sz w:val="24"/>
      <w:szCs w:val="24"/>
    </w:rPr>
  </w:style>
  <w:style w:type="paragraph" w:styleId="Titre8">
    <w:name w:val="heading 8"/>
    <w:basedOn w:val="Normal"/>
    <w:next w:val="Normal"/>
    <w:qFormat/>
    <w:rsid w:val="009B1491"/>
    <w:pPr>
      <w:spacing w:before="240" w:after="60"/>
      <w:outlineLvl w:val="7"/>
    </w:pPr>
    <w:rPr>
      <w:i/>
      <w:iCs/>
      <w:sz w:val="24"/>
      <w:szCs w:val="24"/>
    </w:rPr>
  </w:style>
  <w:style w:type="paragraph" w:styleId="Titre9">
    <w:name w:val="heading 9"/>
    <w:basedOn w:val="Normal"/>
    <w:next w:val="Normal"/>
    <w:qFormat/>
    <w:rsid w:val="009B1491"/>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9B1491"/>
    <w:pPr>
      <w:pBdr>
        <w:top w:val="single" w:sz="4" w:space="1" w:color="auto"/>
        <w:left w:val="single" w:sz="4" w:space="4" w:color="auto"/>
        <w:bottom w:val="single" w:sz="4" w:space="1" w:color="auto"/>
        <w:right w:val="single" w:sz="4" w:space="4" w:color="auto"/>
      </w:pBdr>
      <w:jc w:val="center"/>
    </w:pPr>
    <w:rPr>
      <w:sz w:val="28"/>
    </w:rPr>
  </w:style>
  <w:style w:type="paragraph" w:styleId="Corpsdetexte">
    <w:name w:val="Body Text"/>
    <w:basedOn w:val="Normal"/>
    <w:rsid w:val="009B1491"/>
    <w:rPr>
      <w:sz w:val="22"/>
    </w:rPr>
  </w:style>
  <w:style w:type="character" w:styleId="Lienhypertexte">
    <w:name w:val="Hyperlink"/>
    <w:basedOn w:val="Policepardfaut"/>
    <w:uiPriority w:val="99"/>
    <w:rsid w:val="009B1491"/>
    <w:rPr>
      <w:color w:val="0000FF"/>
      <w:u w:val="single"/>
    </w:rPr>
  </w:style>
  <w:style w:type="character" w:styleId="Lienhypertextesuivivisit">
    <w:name w:val="FollowedHyperlink"/>
    <w:basedOn w:val="Policepardfaut"/>
    <w:rsid w:val="009B1491"/>
    <w:rPr>
      <w:color w:val="800080"/>
      <w:u w:val="single"/>
    </w:rPr>
  </w:style>
  <w:style w:type="paragraph" w:styleId="En-tte">
    <w:name w:val="header"/>
    <w:basedOn w:val="Normal"/>
    <w:rsid w:val="009B1491"/>
    <w:pPr>
      <w:tabs>
        <w:tab w:val="center" w:pos="4536"/>
        <w:tab w:val="right" w:pos="9072"/>
      </w:tabs>
    </w:pPr>
  </w:style>
  <w:style w:type="paragraph" w:styleId="Pieddepage">
    <w:name w:val="footer"/>
    <w:basedOn w:val="Normal"/>
    <w:link w:val="PieddepageCar"/>
    <w:uiPriority w:val="99"/>
    <w:rsid w:val="009B1491"/>
    <w:pPr>
      <w:tabs>
        <w:tab w:val="center" w:pos="4536"/>
        <w:tab w:val="right" w:pos="9072"/>
      </w:tabs>
    </w:pPr>
  </w:style>
  <w:style w:type="character" w:styleId="Numrodepage">
    <w:name w:val="page number"/>
    <w:basedOn w:val="Policepardfaut"/>
    <w:rsid w:val="009B1491"/>
  </w:style>
  <w:style w:type="paragraph" w:styleId="PrformatHTML">
    <w:name w:val="HTML Preformatted"/>
    <w:basedOn w:val="Normal"/>
    <w:rsid w:val="009B14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EAECFF"/>
    </w:rPr>
  </w:style>
  <w:style w:type="paragraph" w:styleId="Corpsdetexte3">
    <w:name w:val="Body Text 3"/>
    <w:basedOn w:val="Normal"/>
    <w:rsid w:val="009B1491"/>
    <w:pPr>
      <w:spacing w:after="120"/>
    </w:pPr>
    <w:rPr>
      <w:sz w:val="16"/>
      <w:szCs w:val="16"/>
    </w:rPr>
  </w:style>
  <w:style w:type="paragraph" w:styleId="Textedebulles">
    <w:name w:val="Balloon Text"/>
    <w:basedOn w:val="Normal"/>
    <w:semiHidden/>
    <w:rsid w:val="009B1491"/>
    <w:rPr>
      <w:rFonts w:ascii="Tahoma" w:hAnsi="Tahoma" w:cs="Courier New"/>
      <w:sz w:val="16"/>
      <w:szCs w:val="16"/>
    </w:rPr>
  </w:style>
  <w:style w:type="character" w:styleId="lev">
    <w:name w:val="Strong"/>
    <w:basedOn w:val="Policepardfaut"/>
    <w:uiPriority w:val="22"/>
    <w:qFormat/>
    <w:rsid w:val="009B1491"/>
    <w:rPr>
      <w:b/>
      <w:bCs/>
    </w:rPr>
  </w:style>
  <w:style w:type="table" w:styleId="Grilledutableau">
    <w:name w:val="Table Grid"/>
    <w:basedOn w:val="TableauNormal"/>
    <w:rsid w:val="00836D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eur1">
    <w:name w:val="valeur1"/>
    <w:basedOn w:val="Policepardfaut"/>
    <w:rsid w:val="009B1491"/>
    <w:rPr>
      <w:rFonts w:ascii="Verdana" w:hAnsi="Verdana" w:hint="default"/>
      <w:b/>
      <w:bCs/>
      <w:i w:val="0"/>
      <w:iCs w:val="0"/>
      <w:color w:val="990000"/>
      <w:sz w:val="18"/>
      <w:szCs w:val="18"/>
    </w:rPr>
  </w:style>
  <w:style w:type="paragraph" w:styleId="NormalWeb">
    <w:name w:val="Normal (Web)"/>
    <w:basedOn w:val="Normal"/>
    <w:uiPriority w:val="99"/>
    <w:rsid w:val="009B1491"/>
    <w:pPr>
      <w:spacing w:before="100" w:beforeAutospacing="1" w:after="100" w:afterAutospacing="1"/>
    </w:pPr>
    <w:rPr>
      <w:sz w:val="24"/>
      <w:szCs w:val="24"/>
    </w:rPr>
  </w:style>
  <w:style w:type="character" w:customStyle="1" w:styleId="mw-headline">
    <w:name w:val="mw-headline"/>
    <w:basedOn w:val="Policepardfaut"/>
    <w:rsid w:val="009B1491"/>
  </w:style>
  <w:style w:type="character" w:customStyle="1" w:styleId="editsection">
    <w:name w:val="editsection"/>
    <w:basedOn w:val="Policepardfaut"/>
    <w:rsid w:val="009B1491"/>
  </w:style>
  <w:style w:type="character" w:styleId="CodeHTML">
    <w:name w:val="HTML Code"/>
    <w:basedOn w:val="Policepardfaut"/>
    <w:rsid w:val="009B1491"/>
    <w:rPr>
      <w:rFonts w:ascii="Courier New" w:eastAsia="Times New Roman" w:hAnsi="Courier New" w:cs="Courier New" w:hint="default"/>
      <w:sz w:val="22"/>
      <w:szCs w:val="22"/>
    </w:rPr>
  </w:style>
  <w:style w:type="character" w:styleId="Accentuation">
    <w:name w:val="Emphasis"/>
    <w:basedOn w:val="Policepardfaut"/>
    <w:uiPriority w:val="20"/>
    <w:qFormat/>
    <w:rsid w:val="009B1491"/>
    <w:rPr>
      <w:i/>
      <w:iCs/>
    </w:rPr>
  </w:style>
  <w:style w:type="paragraph" w:customStyle="1" w:styleId="title1">
    <w:name w:val="title1"/>
    <w:basedOn w:val="Normal"/>
    <w:rsid w:val="009B1491"/>
    <w:rPr>
      <w:rFonts w:ascii="Arial" w:hAnsi="Arial" w:cs="Arial"/>
      <w:color w:val="666688"/>
      <w:spacing w:val="13"/>
      <w:sz w:val="24"/>
      <w:szCs w:val="24"/>
    </w:rPr>
  </w:style>
  <w:style w:type="character" w:styleId="AcronymeHTML">
    <w:name w:val="HTML Acronym"/>
    <w:basedOn w:val="Policepardfaut"/>
    <w:rsid w:val="009B1491"/>
  </w:style>
  <w:style w:type="character" w:customStyle="1" w:styleId="trademark">
    <w:name w:val="trademark"/>
    <w:basedOn w:val="Policepardfaut"/>
    <w:rsid w:val="009B1491"/>
  </w:style>
  <w:style w:type="character" w:customStyle="1" w:styleId="term1">
    <w:name w:val="term1"/>
    <w:basedOn w:val="Policepardfaut"/>
    <w:rsid w:val="009B1491"/>
    <w:rPr>
      <w:b/>
      <w:bCs/>
    </w:rPr>
  </w:style>
  <w:style w:type="paragraph" w:customStyle="1" w:styleId="Question">
    <w:name w:val="Question"/>
    <w:basedOn w:val="Normal"/>
    <w:link w:val="QuestionCar"/>
    <w:qFormat/>
    <w:rsid w:val="00597665"/>
    <w:pPr>
      <w:numPr>
        <w:numId w:val="2"/>
      </w:numPr>
      <w:spacing w:before="120"/>
    </w:pPr>
  </w:style>
  <w:style w:type="character" w:customStyle="1" w:styleId="texhtml">
    <w:name w:val="texhtml"/>
    <w:basedOn w:val="Policepardfaut"/>
    <w:rsid w:val="00EF7730"/>
  </w:style>
  <w:style w:type="character" w:customStyle="1" w:styleId="QuestionCar">
    <w:name w:val="Question Car"/>
    <w:basedOn w:val="Policepardfaut"/>
    <w:link w:val="Question"/>
    <w:rsid w:val="00597665"/>
  </w:style>
  <w:style w:type="paragraph" w:customStyle="1" w:styleId="Textetableauarial">
    <w:name w:val="Texte tableau arial"/>
    <w:basedOn w:val="Normal"/>
    <w:qFormat/>
    <w:rsid w:val="00C40556"/>
    <w:pPr>
      <w:widowControl w:val="0"/>
      <w:autoSpaceDE w:val="0"/>
      <w:autoSpaceDN w:val="0"/>
      <w:adjustRightInd w:val="0"/>
      <w:spacing w:line="0" w:lineRule="atLeast"/>
      <w:jc w:val="left"/>
    </w:pPr>
    <w:rPr>
      <w:rFonts w:ascii="Arial" w:hAnsi="Arial" w:cs="Arial"/>
      <w:bCs/>
      <w:iCs/>
      <w:szCs w:val="23"/>
    </w:rPr>
  </w:style>
  <w:style w:type="paragraph" w:customStyle="1" w:styleId="Texteretrait0">
    <w:name w:val="Texte retrait 0"/>
    <w:basedOn w:val="Normal"/>
    <w:next w:val="Normal"/>
    <w:qFormat/>
    <w:rsid w:val="001C07F1"/>
    <w:pPr>
      <w:keepNext/>
      <w:spacing w:line="144" w:lineRule="auto"/>
      <w:outlineLvl w:val="0"/>
    </w:pPr>
    <w:rPr>
      <w:rFonts w:ascii="Times New Roman" w:eastAsia="MS Gothic" w:hAnsi="Times New Roman"/>
      <w:szCs w:val="24"/>
    </w:rPr>
  </w:style>
  <w:style w:type="paragraph" w:styleId="Paragraphedeliste">
    <w:name w:val="List Paragraph"/>
    <w:basedOn w:val="Normal"/>
    <w:uiPriority w:val="34"/>
    <w:qFormat/>
    <w:rsid w:val="00704D05"/>
    <w:pPr>
      <w:ind w:left="720"/>
      <w:contextualSpacing/>
    </w:pPr>
  </w:style>
  <w:style w:type="character" w:customStyle="1" w:styleId="Titre3Car">
    <w:name w:val="Titre 3 Car"/>
    <w:basedOn w:val="Policepardfaut"/>
    <w:link w:val="Titre3"/>
    <w:rsid w:val="0073731E"/>
    <w:rPr>
      <w:rFonts w:ascii="Arial" w:hAnsi="Arial" w:cs="Arial"/>
      <w:b/>
      <w:bCs/>
      <w:sz w:val="26"/>
      <w:szCs w:val="26"/>
    </w:rPr>
  </w:style>
  <w:style w:type="character" w:styleId="Mentionnonrsolue">
    <w:name w:val="Unresolved Mention"/>
    <w:basedOn w:val="Policepardfaut"/>
    <w:uiPriority w:val="99"/>
    <w:semiHidden/>
    <w:unhideWhenUsed/>
    <w:rsid w:val="009F3396"/>
    <w:rPr>
      <w:color w:val="605E5C"/>
      <w:shd w:val="clear" w:color="auto" w:fill="E1DFDD"/>
    </w:rPr>
  </w:style>
  <w:style w:type="character" w:customStyle="1" w:styleId="lang-en">
    <w:name w:val="lang-en"/>
    <w:basedOn w:val="Policepardfaut"/>
    <w:rsid w:val="006F4042"/>
  </w:style>
  <w:style w:type="character" w:customStyle="1" w:styleId="PieddepageCar">
    <w:name w:val="Pied de page Car"/>
    <w:basedOn w:val="Policepardfaut"/>
    <w:link w:val="Pieddepage"/>
    <w:uiPriority w:val="99"/>
    <w:rsid w:val="00A71C76"/>
  </w:style>
  <w:style w:type="character" w:customStyle="1" w:styleId="Titre2Car">
    <w:name w:val="Titre 2 Car"/>
    <w:basedOn w:val="Policepardfaut"/>
    <w:link w:val="Titre2"/>
    <w:rsid w:val="000C27BE"/>
    <w:rPr>
      <w:rFonts w:ascii="Arial" w:hAnsi="Arial" w:cs="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7992591">
      <w:bodyDiv w:val="1"/>
      <w:marLeft w:val="0"/>
      <w:marRight w:val="0"/>
      <w:marTop w:val="0"/>
      <w:marBottom w:val="0"/>
      <w:divBdr>
        <w:top w:val="none" w:sz="0" w:space="0" w:color="auto"/>
        <w:left w:val="none" w:sz="0" w:space="0" w:color="auto"/>
        <w:bottom w:val="none" w:sz="0" w:space="0" w:color="auto"/>
        <w:right w:val="none" w:sz="0" w:space="0" w:color="auto"/>
      </w:divBdr>
    </w:div>
    <w:div w:id="653338243">
      <w:bodyDiv w:val="1"/>
      <w:marLeft w:val="0"/>
      <w:marRight w:val="0"/>
      <w:marTop w:val="0"/>
      <w:marBottom w:val="0"/>
      <w:divBdr>
        <w:top w:val="none" w:sz="0" w:space="0" w:color="auto"/>
        <w:left w:val="none" w:sz="0" w:space="0" w:color="auto"/>
        <w:bottom w:val="none" w:sz="0" w:space="0" w:color="auto"/>
        <w:right w:val="none" w:sz="0" w:space="0" w:color="auto"/>
      </w:divBdr>
    </w:div>
    <w:div w:id="912085415">
      <w:bodyDiv w:val="1"/>
      <w:marLeft w:val="0"/>
      <w:marRight w:val="0"/>
      <w:marTop w:val="0"/>
      <w:marBottom w:val="0"/>
      <w:divBdr>
        <w:top w:val="none" w:sz="0" w:space="0" w:color="auto"/>
        <w:left w:val="none" w:sz="0" w:space="0" w:color="auto"/>
        <w:bottom w:val="none" w:sz="0" w:space="0" w:color="auto"/>
        <w:right w:val="none" w:sz="0" w:space="0" w:color="auto"/>
      </w:divBdr>
    </w:div>
    <w:div w:id="1048796715">
      <w:bodyDiv w:val="1"/>
      <w:marLeft w:val="0"/>
      <w:marRight w:val="0"/>
      <w:marTop w:val="0"/>
      <w:marBottom w:val="0"/>
      <w:divBdr>
        <w:top w:val="none" w:sz="0" w:space="0" w:color="auto"/>
        <w:left w:val="none" w:sz="0" w:space="0" w:color="auto"/>
        <w:bottom w:val="none" w:sz="0" w:space="0" w:color="auto"/>
        <w:right w:val="none" w:sz="0" w:space="0" w:color="auto"/>
      </w:divBdr>
    </w:div>
    <w:div w:id="1426152009">
      <w:bodyDiv w:val="1"/>
      <w:marLeft w:val="0"/>
      <w:marRight w:val="0"/>
      <w:marTop w:val="0"/>
      <w:marBottom w:val="0"/>
      <w:divBdr>
        <w:top w:val="none" w:sz="0" w:space="0" w:color="auto"/>
        <w:left w:val="none" w:sz="0" w:space="0" w:color="auto"/>
        <w:bottom w:val="none" w:sz="0" w:space="0" w:color="auto"/>
        <w:right w:val="none" w:sz="0" w:space="0" w:color="auto"/>
      </w:divBdr>
    </w:div>
    <w:div w:id="1667320969">
      <w:bodyDiv w:val="1"/>
      <w:marLeft w:val="0"/>
      <w:marRight w:val="0"/>
      <w:marTop w:val="0"/>
      <w:marBottom w:val="0"/>
      <w:divBdr>
        <w:top w:val="none" w:sz="0" w:space="0" w:color="auto"/>
        <w:left w:val="none" w:sz="0" w:space="0" w:color="auto"/>
        <w:bottom w:val="none" w:sz="0" w:space="0" w:color="auto"/>
        <w:right w:val="none" w:sz="0" w:space="0" w:color="auto"/>
      </w:divBdr>
    </w:div>
    <w:div w:id="1966227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xjubier.free.fr/site_pages/DMS2DD_Converter.html"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chdebernardi.fr/"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I:\0_TSI1\Mod&#232;le%20TSI_Couleu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202D9-2D51-48F7-A2C9-DC80C0FCD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TSI_Couleur.dotx</Template>
  <TotalTime>29</TotalTime>
  <Pages>1</Pages>
  <Words>2136</Words>
  <Characters>11750</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Modèle TSI</vt:lpstr>
    </vt:vector>
  </TitlesOfParts>
  <Company>Microsoft</Company>
  <LinksUpToDate>false</LinksUpToDate>
  <CharactersWithSpaces>13859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TSI</dc:title>
  <dc:creator>Christophe Debernardi</dc:creator>
  <cp:lastModifiedBy>User</cp:lastModifiedBy>
  <cp:revision>9</cp:revision>
  <cp:lastPrinted>2019-05-17T14:46:00Z</cp:lastPrinted>
  <dcterms:created xsi:type="dcterms:W3CDTF">2019-05-17T14:50:00Z</dcterms:created>
  <dcterms:modified xsi:type="dcterms:W3CDTF">2019-10-10T13:36:00Z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