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F99" w:rsidRPr="00F63739" w:rsidRDefault="000D6F99">
      <w:pPr>
        <w:pStyle w:val="Titre3"/>
        <w:jc w:val="center"/>
        <w:rPr>
          <w:sz w:val="28"/>
        </w:rPr>
      </w:pPr>
    </w:p>
    <w:p w:rsidR="000D6F99" w:rsidRPr="00F63739" w:rsidRDefault="000D6F99">
      <w:pPr>
        <w:pStyle w:val="Titre3"/>
        <w:jc w:val="center"/>
        <w:rPr>
          <w:sz w:val="36"/>
        </w:rPr>
      </w:pPr>
      <w:r w:rsidRPr="00F63739">
        <w:rPr>
          <w:sz w:val="36"/>
        </w:rPr>
        <w:t>BREVET DE TECHNICIEN SUPÉRIEUR</w:t>
      </w:r>
    </w:p>
    <w:p w:rsidR="000D6F99" w:rsidRPr="00F63739" w:rsidRDefault="000D6F99">
      <w:pPr>
        <w:pStyle w:val="Para"/>
        <w:rPr>
          <w:b w:val="0"/>
          <w:sz w:val="28"/>
        </w:rPr>
      </w:pPr>
    </w:p>
    <w:p w:rsidR="000D6F99" w:rsidRPr="00F63739" w:rsidRDefault="009A0D78">
      <w:pPr>
        <w:pStyle w:val="En-tte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CONCEPTION ET RÉALISATION EN CHAUDRONNERIE INDUSTRIELLE</w:t>
      </w:r>
    </w:p>
    <w:p w:rsidR="000D6F99" w:rsidRPr="00F63739" w:rsidRDefault="000D6F99">
      <w:pPr>
        <w:pStyle w:val="Para"/>
        <w:rPr>
          <w:b w:val="0"/>
          <w:sz w:val="28"/>
        </w:rPr>
      </w:pPr>
    </w:p>
    <w:p w:rsidR="000D6F99" w:rsidRPr="00F63739" w:rsidRDefault="000D6F99" w:rsidP="001D1DFB">
      <w:pPr>
        <w:pStyle w:val="Titre1"/>
        <w:jc w:val="center"/>
        <w:rPr>
          <w:sz w:val="36"/>
          <w:u w:val="none"/>
        </w:rPr>
      </w:pPr>
      <w:r w:rsidRPr="00F63739">
        <w:rPr>
          <w:sz w:val="36"/>
          <w:u w:val="none"/>
        </w:rPr>
        <w:t xml:space="preserve">Session </w:t>
      </w:r>
      <w:r w:rsidR="00E85A41">
        <w:rPr>
          <w:sz w:val="36"/>
          <w:u w:val="none"/>
        </w:rPr>
        <w:t>2016</w:t>
      </w:r>
      <w:bookmarkStart w:id="0" w:name="_GoBack"/>
      <w:bookmarkEnd w:id="0"/>
    </w:p>
    <w:p w:rsidR="000D6F99" w:rsidRPr="00F63739" w:rsidRDefault="000D6F99">
      <w:pPr>
        <w:pStyle w:val="Titre1"/>
        <w:rPr>
          <w:b w:val="0"/>
        </w:rPr>
      </w:pPr>
    </w:p>
    <w:p w:rsidR="000D6F99" w:rsidRPr="00F63739" w:rsidRDefault="000D6F99">
      <w:pPr>
        <w:pStyle w:val="Para"/>
        <w:rPr>
          <w:b w:val="0"/>
          <w:sz w:val="28"/>
        </w:rPr>
      </w:pPr>
    </w:p>
    <w:p w:rsidR="000D6F99" w:rsidRPr="00F63739" w:rsidRDefault="000D6F99">
      <w:pPr>
        <w:pStyle w:val="Para"/>
        <w:rPr>
          <w:b w:val="0"/>
          <w:sz w:val="28"/>
        </w:rPr>
      </w:pPr>
    </w:p>
    <w:p w:rsidR="000D6F99" w:rsidRPr="00F63739" w:rsidRDefault="000D6F99">
      <w:pPr>
        <w:pStyle w:val="Par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 w:val="0"/>
          <w:caps/>
          <w:sz w:val="40"/>
        </w:rPr>
      </w:pPr>
      <w:r w:rsidRPr="00F63739">
        <w:rPr>
          <w:b w:val="0"/>
          <w:caps/>
          <w:sz w:val="40"/>
        </w:rPr>
        <w:t xml:space="preserve">E4 </w:t>
      </w:r>
      <w:r w:rsidR="009A0D78">
        <w:rPr>
          <w:b w:val="0"/>
          <w:caps/>
          <w:sz w:val="40"/>
        </w:rPr>
        <w:t>–</w:t>
      </w:r>
      <w:r w:rsidRPr="00F63739">
        <w:rPr>
          <w:b w:val="0"/>
          <w:caps/>
          <w:sz w:val="40"/>
        </w:rPr>
        <w:t xml:space="preserve"> </w:t>
      </w:r>
      <w:r w:rsidR="009A0D78">
        <w:rPr>
          <w:b w:val="0"/>
          <w:caps/>
          <w:sz w:val="40"/>
        </w:rPr>
        <w:t>conception et rÉalisation en chaudronnerie industrielle</w:t>
      </w:r>
    </w:p>
    <w:p w:rsidR="000D6F99" w:rsidRPr="00F63739" w:rsidRDefault="000D6F99">
      <w:pPr>
        <w:pStyle w:val="Par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 w:val="0"/>
          <w:caps/>
          <w:sz w:val="28"/>
        </w:rPr>
      </w:pPr>
    </w:p>
    <w:p w:rsidR="000D6F99" w:rsidRPr="00F63739" w:rsidRDefault="000D6F99">
      <w:pPr>
        <w:pStyle w:val="Par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aps/>
          <w:sz w:val="40"/>
        </w:rPr>
      </w:pPr>
      <w:r w:rsidRPr="00F63739">
        <w:rPr>
          <w:caps/>
          <w:sz w:val="40"/>
        </w:rPr>
        <w:t>U 41</w:t>
      </w:r>
      <w:r w:rsidR="00697F5C">
        <w:rPr>
          <w:caps/>
          <w:sz w:val="40"/>
        </w:rPr>
        <w:t xml:space="preserve"> </w:t>
      </w:r>
      <w:r w:rsidR="009A0D78">
        <w:rPr>
          <w:caps/>
          <w:sz w:val="40"/>
        </w:rPr>
        <w:t>–</w:t>
      </w:r>
      <w:r w:rsidRPr="00F63739">
        <w:rPr>
          <w:caps/>
          <w:sz w:val="40"/>
        </w:rPr>
        <w:t xml:space="preserve"> </w:t>
      </w:r>
      <w:r w:rsidR="009A0D78">
        <w:rPr>
          <w:caps/>
          <w:sz w:val="40"/>
        </w:rPr>
        <w:t>dimensionnement et vÉrification d’ouvrages</w:t>
      </w:r>
    </w:p>
    <w:p w:rsidR="000D6F99" w:rsidRPr="00F63739" w:rsidRDefault="000D6F99">
      <w:pPr>
        <w:pStyle w:val="Par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aps/>
          <w:sz w:val="28"/>
        </w:rPr>
      </w:pPr>
    </w:p>
    <w:p w:rsidR="000D6F99" w:rsidRPr="00F63739" w:rsidRDefault="000D6F99">
      <w:pPr>
        <w:pStyle w:val="Par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 w:val="0"/>
          <w:sz w:val="28"/>
        </w:rPr>
      </w:pPr>
      <w:r w:rsidRPr="00F63739">
        <w:rPr>
          <w:b w:val="0"/>
          <w:sz w:val="28"/>
        </w:rPr>
        <w:t>Durée</w:t>
      </w:r>
      <w:r w:rsidR="00697F5C">
        <w:rPr>
          <w:b w:val="0"/>
          <w:sz w:val="28"/>
        </w:rPr>
        <w:t> :</w:t>
      </w:r>
      <w:r w:rsidRPr="00F63739">
        <w:rPr>
          <w:b w:val="0"/>
          <w:sz w:val="28"/>
        </w:rPr>
        <w:t xml:space="preserve"> 4 h</w:t>
      </w:r>
      <w:r w:rsidR="00697F5C">
        <w:rPr>
          <w:b w:val="0"/>
          <w:sz w:val="28"/>
        </w:rPr>
        <w:t>eures</w:t>
      </w:r>
      <w:r w:rsidRPr="00F63739">
        <w:rPr>
          <w:b w:val="0"/>
          <w:sz w:val="28"/>
        </w:rPr>
        <w:t xml:space="preserve"> - Coefficient</w:t>
      </w:r>
      <w:r w:rsidR="00697F5C">
        <w:rPr>
          <w:b w:val="0"/>
          <w:sz w:val="28"/>
        </w:rPr>
        <w:t xml:space="preserve"> : </w:t>
      </w:r>
      <w:r w:rsidR="009A0D78">
        <w:rPr>
          <w:b w:val="0"/>
          <w:sz w:val="28"/>
        </w:rPr>
        <w:t>3</w:t>
      </w:r>
    </w:p>
    <w:p w:rsidR="000D6F99" w:rsidRPr="00F63739" w:rsidRDefault="000D6F99">
      <w:pPr>
        <w:pStyle w:val="Para"/>
        <w:rPr>
          <w:b w:val="0"/>
        </w:rPr>
      </w:pPr>
    </w:p>
    <w:p w:rsidR="000D6F99" w:rsidRPr="00F63739" w:rsidRDefault="000D6F99">
      <w:pPr>
        <w:pStyle w:val="Para"/>
        <w:rPr>
          <w:b w:val="0"/>
        </w:rPr>
      </w:pPr>
    </w:p>
    <w:p w:rsidR="000D6F99" w:rsidRPr="00F63739" w:rsidRDefault="000D6F99">
      <w:pPr>
        <w:pStyle w:val="Para"/>
        <w:rPr>
          <w:b w:val="0"/>
        </w:rPr>
      </w:pPr>
    </w:p>
    <w:p w:rsidR="000D6F99" w:rsidRPr="00F63739" w:rsidRDefault="000D6F99">
      <w:pPr>
        <w:pStyle w:val="Para"/>
        <w:rPr>
          <w:b w:val="0"/>
        </w:rPr>
      </w:pPr>
    </w:p>
    <w:p w:rsidR="000D6F99" w:rsidRPr="00F63739" w:rsidRDefault="000D6F99">
      <w:pPr>
        <w:pStyle w:val="Para"/>
        <w:spacing w:before="100" w:after="100"/>
      </w:pPr>
    </w:p>
    <w:p w:rsidR="007C65CD" w:rsidRDefault="007C65CD">
      <w:pPr>
        <w:rPr>
          <w:rFonts w:ascii="Arial" w:hAnsi="Arial" w:cs="Arial"/>
          <w:b/>
        </w:rPr>
      </w:pPr>
    </w:p>
    <w:p w:rsidR="007C65CD" w:rsidRDefault="007C65CD">
      <w:pPr>
        <w:rPr>
          <w:rFonts w:ascii="Arial" w:hAnsi="Arial" w:cs="Arial"/>
          <w:b/>
        </w:rPr>
      </w:pPr>
    </w:p>
    <w:p w:rsidR="007C65CD" w:rsidRDefault="007C65CD">
      <w:pPr>
        <w:rPr>
          <w:rFonts w:ascii="Arial" w:hAnsi="Arial" w:cs="Arial"/>
          <w:b/>
        </w:rPr>
      </w:pPr>
    </w:p>
    <w:p w:rsidR="007C65CD" w:rsidRDefault="00E85A41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48.8pt;margin-top:1.25pt;width:183.75pt;height:51pt;z-index:251656704" o:allowincell="f" fillcolor="black">
            <v:shadow color="#868686"/>
            <v:textpath style="font-family:&quot;Arial Black&quot;;v-text-kern:t" trim="t" fitpath="t" string="Éléments de correction"/>
          </v:shape>
        </w:pict>
      </w:r>
    </w:p>
    <w:p w:rsidR="007C65CD" w:rsidRDefault="007C65CD">
      <w:pPr>
        <w:rPr>
          <w:rFonts w:ascii="Arial" w:hAnsi="Arial" w:cs="Arial"/>
          <w:b/>
        </w:rPr>
      </w:pPr>
    </w:p>
    <w:p w:rsidR="007C65CD" w:rsidRDefault="007C65CD">
      <w:pPr>
        <w:rPr>
          <w:rFonts w:ascii="Arial" w:hAnsi="Arial" w:cs="Arial"/>
          <w:b/>
        </w:rPr>
      </w:pPr>
    </w:p>
    <w:p w:rsidR="007C65CD" w:rsidRDefault="007C65CD">
      <w:pPr>
        <w:rPr>
          <w:rFonts w:ascii="Arial" w:hAnsi="Arial" w:cs="Arial"/>
          <w:b/>
        </w:rPr>
      </w:pPr>
    </w:p>
    <w:p w:rsidR="007C65CD" w:rsidRDefault="007C65CD">
      <w:pPr>
        <w:rPr>
          <w:rFonts w:ascii="Arial" w:hAnsi="Arial" w:cs="Arial"/>
          <w:b/>
        </w:rPr>
      </w:pPr>
    </w:p>
    <w:p w:rsidR="007C65CD" w:rsidRDefault="007C65CD">
      <w:pPr>
        <w:rPr>
          <w:rFonts w:ascii="Arial" w:hAnsi="Arial" w:cs="Arial"/>
          <w:b/>
        </w:rPr>
      </w:pPr>
    </w:p>
    <w:p w:rsidR="007C65CD" w:rsidRDefault="007C65CD">
      <w:pPr>
        <w:rPr>
          <w:rFonts w:ascii="Arial" w:hAnsi="Arial" w:cs="Arial"/>
          <w:b/>
        </w:rPr>
      </w:pPr>
    </w:p>
    <w:p w:rsidR="007C65CD" w:rsidRDefault="007C65CD">
      <w:pPr>
        <w:rPr>
          <w:rFonts w:ascii="Arial" w:hAnsi="Arial" w:cs="Arial"/>
          <w:b/>
        </w:rPr>
      </w:pPr>
    </w:p>
    <w:p w:rsidR="007C65CD" w:rsidRDefault="007C65CD">
      <w:pPr>
        <w:rPr>
          <w:rFonts w:ascii="Arial" w:hAnsi="Arial" w:cs="Arial"/>
          <w:b/>
        </w:rPr>
      </w:pPr>
    </w:p>
    <w:p w:rsidR="007C65CD" w:rsidRDefault="007C65CD">
      <w:pPr>
        <w:rPr>
          <w:rFonts w:ascii="Arial" w:hAnsi="Arial" w:cs="Arial"/>
          <w:b/>
        </w:rPr>
      </w:pPr>
    </w:p>
    <w:p w:rsidR="007C65CD" w:rsidRDefault="007C65CD">
      <w:pPr>
        <w:rPr>
          <w:rFonts w:ascii="Arial" w:hAnsi="Arial" w:cs="Arial"/>
          <w:b/>
        </w:rPr>
      </w:pPr>
    </w:p>
    <w:p w:rsidR="007C65CD" w:rsidRDefault="007C65CD">
      <w:pPr>
        <w:rPr>
          <w:rFonts w:ascii="Arial" w:hAnsi="Arial" w:cs="Arial"/>
          <w:b/>
        </w:rPr>
      </w:pPr>
    </w:p>
    <w:p w:rsidR="007C65CD" w:rsidRDefault="007C65CD">
      <w:pPr>
        <w:rPr>
          <w:rFonts w:ascii="Arial" w:hAnsi="Arial" w:cs="Arial"/>
          <w:b/>
        </w:rPr>
      </w:pPr>
    </w:p>
    <w:p w:rsidR="007C65CD" w:rsidRDefault="007C65CD">
      <w:pPr>
        <w:rPr>
          <w:rFonts w:ascii="Arial" w:hAnsi="Arial" w:cs="Arial"/>
          <w:b/>
        </w:rPr>
      </w:pPr>
    </w:p>
    <w:p w:rsidR="007C65CD" w:rsidRDefault="007C65CD">
      <w:pPr>
        <w:rPr>
          <w:rFonts w:ascii="Arial" w:hAnsi="Arial" w:cs="Arial"/>
          <w:b/>
        </w:rPr>
      </w:pPr>
    </w:p>
    <w:p w:rsidR="007C65CD" w:rsidRDefault="007C65CD">
      <w:pPr>
        <w:rPr>
          <w:rFonts w:ascii="Arial" w:hAnsi="Arial" w:cs="Arial"/>
          <w:b/>
        </w:rPr>
      </w:pPr>
    </w:p>
    <w:p w:rsidR="007C65CD" w:rsidRPr="0090154D" w:rsidRDefault="0090154D" w:rsidP="0090154D">
      <w:pPr>
        <w:spacing w:after="240"/>
        <w:jc w:val="center"/>
        <w:rPr>
          <w:b/>
          <w:sz w:val="32"/>
          <w:szCs w:val="32"/>
          <w:lang w:eastAsia="fr-FR"/>
        </w:rPr>
      </w:pPr>
      <w:r w:rsidRPr="0090154D">
        <w:rPr>
          <w:b/>
          <w:sz w:val="32"/>
          <w:szCs w:val="32"/>
          <w:lang w:eastAsia="fr-FR"/>
        </w:rPr>
        <w:lastRenderedPageBreak/>
        <w:t>Codes et règlements</w:t>
      </w:r>
    </w:p>
    <w:p w:rsidR="007C65CD" w:rsidRPr="00B71640" w:rsidRDefault="007C65CD" w:rsidP="007C65CD">
      <w:pPr>
        <w:numPr>
          <w:ilvl w:val="0"/>
          <w:numId w:val="3"/>
        </w:numPr>
        <w:ind w:hanging="717"/>
        <w:rPr>
          <w:b/>
          <w:sz w:val="28"/>
          <w:szCs w:val="28"/>
          <w:lang w:eastAsia="fr-FR"/>
        </w:rPr>
      </w:pPr>
      <w:r w:rsidRPr="007C65CD">
        <w:rPr>
          <w:sz w:val="24"/>
          <w:szCs w:val="24"/>
          <w:lang w:eastAsia="fr-FR"/>
        </w:rPr>
        <w:t xml:space="preserve">  </w:t>
      </w:r>
      <w:r w:rsidR="00C50A7D" w:rsidRPr="00B71640">
        <w:rPr>
          <w:sz w:val="24"/>
          <w:szCs w:val="24"/>
          <w:lang w:eastAsia="fr-FR"/>
        </w:rPr>
        <w:t>V</w:t>
      </w:r>
      <w:r w:rsidR="00C50A7D" w:rsidRPr="00B71640">
        <w:rPr>
          <w:sz w:val="24"/>
          <w:szCs w:val="24"/>
          <w:vertAlign w:val="subscript"/>
          <w:lang w:eastAsia="fr-FR"/>
        </w:rPr>
        <w:t>int</w:t>
      </w:r>
      <w:r w:rsidR="00C50A7D" w:rsidRPr="00B71640">
        <w:rPr>
          <w:sz w:val="24"/>
          <w:szCs w:val="24"/>
          <w:lang w:eastAsia="fr-FR"/>
        </w:rPr>
        <w:t xml:space="preserve"> =V </w:t>
      </w:r>
      <w:r w:rsidR="00C50A7D" w:rsidRPr="00B71640">
        <w:rPr>
          <w:sz w:val="24"/>
          <w:szCs w:val="24"/>
          <w:vertAlign w:val="subscript"/>
          <w:lang w:eastAsia="fr-FR"/>
        </w:rPr>
        <w:t>virole</w:t>
      </w:r>
      <w:r w:rsidR="00C50A7D" w:rsidRPr="00B71640">
        <w:rPr>
          <w:sz w:val="24"/>
          <w:szCs w:val="24"/>
          <w:lang w:eastAsia="fr-FR"/>
        </w:rPr>
        <w:t xml:space="preserve"> + V </w:t>
      </w:r>
      <w:r w:rsidR="00C50A7D" w:rsidRPr="00B71640">
        <w:rPr>
          <w:sz w:val="24"/>
          <w:szCs w:val="24"/>
          <w:vertAlign w:val="subscript"/>
          <w:lang w:eastAsia="fr-FR"/>
        </w:rPr>
        <w:t>fond</w:t>
      </w:r>
      <w:r w:rsidRPr="00B71640">
        <w:rPr>
          <w:sz w:val="24"/>
          <w:szCs w:val="24"/>
          <w:lang w:eastAsia="fr-FR"/>
        </w:rPr>
        <w:t xml:space="preserve">                </w:t>
      </w:r>
    </w:p>
    <w:p w:rsidR="007C65CD" w:rsidRPr="00B71640" w:rsidRDefault="00C50A7D" w:rsidP="00C50A7D">
      <w:pPr>
        <w:numPr>
          <w:ilvl w:val="0"/>
          <w:numId w:val="8"/>
        </w:numPr>
        <w:jc w:val="both"/>
        <w:rPr>
          <w:bCs/>
          <w:iCs/>
          <w:sz w:val="24"/>
          <w:szCs w:val="24"/>
          <w:lang w:eastAsia="fr-FR"/>
        </w:rPr>
      </w:pPr>
      <w:r w:rsidRPr="00B71640">
        <w:rPr>
          <w:bCs/>
          <w:iCs/>
          <w:sz w:val="24"/>
          <w:szCs w:val="24"/>
          <w:lang w:eastAsia="fr-FR"/>
        </w:rPr>
        <w:t>Virole : Di=De-2en = 3.4 – (2 * 0.016)=3.368 m</w:t>
      </w:r>
    </w:p>
    <w:p w:rsidR="00C50A7D" w:rsidRPr="00B71640" w:rsidRDefault="00C50A7D" w:rsidP="00C50A7D">
      <w:pPr>
        <w:ind w:left="1416"/>
        <w:jc w:val="both"/>
        <w:rPr>
          <w:bCs/>
          <w:iCs/>
          <w:sz w:val="24"/>
          <w:szCs w:val="24"/>
          <w:lang w:eastAsia="fr-FR"/>
        </w:rPr>
      </w:pPr>
      <w:r w:rsidRPr="00B71640">
        <w:rPr>
          <w:bCs/>
          <w:iCs/>
          <w:sz w:val="24"/>
          <w:szCs w:val="24"/>
          <w:lang w:eastAsia="fr-FR"/>
        </w:rPr>
        <w:t xml:space="preserve"> V </w:t>
      </w:r>
      <w:r w:rsidRPr="00B71640">
        <w:rPr>
          <w:bCs/>
          <w:iCs/>
          <w:sz w:val="24"/>
          <w:szCs w:val="24"/>
          <w:vertAlign w:val="subscript"/>
          <w:lang w:eastAsia="fr-FR"/>
        </w:rPr>
        <w:t>virole</w:t>
      </w:r>
      <w:r w:rsidRPr="00B71640">
        <w:rPr>
          <w:bCs/>
          <w:iCs/>
          <w:sz w:val="24"/>
          <w:szCs w:val="24"/>
          <w:lang w:eastAsia="fr-FR"/>
        </w:rPr>
        <w:t xml:space="preserve"> = (</w:t>
      </w:r>
      <w:proofErr w:type="gramStart"/>
      <w:r w:rsidRPr="00B71640">
        <w:rPr>
          <w:bCs/>
          <w:iCs/>
          <w:sz w:val="24"/>
          <w:szCs w:val="24"/>
          <w:lang w:eastAsia="fr-FR"/>
        </w:rPr>
        <w:t>π .</w:t>
      </w:r>
      <w:proofErr w:type="gramEnd"/>
      <w:r w:rsidRPr="00B71640">
        <w:rPr>
          <w:bCs/>
          <w:iCs/>
          <w:sz w:val="24"/>
          <w:szCs w:val="24"/>
          <w:lang w:eastAsia="fr-FR"/>
        </w:rPr>
        <w:t xml:space="preserve"> 3.368</w:t>
      </w:r>
      <w:r w:rsidRPr="00B71640">
        <w:rPr>
          <w:bCs/>
          <w:iCs/>
          <w:sz w:val="24"/>
          <w:szCs w:val="24"/>
          <w:vertAlign w:val="superscript"/>
          <w:lang w:eastAsia="fr-FR"/>
        </w:rPr>
        <w:t>2</w:t>
      </w:r>
      <w:r w:rsidRPr="00B71640">
        <w:rPr>
          <w:bCs/>
          <w:iCs/>
          <w:sz w:val="24"/>
          <w:szCs w:val="24"/>
          <w:lang w:eastAsia="fr-FR"/>
        </w:rPr>
        <w:t xml:space="preserve"> /4) * 11.9 = 106 m</w:t>
      </w:r>
      <w:r w:rsidRPr="00B71640">
        <w:rPr>
          <w:bCs/>
          <w:iCs/>
          <w:sz w:val="24"/>
          <w:szCs w:val="24"/>
          <w:vertAlign w:val="superscript"/>
          <w:lang w:eastAsia="fr-FR"/>
        </w:rPr>
        <w:t>3</w:t>
      </w:r>
    </w:p>
    <w:p w:rsidR="007C65CD" w:rsidRPr="00B71640" w:rsidRDefault="00C50A7D" w:rsidP="00C50A7D">
      <w:pPr>
        <w:numPr>
          <w:ilvl w:val="0"/>
          <w:numId w:val="8"/>
        </w:numPr>
        <w:jc w:val="both"/>
        <w:rPr>
          <w:bCs/>
          <w:iCs/>
          <w:sz w:val="24"/>
          <w:szCs w:val="24"/>
          <w:lang w:eastAsia="fr-FR"/>
        </w:rPr>
      </w:pPr>
      <w:r w:rsidRPr="00B71640">
        <w:rPr>
          <w:bCs/>
          <w:iCs/>
          <w:sz w:val="24"/>
          <w:szCs w:val="24"/>
          <w:lang w:eastAsia="fr-FR"/>
        </w:rPr>
        <w:t xml:space="preserve">Fonds : </w:t>
      </w:r>
      <w:r w:rsidRPr="00B71640">
        <w:rPr>
          <w:sz w:val="24"/>
          <w:szCs w:val="24"/>
          <w:lang w:eastAsia="fr-FR"/>
        </w:rPr>
        <w:t xml:space="preserve">V </w:t>
      </w:r>
      <w:r w:rsidRPr="00B71640">
        <w:rPr>
          <w:sz w:val="24"/>
          <w:szCs w:val="24"/>
          <w:vertAlign w:val="subscript"/>
          <w:lang w:eastAsia="fr-FR"/>
        </w:rPr>
        <w:t>fond</w:t>
      </w:r>
      <w:r w:rsidRPr="00B71640">
        <w:rPr>
          <w:sz w:val="24"/>
          <w:szCs w:val="24"/>
          <w:lang w:eastAsia="fr-FR"/>
        </w:rPr>
        <w:t xml:space="preserve"> = 2 * 3.75 = 7.5 m</w:t>
      </w:r>
      <w:r w:rsidRPr="00B71640">
        <w:rPr>
          <w:sz w:val="24"/>
          <w:szCs w:val="24"/>
          <w:vertAlign w:val="superscript"/>
          <w:lang w:eastAsia="fr-FR"/>
        </w:rPr>
        <w:t>3</w:t>
      </w:r>
    </w:p>
    <w:p w:rsidR="007C65CD" w:rsidRPr="00B71640" w:rsidRDefault="00C50A7D" w:rsidP="007C65CD">
      <w:pPr>
        <w:jc w:val="both"/>
        <w:rPr>
          <w:sz w:val="24"/>
          <w:szCs w:val="24"/>
          <w:lang w:eastAsia="fr-FR"/>
        </w:rPr>
      </w:pPr>
      <w:r w:rsidRPr="00B71640">
        <w:rPr>
          <w:sz w:val="24"/>
          <w:szCs w:val="24"/>
          <w:lang w:eastAsia="fr-FR"/>
        </w:rPr>
        <w:t xml:space="preserve">             V</w:t>
      </w:r>
      <w:r w:rsidRPr="00B71640">
        <w:rPr>
          <w:sz w:val="24"/>
          <w:szCs w:val="24"/>
          <w:vertAlign w:val="subscript"/>
          <w:lang w:eastAsia="fr-FR"/>
        </w:rPr>
        <w:t>int</w:t>
      </w:r>
      <w:r w:rsidRPr="00B71640">
        <w:rPr>
          <w:sz w:val="24"/>
          <w:szCs w:val="24"/>
          <w:lang w:eastAsia="fr-FR"/>
        </w:rPr>
        <w:t xml:space="preserve"> = 106 + 7.5 = 113.5 m</w:t>
      </w:r>
      <w:r w:rsidRPr="00B71640">
        <w:rPr>
          <w:sz w:val="24"/>
          <w:szCs w:val="24"/>
          <w:vertAlign w:val="superscript"/>
          <w:lang w:eastAsia="fr-FR"/>
        </w:rPr>
        <w:t>3</w:t>
      </w:r>
    </w:p>
    <w:p w:rsidR="007C65CD" w:rsidRPr="00B71640" w:rsidRDefault="007C65CD" w:rsidP="007C65CD">
      <w:pPr>
        <w:jc w:val="both"/>
        <w:rPr>
          <w:bCs/>
          <w:iCs/>
          <w:sz w:val="24"/>
          <w:szCs w:val="24"/>
          <w:lang w:eastAsia="fr-FR"/>
        </w:rPr>
      </w:pPr>
    </w:p>
    <w:p w:rsidR="007C65CD" w:rsidRPr="00B71640" w:rsidRDefault="007C65CD" w:rsidP="004815EC">
      <w:pPr>
        <w:numPr>
          <w:ilvl w:val="1"/>
          <w:numId w:val="2"/>
        </w:numPr>
        <w:tabs>
          <w:tab w:val="clear" w:pos="1440"/>
          <w:tab w:val="left" w:pos="0"/>
        </w:tabs>
        <w:ind w:left="362" w:hanging="362"/>
        <w:jc w:val="both"/>
        <w:rPr>
          <w:b/>
          <w:sz w:val="28"/>
          <w:szCs w:val="28"/>
          <w:lang w:eastAsia="fr-FR"/>
        </w:rPr>
      </w:pPr>
      <w:r w:rsidRPr="00B71640">
        <w:rPr>
          <w:b/>
          <w:sz w:val="28"/>
          <w:szCs w:val="28"/>
          <w:lang w:eastAsia="fr-FR"/>
        </w:rPr>
        <w:t xml:space="preserve"> </w:t>
      </w:r>
      <w:r w:rsidRPr="00B71640">
        <w:rPr>
          <w:bCs/>
          <w:sz w:val="24"/>
          <w:szCs w:val="24"/>
          <w:lang w:eastAsia="fr-FR"/>
        </w:rPr>
        <w:t>C</w:t>
      </w:r>
      <w:r w:rsidR="004815EC" w:rsidRPr="00B71640">
        <w:rPr>
          <w:bCs/>
          <w:sz w:val="24"/>
          <w:szCs w:val="24"/>
          <w:lang w:eastAsia="fr-FR"/>
        </w:rPr>
        <w:t>aractéristique donnée = 110 m</w:t>
      </w:r>
      <w:r w:rsidR="004815EC" w:rsidRPr="00B71640">
        <w:rPr>
          <w:bCs/>
          <w:sz w:val="24"/>
          <w:szCs w:val="24"/>
          <w:vertAlign w:val="superscript"/>
          <w:lang w:eastAsia="fr-FR"/>
        </w:rPr>
        <w:t xml:space="preserve">3     </w:t>
      </w:r>
      <w:r w:rsidR="004815EC" w:rsidRPr="00B71640">
        <w:rPr>
          <w:bCs/>
          <w:sz w:val="24"/>
          <w:szCs w:val="24"/>
          <w:lang w:eastAsia="fr-FR"/>
        </w:rPr>
        <w:t>Acceptable</w:t>
      </w:r>
    </w:p>
    <w:p w:rsidR="007C65CD" w:rsidRPr="00B71640" w:rsidRDefault="004815EC" w:rsidP="004815EC">
      <w:pPr>
        <w:tabs>
          <w:tab w:val="left" w:pos="0"/>
        </w:tabs>
        <w:ind w:left="362"/>
        <w:jc w:val="both"/>
        <w:rPr>
          <w:bCs/>
          <w:sz w:val="24"/>
          <w:szCs w:val="24"/>
          <w:lang w:eastAsia="fr-FR"/>
        </w:rPr>
      </w:pPr>
      <w:r w:rsidRPr="00B71640">
        <w:rPr>
          <w:bCs/>
          <w:sz w:val="24"/>
          <w:szCs w:val="24"/>
          <w:lang w:eastAsia="fr-FR"/>
        </w:rPr>
        <w:t>La différence peut s’expliquer par le volume occupé par les différents accessoires intérieurs.</w:t>
      </w:r>
    </w:p>
    <w:p w:rsidR="007C65CD" w:rsidRPr="00B71640" w:rsidRDefault="007C65CD" w:rsidP="007C65CD">
      <w:pPr>
        <w:tabs>
          <w:tab w:val="left" w:pos="0"/>
        </w:tabs>
        <w:jc w:val="both"/>
        <w:rPr>
          <w:bCs/>
          <w:sz w:val="24"/>
          <w:szCs w:val="24"/>
          <w:lang w:eastAsia="fr-FR"/>
        </w:rPr>
      </w:pPr>
    </w:p>
    <w:p w:rsidR="007C65CD" w:rsidRPr="00B71640" w:rsidRDefault="003F0CEB" w:rsidP="003F0CEB">
      <w:pPr>
        <w:tabs>
          <w:tab w:val="left" w:pos="0"/>
        </w:tabs>
        <w:jc w:val="both"/>
        <w:rPr>
          <w:bCs/>
          <w:sz w:val="24"/>
          <w:szCs w:val="24"/>
          <w:lang w:eastAsia="fr-FR"/>
        </w:rPr>
      </w:pPr>
      <w:r w:rsidRPr="00B71640">
        <w:rPr>
          <w:b/>
          <w:bCs/>
          <w:sz w:val="24"/>
          <w:szCs w:val="24"/>
          <w:lang w:eastAsia="fr-FR"/>
        </w:rPr>
        <w:t>2-1</w:t>
      </w:r>
      <w:r w:rsidRPr="00B71640">
        <w:rPr>
          <w:bCs/>
          <w:sz w:val="24"/>
          <w:szCs w:val="24"/>
          <w:lang w:eastAsia="fr-FR"/>
        </w:rPr>
        <w:t xml:space="preserve"> Vapeur =&gt; Gaz du groupe 2</w:t>
      </w:r>
    </w:p>
    <w:p w:rsidR="003F0CEB" w:rsidRPr="00B71640" w:rsidRDefault="003F0CEB" w:rsidP="003F0CEB">
      <w:pPr>
        <w:tabs>
          <w:tab w:val="left" w:pos="0"/>
        </w:tabs>
        <w:jc w:val="both"/>
        <w:rPr>
          <w:bCs/>
          <w:sz w:val="24"/>
          <w:szCs w:val="24"/>
          <w:lang w:eastAsia="fr-FR"/>
        </w:rPr>
      </w:pPr>
      <w:r w:rsidRPr="00B71640">
        <w:rPr>
          <w:bCs/>
          <w:sz w:val="24"/>
          <w:szCs w:val="24"/>
          <w:lang w:eastAsia="fr-FR"/>
        </w:rPr>
        <w:t xml:space="preserve">       Tableau GA5232 : P=3.8 bar et V=110 000 litres =&gt; Catégorie de risque III</w:t>
      </w:r>
    </w:p>
    <w:p w:rsidR="003F0CEB" w:rsidRPr="00B71640" w:rsidRDefault="003F0CEB" w:rsidP="003F0CEB">
      <w:pPr>
        <w:tabs>
          <w:tab w:val="left" w:pos="0"/>
        </w:tabs>
        <w:jc w:val="both"/>
        <w:rPr>
          <w:bCs/>
          <w:sz w:val="24"/>
          <w:szCs w:val="24"/>
          <w:lang w:eastAsia="fr-FR"/>
        </w:rPr>
      </w:pPr>
    </w:p>
    <w:p w:rsidR="003F0CEB" w:rsidRPr="00B71640" w:rsidRDefault="003F0CEB" w:rsidP="003F0CEB">
      <w:pPr>
        <w:tabs>
          <w:tab w:val="left" w:pos="0"/>
        </w:tabs>
        <w:jc w:val="both"/>
        <w:rPr>
          <w:bCs/>
          <w:sz w:val="24"/>
          <w:szCs w:val="24"/>
          <w:lang w:eastAsia="fr-FR"/>
        </w:rPr>
      </w:pPr>
      <w:r w:rsidRPr="00B71640">
        <w:rPr>
          <w:b/>
          <w:bCs/>
          <w:sz w:val="24"/>
          <w:szCs w:val="24"/>
          <w:lang w:eastAsia="fr-FR"/>
        </w:rPr>
        <w:t>2-2</w:t>
      </w:r>
      <w:r w:rsidRPr="00B71640">
        <w:rPr>
          <w:bCs/>
          <w:sz w:val="24"/>
          <w:szCs w:val="24"/>
          <w:lang w:eastAsia="fr-FR"/>
        </w:rPr>
        <w:t xml:space="preserve"> Risques III et évaluation des facteurs moyenne =&gt; Catégorie de construction B2</w:t>
      </w:r>
    </w:p>
    <w:p w:rsidR="003F0CEB" w:rsidRPr="00B71640" w:rsidRDefault="003F0CEB" w:rsidP="003F0CEB">
      <w:pPr>
        <w:tabs>
          <w:tab w:val="left" w:pos="0"/>
        </w:tabs>
        <w:jc w:val="both"/>
        <w:rPr>
          <w:bCs/>
          <w:sz w:val="24"/>
          <w:szCs w:val="24"/>
          <w:lang w:eastAsia="fr-FR"/>
        </w:rPr>
      </w:pPr>
    </w:p>
    <w:p w:rsidR="003F0CEB" w:rsidRPr="00B71640" w:rsidRDefault="003F0CEB" w:rsidP="003F0CEB">
      <w:pPr>
        <w:tabs>
          <w:tab w:val="left" w:pos="0"/>
        </w:tabs>
        <w:jc w:val="both"/>
        <w:rPr>
          <w:bCs/>
          <w:sz w:val="24"/>
          <w:szCs w:val="24"/>
          <w:vertAlign w:val="subscript"/>
          <w:lang w:eastAsia="fr-FR"/>
        </w:rPr>
      </w:pPr>
      <w:r w:rsidRPr="00B71640">
        <w:rPr>
          <w:b/>
          <w:bCs/>
          <w:sz w:val="24"/>
          <w:szCs w:val="24"/>
          <w:lang w:eastAsia="fr-FR"/>
        </w:rPr>
        <w:t>2-3</w:t>
      </w:r>
      <w:r w:rsidRPr="00B71640">
        <w:rPr>
          <w:bCs/>
          <w:sz w:val="24"/>
          <w:szCs w:val="24"/>
          <w:lang w:eastAsia="fr-FR"/>
        </w:rPr>
        <w:t xml:space="preserve"> Tableau GA542 : z=0.85 et contrainte f</w:t>
      </w:r>
      <w:r w:rsidRPr="00B71640">
        <w:rPr>
          <w:bCs/>
          <w:sz w:val="24"/>
          <w:szCs w:val="24"/>
          <w:vertAlign w:val="subscript"/>
          <w:lang w:eastAsia="fr-FR"/>
        </w:rPr>
        <w:t>1</w:t>
      </w:r>
    </w:p>
    <w:p w:rsidR="003F0CEB" w:rsidRPr="00B71640" w:rsidRDefault="003F0CEB" w:rsidP="003F0CEB">
      <w:pPr>
        <w:tabs>
          <w:tab w:val="left" w:pos="0"/>
        </w:tabs>
        <w:jc w:val="both"/>
        <w:rPr>
          <w:bCs/>
          <w:sz w:val="24"/>
          <w:szCs w:val="24"/>
          <w:vertAlign w:val="subscript"/>
          <w:lang w:eastAsia="fr-FR"/>
        </w:rPr>
      </w:pPr>
    </w:p>
    <w:p w:rsidR="00372849" w:rsidRPr="00B71640" w:rsidRDefault="00372849" w:rsidP="00372849">
      <w:pPr>
        <w:tabs>
          <w:tab w:val="left" w:pos="0"/>
        </w:tabs>
        <w:jc w:val="both"/>
        <w:rPr>
          <w:bCs/>
          <w:sz w:val="24"/>
          <w:szCs w:val="24"/>
          <w:lang w:eastAsia="fr-FR"/>
        </w:rPr>
      </w:pPr>
      <w:r w:rsidRPr="00B71640">
        <w:rPr>
          <w:b/>
          <w:bCs/>
          <w:sz w:val="24"/>
          <w:szCs w:val="24"/>
          <w:lang w:eastAsia="fr-FR"/>
        </w:rPr>
        <w:t>3-1</w:t>
      </w:r>
      <w:r w:rsidRPr="00B71640">
        <w:rPr>
          <w:bCs/>
          <w:sz w:val="24"/>
          <w:szCs w:val="24"/>
          <w:lang w:eastAsia="fr-FR"/>
        </w:rPr>
        <w:t xml:space="preserve"> </w:t>
      </w:r>
      <w:r w:rsidRPr="00B71640">
        <w:rPr>
          <w:bCs/>
          <w:sz w:val="24"/>
          <w:szCs w:val="24"/>
          <w:u w:val="single"/>
          <w:lang w:eastAsia="fr-FR"/>
        </w:rPr>
        <w:t>SNS</w:t>
      </w:r>
      <w:r w:rsidRPr="00F969FD">
        <w:rPr>
          <w:bCs/>
          <w:sz w:val="24"/>
          <w:szCs w:val="24"/>
          <w:lang w:eastAsia="fr-FR"/>
        </w:rPr>
        <w:t> </w:t>
      </w:r>
      <w:r w:rsidRPr="00B71640">
        <w:rPr>
          <w:bCs/>
          <w:sz w:val="24"/>
          <w:szCs w:val="24"/>
          <w:lang w:eastAsia="fr-FR"/>
        </w:rPr>
        <w:t xml:space="preserve">: P265GH Acier au carbone, θ=200°C, </w:t>
      </w:r>
      <w:proofErr w:type="spellStart"/>
      <w:r w:rsidRPr="00B71640">
        <w:rPr>
          <w:bCs/>
          <w:sz w:val="24"/>
          <w:szCs w:val="24"/>
          <w:lang w:eastAsia="fr-FR"/>
        </w:rPr>
        <w:t>R</w:t>
      </w:r>
      <w:r w:rsidRPr="00B71640">
        <w:rPr>
          <w:bCs/>
          <w:sz w:val="24"/>
          <w:szCs w:val="24"/>
          <w:vertAlign w:val="subscript"/>
          <w:lang w:eastAsia="fr-FR"/>
        </w:rPr>
        <w:t>m</w:t>
      </w:r>
      <w:proofErr w:type="spellEnd"/>
      <w:r w:rsidRPr="00B71640">
        <w:rPr>
          <w:bCs/>
          <w:sz w:val="24"/>
          <w:szCs w:val="24"/>
          <w:vertAlign w:val="subscript"/>
          <w:lang w:eastAsia="fr-FR"/>
        </w:rPr>
        <w:t xml:space="preserve"> </w:t>
      </w:r>
      <w:r w:rsidRPr="00B71640">
        <w:rPr>
          <w:bCs/>
          <w:sz w:val="24"/>
          <w:szCs w:val="24"/>
          <w:lang w:eastAsia="fr-FR"/>
        </w:rPr>
        <w:t xml:space="preserve">= 410 </w:t>
      </w:r>
      <w:proofErr w:type="spellStart"/>
      <w:r w:rsidRPr="00B71640">
        <w:rPr>
          <w:bCs/>
          <w:sz w:val="24"/>
          <w:szCs w:val="24"/>
          <w:lang w:eastAsia="fr-FR"/>
        </w:rPr>
        <w:t>Mpa</w:t>
      </w:r>
      <w:proofErr w:type="spellEnd"/>
      <w:r w:rsidRPr="00B71640">
        <w:rPr>
          <w:bCs/>
          <w:sz w:val="24"/>
          <w:szCs w:val="24"/>
          <w:lang w:eastAsia="fr-FR"/>
        </w:rPr>
        <w:t xml:space="preserve">, </w:t>
      </w:r>
      <m:oMath>
        <m:sSubSup>
          <m:sSubSupPr>
            <m:ctrlPr>
              <w:rPr>
                <w:rFonts w:ascii="Cambria Math" w:hAnsi="Cambria Math"/>
                <w:bCs/>
                <w:i/>
                <w:sz w:val="24"/>
                <w:szCs w:val="24"/>
                <w:lang w:eastAsia="fr-FR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eastAsia="fr-FR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lang w:eastAsia="fr-FR"/>
              </w:rPr>
              <m:t>P0,2</m:t>
            </m:r>
          </m:sub>
          <m:sup>
            <m:r>
              <w:rPr>
                <w:rFonts w:ascii="Cambria Math" w:hAnsi="Cambria Math"/>
                <w:sz w:val="24"/>
                <w:szCs w:val="24"/>
                <w:lang w:eastAsia="fr-FR"/>
              </w:rPr>
              <m:t>200°</m:t>
            </m:r>
          </m:sup>
        </m:sSubSup>
      </m:oMath>
      <w:r w:rsidRPr="00B71640">
        <w:rPr>
          <w:bCs/>
          <w:iCs/>
          <w:sz w:val="24"/>
          <w:szCs w:val="24"/>
          <w:lang w:eastAsia="fr-FR"/>
        </w:rPr>
        <w:t xml:space="preserve">= 205 </w:t>
      </w:r>
      <w:proofErr w:type="spellStart"/>
      <w:r w:rsidRPr="00B71640">
        <w:rPr>
          <w:bCs/>
          <w:iCs/>
          <w:sz w:val="24"/>
          <w:szCs w:val="24"/>
          <w:lang w:eastAsia="fr-FR"/>
        </w:rPr>
        <w:t>Mpa</w:t>
      </w:r>
      <w:proofErr w:type="spellEnd"/>
    </w:p>
    <w:p w:rsidR="00965D05" w:rsidRPr="00B71640" w:rsidRDefault="00372849" w:rsidP="00372849">
      <w:pPr>
        <w:tabs>
          <w:tab w:val="left" w:pos="0"/>
        </w:tabs>
        <w:jc w:val="both"/>
        <w:rPr>
          <w:bCs/>
          <w:iCs/>
          <w:sz w:val="24"/>
          <w:szCs w:val="24"/>
          <w:lang w:eastAsia="fr-FR"/>
        </w:rPr>
      </w:pPr>
      <w:r w:rsidRPr="00B71640">
        <w:rPr>
          <w:bCs/>
          <w:iCs/>
          <w:sz w:val="24"/>
          <w:szCs w:val="24"/>
          <w:lang w:eastAsia="fr-FR"/>
        </w:rPr>
        <w:tab/>
        <w:t>Calcul de f</w:t>
      </w:r>
      <w:r w:rsidRPr="00B71640">
        <w:rPr>
          <w:bCs/>
          <w:iCs/>
          <w:sz w:val="24"/>
          <w:szCs w:val="24"/>
          <w:vertAlign w:val="subscript"/>
          <w:lang w:eastAsia="fr-FR"/>
        </w:rPr>
        <w:t>1</w:t>
      </w:r>
      <w:r w:rsidRPr="00B71640">
        <w:rPr>
          <w:bCs/>
          <w:iCs/>
          <w:sz w:val="24"/>
          <w:szCs w:val="24"/>
          <w:lang w:eastAsia="fr-FR"/>
        </w:rPr>
        <w:t xml:space="preserve"> = Min </w:t>
      </w:r>
      <m:oMath>
        <m:d>
          <m:dPr>
            <m:begChr m:val="{"/>
            <m:endChr m:val="}"/>
            <m:ctrlPr>
              <w:rPr>
                <w:rFonts w:ascii="Cambria Math" w:hAnsi="Cambria Math"/>
                <w:bCs/>
                <w:i/>
                <w:iCs/>
                <w:sz w:val="24"/>
                <w:szCs w:val="24"/>
                <w:lang w:eastAsia="fr-FR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Cs/>
                    <w:i/>
                    <w:iCs/>
                    <w:sz w:val="24"/>
                    <w:szCs w:val="24"/>
                    <w:lang w:eastAsia="fr-FR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/>
                        <w:bCs/>
                        <w:i/>
                        <w:iCs/>
                        <w:sz w:val="24"/>
                        <w:szCs w:val="24"/>
                        <w:lang w:eastAsia="fr-FR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eastAsia="fr-FR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eastAsia="fr-FR"/>
                      </w:rPr>
                      <m:t>P0,2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eastAsia="fr-FR"/>
                      </w:rPr>
                      <m:t>200°</m:t>
                    </m:r>
                  </m:sup>
                </m:sSubSup>
              </m:num>
              <m:den>
                <m:r>
                  <w:rPr>
                    <w:rFonts w:ascii="Cambria Math" w:hAnsi="Cambria Math"/>
                    <w:sz w:val="24"/>
                    <w:szCs w:val="24"/>
                    <w:lang w:eastAsia="fr-FR"/>
                  </w:rPr>
                  <m:t>1,5</m:t>
                </m:r>
              </m:den>
            </m:f>
            <m:r>
              <w:rPr>
                <w:rFonts w:ascii="Cambria Math" w:hAnsi="Cambria Math"/>
                <w:sz w:val="24"/>
                <w:szCs w:val="24"/>
                <w:lang w:eastAsia="fr-FR"/>
              </w:rPr>
              <m:t>;</m:t>
            </m:r>
            <m:f>
              <m:fPr>
                <m:ctrlPr>
                  <w:rPr>
                    <w:rFonts w:ascii="Cambria Math" w:hAnsi="Cambria Math"/>
                    <w:bCs/>
                    <w:i/>
                    <w:iCs/>
                    <w:sz w:val="24"/>
                    <w:szCs w:val="24"/>
                    <w:lang w:eastAsia="fr-FR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iCs/>
                        <w:sz w:val="24"/>
                        <w:szCs w:val="24"/>
                        <w:lang w:eastAsia="fr-F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eastAsia="fr-FR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eastAsia="fr-FR"/>
                      </w:rPr>
                      <m:t>m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24"/>
                    <w:szCs w:val="24"/>
                    <w:lang w:eastAsia="fr-FR"/>
                  </w:rPr>
                  <m:t>2,4</m:t>
                </m:r>
              </m:den>
            </m:f>
          </m:e>
        </m:d>
      </m:oMath>
      <w:r w:rsidRPr="00B71640">
        <w:rPr>
          <w:bCs/>
          <w:iCs/>
          <w:sz w:val="24"/>
          <w:szCs w:val="24"/>
          <w:lang w:eastAsia="fr-FR"/>
        </w:rPr>
        <w:t xml:space="preserve">= Min </w:t>
      </w:r>
      <m:oMath>
        <m:d>
          <m:dPr>
            <m:begChr m:val="{"/>
            <m:endChr m:val="}"/>
            <m:ctrlPr>
              <w:rPr>
                <w:rFonts w:ascii="Cambria Math" w:hAnsi="Cambria Math"/>
                <w:bCs/>
                <w:i/>
                <w:iCs/>
                <w:sz w:val="24"/>
                <w:szCs w:val="24"/>
                <w:lang w:eastAsia="fr-FR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Cs/>
                    <w:i/>
                    <w:iCs/>
                    <w:sz w:val="24"/>
                    <w:szCs w:val="24"/>
                    <w:lang w:eastAsia="fr-FR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  <w:lang w:eastAsia="fr-FR"/>
                  </w:rPr>
                  <m:t>205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  <w:lang w:eastAsia="fr-FR"/>
                  </w:rPr>
                  <m:t>1,5</m:t>
                </m:r>
              </m:den>
            </m:f>
            <m:r>
              <w:rPr>
                <w:rFonts w:ascii="Cambria Math" w:hAnsi="Cambria Math"/>
                <w:sz w:val="24"/>
                <w:szCs w:val="24"/>
                <w:lang w:eastAsia="fr-FR"/>
              </w:rPr>
              <m:t>;</m:t>
            </m:r>
            <m:f>
              <m:fPr>
                <m:ctrlPr>
                  <w:rPr>
                    <w:rFonts w:ascii="Cambria Math" w:hAnsi="Cambria Math"/>
                    <w:bCs/>
                    <w:i/>
                    <w:iCs/>
                    <w:sz w:val="24"/>
                    <w:szCs w:val="24"/>
                    <w:lang w:eastAsia="fr-FR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  <w:lang w:eastAsia="fr-FR"/>
                  </w:rPr>
                  <m:t>410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  <w:lang w:eastAsia="fr-FR"/>
                  </w:rPr>
                  <m:t>2,4</m:t>
                </m:r>
              </m:den>
            </m:f>
          </m:e>
        </m:d>
      </m:oMath>
      <w:r w:rsidRPr="00B71640">
        <w:rPr>
          <w:bCs/>
          <w:iCs/>
          <w:sz w:val="24"/>
          <w:szCs w:val="24"/>
          <w:lang w:eastAsia="fr-FR"/>
        </w:rPr>
        <w:t>= Min</w:t>
      </w:r>
      <m:oMath>
        <m:d>
          <m:dPr>
            <m:begChr m:val="{"/>
            <m:endChr m:val="}"/>
            <m:ctrlPr>
              <w:rPr>
                <w:rFonts w:ascii="Cambria Math" w:hAnsi="Cambria Math"/>
                <w:bCs/>
                <w:i/>
                <w:iCs/>
                <w:sz w:val="24"/>
                <w:szCs w:val="24"/>
                <w:lang w:eastAsia="fr-FR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eastAsia="fr-FR"/>
              </w:rPr>
              <m:t xml:space="preserve">136,67  ;170,8 </m:t>
            </m:r>
          </m:e>
        </m:d>
      </m:oMath>
      <w:r w:rsidRPr="00B71640">
        <w:rPr>
          <w:bCs/>
          <w:iCs/>
          <w:sz w:val="24"/>
          <w:szCs w:val="24"/>
          <w:lang w:eastAsia="fr-FR"/>
        </w:rPr>
        <w:t xml:space="preserve">     </w:t>
      </w:r>
      <w:r w:rsidR="00965D05" w:rsidRPr="00B71640">
        <w:rPr>
          <w:bCs/>
          <w:iCs/>
          <w:sz w:val="24"/>
          <w:szCs w:val="24"/>
          <w:lang w:eastAsia="fr-FR"/>
        </w:rPr>
        <w:t xml:space="preserve"> </w:t>
      </w:r>
    </w:p>
    <w:p w:rsidR="00372849" w:rsidRPr="00B71640" w:rsidRDefault="00965D05" w:rsidP="00372849">
      <w:pPr>
        <w:tabs>
          <w:tab w:val="left" w:pos="0"/>
        </w:tabs>
        <w:jc w:val="both"/>
        <w:rPr>
          <w:bCs/>
          <w:iCs/>
          <w:sz w:val="24"/>
          <w:szCs w:val="24"/>
          <w:lang w:eastAsia="fr-FR"/>
        </w:rPr>
      </w:pPr>
      <w:r w:rsidRPr="00B71640">
        <w:rPr>
          <w:bCs/>
          <w:iCs/>
          <w:sz w:val="24"/>
          <w:szCs w:val="24"/>
          <w:lang w:eastAsia="fr-FR"/>
        </w:rPr>
        <w:t xml:space="preserve">        </w:t>
      </w:r>
      <w:r w:rsidR="00372849" w:rsidRPr="00B71640">
        <w:rPr>
          <w:bCs/>
          <w:iCs/>
          <w:sz w:val="24"/>
          <w:szCs w:val="24"/>
          <w:lang w:eastAsia="fr-FR"/>
        </w:rPr>
        <w:t xml:space="preserve">  </w:t>
      </w:r>
      <w:r w:rsidR="00E85A41">
        <w:rPr>
          <w:bCs/>
          <w:iCs/>
          <w:position w:val="-6"/>
          <w:sz w:val="24"/>
          <w:szCs w:val="24"/>
          <w:lang w:eastAsia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25pt;height:12.2pt">
            <v:imagedata r:id="rId9" o:title=""/>
          </v:shape>
        </w:pict>
      </w:r>
      <w:r w:rsidR="00372849" w:rsidRPr="00B71640">
        <w:rPr>
          <w:bCs/>
          <w:iCs/>
          <w:sz w:val="24"/>
          <w:szCs w:val="24"/>
          <w:lang w:eastAsia="fr-FR"/>
        </w:rPr>
        <w:t xml:space="preserve"> f</w:t>
      </w:r>
      <w:r w:rsidR="00372849" w:rsidRPr="00B71640">
        <w:rPr>
          <w:bCs/>
          <w:iCs/>
          <w:sz w:val="24"/>
          <w:szCs w:val="24"/>
          <w:vertAlign w:val="subscript"/>
          <w:lang w:eastAsia="fr-FR"/>
        </w:rPr>
        <w:t xml:space="preserve">1 </w:t>
      </w:r>
      <w:r w:rsidR="00372849" w:rsidRPr="00B71640">
        <w:rPr>
          <w:bCs/>
          <w:iCs/>
          <w:sz w:val="24"/>
          <w:szCs w:val="24"/>
          <w:lang w:eastAsia="fr-FR"/>
        </w:rPr>
        <w:t xml:space="preserve">= 136,7 </w:t>
      </w:r>
      <w:proofErr w:type="spellStart"/>
      <w:r w:rsidR="00372849" w:rsidRPr="00B71640">
        <w:rPr>
          <w:bCs/>
          <w:iCs/>
          <w:sz w:val="24"/>
          <w:szCs w:val="24"/>
          <w:lang w:eastAsia="fr-FR"/>
        </w:rPr>
        <w:t>MPa</w:t>
      </w:r>
      <w:proofErr w:type="spellEnd"/>
    </w:p>
    <w:p w:rsidR="00372849" w:rsidRPr="00B71640" w:rsidRDefault="00372849" w:rsidP="00372849">
      <w:pPr>
        <w:tabs>
          <w:tab w:val="left" w:pos="0"/>
        </w:tabs>
        <w:jc w:val="both"/>
        <w:rPr>
          <w:bCs/>
          <w:iCs/>
          <w:sz w:val="24"/>
          <w:szCs w:val="24"/>
          <w:lang w:eastAsia="fr-FR"/>
        </w:rPr>
      </w:pPr>
    </w:p>
    <w:p w:rsidR="00372849" w:rsidRPr="00B71640" w:rsidRDefault="00372849" w:rsidP="00372849">
      <w:pPr>
        <w:tabs>
          <w:tab w:val="left" w:pos="0"/>
        </w:tabs>
        <w:jc w:val="both"/>
        <w:rPr>
          <w:bCs/>
          <w:iCs/>
          <w:sz w:val="24"/>
          <w:szCs w:val="24"/>
          <w:lang w:eastAsia="fr-FR"/>
        </w:rPr>
      </w:pPr>
      <w:r w:rsidRPr="00B71640">
        <w:rPr>
          <w:b/>
          <w:bCs/>
          <w:sz w:val="24"/>
          <w:szCs w:val="24"/>
          <w:lang w:eastAsia="fr-FR"/>
        </w:rPr>
        <w:t xml:space="preserve">3-2 </w:t>
      </w:r>
      <w:r w:rsidRPr="00B71640">
        <w:rPr>
          <w:bCs/>
          <w:sz w:val="24"/>
          <w:szCs w:val="24"/>
          <w:u w:val="single"/>
          <w:lang w:eastAsia="fr-FR"/>
        </w:rPr>
        <w:t>Essai</w:t>
      </w:r>
      <w:r w:rsidRPr="00F969FD">
        <w:rPr>
          <w:bCs/>
          <w:sz w:val="24"/>
          <w:szCs w:val="24"/>
          <w:lang w:eastAsia="fr-FR"/>
        </w:rPr>
        <w:t> :</w:t>
      </w:r>
      <w:r w:rsidRPr="00B71640">
        <w:rPr>
          <w:bCs/>
          <w:sz w:val="24"/>
          <w:szCs w:val="24"/>
          <w:lang w:eastAsia="fr-FR"/>
        </w:rPr>
        <w:t xml:space="preserve"> P265GH Acier au carbone, θ=20°C</w:t>
      </w:r>
    </w:p>
    <w:p w:rsidR="00372849" w:rsidRPr="00B71640" w:rsidRDefault="00372849" w:rsidP="00372849">
      <w:pPr>
        <w:tabs>
          <w:tab w:val="left" w:pos="0"/>
        </w:tabs>
        <w:spacing w:before="120" w:after="120"/>
        <w:jc w:val="both"/>
        <w:rPr>
          <w:bCs/>
          <w:sz w:val="24"/>
          <w:szCs w:val="24"/>
          <w:lang w:eastAsia="fr-FR"/>
        </w:rPr>
      </w:pPr>
      <w:r w:rsidRPr="00B71640">
        <w:rPr>
          <w:bCs/>
          <w:sz w:val="24"/>
          <w:szCs w:val="24"/>
          <w:lang w:eastAsia="fr-FR"/>
        </w:rPr>
        <w:tab/>
      </w:r>
      <w:r w:rsidRPr="00B71640">
        <w:rPr>
          <w:bCs/>
          <w:iCs/>
          <w:sz w:val="24"/>
          <w:szCs w:val="24"/>
          <w:lang w:eastAsia="fr-FR"/>
        </w:rPr>
        <w:t>Calcul de f</w:t>
      </w:r>
      <w:r w:rsidRPr="00B71640">
        <w:rPr>
          <w:bCs/>
          <w:iCs/>
          <w:sz w:val="24"/>
          <w:szCs w:val="24"/>
          <w:vertAlign w:val="subscript"/>
          <w:lang w:eastAsia="fr-FR"/>
        </w:rPr>
        <w:t>1</w:t>
      </w:r>
      <w:r w:rsidRPr="00B71640">
        <w:rPr>
          <w:bCs/>
          <w:iCs/>
          <w:sz w:val="24"/>
          <w:szCs w:val="24"/>
          <w:lang w:eastAsia="fr-FR"/>
        </w:rPr>
        <w:t xml:space="preserve"> = 0,95 x R</w:t>
      </w:r>
      <w:r w:rsidRPr="00B71640">
        <w:rPr>
          <w:bCs/>
          <w:iCs/>
          <w:sz w:val="24"/>
          <w:szCs w:val="24"/>
          <w:vertAlign w:val="subscript"/>
          <w:lang w:eastAsia="fr-FR"/>
        </w:rPr>
        <w:t>p0</w:t>
      </w:r>
      <w:proofErr w:type="gramStart"/>
      <w:r w:rsidRPr="00B71640">
        <w:rPr>
          <w:bCs/>
          <w:iCs/>
          <w:sz w:val="24"/>
          <w:szCs w:val="24"/>
          <w:vertAlign w:val="subscript"/>
          <w:lang w:eastAsia="fr-FR"/>
        </w:rPr>
        <w:t>,2</w:t>
      </w:r>
      <w:proofErr w:type="gramEnd"/>
      <w:r w:rsidRPr="00B71640">
        <w:rPr>
          <w:bCs/>
          <w:iCs/>
          <w:sz w:val="24"/>
          <w:szCs w:val="24"/>
          <w:lang w:eastAsia="fr-FR"/>
        </w:rPr>
        <w:t xml:space="preserve"> = 0,95 x (265-10)= 242,25 </w:t>
      </w:r>
      <w:proofErr w:type="spellStart"/>
      <w:r w:rsidRPr="00B71640">
        <w:rPr>
          <w:bCs/>
          <w:iCs/>
          <w:sz w:val="24"/>
          <w:szCs w:val="24"/>
          <w:lang w:eastAsia="fr-FR"/>
        </w:rPr>
        <w:t>MPa</w:t>
      </w:r>
      <w:proofErr w:type="spellEnd"/>
    </w:p>
    <w:p w:rsidR="00372849" w:rsidRPr="00B71640" w:rsidRDefault="00E85A41" w:rsidP="00372849">
      <w:pPr>
        <w:tabs>
          <w:tab w:val="left" w:pos="0"/>
        </w:tabs>
        <w:jc w:val="both"/>
        <w:rPr>
          <w:bCs/>
          <w:iCs/>
          <w:sz w:val="24"/>
          <w:szCs w:val="24"/>
          <w:lang w:eastAsia="fr-FR"/>
        </w:rPr>
      </w:pPr>
      <w:r>
        <w:rPr>
          <w:bCs/>
          <w:iCs/>
          <w:position w:val="-6"/>
          <w:sz w:val="24"/>
          <w:szCs w:val="24"/>
          <w:lang w:eastAsia="fr-FR"/>
        </w:rPr>
        <w:pict>
          <v:shape id="_x0000_i1026" type="#_x0000_t75" style="width:15.25pt;height:12.2pt">
            <v:imagedata r:id="rId9" o:title=""/>
          </v:shape>
        </w:pict>
      </w:r>
      <w:r w:rsidR="00372849" w:rsidRPr="00B71640">
        <w:rPr>
          <w:bCs/>
          <w:iCs/>
          <w:sz w:val="24"/>
          <w:szCs w:val="24"/>
          <w:lang w:eastAsia="fr-FR"/>
        </w:rPr>
        <w:t xml:space="preserve"> f</w:t>
      </w:r>
      <w:r w:rsidR="00372849" w:rsidRPr="00B71640">
        <w:rPr>
          <w:bCs/>
          <w:iCs/>
          <w:sz w:val="24"/>
          <w:szCs w:val="24"/>
          <w:vertAlign w:val="subscript"/>
          <w:lang w:eastAsia="fr-FR"/>
        </w:rPr>
        <w:t xml:space="preserve">1 </w:t>
      </w:r>
      <w:r w:rsidR="00372849" w:rsidRPr="00B71640">
        <w:rPr>
          <w:bCs/>
          <w:iCs/>
          <w:sz w:val="24"/>
          <w:szCs w:val="24"/>
          <w:lang w:eastAsia="fr-FR"/>
        </w:rPr>
        <w:t xml:space="preserve">= 242,25 </w:t>
      </w:r>
      <w:proofErr w:type="spellStart"/>
      <w:r w:rsidR="00372849" w:rsidRPr="00B71640">
        <w:rPr>
          <w:bCs/>
          <w:iCs/>
          <w:sz w:val="24"/>
          <w:szCs w:val="24"/>
          <w:lang w:eastAsia="fr-FR"/>
        </w:rPr>
        <w:t>MPa</w:t>
      </w:r>
      <w:proofErr w:type="spellEnd"/>
    </w:p>
    <w:p w:rsidR="00372849" w:rsidRPr="00B71640" w:rsidRDefault="00372849" w:rsidP="00372849">
      <w:pPr>
        <w:tabs>
          <w:tab w:val="left" w:pos="0"/>
        </w:tabs>
        <w:jc w:val="both"/>
        <w:rPr>
          <w:bCs/>
          <w:iCs/>
          <w:sz w:val="24"/>
          <w:szCs w:val="24"/>
          <w:lang w:eastAsia="fr-FR"/>
        </w:rPr>
      </w:pPr>
    </w:p>
    <w:p w:rsidR="00372849" w:rsidRPr="00B71640" w:rsidRDefault="00372849" w:rsidP="00372849">
      <w:pPr>
        <w:tabs>
          <w:tab w:val="left" w:pos="0"/>
        </w:tabs>
        <w:jc w:val="both"/>
        <w:rPr>
          <w:bCs/>
          <w:sz w:val="24"/>
          <w:szCs w:val="24"/>
          <w:lang w:eastAsia="fr-FR"/>
        </w:rPr>
      </w:pPr>
      <w:r w:rsidRPr="00B71640">
        <w:rPr>
          <w:b/>
          <w:bCs/>
          <w:sz w:val="24"/>
          <w:szCs w:val="24"/>
          <w:lang w:eastAsia="fr-FR"/>
        </w:rPr>
        <w:t>4-1</w:t>
      </w:r>
      <w:r w:rsidRPr="00B71640">
        <w:rPr>
          <w:bCs/>
          <w:sz w:val="24"/>
          <w:szCs w:val="24"/>
          <w:u w:val="single"/>
          <w:lang w:eastAsia="fr-FR"/>
        </w:rPr>
        <w:t xml:space="preserve"> SNS</w:t>
      </w:r>
      <w:r w:rsidRPr="00F969FD">
        <w:rPr>
          <w:bCs/>
          <w:sz w:val="24"/>
          <w:szCs w:val="24"/>
          <w:lang w:eastAsia="fr-FR"/>
        </w:rPr>
        <w:t> </w:t>
      </w:r>
      <w:r w:rsidRPr="00B71640">
        <w:rPr>
          <w:bCs/>
          <w:sz w:val="24"/>
          <w:szCs w:val="24"/>
          <w:lang w:eastAsia="fr-FR"/>
        </w:rPr>
        <w:t xml:space="preserve">: e = </w:t>
      </w:r>
      <m:oMath>
        <m:f>
          <m:fPr>
            <m:ctrlPr>
              <w:rPr>
                <w:rFonts w:ascii="Cambria Math" w:hAnsi="Cambria Math"/>
                <w:bCs/>
                <w:i/>
                <w:sz w:val="28"/>
                <w:szCs w:val="28"/>
                <w:lang w:eastAsia="fr-FR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eastAsia="fr-FR"/>
              </w:rPr>
              <m:t>0,63*3400</m:t>
            </m:r>
          </m:num>
          <m:den>
            <m:d>
              <m:dPr>
                <m:ctrlPr>
                  <w:rPr>
                    <w:rFonts w:ascii="Cambria Math" w:hAnsi="Cambria Math"/>
                    <w:bCs/>
                    <w:i/>
                    <w:sz w:val="28"/>
                    <w:szCs w:val="28"/>
                    <w:lang w:eastAsia="fr-FR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eastAsia="fr-FR"/>
                  </w:rPr>
                  <m:t>2*130*0,85</m:t>
                </m:r>
              </m:e>
            </m:d>
            <m:r>
              <w:rPr>
                <w:rFonts w:ascii="Cambria Math" w:hAnsi="Cambria Math"/>
                <w:sz w:val="28"/>
                <w:szCs w:val="28"/>
                <w:lang w:eastAsia="fr-FR"/>
              </w:rPr>
              <m:t>+0,63</m:t>
            </m:r>
          </m:den>
        </m:f>
      </m:oMath>
      <w:r w:rsidRPr="00B71640">
        <w:rPr>
          <w:bCs/>
          <w:sz w:val="24"/>
          <w:szCs w:val="24"/>
          <w:lang w:eastAsia="fr-FR"/>
        </w:rPr>
        <w:t xml:space="preserve"> = 9,66 mm</w:t>
      </w:r>
    </w:p>
    <w:p w:rsidR="00372849" w:rsidRPr="00B71640" w:rsidRDefault="00372849" w:rsidP="00372849">
      <w:pPr>
        <w:jc w:val="both"/>
        <w:rPr>
          <w:b/>
          <w:sz w:val="24"/>
          <w:szCs w:val="24"/>
          <w:lang w:eastAsia="fr-FR"/>
        </w:rPr>
      </w:pPr>
    </w:p>
    <w:p w:rsidR="00372849" w:rsidRPr="00B71640" w:rsidRDefault="00372849" w:rsidP="00372849">
      <w:pPr>
        <w:jc w:val="both"/>
        <w:rPr>
          <w:b/>
          <w:sz w:val="24"/>
          <w:szCs w:val="24"/>
          <w:lang w:eastAsia="fr-FR"/>
        </w:rPr>
      </w:pPr>
    </w:p>
    <w:p w:rsidR="00372849" w:rsidRPr="00B71640" w:rsidRDefault="00372849" w:rsidP="00372849">
      <w:pPr>
        <w:rPr>
          <w:b/>
          <w:sz w:val="28"/>
          <w:szCs w:val="28"/>
          <w:lang w:eastAsia="fr-FR"/>
        </w:rPr>
      </w:pPr>
      <w:r w:rsidRPr="00B71640">
        <w:rPr>
          <w:b/>
          <w:bCs/>
          <w:sz w:val="24"/>
          <w:szCs w:val="24"/>
          <w:lang w:eastAsia="fr-FR"/>
        </w:rPr>
        <w:t xml:space="preserve">4-2  </w:t>
      </w:r>
      <w:r w:rsidRPr="00B71640">
        <w:rPr>
          <w:sz w:val="24"/>
          <w:szCs w:val="24"/>
          <w:lang w:eastAsia="fr-FR"/>
        </w:rPr>
        <w:t xml:space="preserve">en </w:t>
      </w:r>
      <w:r w:rsidR="00E85A41">
        <w:rPr>
          <w:position w:val="-4"/>
          <w:sz w:val="24"/>
          <w:szCs w:val="24"/>
          <w:lang w:eastAsia="fr-FR"/>
        </w:rPr>
        <w:pict>
          <v:shape id="_x0000_i1027" type="#_x0000_t75" style="width:10.05pt;height:12.2pt">
            <v:imagedata r:id="rId10" o:title=""/>
          </v:shape>
        </w:pict>
      </w:r>
      <w:r w:rsidRPr="00B71640">
        <w:rPr>
          <w:sz w:val="24"/>
          <w:szCs w:val="24"/>
          <w:lang w:eastAsia="fr-FR"/>
        </w:rPr>
        <w:t xml:space="preserve"> 9 ,66 + 3 + 0,6 + 0,5 </w:t>
      </w:r>
    </w:p>
    <w:p w:rsidR="00372849" w:rsidRPr="00B71640" w:rsidRDefault="00372849" w:rsidP="00372849">
      <w:pPr>
        <w:tabs>
          <w:tab w:val="left" w:pos="0"/>
        </w:tabs>
        <w:spacing w:before="120" w:after="120"/>
        <w:jc w:val="both"/>
        <w:rPr>
          <w:b/>
          <w:sz w:val="28"/>
          <w:szCs w:val="28"/>
          <w:lang w:eastAsia="fr-FR"/>
        </w:rPr>
      </w:pPr>
      <w:r w:rsidRPr="00B71640">
        <w:rPr>
          <w:b/>
          <w:sz w:val="28"/>
          <w:szCs w:val="28"/>
          <w:lang w:eastAsia="fr-FR"/>
        </w:rPr>
        <w:t xml:space="preserve">      </w:t>
      </w:r>
      <w:r w:rsidRPr="00B71640">
        <w:rPr>
          <w:bCs/>
          <w:iCs/>
          <w:sz w:val="24"/>
          <w:szCs w:val="24"/>
          <w:lang w:eastAsia="fr-FR"/>
        </w:rPr>
        <w:t xml:space="preserve">16 </w:t>
      </w:r>
      <w:r w:rsidR="00E85A41">
        <w:rPr>
          <w:bCs/>
          <w:iCs/>
          <w:sz w:val="24"/>
          <w:szCs w:val="24"/>
          <w:lang w:eastAsia="fr-FR"/>
        </w:rPr>
        <w:pict>
          <v:shape id="_x0000_i1028" type="#_x0000_t75" style="width:10.05pt;height:12.2pt">
            <v:imagedata r:id="rId10" o:title=""/>
          </v:shape>
        </w:pict>
      </w:r>
      <w:r w:rsidRPr="00B71640">
        <w:rPr>
          <w:bCs/>
          <w:iCs/>
          <w:sz w:val="24"/>
          <w:szCs w:val="24"/>
          <w:lang w:eastAsia="fr-FR"/>
        </w:rPr>
        <w:t xml:space="preserve"> 13,76 mm       Vérifiée</w:t>
      </w:r>
    </w:p>
    <w:p w:rsidR="00372849" w:rsidRPr="00B71640" w:rsidRDefault="00372849" w:rsidP="00372849">
      <w:pPr>
        <w:rPr>
          <w:bCs/>
          <w:sz w:val="24"/>
          <w:szCs w:val="24"/>
          <w:lang w:eastAsia="fr-FR"/>
        </w:rPr>
      </w:pPr>
    </w:p>
    <w:p w:rsidR="00372849" w:rsidRPr="00B71640" w:rsidRDefault="00372849" w:rsidP="00372849">
      <w:pPr>
        <w:rPr>
          <w:bCs/>
          <w:sz w:val="24"/>
          <w:szCs w:val="24"/>
          <w:lang w:eastAsia="fr-FR"/>
        </w:rPr>
      </w:pPr>
      <w:r w:rsidRPr="00B71640">
        <w:rPr>
          <w:b/>
          <w:bCs/>
          <w:sz w:val="24"/>
          <w:szCs w:val="24"/>
          <w:lang w:eastAsia="fr-FR"/>
        </w:rPr>
        <w:t xml:space="preserve">5-1  </w:t>
      </w:r>
      <w:r w:rsidRPr="00B71640">
        <w:rPr>
          <w:bCs/>
          <w:sz w:val="24"/>
          <w:szCs w:val="24"/>
          <w:u w:val="single"/>
          <w:lang w:eastAsia="fr-FR"/>
        </w:rPr>
        <w:t>Essai</w:t>
      </w:r>
      <w:r w:rsidRPr="00F969FD">
        <w:rPr>
          <w:bCs/>
          <w:sz w:val="24"/>
          <w:szCs w:val="24"/>
          <w:lang w:eastAsia="fr-FR"/>
        </w:rPr>
        <w:t> :</w:t>
      </w:r>
      <w:r w:rsidRPr="00B71640">
        <w:rPr>
          <w:bCs/>
          <w:sz w:val="24"/>
          <w:szCs w:val="24"/>
          <w:lang w:eastAsia="fr-FR"/>
        </w:rPr>
        <w:t xml:space="preserve"> e = Max </w:t>
      </w:r>
      <w:r w:rsidR="00E85A41">
        <w:rPr>
          <w:bCs/>
          <w:position w:val="-10"/>
          <w:sz w:val="24"/>
          <w:szCs w:val="24"/>
          <w:lang w:eastAsia="fr-FR"/>
        </w:rPr>
        <w:pict>
          <v:shape id="_x0000_i1029" type="#_x0000_t75" style="width:51.95pt;height:17pt">
            <v:imagedata r:id="rId11" o:title=""/>
          </v:shape>
        </w:pict>
      </w:r>
    </w:p>
    <w:p w:rsidR="00372849" w:rsidRPr="00B71640" w:rsidRDefault="00372849" w:rsidP="00372849">
      <w:pPr>
        <w:rPr>
          <w:bCs/>
          <w:sz w:val="28"/>
          <w:szCs w:val="28"/>
          <w:lang w:eastAsia="fr-FR"/>
        </w:rPr>
      </w:pPr>
    </w:p>
    <w:p w:rsidR="00372849" w:rsidRPr="00B71640" w:rsidRDefault="00372849" w:rsidP="00372849">
      <w:pPr>
        <w:numPr>
          <w:ilvl w:val="1"/>
          <w:numId w:val="6"/>
        </w:numPr>
        <w:rPr>
          <w:bCs/>
          <w:sz w:val="24"/>
          <w:szCs w:val="24"/>
          <w:lang w:eastAsia="fr-FR"/>
        </w:rPr>
      </w:pPr>
      <w:r w:rsidRPr="00B71640">
        <w:rPr>
          <w:bCs/>
          <w:sz w:val="28"/>
          <w:szCs w:val="28"/>
          <w:lang w:eastAsia="fr-FR"/>
        </w:rPr>
        <w:t xml:space="preserve">es = </w:t>
      </w:r>
      <m:oMath>
        <m:f>
          <m:fPr>
            <m:ctrlPr>
              <w:rPr>
                <w:rFonts w:ascii="Cambria Math" w:hAnsi="Cambria Math"/>
                <w:bCs/>
                <w:i/>
                <w:sz w:val="28"/>
                <w:szCs w:val="28"/>
                <w:lang w:eastAsia="fr-FR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eastAsia="fr-FR"/>
              </w:rPr>
              <m:t>1,26*3400</m:t>
            </m:r>
          </m:num>
          <m:den>
            <m:d>
              <m:dPr>
                <m:ctrlPr>
                  <w:rPr>
                    <w:rFonts w:ascii="Cambria Math" w:hAnsi="Cambria Math"/>
                    <w:bCs/>
                    <w:i/>
                    <w:sz w:val="28"/>
                    <w:szCs w:val="28"/>
                    <w:lang w:eastAsia="fr-FR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eastAsia="fr-FR"/>
                  </w:rPr>
                  <m:t>2*240*1</m:t>
                </m:r>
              </m:e>
            </m:d>
            <m:r>
              <w:rPr>
                <w:rFonts w:ascii="Cambria Math" w:hAnsi="Cambria Math"/>
                <w:sz w:val="28"/>
                <w:szCs w:val="28"/>
                <w:lang w:eastAsia="fr-FR"/>
              </w:rPr>
              <m:t>-</m:t>
            </m:r>
            <m:d>
              <m:dPr>
                <m:ctrlPr>
                  <w:rPr>
                    <w:rFonts w:ascii="Cambria Math" w:hAnsi="Cambria Math"/>
                    <w:bCs/>
                    <w:i/>
                    <w:sz w:val="28"/>
                    <w:szCs w:val="28"/>
                    <w:lang w:eastAsia="fr-FR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eastAsia="fr-FR"/>
                  </w:rPr>
                  <m:t>0,5*1,26</m:t>
                </m:r>
              </m:e>
            </m:d>
          </m:den>
        </m:f>
      </m:oMath>
      <w:r w:rsidRPr="00B71640">
        <w:rPr>
          <w:bCs/>
          <w:sz w:val="24"/>
          <w:szCs w:val="24"/>
          <w:lang w:eastAsia="fr-FR"/>
        </w:rPr>
        <w:t xml:space="preserve"> </w:t>
      </w:r>
      <w:r w:rsidR="00E85A41">
        <w:rPr>
          <w:bCs/>
          <w:iCs/>
          <w:position w:val="-6"/>
          <w:sz w:val="24"/>
          <w:szCs w:val="24"/>
          <w:lang w:eastAsia="fr-FR"/>
        </w:rPr>
        <w:pict>
          <v:shape id="_x0000_i1030" type="#_x0000_t75" style="width:15.25pt;height:12.2pt">
            <v:imagedata r:id="rId9" o:title=""/>
          </v:shape>
        </w:pict>
      </w:r>
      <w:r w:rsidRPr="00B71640">
        <w:rPr>
          <w:bCs/>
          <w:iCs/>
          <w:sz w:val="24"/>
          <w:szCs w:val="24"/>
          <w:lang w:eastAsia="fr-FR"/>
        </w:rPr>
        <w:t xml:space="preserve"> </w:t>
      </w:r>
      <w:r w:rsidRPr="005976D8">
        <w:rPr>
          <w:bCs/>
          <w:iCs/>
          <w:sz w:val="24"/>
          <w:szCs w:val="24"/>
          <w:lang w:eastAsia="fr-FR"/>
        </w:rPr>
        <w:t xml:space="preserve">es </w:t>
      </w:r>
      <w:r w:rsidRPr="005976D8">
        <w:rPr>
          <w:bCs/>
          <w:sz w:val="24"/>
          <w:szCs w:val="24"/>
          <w:lang w:eastAsia="fr-FR"/>
        </w:rPr>
        <w:t>= 8,94 mm</w:t>
      </w:r>
    </w:p>
    <w:p w:rsidR="00372849" w:rsidRPr="00B71640" w:rsidRDefault="00372849" w:rsidP="00372849">
      <w:pPr>
        <w:ind w:left="723"/>
        <w:rPr>
          <w:bCs/>
          <w:sz w:val="24"/>
          <w:szCs w:val="24"/>
          <w:lang w:eastAsia="fr-FR"/>
        </w:rPr>
      </w:pPr>
    </w:p>
    <w:p w:rsidR="00372849" w:rsidRPr="00B71640" w:rsidRDefault="00667976" w:rsidP="00372849">
      <w:pPr>
        <w:numPr>
          <w:ilvl w:val="1"/>
          <w:numId w:val="6"/>
        </w:numPr>
        <w:rPr>
          <w:bCs/>
          <w:sz w:val="24"/>
          <w:szCs w:val="24"/>
          <w:lang w:eastAsia="fr-FR"/>
        </w:rPr>
      </w:pPr>
      <w:r w:rsidRPr="00B7164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87037E6" wp14:editId="741D4772">
                <wp:simplePos x="0" y="0"/>
                <wp:positionH relativeFrom="column">
                  <wp:posOffset>2758440</wp:posOffset>
                </wp:positionH>
                <wp:positionV relativeFrom="paragraph">
                  <wp:posOffset>149860</wp:posOffset>
                </wp:positionV>
                <wp:extent cx="114935" cy="804545"/>
                <wp:effectExtent l="0" t="0" r="18415" b="14605"/>
                <wp:wrapNone/>
                <wp:docPr id="2" name="Accolade ferman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935" cy="804545"/>
                        </a:xfrm>
                        <a:prstGeom prst="rightBrace">
                          <a:avLst>
                            <a:gd name="adj1" fmla="val 5833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ccolade fermante 2" o:spid="_x0000_s1026" type="#_x0000_t88" style="position:absolute;margin-left:217.2pt;margin-top:11.8pt;width:9.05pt;height:63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"/>
            </w:pict>
          </mc:Fallback>
        </mc:AlternateContent>
      </w:r>
      <w:r w:rsidR="00372849" w:rsidRPr="00B71640">
        <w:rPr>
          <w:bCs/>
          <w:sz w:val="24"/>
          <w:szCs w:val="24"/>
          <w:lang w:eastAsia="fr-FR"/>
        </w:rPr>
        <w:t>recherche de β</w:t>
      </w:r>
    </w:p>
    <w:p w:rsidR="00372849" w:rsidRPr="00B71640" w:rsidRDefault="00372849" w:rsidP="00372849">
      <w:pPr>
        <w:ind w:left="723"/>
        <w:rPr>
          <w:bCs/>
          <w:sz w:val="24"/>
          <w:szCs w:val="24"/>
          <w:lang w:eastAsia="fr-FR"/>
        </w:rPr>
      </w:pPr>
      <w:r w:rsidRPr="00B71640">
        <w:rPr>
          <w:bCs/>
          <w:sz w:val="24"/>
          <w:szCs w:val="24"/>
          <w:lang w:eastAsia="fr-FR"/>
        </w:rPr>
        <w:t>(0,75 + 0,2*</w:t>
      </w:r>
      <m:oMath>
        <m:f>
          <m:fPr>
            <m:ctrlPr>
              <w:rPr>
                <w:rFonts w:ascii="Cambria Math" w:hAnsi="Cambria Math"/>
                <w:bCs/>
                <w:i/>
                <w:sz w:val="28"/>
                <w:szCs w:val="28"/>
                <w:lang w:eastAsia="fr-FR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eastAsia="fr-FR"/>
              </w:rPr>
              <m:t>3400</m:t>
            </m:r>
          </m:num>
          <m:den>
            <m:r>
              <w:rPr>
                <w:rFonts w:ascii="Cambria Math" w:hAnsi="Cambria Math"/>
                <w:sz w:val="28"/>
                <w:szCs w:val="28"/>
                <w:lang w:eastAsia="fr-FR"/>
              </w:rPr>
              <m:t>3400</m:t>
            </m:r>
          </m:den>
        </m:f>
      </m:oMath>
      <w:r w:rsidRPr="00B71640">
        <w:rPr>
          <w:bCs/>
          <w:sz w:val="24"/>
          <w:szCs w:val="24"/>
          <w:lang w:eastAsia="fr-FR"/>
        </w:rPr>
        <w:t xml:space="preserve">) * </w:t>
      </w:r>
      <m:oMath>
        <m:f>
          <m:fPr>
            <m:ctrlPr>
              <w:rPr>
                <w:rFonts w:ascii="Cambria Math" w:hAnsi="Cambria Math"/>
                <w:bCs/>
                <w:i/>
                <w:sz w:val="28"/>
                <w:szCs w:val="28"/>
                <w:lang w:eastAsia="fr-FR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eastAsia="fr-FR"/>
              </w:rPr>
              <m:t>1,26</m:t>
            </m:r>
          </m:num>
          <m:den>
            <m:r>
              <w:rPr>
                <w:rFonts w:ascii="Cambria Math" w:hAnsi="Cambria Math"/>
                <w:sz w:val="28"/>
                <w:szCs w:val="28"/>
                <w:lang w:eastAsia="fr-FR"/>
              </w:rPr>
              <m:t>240</m:t>
            </m:r>
          </m:den>
        </m:f>
      </m:oMath>
      <w:r w:rsidRPr="00B71640">
        <w:rPr>
          <w:bCs/>
          <w:sz w:val="24"/>
          <w:szCs w:val="24"/>
          <w:lang w:eastAsia="fr-FR"/>
        </w:rPr>
        <w:t xml:space="preserve"> = 0,005    </w:t>
      </w:r>
      <w:r w:rsidRPr="00B71640">
        <w:rPr>
          <w:bCs/>
          <w:sz w:val="24"/>
          <w:szCs w:val="24"/>
          <w:lang w:eastAsia="fr-FR"/>
        </w:rPr>
        <w:tab/>
      </w:r>
      <w:r w:rsidRPr="00B71640">
        <w:rPr>
          <w:bCs/>
          <w:sz w:val="24"/>
          <w:szCs w:val="24"/>
          <w:lang w:eastAsia="fr-FR"/>
        </w:rPr>
        <w:tab/>
      </w:r>
      <w:r w:rsidRPr="00B71640">
        <w:rPr>
          <w:bCs/>
          <w:sz w:val="24"/>
          <w:szCs w:val="24"/>
          <w:lang w:eastAsia="fr-FR"/>
        </w:rPr>
        <w:tab/>
        <w:t xml:space="preserve">   β = 0,96</w:t>
      </w:r>
    </w:p>
    <w:p w:rsidR="00372849" w:rsidRPr="00B71640" w:rsidRDefault="00E85A41" w:rsidP="00372849">
      <w:pPr>
        <w:ind w:left="723"/>
        <w:rPr>
          <w:bCs/>
          <w:sz w:val="24"/>
          <w:szCs w:val="24"/>
          <w:lang w:val="en-US" w:eastAsia="fr-FR"/>
        </w:rPr>
      </w:pPr>
      <w:r>
        <w:rPr>
          <w:bCs/>
          <w:position w:val="-24"/>
          <w:sz w:val="24"/>
          <w:szCs w:val="24"/>
          <w:lang w:eastAsia="fr-FR"/>
        </w:rPr>
        <w:pict>
          <v:shape id="_x0000_i1031" type="#_x0000_t75" style="width:17.9pt;height:30.55pt">
            <v:imagedata r:id="rId12" o:title=""/>
          </v:shape>
        </w:pict>
      </w:r>
      <w:r w:rsidR="00372849" w:rsidRPr="00B71640">
        <w:rPr>
          <w:bCs/>
          <w:sz w:val="24"/>
          <w:szCs w:val="24"/>
          <w:lang w:val="en-US" w:eastAsia="fr-FR"/>
        </w:rPr>
        <w:t xml:space="preserve"> = </w:t>
      </w:r>
      <m:oMath>
        <m:f>
          <m:fPr>
            <m:ctrlPr>
              <w:rPr>
                <w:rFonts w:ascii="Cambria Math" w:hAnsi="Cambria Math"/>
                <w:bCs/>
                <w:i/>
                <w:sz w:val="30"/>
                <w:szCs w:val="30"/>
                <w:lang w:eastAsia="fr-FR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  <w:lang w:eastAsia="fr-FR"/>
              </w:rPr>
              <m:t>r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fr-FR"/>
              </w:rPr>
              <m:t>De</m:t>
            </m:r>
          </m:den>
        </m:f>
      </m:oMath>
      <w:r w:rsidR="00372849" w:rsidRPr="00B71640">
        <w:rPr>
          <w:bCs/>
          <w:sz w:val="24"/>
          <w:szCs w:val="24"/>
          <w:lang w:val="en-US" w:eastAsia="fr-FR"/>
        </w:rPr>
        <w:t xml:space="preserve"> = 0.1</w:t>
      </w:r>
    </w:p>
    <w:p w:rsidR="00372849" w:rsidRPr="00B71640" w:rsidRDefault="00372849" w:rsidP="00372849">
      <w:pPr>
        <w:rPr>
          <w:bCs/>
          <w:sz w:val="24"/>
          <w:szCs w:val="24"/>
          <w:lang w:val="en-US" w:eastAsia="fr-FR"/>
        </w:rPr>
      </w:pPr>
      <w:r w:rsidRPr="00B71640">
        <w:rPr>
          <w:bCs/>
          <w:sz w:val="24"/>
          <w:szCs w:val="24"/>
          <w:lang w:val="en-US" w:eastAsia="fr-FR"/>
        </w:rPr>
        <w:tab/>
      </w:r>
    </w:p>
    <w:p w:rsidR="00372849" w:rsidRPr="00B71640" w:rsidRDefault="00372849" w:rsidP="00372849">
      <w:pPr>
        <w:rPr>
          <w:bCs/>
          <w:iCs/>
          <w:sz w:val="24"/>
          <w:szCs w:val="24"/>
          <w:u w:val="single"/>
          <w:lang w:val="en-US" w:eastAsia="fr-FR"/>
        </w:rPr>
      </w:pPr>
      <w:r w:rsidRPr="00B71640">
        <w:rPr>
          <w:bCs/>
          <w:sz w:val="24"/>
          <w:szCs w:val="24"/>
          <w:lang w:val="en-US" w:eastAsia="fr-FR"/>
        </w:rPr>
        <w:tab/>
      </w:r>
      <w:proofErr w:type="spellStart"/>
      <w:proofErr w:type="gramStart"/>
      <w:r w:rsidRPr="00B71640">
        <w:rPr>
          <w:bCs/>
          <w:sz w:val="24"/>
          <w:szCs w:val="24"/>
          <w:lang w:val="en-US" w:eastAsia="fr-FR"/>
        </w:rPr>
        <w:t>ey</w:t>
      </w:r>
      <w:proofErr w:type="spellEnd"/>
      <w:proofErr w:type="gramEnd"/>
      <w:r w:rsidRPr="00B71640">
        <w:rPr>
          <w:bCs/>
          <w:sz w:val="24"/>
          <w:szCs w:val="24"/>
          <w:lang w:val="en-US" w:eastAsia="fr-FR"/>
        </w:rPr>
        <w:t xml:space="preserve"> = 0,96 ( 0,75*3400 +0,2*3400)</w:t>
      </w:r>
      <m:oMath>
        <m:r>
          <w:rPr>
            <w:rFonts w:ascii="Cambria Math" w:hAnsi="Cambria Math"/>
            <w:sz w:val="28"/>
            <w:szCs w:val="28"/>
            <w:lang w:val="en-US" w:eastAsia="fr-FR"/>
          </w:rPr>
          <m:t>*</m:t>
        </m:r>
        <m:f>
          <m:fPr>
            <m:ctrlPr>
              <w:rPr>
                <w:rFonts w:ascii="Cambria Math" w:hAnsi="Cambria Math"/>
                <w:bCs/>
                <w:i/>
                <w:sz w:val="28"/>
                <w:szCs w:val="28"/>
                <w:lang w:val="en-US" w:eastAsia="fr-FR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 w:eastAsia="fr-FR"/>
              </w:rPr>
              <m:t>1,26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 w:eastAsia="fr-FR"/>
              </w:rPr>
              <m:t>240</m:t>
            </m:r>
          </m:den>
        </m:f>
      </m:oMath>
      <w:r w:rsidRPr="00B71640">
        <w:rPr>
          <w:bCs/>
          <w:sz w:val="24"/>
          <w:szCs w:val="24"/>
          <w:lang w:val="en-US" w:eastAsia="fr-FR"/>
        </w:rPr>
        <w:t xml:space="preserve"> </w:t>
      </w:r>
      <w:r w:rsidR="00E85A41">
        <w:rPr>
          <w:bCs/>
          <w:iCs/>
          <w:position w:val="-6"/>
          <w:sz w:val="24"/>
          <w:szCs w:val="24"/>
          <w:lang w:eastAsia="fr-FR"/>
        </w:rPr>
        <w:pict>
          <v:shape id="_x0000_i1032" type="#_x0000_t75" style="width:15.25pt;height:12.2pt">
            <v:imagedata r:id="rId9" o:title=""/>
          </v:shape>
        </w:pict>
      </w:r>
      <w:r w:rsidRPr="00B71640">
        <w:rPr>
          <w:bCs/>
          <w:iCs/>
          <w:sz w:val="24"/>
          <w:szCs w:val="24"/>
          <w:lang w:val="en-US" w:eastAsia="fr-FR"/>
        </w:rPr>
        <w:t xml:space="preserve"> </w:t>
      </w:r>
      <w:proofErr w:type="spellStart"/>
      <w:r w:rsidRPr="005976D8">
        <w:rPr>
          <w:bCs/>
          <w:iCs/>
          <w:sz w:val="24"/>
          <w:szCs w:val="24"/>
          <w:lang w:val="en-US" w:eastAsia="fr-FR"/>
        </w:rPr>
        <w:t>ey</w:t>
      </w:r>
      <w:proofErr w:type="spellEnd"/>
      <w:r w:rsidRPr="005976D8">
        <w:rPr>
          <w:bCs/>
          <w:iCs/>
          <w:sz w:val="24"/>
          <w:szCs w:val="24"/>
          <w:lang w:val="en-US" w:eastAsia="fr-FR"/>
        </w:rPr>
        <w:t xml:space="preserve"> = 16,28 mm</w:t>
      </w:r>
    </w:p>
    <w:p w:rsidR="00372849" w:rsidRPr="00B71640" w:rsidRDefault="00372849" w:rsidP="00AD090B">
      <w:pPr>
        <w:numPr>
          <w:ilvl w:val="0"/>
          <w:numId w:val="7"/>
        </w:numPr>
        <w:tabs>
          <w:tab w:val="num" w:pos="1086"/>
        </w:tabs>
        <w:spacing w:before="120" w:after="120"/>
        <w:ind w:left="1503" w:hanging="777"/>
        <w:rPr>
          <w:bCs/>
          <w:sz w:val="24"/>
          <w:szCs w:val="24"/>
          <w:lang w:eastAsia="fr-FR"/>
        </w:rPr>
      </w:pPr>
      <w:proofErr w:type="spellStart"/>
      <w:r w:rsidRPr="00B71640">
        <w:rPr>
          <w:bCs/>
          <w:sz w:val="24"/>
          <w:szCs w:val="24"/>
          <w:lang w:eastAsia="fr-FR"/>
        </w:rPr>
        <w:lastRenderedPageBreak/>
        <w:t>ey</w:t>
      </w:r>
      <w:proofErr w:type="spellEnd"/>
      <w:r w:rsidRPr="00B71640">
        <w:rPr>
          <w:bCs/>
          <w:sz w:val="24"/>
          <w:szCs w:val="24"/>
          <w:lang w:eastAsia="fr-FR"/>
        </w:rPr>
        <w:t xml:space="preserve"> &gt; 0,005 Di </w:t>
      </w:r>
      <w:r w:rsidR="00E85A41">
        <w:rPr>
          <w:bCs/>
          <w:iCs/>
          <w:position w:val="-6"/>
          <w:sz w:val="24"/>
          <w:szCs w:val="24"/>
          <w:lang w:eastAsia="fr-FR"/>
        </w:rPr>
        <w:pict>
          <v:shape id="_x0000_i1033" type="#_x0000_t75" style="width:15.25pt;height:12.2pt">
            <v:imagedata r:id="rId9" o:title=""/>
          </v:shape>
        </w:pict>
      </w:r>
      <w:r w:rsidRPr="00B71640">
        <w:rPr>
          <w:bCs/>
          <w:iCs/>
          <w:sz w:val="24"/>
          <w:szCs w:val="24"/>
          <w:lang w:eastAsia="fr-FR"/>
        </w:rPr>
        <w:t xml:space="preserve"> 16,28 &gt; 0,005 * 3400 </w:t>
      </w:r>
      <w:r w:rsidR="00E85A41">
        <w:rPr>
          <w:bCs/>
          <w:iCs/>
          <w:position w:val="-6"/>
          <w:sz w:val="24"/>
          <w:szCs w:val="24"/>
          <w:lang w:eastAsia="fr-FR"/>
        </w:rPr>
        <w:pict>
          <v:shape id="_x0000_i1034" type="#_x0000_t75" style="width:15.25pt;height:12.2pt">
            <v:imagedata r:id="rId9" o:title=""/>
          </v:shape>
        </w:pict>
      </w:r>
      <w:r w:rsidRPr="00B71640">
        <w:rPr>
          <w:bCs/>
          <w:iCs/>
          <w:sz w:val="24"/>
          <w:szCs w:val="24"/>
          <w:lang w:eastAsia="fr-FR"/>
        </w:rPr>
        <w:t xml:space="preserve"> 16,28 &gt; 17 non vérifiée donc il faut calculer </w:t>
      </w:r>
      <w:proofErr w:type="spellStart"/>
      <w:r w:rsidRPr="00B71640">
        <w:rPr>
          <w:bCs/>
          <w:iCs/>
          <w:sz w:val="24"/>
          <w:szCs w:val="24"/>
          <w:lang w:eastAsia="fr-FR"/>
        </w:rPr>
        <w:t>eb</w:t>
      </w:r>
      <w:proofErr w:type="spellEnd"/>
    </w:p>
    <w:p w:rsidR="00372849" w:rsidRPr="00B71640" w:rsidRDefault="00372849" w:rsidP="00372849">
      <w:pPr>
        <w:ind w:left="724"/>
        <w:rPr>
          <w:bCs/>
          <w:iCs/>
          <w:sz w:val="24"/>
          <w:szCs w:val="24"/>
          <w:u w:val="single"/>
          <w:lang w:eastAsia="fr-FR"/>
        </w:rPr>
      </w:pPr>
      <w:r w:rsidRPr="00B71640">
        <w:rPr>
          <w:bCs/>
          <w:iCs/>
          <w:sz w:val="24"/>
          <w:szCs w:val="24"/>
          <w:lang w:eastAsia="fr-FR"/>
        </w:rPr>
        <w:t xml:space="preserve">      </w:t>
      </w:r>
      <w:proofErr w:type="spellStart"/>
      <w:proofErr w:type="gramStart"/>
      <w:r w:rsidRPr="00B71640">
        <w:rPr>
          <w:bCs/>
          <w:iCs/>
          <w:sz w:val="24"/>
          <w:szCs w:val="24"/>
          <w:lang w:eastAsia="fr-FR"/>
        </w:rPr>
        <w:t>eb</w:t>
      </w:r>
      <w:proofErr w:type="spellEnd"/>
      <w:proofErr w:type="gramEnd"/>
      <w:r w:rsidRPr="00B71640">
        <w:rPr>
          <w:bCs/>
          <w:iCs/>
          <w:sz w:val="24"/>
          <w:szCs w:val="24"/>
          <w:lang w:eastAsia="fr-FR"/>
        </w:rPr>
        <w:t xml:space="preserve"> = 0,0433 (0,75*3400 + 0,2*3400)*(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4"/>
                <w:szCs w:val="24"/>
                <w:lang w:eastAsia="fr-FR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eastAsia="fr-FR"/>
              </w:rPr>
              <m:t>3400</m:t>
            </m:r>
          </m:num>
          <m:den>
            <m:r>
              <w:rPr>
                <w:rFonts w:ascii="Cambria Math" w:hAnsi="Cambria Math"/>
                <w:sz w:val="24"/>
                <w:szCs w:val="24"/>
                <w:lang w:eastAsia="fr-FR"/>
              </w:rPr>
              <m:t>340</m:t>
            </m:r>
          </m:den>
        </m:f>
      </m:oMath>
      <w:r w:rsidRPr="00B71640">
        <w:rPr>
          <w:bCs/>
          <w:sz w:val="24"/>
          <w:szCs w:val="24"/>
          <w:lang w:eastAsia="fr-FR"/>
        </w:rPr>
        <w:t>)</w:t>
      </w:r>
      <w:r w:rsidR="00E85A41">
        <w:rPr>
          <w:bCs/>
          <w:position w:val="-4"/>
          <w:sz w:val="24"/>
          <w:szCs w:val="24"/>
          <w:lang w:eastAsia="fr-FR"/>
        </w:rPr>
        <w:pict>
          <v:shape id="_x0000_i1035" type="#_x0000_t75" style="width:17pt;height:15.25pt">
            <v:imagedata r:id="rId13" o:title=""/>
          </v:shape>
        </w:pict>
      </w:r>
      <w:r w:rsidRPr="00B71640">
        <w:rPr>
          <w:bCs/>
          <w:sz w:val="24"/>
          <w:szCs w:val="24"/>
          <w:lang w:eastAsia="fr-FR"/>
        </w:rPr>
        <w:t>*(</w:t>
      </w:r>
      <m:oMath>
        <m:f>
          <m:fPr>
            <m:ctrlPr>
              <w:rPr>
                <w:rFonts w:ascii="Cambria Math" w:hAnsi="Cambria Math"/>
                <w:bCs/>
                <w:i/>
                <w:sz w:val="24"/>
                <w:szCs w:val="24"/>
                <w:lang w:eastAsia="fr-FR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eastAsia="fr-FR"/>
              </w:rPr>
              <m:t>1,26</m:t>
            </m:r>
          </m:num>
          <m:den>
            <m:r>
              <w:rPr>
                <w:rFonts w:ascii="Cambria Math" w:hAnsi="Cambria Math"/>
                <w:sz w:val="24"/>
                <w:szCs w:val="24"/>
                <w:lang w:eastAsia="fr-FR"/>
              </w:rPr>
              <m:t>240</m:t>
            </m:r>
          </m:den>
        </m:f>
      </m:oMath>
      <w:r w:rsidRPr="00B71640">
        <w:rPr>
          <w:bCs/>
          <w:sz w:val="24"/>
          <w:szCs w:val="24"/>
          <w:lang w:eastAsia="fr-FR"/>
        </w:rPr>
        <w:t>)</w:t>
      </w:r>
      <w:r w:rsidR="00E85A41">
        <w:rPr>
          <w:bCs/>
          <w:position w:val="-4"/>
          <w:sz w:val="24"/>
          <w:szCs w:val="24"/>
          <w:lang w:eastAsia="fr-FR"/>
        </w:rPr>
        <w:pict>
          <v:shape id="_x0000_i1036" type="#_x0000_t75" style="width:20.05pt;height:15.25pt">
            <v:imagedata r:id="rId14" o:title=""/>
          </v:shape>
        </w:pict>
      </w:r>
      <w:r w:rsidRPr="00B71640">
        <w:rPr>
          <w:bCs/>
          <w:sz w:val="24"/>
          <w:szCs w:val="24"/>
          <w:lang w:eastAsia="fr-FR"/>
        </w:rPr>
        <w:t xml:space="preserve"> </w:t>
      </w:r>
      <w:r w:rsidR="00E85A41">
        <w:rPr>
          <w:bCs/>
          <w:iCs/>
          <w:position w:val="-6"/>
          <w:sz w:val="24"/>
          <w:szCs w:val="24"/>
          <w:lang w:eastAsia="fr-FR"/>
        </w:rPr>
        <w:pict>
          <v:shape id="_x0000_i1037" type="#_x0000_t75" style="width:15.25pt;height:12.2pt">
            <v:imagedata r:id="rId9" o:title=""/>
          </v:shape>
        </w:pict>
      </w:r>
      <w:r w:rsidRPr="00B71640">
        <w:rPr>
          <w:bCs/>
          <w:iCs/>
          <w:sz w:val="24"/>
          <w:szCs w:val="24"/>
          <w:lang w:eastAsia="fr-FR"/>
        </w:rPr>
        <w:t xml:space="preserve"> </w:t>
      </w:r>
      <w:proofErr w:type="spellStart"/>
      <w:r w:rsidRPr="005976D8">
        <w:rPr>
          <w:bCs/>
          <w:iCs/>
          <w:sz w:val="24"/>
          <w:szCs w:val="24"/>
          <w:lang w:eastAsia="fr-FR"/>
        </w:rPr>
        <w:t>eb</w:t>
      </w:r>
      <w:proofErr w:type="spellEnd"/>
      <w:r w:rsidRPr="005976D8">
        <w:rPr>
          <w:bCs/>
          <w:iCs/>
          <w:sz w:val="24"/>
          <w:szCs w:val="24"/>
          <w:lang w:eastAsia="fr-FR"/>
        </w:rPr>
        <w:t xml:space="preserve"> = 14,96 mm</w:t>
      </w:r>
    </w:p>
    <w:p w:rsidR="00372849" w:rsidRPr="00B71640" w:rsidRDefault="00372849" w:rsidP="00372849">
      <w:pPr>
        <w:ind w:left="724"/>
        <w:rPr>
          <w:bCs/>
          <w:sz w:val="24"/>
          <w:szCs w:val="24"/>
          <w:lang w:eastAsia="fr-FR"/>
        </w:rPr>
      </w:pPr>
    </w:p>
    <w:p w:rsidR="00372849" w:rsidRPr="00B71640" w:rsidRDefault="00372849" w:rsidP="00372849">
      <w:pPr>
        <w:rPr>
          <w:bCs/>
          <w:iCs/>
          <w:sz w:val="24"/>
          <w:szCs w:val="24"/>
          <w:u w:val="single"/>
          <w:lang w:eastAsia="fr-FR"/>
        </w:rPr>
      </w:pPr>
      <w:r w:rsidRPr="00B71640">
        <w:rPr>
          <w:bCs/>
          <w:sz w:val="24"/>
          <w:szCs w:val="24"/>
          <w:lang w:eastAsia="fr-FR"/>
        </w:rPr>
        <w:t xml:space="preserve">        </w:t>
      </w:r>
      <w:proofErr w:type="gramStart"/>
      <w:r w:rsidRPr="00B71640">
        <w:rPr>
          <w:bCs/>
          <w:sz w:val="24"/>
          <w:szCs w:val="24"/>
          <w:lang w:eastAsia="fr-FR"/>
        </w:rPr>
        <w:t>e</w:t>
      </w:r>
      <w:proofErr w:type="gramEnd"/>
      <w:r w:rsidRPr="00B71640">
        <w:rPr>
          <w:bCs/>
          <w:sz w:val="24"/>
          <w:szCs w:val="24"/>
          <w:lang w:eastAsia="fr-FR"/>
        </w:rPr>
        <w:t xml:space="preserve"> = Max </w:t>
      </w:r>
      <m:oMath>
        <m:d>
          <m:dPr>
            <m:begChr m:val="{"/>
            <m:endChr m:val="}"/>
            <m:ctrlPr>
              <w:rPr>
                <w:rFonts w:ascii="Cambria Math" w:hAnsi="Cambria Math"/>
                <w:bCs/>
                <w:i/>
                <w:sz w:val="24"/>
                <w:szCs w:val="24"/>
                <w:lang w:eastAsia="fr-FR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eastAsia="fr-FR"/>
              </w:rPr>
              <m:t>8,94 ;16,28 ;14,96</m:t>
            </m:r>
          </m:e>
        </m:d>
      </m:oMath>
      <w:r w:rsidRPr="00B71640">
        <w:rPr>
          <w:bCs/>
          <w:sz w:val="24"/>
          <w:szCs w:val="24"/>
          <w:lang w:eastAsia="fr-FR"/>
        </w:rPr>
        <w:t xml:space="preserve"> </w:t>
      </w:r>
      <w:r w:rsidR="00E85A41">
        <w:rPr>
          <w:bCs/>
          <w:iCs/>
          <w:position w:val="-6"/>
          <w:sz w:val="24"/>
          <w:szCs w:val="24"/>
          <w:lang w:eastAsia="fr-FR"/>
        </w:rPr>
        <w:pict>
          <v:shape id="_x0000_i1038" type="#_x0000_t75" style="width:15.25pt;height:12.2pt">
            <v:imagedata r:id="rId9" o:title=""/>
          </v:shape>
        </w:pict>
      </w:r>
      <w:r w:rsidRPr="00B71640">
        <w:rPr>
          <w:bCs/>
          <w:iCs/>
          <w:sz w:val="24"/>
          <w:szCs w:val="24"/>
          <w:lang w:eastAsia="fr-FR"/>
        </w:rPr>
        <w:t xml:space="preserve"> </w:t>
      </w:r>
      <w:r w:rsidRPr="005976D8">
        <w:rPr>
          <w:bCs/>
          <w:iCs/>
          <w:sz w:val="24"/>
          <w:szCs w:val="24"/>
          <w:lang w:eastAsia="fr-FR"/>
        </w:rPr>
        <w:t>e = 16,28 mm</w:t>
      </w:r>
    </w:p>
    <w:p w:rsidR="00372849" w:rsidRPr="00AD090B" w:rsidRDefault="00372849" w:rsidP="00372849">
      <w:pPr>
        <w:rPr>
          <w:bCs/>
          <w:sz w:val="32"/>
          <w:szCs w:val="32"/>
          <w:lang w:eastAsia="fr-FR"/>
        </w:rPr>
      </w:pPr>
    </w:p>
    <w:p w:rsidR="00E95B3E" w:rsidRPr="00B71640" w:rsidRDefault="00372849">
      <w:pPr>
        <w:rPr>
          <w:bCs/>
          <w:sz w:val="24"/>
          <w:szCs w:val="24"/>
          <w:lang w:eastAsia="fr-FR"/>
        </w:rPr>
      </w:pPr>
      <w:r w:rsidRPr="00B71640">
        <w:rPr>
          <w:bCs/>
          <w:sz w:val="24"/>
          <w:szCs w:val="24"/>
          <w:lang w:eastAsia="fr-FR"/>
        </w:rPr>
        <w:t xml:space="preserve"> </w:t>
      </w:r>
      <w:r w:rsidRPr="00B71640">
        <w:rPr>
          <w:b/>
          <w:bCs/>
          <w:sz w:val="24"/>
          <w:szCs w:val="24"/>
          <w:lang w:eastAsia="fr-FR"/>
        </w:rPr>
        <w:t xml:space="preserve">5-2  </w:t>
      </w:r>
      <w:r w:rsidR="00667976" w:rsidRPr="00B71640">
        <w:rPr>
          <w:noProof/>
          <w:lang w:eastAsia="fr-FR"/>
        </w:rPr>
        <mc:AlternateContent>
          <mc:Choice Requires="wpc">
            <w:drawing>
              <wp:anchor distT="0" distB="0" distL="114300" distR="114300" simplePos="0" relativeHeight="251657728" behindDoc="0" locked="0" layoutInCell="1" allowOverlap="1" wp14:anchorId="224AD8E7" wp14:editId="2C6FCC64">
                <wp:simplePos x="0" y="0"/>
                <wp:positionH relativeFrom="column">
                  <wp:posOffset>1257300</wp:posOffset>
                </wp:positionH>
                <wp:positionV relativeFrom="paragraph">
                  <wp:posOffset>-1905</wp:posOffset>
                </wp:positionV>
                <wp:extent cx="342900" cy="685800"/>
                <wp:effectExtent l="0" t="0" r="0" b="0"/>
                <wp:wrapNone/>
                <wp:docPr id="7" name="Zone de dessi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Zone de dessin 4" o:spid="_x0000_s1026" editas="canvas" style="position:absolute;margin-left:99pt;margin-top:-.15pt;width:27pt;height:54pt;z-index:251657728" coordsize="3429,6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">
                <v:shape id="_x0000_s1027" type="#_x0000_t75" style="position:absolute;width:3429;height:6858;visibility:visible;mso-wrap-style:square">
                  <v:fill o:detectmouseclick="t"/>
                  <v:path o:connecttype="none"/>
                </v:shape>
              </v:group>
            </w:pict>
          </mc:Fallback>
        </mc:AlternateContent>
      </w:r>
      <w:r w:rsidR="00965D05" w:rsidRPr="00B71640">
        <w:rPr>
          <w:bCs/>
          <w:sz w:val="24"/>
          <w:szCs w:val="24"/>
          <w:lang w:eastAsia="fr-FR"/>
        </w:rPr>
        <w:t>e</w:t>
      </w:r>
      <w:r w:rsidR="00965D05" w:rsidRPr="00B71640">
        <w:rPr>
          <w:bCs/>
          <w:sz w:val="24"/>
          <w:szCs w:val="24"/>
          <w:vertAlign w:val="subscript"/>
          <w:lang w:eastAsia="fr-FR"/>
        </w:rPr>
        <w:t>u</w:t>
      </w:r>
      <w:r w:rsidR="00965D05" w:rsidRPr="00B71640">
        <w:rPr>
          <w:bCs/>
          <w:sz w:val="24"/>
          <w:szCs w:val="24"/>
          <w:lang w:eastAsia="fr-FR"/>
        </w:rPr>
        <w:t xml:space="preserve"> = 25 - 3 – (0,15*25) = 18,25 mm </w:t>
      </w:r>
      <w:r w:rsidR="00E85A41">
        <w:rPr>
          <w:bCs/>
          <w:iCs/>
          <w:position w:val="-6"/>
          <w:sz w:val="24"/>
          <w:szCs w:val="24"/>
          <w:lang w:eastAsia="fr-FR"/>
        </w:rPr>
        <w:pict>
          <v:shape id="_x0000_i1039" type="#_x0000_t75" style="width:15.25pt;height:12.2pt">
            <v:imagedata r:id="rId9" o:title=""/>
          </v:shape>
        </w:pict>
      </w:r>
      <w:r w:rsidR="00965D05" w:rsidRPr="00B71640">
        <w:rPr>
          <w:bCs/>
          <w:sz w:val="24"/>
          <w:szCs w:val="24"/>
          <w:lang w:eastAsia="fr-FR"/>
        </w:rPr>
        <w:t xml:space="preserve"> e</w:t>
      </w:r>
      <w:r w:rsidR="00965D05" w:rsidRPr="00B71640">
        <w:rPr>
          <w:bCs/>
          <w:sz w:val="24"/>
          <w:szCs w:val="24"/>
          <w:vertAlign w:val="subscript"/>
          <w:lang w:eastAsia="fr-FR"/>
        </w:rPr>
        <w:t>u</w:t>
      </w:r>
      <w:r w:rsidR="00965D05" w:rsidRPr="00B71640">
        <w:rPr>
          <w:bCs/>
          <w:sz w:val="24"/>
          <w:szCs w:val="24"/>
          <w:lang w:eastAsia="fr-FR"/>
        </w:rPr>
        <w:t xml:space="preserve"> &gt; e</w:t>
      </w:r>
      <w:r w:rsidR="00B71640" w:rsidRPr="00B71640">
        <w:rPr>
          <w:bCs/>
          <w:sz w:val="24"/>
          <w:szCs w:val="24"/>
          <w:lang w:eastAsia="fr-FR"/>
        </w:rPr>
        <w:t xml:space="preserve"> Vérifiée</w:t>
      </w:r>
    </w:p>
    <w:p w:rsidR="00B71640" w:rsidRPr="00B71640" w:rsidRDefault="00B71640">
      <w:pPr>
        <w:rPr>
          <w:bCs/>
          <w:sz w:val="24"/>
          <w:szCs w:val="24"/>
          <w:lang w:eastAsia="fr-FR"/>
        </w:rPr>
      </w:pPr>
    </w:p>
    <w:p w:rsidR="00B71640" w:rsidRPr="00B71640" w:rsidRDefault="00B71640" w:rsidP="00B71640">
      <w:pPr>
        <w:spacing w:before="120" w:after="120"/>
        <w:rPr>
          <w:bCs/>
          <w:sz w:val="24"/>
          <w:szCs w:val="24"/>
          <w:lang w:eastAsia="fr-FR"/>
        </w:rPr>
      </w:pPr>
      <w:r w:rsidRPr="00B71640">
        <w:rPr>
          <w:b/>
          <w:bCs/>
          <w:sz w:val="24"/>
          <w:szCs w:val="24"/>
          <w:lang w:eastAsia="fr-FR"/>
        </w:rPr>
        <w:t xml:space="preserve">6-1 </w:t>
      </w:r>
      <w:r w:rsidRPr="00B71640">
        <w:rPr>
          <w:bCs/>
          <w:sz w:val="24"/>
          <w:szCs w:val="24"/>
          <w:u w:val="single"/>
          <w:lang w:eastAsia="fr-FR"/>
        </w:rPr>
        <w:t>Virole</w:t>
      </w:r>
      <w:r w:rsidRPr="00B71640">
        <w:rPr>
          <w:bCs/>
          <w:sz w:val="24"/>
          <w:szCs w:val="24"/>
          <w:lang w:eastAsia="fr-FR"/>
        </w:rPr>
        <w:t xml:space="preserve"> : </w:t>
      </w:r>
      <w:r w:rsidRPr="00B71640">
        <w:rPr>
          <w:bCs/>
          <w:sz w:val="24"/>
          <w:szCs w:val="24"/>
          <w:lang w:eastAsia="fr-FR"/>
        </w:rPr>
        <w:tab/>
        <w:t>e = e</w:t>
      </w:r>
      <w:r w:rsidRPr="00B71640">
        <w:rPr>
          <w:bCs/>
          <w:sz w:val="24"/>
          <w:szCs w:val="24"/>
          <w:vertAlign w:val="subscript"/>
          <w:lang w:eastAsia="fr-FR"/>
        </w:rPr>
        <w:t>n</w:t>
      </w:r>
      <w:r w:rsidRPr="00B71640">
        <w:rPr>
          <w:bCs/>
          <w:sz w:val="24"/>
          <w:szCs w:val="24"/>
          <w:lang w:eastAsia="fr-FR"/>
        </w:rPr>
        <w:t xml:space="preserve"> – c – c1 – c2 = 16 – 3 – 1,1 = 11,9 mm</w:t>
      </w:r>
    </w:p>
    <w:p w:rsidR="00E95B3E" w:rsidRPr="00B71640" w:rsidRDefault="00B71640">
      <w:pPr>
        <w:rPr>
          <w:rStyle w:val="Numrodepage"/>
          <w:sz w:val="24"/>
          <w:szCs w:val="24"/>
        </w:rPr>
      </w:pPr>
      <w:r w:rsidRPr="00B71640">
        <w:rPr>
          <w:bCs/>
          <w:sz w:val="24"/>
          <w:szCs w:val="24"/>
          <w:lang w:eastAsia="fr-FR"/>
        </w:rPr>
        <w:tab/>
      </w:r>
      <w:r w:rsidRPr="00B71640">
        <w:rPr>
          <w:bCs/>
          <w:sz w:val="24"/>
          <w:szCs w:val="24"/>
          <w:lang w:eastAsia="fr-FR"/>
        </w:rPr>
        <w:tab/>
        <w:t>Dm = De – e = 3400 – 11,9 = 3388,1 mm</w:t>
      </w:r>
    </w:p>
    <w:p w:rsidR="00B71640" w:rsidRDefault="00B71640" w:rsidP="00B71640">
      <w:pPr>
        <w:spacing w:before="120" w:after="120"/>
        <w:rPr>
          <w:bCs/>
          <w:sz w:val="24"/>
          <w:szCs w:val="24"/>
          <w:lang w:eastAsia="fr-FR"/>
        </w:rPr>
      </w:pPr>
      <w:r>
        <w:rPr>
          <w:rStyle w:val="Numrodepage"/>
          <w:sz w:val="24"/>
          <w:szCs w:val="24"/>
        </w:rPr>
        <w:t xml:space="preserve">     </w:t>
      </w:r>
      <w:r w:rsidRPr="00B71640">
        <w:rPr>
          <w:bCs/>
          <w:sz w:val="24"/>
          <w:szCs w:val="24"/>
          <w:u w:val="single"/>
          <w:lang w:eastAsia="fr-FR"/>
        </w:rPr>
        <w:t>Tubulure</w:t>
      </w:r>
      <w:r w:rsidRPr="00B71640">
        <w:rPr>
          <w:bCs/>
          <w:sz w:val="24"/>
          <w:szCs w:val="24"/>
          <w:lang w:eastAsia="fr-FR"/>
        </w:rPr>
        <w:t> :</w:t>
      </w:r>
      <w:r>
        <w:rPr>
          <w:bCs/>
          <w:sz w:val="24"/>
          <w:szCs w:val="24"/>
          <w:lang w:eastAsia="fr-FR"/>
        </w:rPr>
        <w:t xml:space="preserve"> e</w:t>
      </w:r>
      <w:r>
        <w:rPr>
          <w:bCs/>
          <w:sz w:val="24"/>
          <w:szCs w:val="24"/>
          <w:vertAlign w:val="subscript"/>
          <w:lang w:eastAsia="fr-FR"/>
        </w:rPr>
        <w:t xml:space="preserve">t </w:t>
      </w:r>
      <w:r>
        <w:rPr>
          <w:bCs/>
          <w:sz w:val="24"/>
          <w:szCs w:val="24"/>
          <w:lang w:eastAsia="fr-FR"/>
        </w:rPr>
        <w:t>= 12 – 3 – 0,8 = 8,2 mm</w:t>
      </w:r>
    </w:p>
    <w:p w:rsidR="00B71640" w:rsidRDefault="00B71640" w:rsidP="00AD090B">
      <w:pPr>
        <w:spacing w:before="120" w:after="240"/>
        <w:rPr>
          <w:bCs/>
          <w:sz w:val="24"/>
          <w:szCs w:val="24"/>
          <w:lang w:eastAsia="fr-FR"/>
        </w:rPr>
      </w:pPr>
      <w:r>
        <w:rPr>
          <w:bCs/>
          <w:sz w:val="24"/>
          <w:szCs w:val="24"/>
          <w:lang w:eastAsia="fr-FR"/>
        </w:rPr>
        <w:tab/>
      </w:r>
      <w:r>
        <w:rPr>
          <w:bCs/>
          <w:sz w:val="24"/>
          <w:szCs w:val="24"/>
          <w:lang w:eastAsia="fr-FR"/>
        </w:rPr>
        <w:tab/>
      </w:r>
      <w:proofErr w:type="gramStart"/>
      <w:r>
        <w:rPr>
          <w:bCs/>
          <w:sz w:val="24"/>
          <w:szCs w:val="24"/>
          <w:lang w:eastAsia="fr-FR"/>
        </w:rPr>
        <w:t>d</w:t>
      </w:r>
      <w:proofErr w:type="gramEnd"/>
      <w:r>
        <w:rPr>
          <w:bCs/>
          <w:sz w:val="24"/>
          <w:szCs w:val="24"/>
          <w:lang w:eastAsia="fr-FR"/>
        </w:rPr>
        <w:t xml:space="preserve"> = di = 1100 – (8,2 * 2) = 1083,6 mm</w:t>
      </w:r>
    </w:p>
    <w:p w:rsidR="00B71640" w:rsidRDefault="00B71640" w:rsidP="00B71640">
      <w:pPr>
        <w:spacing w:before="120" w:after="120"/>
        <w:rPr>
          <w:bCs/>
          <w:sz w:val="24"/>
          <w:szCs w:val="24"/>
          <w:lang w:eastAsia="fr-FR"/>
        </w:rPr>
      </w:pPr>
      <w:r w:rsidRPr="00B71640">
        <w:rPr>
          <w:b/>
          <w:bCs/>
          <w:sz w:val="24"/>
          <w:szCs w:val="24"/>
          <w:lang w:eastAsia="fr-FR"/>
        </w:rPr>
        <w:t>6-2</w:t>
      </w:r>
      <w:r>
        <w:rPr>
          <w:b/>
          <w:bCs/>
          <w:sz w:val="24"/>
          <w:szCs w:val="24"/>
          <w:lang w:eastAsia="fr-FR"/>
        </w:rPr>
        <w:t xml:space="preserve">  </w:t>
      </w:r>
      <w:r w:rsidR="00AE0CCB">
        <w:rPr>
          <w:bCs/>
          <w:sz w:val="24"/>
          <w:szCs w:val="24"/>
          <w:lang w:eastAsia="fr-FR"/>
        </w:rPr>
        <w:t xml:space="preserve"> </w:t>
      </w:r>
      <w:r w:rsidRPr="00B71640">
        <w:rPr>
          <w:bCs/>
          <w:sz w:val="24"/>
          <w:szCs w:val="24"/>
          <w:lang w:eastAsia="fr-FR"/>
        </w:rPr>
        <w:t>d</w:t>
      </w:r>
      <w:r>
        <w:rPr>
          <w:bCs/>
          <w:sz w:val="24"/>
          <w:szCs w:val="24"/>
          <w:lang w:eastAsia="fr-FR"/>
        </w:rPr>
        <w:t xml:space="preserve"> &gt; 0,14 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sz w:val="24"/>
                <w:szCs w:val="24"/>
                <w:lang w:eastAsia="fr-FR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  <w:lang w:eastAsia="fr-FR"/>
              </w:rPr>
              <m:t>Dm*e</m:t>
            </m:r>
          </m:e>
        </m:rad>
      </m:oMath>
    </w:p>
    <w:p w:rsidR="00AE0CCB" w:rsidRPr="00B71640" w:rsidRDefault="00AE0CCB" w:rsidP="00B71640">
      <w:pPr>
        <w:spacing w:before="120" w:after="120"/>
        <w:rPr>
          <w:b/>
          <w:bCs/>
          <w:sz w:val="24"/>
          <w:szCs w:val="24"/>
          <w:lang w:eastAsia="fr-FR"/>
        </w:rPr>
      </w:pPr>
      <w:r>
        <w:rPr>
          <w:bCs/>
          <w:sz w:val="24"/>
          <w:szCs w:val="24"/>
          <w:lang w:eastAsia="fr-FR"/>
        </w:rPr>
        <w:t xml:space="preserve">        1083,6 &gt; 0,14 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sz w:val="24"/>
                <w:szCs w:val="24"/>
                <w:lang w:eastAsia="fr-FR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  <w:lang w:eastAsia="fr-FR"/>
              </w:rPr>
              <m:t>3388,1*11,9</m:t>
            </m:r>
          </m:e>
        </m:rad>
      </m:oMath>
    </w:p>
    <w:p w:rsidR="00B71640" w:rsidRDefault="00AE0CCB" w:rsidP="00B71640">
      <w:pPr>
        <w:spacing w:before="120" w:after="120"/>
        <w:rPr>
          <w:bCs/>
          <w:iCs/>
          <w:sz w:val="24"/>
          <w:szCs w:val="24"/>
          <w:lang w:eastAsia="fr-FR"/>
        </w:rPr>
      </w:pPr>
      <w:r>
        <w:rPr>
          <w:bCs/>
          <w:sz w:val="24"/>
          <w:szCs w:val="24"/>
          <w:lang w:eastAsia="fr-FR"/>
        </w:rPr>
        <w:t xml:space="preserve">        1083,6 &gt; 28,11 </w:t>
      </w:r>
      <w:r w:rsidR="00E85A41">
        <w:rPr>
          <w:bCs/>
          <w:iCs/>
          <w:position w:val="-6"/>
          <w:sz w:val="24"/>
          <w:szCs w:val="24"/>
          <w:lang w:eastAsia="fr-FR"/>
        </w:rPr>
        <w:pict>
          <v:shape id="_x0000_i1040" type="#_x0000_t75" style="width:15.25pt;height:12.2pt">
            <v:imagedata r:id="rId9" o:title=""/>
          </v:shape>
        </w:pict>
      </w:r>
      <w:r>
        <w:rPr>
          <w:bCs/>
          <w:iCs/>
          <w:sz w:val="24"/>
          <w:szCs w:val="24"/>
          <w:lang w:eastAsia="fr-FR"/>
        </w:rPr>
        <w:t>il faut vérifier</w:t>
      </w:r>
    </w:p>
    <w:p w:rsidR="00AE0CCB" w:rsidRDefault="00AE0CCB" w:rsidP="00B71640">
      <w:pPr>
        <w:spacing w:before="120" w:after="120"/>
        <w:rPr>
          <w:bCs/>
          <w:iCs/>
          <w:sz w:val="24"/>
          <w:szCs w:val="24"/>
          <w:lang w:eastAsia="fr-FR"/>
        </w:rPr>
      </w:pPr>
      <w:r>
        <w:rPr>
          <w:bCs/>
          <w:iCs/>
          <w:sz w:val="24"/>
          <w:szCs w:val="24"/>
          <w:lang w:eastAsia="fr-FR"/>
        </w:rPr>
        <w:t>Même matériau et même pression de calcul donc formule de vérification simplifiée</w:t>
      </w:r>
    </w:p>
    <w:p w:rsidR="00AE0CCB" w:rsidRDefault="00AE0CCB" w:rsidP="00AE0CCB">
      <w:pPr>
        <w:spacing w:before="120" w:after="120"/>
        <w:ind w:left="1416" w:firstLine="708"/>
        <w:rPr>
          <w:bCs/>
          <w:iCs/>
          <w:sz w:val="24"/>
          <w:szCs w:val="24"/>
          <w:lang w:eastAsia="fr-FR"/>
        </w:rPr>
      </w:pPr>
      <w:r>
        <w:rPr>
          <w:bCs/>
          <w:iCs/>
          <w:sz w:val="24"/>
          <w:szCs w:val="24"/>
          <w:lang w:eastAsia="fr-FR"/>
        </w:rPr>
        <w:t>(S + St + Sr)*(f – 0,5P)  ≥ P * G</w:t>
      </w:r>
    </w:p>
    <w:p w:rsidR="00AE0CCB" w:rsidRDefault="00AE0CCB" w:rsidP="00AE0CCB">
      <w:pPr>
        <w:spacing w:before="120" w:after="120"/>
        <w:rPr>
          <w:bCs/>
          <w:iCs/>
          <w:sz w:val="24"/>
          <w:szCs w:val="24"/>
          <w:u w:val="single"/>
          <w:lang w:eastAsia="fr-FR"/>
        </w:rPr>
      </w:pPr>
      <w:r w:rsidRPr="00AE0CCB">
        <w:rPr>
          <w:bCs/>
          <w:iCs/>
          <w:sz w:val="24"/>
          <w:szCs w:val="24"/>
          <w:u w:val="single"/>
          <w:lang w:eastAsia="fr-FR"/>
        </w:rPr>
        <w:t>Calcul des surfaces</w:t>
      </w:r>
      <w:r w:rsidRPr="00F969FD">
        <w:rPr>
          <w:bCs/>
          <w:iCs/>
          <w:sz w:val="24"/>
          <w:szCs w:val="24"/>
          <w:lang w:eastAsia="fr-FR"/>
        </w:rPr>
        <w:t> :</w:t>
      </w:r>
    </w:p>
    <w:p w:rsidR="00AE0CCB" w:rsidRPr="00AE0CCB" w:rsidRDefault="00AE0CCB" w:rsidP="00AE0CCB">
      <w:pPr>
        <w:pStyle w:val="Paragraphedeliste"/>
        <w:numPr>
          <w:ilvl w:val="0"/>
          <w:numId w:val="8"/>
        </w:numPr>
        <w:spacing w:before="120" w:after="120"/>
        <w:rPr>
          <w:bCs/>
          <w:sz w:val="24"/>
          <w:szCs w:val="24"/>
          <w:u w:val="single"/>
          <w:lang w:eastAsia="fr-FR"/>
        </w:rPr>
      </w:pPr>
      <w:r>
        <w:rPr>
          <w:bCs/>
          <w:sz w:val="24"/>
          <w:szCs w:val="24"/>
          <w:lang w:eastAsia="fr-FR"/>
        </w:rPr>
        <w:t xml:space="preserve">S = L * e  </w:t>
      </w:r>
      <w:r w:rsidR="00E85A41">
        <w:rPr>
          <w:bCs/>
          <w:iCs/>
          <w:position w:val="-6"/>
          <w:sz w:val="24"/>
          <w:szCs w:val="24"/>
          <w:lang w:eastAsia="fr-FR"/>
        </w:rPr>
        <w:pict>
          <v:shape id="_x0000_i1041" type="#_x0000_t75" style="width:15.25pt;height:12.2pt">
            <v:imagedata r:id="rId9" o:title=""/>
          </v:shape>
        </w:pict>
      </w:r>
      <w:proofErr w:type="spellStart"/>
      <w:r>
        <w:rPr>
          <w:bCs/>
          <w:iCs/>
          <w:sz w:val="24"/>
          <w:szCs w:val="24"/>
          <w:lang w:eastAsia="fr-FR"/>
        </w:rPr>
        <w:t>e</w:t>
      </w:r>
      <w:proofErr w:type="spellEnd"/>
      <w:r>
        <w:rPr>
          <w:bCs/>
          <w:iCs/>
          <w:sz w:val="24"/>
          <w:szCs w:val="24"/>
          <w:lang w:eastAsia="fr-FR"/>
        </w:rPr>
        <w:t xml:space="preserve"> = 11,9 mm et L=ko*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sz w:val="24"/>
                <w:szCs w:val="24"/>
                <w:lang w:eastAsia="fr-FR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  <w:lang w:eastAsia="fr-FR"/>
              </w:rPr>
              <m:t>Dm*e</m:t>
            </m:r>
          </m:e>
        </m:rad>
      </m:oMath>
      <w:r>
        <w:rPr>
          <w:bCs/>
          <w:sz w:val="24"/>
          <w:szCs w:val="24"/>
          <w:lang w:eastAsia="fr-FR"/>
        </w:rPr>
        <w:t xml:space="preserve"> = 0,971*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sz w:val="24"/>
                <w:szCs w:val="24"/>
                <w:lang w:eastAsia="fr-FR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  <w:lang w:eastAsia="fr-FR"/>
              </w:rPr>
              <m:t>3388,1*11,9</m:t>
            </m:r>
          </m:e>
        </m:rad>
      </m:oMath>
      <w:r>
        <w:rPr>
          <w:bCs/>
          <w:sz w:val="24"/>
          <w:szCs w:val="24"/>
          <w:lang w:eastAsia="fr-FR"/>
        </w:rPr>
        <w:t xml:space="preserve"> = 195 mm</w:t>
      </w:r>
    </w:p>
    <w:p w:rsidR="00AE0CCB" w:rsidRPr="005D5243" w:rsidRDefault="005D5243" w:rsidP="00AD090B">
      <w:pPr>
        <w:pStyle w:val="Paragraphedeliste"/>
        <w:numPr>
          <w:ilvl w:val="0"/>
          <w:numId w:val="7"/>
        </w:numPr>
        <w:tabs>
          <w:tab w:val="clear" w:pos="1500"/>
          <w:tab w:val="num" w:pos="993"/>
        </w:tabs>
        <w:spacing w:before="240" w:after="120"/>
        <w:ind w:left="1503" w:hanging="794"/>
        <w:rPr>
          <w:bCs/>
          <w:sz w:val="24"/>
          <w:szCs w:val="24"/>
          <w:u w:val="single"/>
          <w:lang w:eastAsia="fr-FR"/>
        </w:rPr>
      </w:pPr>
      <w:r>
        <w:rPr>
          <w:bCs/>
          <w:sz w:val="24"/>
          <w:szCs w:val="24"/>
          <w:u w:val="single"/>
          <w:lang w:eastAsia="fr-FR"/>
        </w:rPr>
        <w:t>Recherche de ko :</w:t>
      </w:r>
    </w:p>
    <w:p w:rsidR="005D5243" w:rsidRDefault="005D5243" w:rsidP="005D5243">
      <w:pPr>
        <w:pStyle w:val="Paragraphedeliste"/>
        <w:spacing w:before="120" w:after="120"/>
        <w:ind w:left="1500"/>
        <w:rPr>
          <w:bCs/>
          <w:sz w:val="24"/>
          <w:szCs w:val="24"/>
          <w:lang w:eastAsia="fr-FR"/>
        </w:rPr>
      </w:pPr>
      <w:r>
        <w:rPr>
          <w:bCs/>
          <w:sz w:val="24"/>
          <w:szCs w:val="24"/>
          <w:lang w:eastAsia="fr-FR"/>
        </w:rPr>
        <w:t xml:space="preserve">δ = </w:t>
      </w:r>
      <m:oMath>
        <m:f>
          <m:fPr>
            <m:ctrlPr>
              <w:rPr>
                <w:rFonts w:ascii="Cambria Math" w:hAnsi="Cambria Math"/>
                <w:bCs/>
                <w:i/>
                <w:sz w:val="24"/>
                <w:szCs w:val="24"/>
                <w:lang w:eastAsia="fr-FR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eastAsia="fr-FR"/>
              </w:rPr>
              <m:t>d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bCs/>
                    <w:i/>
                    <w:sz w:val="24"/>
                    <w:szCs w:val="24"/>
                    <w:lang w:eastAsia="fr-FR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  <w:lang w:eastAsia="fr-FR"/>
                  </w:rPr>
                  <m:t>Dm*e</m:t>
                </m:r>
              </m:e>
            </m:rad>
          </m:den>
        </m:f>
      </m:oMath>
      <w:r>
        <w:rPr>
          <w:bCs/>
          <w:sz w:val="24"/>
          <w:szCs w:val="24"/>
          <w:lang w:eastAsia="fr-FR"/>
        </w:rPr>
        <w:t xml:space="preserve"> = </w:t>
      </w:r>
      <m:oMath>
        <m:f>
          <m:fPr>
            <m:ctrlPr>
              <w:rPr>
                <w:rFonts w:ascii="Cambria Math" w:hAnsi="Cambria Math"/>
                <w:bCs/>
                <w:i/>
                <w:sz w:val="24"/>
                <w:szCs w:val="24"/>
                <w:lang w:eastAsia="fr-FR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eastAsia="fr-FR"/>
              </w:rPr>
              <m:t>1083,6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bCs/>
                    <w:i/>
                    <w:sz w:val="24"/>
                    <w:szCs w:val="24"/>
                    <w:lang w:eastAsia="fr-FR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  <w:lang w:eastAsia="fr-FR"/>
                  </w:rPr>
                  <m:t>3388,1*11,9</m:t>
                </m:r>
              </m:e>
            </m:rad>
          </m:den>
        </m:f>
      </m:oMath>
      <w:r>
        <w:rPr>
          <w:bCs/>
          <w:sz w:val="24"/>
          <w:szCs w:val="24"/>
          <w:lang w:eastAsia="fr-FR"/>
        </w:rPr>
        <w:t xml:space="preserve"> = 5,39</w:t>
      </w:r>
    </w:p>
    <w:p w:rsidR="005D5243" w:rsidRPr="005D5243" w:rsidRDefault="005D5243" w:rsidP="005D5243">
      <w:pPr>
        <w:pStyle w:val="Paragraphedeliste"/>
        <w:spacing w:before="120" w:after="120"/>
        <w:ind w:left="1500"/>
        <w:rPr>
          <w:bCs/>
          <w:sz w:val="24"/>
          <w:szCs w:val="24"/>
          <w:lang w:eastAsia="fr-FR"/>
        </w:rPr>
      </w:pPr>
      <w:proofErr w:type="gramStart"/>
      <w:r>
        <w:rPr>
          <w:bCs/>
          <w:sz w:val="24"/>
          <w:szCs w:val="24"/>
          <w:lang w:eastAsia="fr-FR"/>
        </w:rPr>
        <w:t>ko</w:t>
      </w:r>
      <w:proofErr w:type="gramEnd"/>
      <w:r>
        <w:rPr>
          <w:bCs/>
          <w:sz w:val="24"/>
          <w:szCs w:val="24"/>
          <w:lang w:eastAsia="fr-FR"/>
        </w:rPr>
        <w:t xml:space="preserve"> = </w:t>
      </w:r>
      <m:oMath>
        <m:f>
          <m:fPr>
            <m:ctrlPr>
              <w:rPr>
                <w:rFonts w:ascii="Cambria Math" w:hAnsi="Cambria Math"/>
                <w:bCs/>
                <w:i/>
                <w:sz w:val="24"/>
                <w:szCs w:val="24"/>
                <w:lang w:eastAsia="fr-FR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eastAsia="fr-FR"/>
              </w:rPr>
              <m:t>13</m:t>
            </m:r>
          </m:num>
          <m:den>
            <m:r>
              <w:rPr>
                <w:rFonts w:ascii="Cambria Math" w:hAnsi="Cambria Math"/>
                <w:sz w:val="24"/>
                <w:szCs w:val="24"/>
                <w:lang w:eastAsia="fr-FR"/>
              </w:rPr>
              <m:t>12</m:t>
            </m:r>
          </m:den>
        </m:f>
      </m:oMath>
      <w:r>
        <w:rPr>
          <w:bCs/>
          <w:sz w:val="24"/>
          <w:szCs w:val="24"/>
          <w:lang w:eastAsia="fr-FR"/>
        </w:rPr>
        <w:t xml:space="preserve"> - </w:t>
      </w:r>
      <m:oMath>
        <m:f>
          <m:fPr>
            <m:ctrlPr>
              <w:rPr>
                <w:rFonts w:ascii="Cambria Math" w:hAnsi="Cambria Math"/>
                <w:bCs/>
                <w:i/>
                <w:sz w:val="24"/>
                <w:szCs w:val="24"/>
                <w:lang w:eastAsia="fr-FR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eastAsia="fr-FR"/>
              </w:rPr>
              <m:t>5,39</m:t>
            </m:r>
          </m:num>
          <m:den>
            <m:r>
              <w:rPr>
                <w:rFonts w:ascii="Cambria Math" w:hAnsi="Cambria Math"/>
                <w:sz w:val="24"/>
                <w:szCs w:val="24"/>
                <w:lang w:eastAsia="fr-FR"/>
              </w:rPr>
              <m:t>48</m:t>
            </m:r>
          </m:den>
        </m:f>
      </m:oMath>
      <w:r>
        <w:rPr>
          <w:bCs/>
          <w:sz w:val="24"/>
          <w:szCs w:val="24"/>
          <w:lang w:eastAsia="fr-FR"/>
        </w:rPr>
        <w:t xml:space="preserve"> = 0,971</w:t>
      </w:r>
    </w:p>
    <w:p w:rsidR="00E95B3E" w:rsidRDefault="005D5243" w:rsidP="00AD090B">
      <w:pPr>
        <w:spacing w:before="120" w:after="120"/>
        <w:rPr>
          <w:rStyle w:val="Numrodepage"/>
          <w:sz w:val="24"/>
          <w:szCs w:val="24"/>
        </w:rPr>
      </w:pPr>
      <w:r>
        <w:rPr>
          <w:rStyle w:val="Numrodepage"/>
        </w:rPr>
        <w:tab/>
      </w:r>
      <w:r w:rsidRPr="005D5243">
        <w:rPr>
          <w:rStyle w:val="Numrodepage"/>
          <w:sz w:val="24"/>
          <w:szCs w:val="24"/>
        </w:rPr>
        <w:t>S</w:t>
      </w:r>
      <w:r>
        <w:rPr>
          <w:rStyle w:val="Numrodepage"/>
          <w:sz w:val="24"/>
          <w:szCs w:val="24"/>
        </w:rPr>
        <w:t xml:space="preserve"> = 195 * 11,9 </w:t>
      </w:r>
      <w:r w:rsidRPr="00923A6A">
        <w:rPr>
          <w:rStyle w:val="Numrodepage"/>
          <w:sz w:val="24"/>
          <w:szCs w:val="24"/>
        </w:rPr>
        <w:t xml:space="preserve">= </w:t>
      </w:r>
      <w:r w:rsidRPr="00923A6A">
        <w:rPr>
          <w:rStyle w:val="Numrodepage"/>
          <w:b/>
          <w:sz w:val="24"/>
          <w:szCs w:val="24"/>
        </w:rPr>
        <w:t>2320,5 mm</w:t>
      </w:r>
      <w:r w:rsidRPr="00923A6A">
        <w:rPr>
          <w:rStyle w:val="Numrodepage"/>
          <w:b/>
          <w:sz w:val="24"/>
          <w:szCs w:val="24"/>
          <w:vertAlign w:val="superscript"/>
        </w:rPr>
        <w:t>2</w:t>
      </w:r>
    </w:p>
    <w:p w:rsidR="005D5243" w:rsidRPr="00AE0CCB" w:rsidRDefault="005D5243" w:rsidP="00D1266B">
      <w:pPr>
        <w:pStyle w:val="Paragraphedeliste"/>
        <w:numPr>
          <w:ilvl w:val="0"/>
          <w:numId w:val="8"/>
        </w:numPr>
        <w:spacing w:before="120" w:after="240"/>
        <w:ind w:left="782" w:hanging="357"/>
        <w:rPr>
          <w:bCs/>
          <w:sz w:val="24"/>
          <w:szCs w:val="24"/>
          <w:u w:val="single"/>
          <w:lang w:eastAsia="fr-FR"/>
        </w:rPr>
      </w:pPr>
      <w:r>
        <w:rPr>
          <w:bCs/>
          <w:sz w:val="24"/>
          <w:szCs w:val="24"/>
          <w:lang w:eastAsia="fr-FR"/>
        </w:rPr>
        <w:t>St</w:t>
      </w:r>
      <w:r w:rsidR="00D1266B">
        <w:rPr>
          <w:bCs/>
          <w:sz w:val="24"/>
          <w:szCs w:val="24"/>
          <w:lang w:eastAsia="fr-FR"/>
        </w:rPr>
        <w:t xml:space="preserve"> </w:t>
      </w:r>
      <w:r>
        <w:rPr>
          <w:bCs/>
          <w:sz w:val="24"/>
          <w:szCs w:val="24"/>
          <w:lang w:eastAsia="fr-FR"/>
        </w:rPr>
        <w:t>=</w:t>
      </w:r>
      <w:r w:rsidR="00D1266B">
        <w:rPr>
          <w:bCs/>
          <w:sz w:val="24"/>
          <w:szCs w:val="24"/>
          <w:lang w:eastAsia="fr-FR"/>
        </w:rPr>
        <w:t xml:space="preserve"> </w:t>
      </w:r>
      <w:r>
        <w:rPr>
          <w:bCs/>
          <w:sz w:val="24"/>
          <w:szCs w:val="24"/>
          <w:lang w:eastAsia="fr-FR"/>
        </w:rPr>
        <w:t xml:space="preserve">(l +e)*et </w:t>
      </w:r>
      <w:r w:rsidR="00E85A41">
        <w:rPr>
          <w:bCs/>
          <w:iCs/>
          <w:position w:val="-6"/>
          <w:sz w:val="24"/>
          <w:szCs w:val="24"/>
          <w:lang w:eastAsia="fr-FR"/>
        </w:rPr>
        <w:pict>
          <v:shape id="_x0000_i1042" type="#_x0000_t75" style="width:15.25pt;height:12.2pt">
            <v:imagedata r:id="rId9" o:title=""/>
          </v:shape>
        </w:pict>
      </w:r>
      <w:r>
        <w:rPr>
          <w:bCs/>
          <w:iCs/>
          <w:sz w:val="24"/>
          <w:szCs w:val="24"/>
          <w:lang w:eastAsia="fr-FR"/>
        </w:rPr>
        <w:t>et=8,2 mm et l</w:t>
      </w:r>
      <w:r w:rsidR="00D1266B">
        <w:rPr>
          <w:bCs/>
          <w:iCs/>
          <w:sz w:val="24"/>
          <w:szCs w:val="24"/>
          <w:lang w:eastAsia="fr-FR"/>
        </w:rPr>
        <w:t xml:space="preserve"> </w:t>
      </w:r>
      <w:r>
        <w:rPr>
          <w:bCs/>
          <w:iCs/>
          <w:sz w:val="24"/>
          <w:szCs w:val="24"/>
          <w:lang w:eastAsia="fr-FR"/>
        </w:rPr>
        <w:t>=</w:t>
      </w:r>
      <w:r w:rsidR="00D1266B">
        <w:rPr>
          <w:bCs/>
          <w:iCs/>
          <w:sz w:val="24"/>
          <w:szCs w:val="24"/>
          <w:lang w:eastAsia="fr-FR"/>
        </w:rPr>
        <w:t xml:space="preserve"> </w:t>
      </w:r>
      <w:r>
        <w:rPr>
          <w:bCs/>
          <w:iCs/>
          <w:sz w:val="24"/>
          <w:szCs w:val="24"/>
          <w:lang w:eastAsia="fr-FR"/>
        </w:rPr>
        <w:t>Min</w:t>
      </w:r>
      <m:oMath>
        <m:d>
          <m:dPr>
            <m:begChr m:val="{"/>
            <m:endChr m:val="}"/>
            <m:ctrlPr>
              <w:rPr>
                <w:rFonts w:ascii="Cambria Math" w:hAnsi="Cambria Math"/>
                <w:bCs/>
                <w:i/>
                <w:iCs/>
                <w:sz w:val="24"/>
                <w:szCs w:val="24"/>
                <w:lang w:eastAsia="fr-FR"/>
              </w:rPr>
            </m:ctrlPr>
          </m:dPr>
          <m:e>
            <m:rad>
              <m:radPr>
                <m:degHide m:val="1"/>
                <m:ctrlPr>
                  <w:rPr>
                    <w:rFonts w:ascii="Cambria Math" w:hAnsi="Cambria Math"/>
                    <w:bCs/>
                    <w:i/>
                    <w:sz w:val="24"/>
                    <w:szCs w:val="24"/>
                    <w:lang w:eastAsia="fr-FR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  <w:lang w:eastAsia="fr-FR"/>
                  </w:rPr>
                  <m:t>Dm*et</m:t>
                </m:r>
              </m:e>
            </m:rad>
            <m:r>
              <w:rPr>
                <w:rFonts w:ascii="Cambria Math" w:hAnsi="Cambria Math"/>
                <w:sz w:val="24"/>
                <w:szCs w:val="24"/>
                <w:lang w:eastAsia="fr-FR"/>
              </w:rPr>
              <m:t xml:space="preserve"> ;lt</m:t>
            </m:r>
          </m:e>
        </m:d>
      </m:oMath>
      <w:r>
        <w:rPr>
          <w:bCs/>
          <w:sz w:val="24"/>
          <w:szCs w:val="24"/>
          <w:lang w:eastAsia="fr-FR"/>
        </w:rPr>
        <w:t xml:space="preserve"> </w:t>
      </w:r>
      <w:r w:rsidR="00D1266B">
        <w:rPr>
          <w:bCs/>
          <w:sz w:val="24"/>
          <w:szCs w:val="24"/>
          <w:lang w:eastAsia="fr-FR"/>
        </w:rPr>
        <w:t xml:space="preserve">=Min </w:t>
      </w:r>
      <m:oMath>
        <m:d>
          <m:dPr>
            <m:begChr m:val="{"/>
            <m:endChr m:val="}"/>
            <m:ctrlPr>
              <w:rPr>
                <w:rFonts w:ascii="Cambria Math" w:hAnsi="Cambria Math"/>
                <w:bCs/>
                <w:i/>
                <w:sz w:val="24"/>
                <w:szCs w:val="24"/>
                <w:lang w:eastAsia="fr-FR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eastAsia="fr-FR"/>
              </w:rPr>
              <m:t>94,62 ;285</m:t>
            </m:r>
          </m:e>
        </m:d>
      </m:oMath>
      <w:r w:rsidR="00D1266B">
        <w:rPr>
          <w:bCs/>
          <w:sz w:val="24"/>
          <w:szCs w:val="24"/>
          <w:lang w:eastAsia="fr-FR"/>
        </w:rPr>
        <w:t>=94,62</w:t>
      </w:r>
      <w:r>
        <w:rPr>
          <w:bCs/>
          <w:sz w:val="24"/>
          <w:szCs w:val="24"/>
          <w:lang w:eastAsia="fr-FR"/>
        </w:rPr>
        <w:t xml:space="preserve"> mm</w:t>
      </w:r>
    </w:p>
    <w:p w:rsidR="005D5243" w:rsidRPr="00D1266B" w:rsidRDefault="00E85A41" w:rsidP="00D1266B">
      <w:pPr>
        <w:pStyle w:val="Paragraphedeliste"/>
        <w:numPr>
          <w:ilvl w:val="0"/>
          <w:numId w:val="7"/>
        </w:numPr>
        <w:tabs>
          <w:tab w:val="clear" w:pos="1500"/>
          <w:tab w:val="num" w:pos="993"/>
        </w:tabs>
        <w:spacing w:before="240" w:after="240"/>
        <w:ind w:left="1503" w:hanging="794"/>
        <w:rPr>
          <w:bCs/>
          <w:sz w:val="24"/>
          <w:szCs w:val="24"/>
          <w:u w:val="single"/>
          <w:lang w:eastAsia="fr-FR"/>
        </w:rPr>
      </w:pPr>
      <m:oMath>
        <m:rad>
          <m:radPr>
            <m:degHide m:val="1"/>
            <m:ctrlPr>
              <w:rPr>
                <w:rFonts w:ascii="Cambria Math" w:hAnsi="Cambria Math"/>
                <w:bCs/>
                <w:i/>
                <w:sz w:val="24"/>
                <w:szCs w:val="24"/>
                <w:lang w:eastAsia="fr-FR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  <w:lang w:eastAsia="fr-FR"/>
              </w:rPr>
              <m:t>Dm*et</m:t>
            </m:r>
          </m:e>
        </m:rad>
      </m:oMath>
      <w:r w:rsidR="00D1266B">
        <w:rPr>
          <w:bCs/>
          <w:sz w:val="24"/>
          <w:szCs w:val="24"/>
          <w:lang w:eastAsia="fr-FR"/>
        </w:rPr>
        <w:t xml:space="preserve"> = 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sz w:val="24"/>
                <w:szCs w:val="24"/>
                <w:lang w:eastAsia="fr-FR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  <w:lang w:eastAsia="fr-FR"/>
              </w:rPr>
              <m:t>1091,8*8,2</m:t>
            </m:r>
          </m:e>
        </m:rad>
      </m:oMath>
      <w:r w:rsidR="00D1266B">
        <w:rPr>
          <w:bCs/>
          <w:sz w:val="24"/>
          <w:szCs w:val="24"/>
          <w:lang w:eastAsia="fr-FR"/>
        </w:rPr>
        <w:t xml:space="preserve"> = 94,62 mm</w:t>
      </w:r>
    </w:p>
    <w:p w:rsidR="00D1266B" w:rsidRPr="00D1266B" w:rsidRDefault="00D1266B" w:rsidP="00D1266B">
      <w:pPr>
        <w:pStyle w:val="Paragraphedeliste"/>
        <w:numPr>
          <w:ilvl w:val="0"/>
          <w:numId w:val="7"/>
        </w:numPr>
        <w:tabs>
          <w:tab w:val="clear" w:pos="1500"/>
          <w:tab w:val="num" w:pos="993"/>
        </w:tabs>
        <w:spacing w:before="360" w:after="120"/>
        <w:ind w:left="1503" w:hanging="794"/>
        <w:rPr>
          <w:bCs/>
          <w:sz w:val="24"/>
          <w:szCs w:val="24"/>
          <w:lang w:eastAsia="fr-FR"/>
        </w:rPr>
      </w:pPr>
      <w:proofErr w:type="spellStart"/>
      <w:r>
        <w:rPr>
          <w:bCs/>
          <w:sz w:val="24"/>
          <w:szCs w:val="24"/>
          <w:lang w:eastAsia="fr-FR"/>
        </w:rPr>
        <w:t>lt</w:t>
      </w:r>
      <w:proofErr w:type="spellEnd"/>
      <w:r>
        <w:rPr>
          <w:bCs/>
          <w:sz w:val="24"/>
          <w:szCs w:val="24"/>
          <w:lang w:eastAsia="fr-FR"/>
        </w:rPr>
        <w:t xml:space="preserve"> = 2000 – (3400 /2) -15 = 285 mm</w:t>
      </w:r>
    </w:p>
    <w:p w:rsidR="005D5243" w:rsidRPr="00923A6A" w:rsidRDefault="005D5243" w:rsidP="00AD090B">
      <w:pPr>
        <w:spacing w:before="120" w:after="120"/>
        <w:rPr>
          <w:rStyle w:val="Numrodepage"/>
          <w:sz w:val="24"/>
          <w:szCs w:val="24"/>
          <w:lang w:val="en-US"/>
        </w:rPr>
      </w:pPr>
      <w:r w:rsidRPr="00D1266B">
        <w:rPr>
          <w:rStyle w:val="Numrodepage"/>
          <w:lang w:val="en-US"/>
        </w:rPr>
        <w:tab/>
      </w:r>
      <w:r w:rsidRPr="00D1266B">
        <w:rPr>
          <w:rStyle w:val="Numrodepage"/>
          <w:sz w:val="24"/>
          <w:szCs w:val="24"/>
          <w:lang w:val="en-US"/>
        </w:rPr>
        <w:t>S</w:t>
      </w:r>
      <w:r w:rsidR="00D1266B">
        <w:rPr>
          <w:rStyle w:val="Numrodepage"/>
          <w:sz w:val="24"/>
          <w:szCs w:val="24"/>
          <w:lang w:val="en-US"/>
        </w:rPr>
        <w:t>t</w:t>
      </w:r>
      <w:r w:rsidRPr="00D1266B">
        <w:rPr>
          <w:rStyle w:val="Numrodepage"/>
          <w:sz w:val="24"/>
          <w:szCs w:val="24"/>
          <w:lang w:val="en-US"/>
        </w:rPr>
        <w:t xml:space="preserve"> = </w:t>
      </w:r>
      <w:r w:rsidR="00D1266B">
        <w:rPr>
          <w:rStyle w:val="Numrodepage"/>
          <w:sz w:val="24"/>
          <w:szCs w:val="24"/>
          <w:lang w:val="en-US"/>
        </w:rPr>
        <w:t>(</w:t>
      </w:r>
      <w:r w:rsidRPr="00D1266B">
        <w:rPr>
          <w:rStyle w:val="Numrodepage"/>
          <w:sz w:val="24"/>
          <w:szCs w:val="24"/>
          <w:lang w:val="en-US"/>
        </w:rPr>
        <w:t>9</w:t>
      </w:r>
      <w:r w:rsidR="00D1266B">
        <w:rPr>
          <w:rStyle w:val="Numrodepage"/>
          <w:sz w:val="24"/>
          <w:szCs w:val="24"/>
          <w:lang w:val="en-US"/>
        </w:rPr>
        <w:t>4</w:t>
      </w:r>
      <w:proofErr w:type="gramStart"/>
      <w:r w:rsidR="00D1266B">
        <w:rPr>
          <w:rStyle w:val="Numrodepage"/>
          <w:sz w:val="24"/>
          <w:szCs w:val="24"/>
          <w:lang w:val="en-US"/>
        </w:rPr>
        <w:t>,62</w:t>
      </w:r>
      <w:proofErr w:type="gramEnd"/>
      <w:r w:rsidR="00D1266B">
        <w:rPr>
          <w:rStyle w:val="Numrodepage"/>
          <w:sz w:val="24"/>
          <w:szCs w:val="24"/>
          <w:lang w:val="en-US"/>
        </w:rPr>
        <w:t xml:space="preserve"> + 11,9)</w:t>
      </w:r>
      <w:r w:rsidRPr="00D1266B">
        <w:rPr>
          <w:rStyle w:val="Numrodepage"/>
          <w:sz w:val="24"/>
          <w:szCs w:val="24"/>
          <w:lang w:val="en-US"/>
        </w:rPr>
        <w:t xml:space="preserve"> * </w:t>
      </w:r>
      <w:r w:rsidR="00D1266B">
        <w:rPr>
          <w:rStyle w:val="Numrodepage"/>
          <w:sz w:val="24"/>
          <w:szCs w:val="24"/>
          <w:lang w:val="en-US"/>
        </w:rPr>
        <w:t>8,2</w:t>
      </w:r>
      <w:r w:rsidRPr="00D1266B">
        <w:rPr>
          <w:rStyle w:val="Numrodepage"/>
          <w:sz w:val="24"/>
          <w:szCs w:val="24"/>
          <w:lang w:val="en-US"/>
        </w:rPr>
        <w:t xml:space="preserve"> = </w:t>
      </w:r>
      <w:r w:rsidR="00923A6A" w:rsidRPr="00923A6A">
        <w:rPr>
          <w:rStyle w:val="Numrodepage"/>
          <w:b/>
          <w:sz w:val="24"/>
          <w:szCs w:val="24"/>
          <w:lang w:val="en-US"/>
        </w:rPr>
        <w:t>873,46</w:t>
      </w:r>
      <w:r w:rsidRPr="00923A6A">
        <w:rPr>
          <w:rStyle w:val="Numrodepage"/>
          <w:b/>
          <w:sz w:val="24"/>
          <w:szCs w:val="24"/>
          <w:lang w:val="en-US"/>
        </w:rPr>
        <w:t xml:space="preserve"> mm</w:t>
      </w:r>
      <w:r w:rsidRPr="00923A6A">
        <w:rPr>
          <w:rStyle w:val="Numrodepage"/>
          <w:b/>
          <w:sz w:val="24"/>
          <w:szCs w:val="24"/>
          <w:vertAlign w:val="superscript"/>
          <w:lang w:val="en-US"/>
        </w:rPr>
        <w:t>2</w:t>
      </w:r>
    </w:p>
    <w:p w:rsidR="005D5243" w:rsidRPr="00923A6A" w:rsidRDefault="00923A6A" w:rsidP="00AD090B">
      <w:pPr>
        <w:pStyle w:val="Paragraphedeliste"/>
        <w:numPr>
          <w:ilvl w:val="0"/>
          <w:numId w:val="8"/>
        </w:numPr>
        <w:spacing w:before="120" w:after="120"/>
        <w:ind w:left="782" w:hanging="357"/>
        <w:rPr>
          <w:rStyle w:val="Numrodepage"/>
          <w:sz w:val="24"/>
          <w:szCs w:val="24"/>
          <w:lang w:val="en-US"/>
        </w:rPr>
      </w:pPr>
      <w:proofErr w:type="spellStart"/>
      <w:r w:rsidRPr="00923A6A">
        <w:rPr>
          <w:rStyle w:val="Numrodepage"/>
          <w:sz w:val="24"/>
          <w:szCs w:val="24"/>
          <w:lang w:val="en-US"/>
        </w:rPr>
        <w:t>Sr</w:t>
      </w:r>
      <w:proofErr w:type="spellEnd"/>
      <w:r>
        <w:rPr>
          <w:rStyle w:val="Numrodepage"/>
          <w:sz w:val="24"/>
          <w:szCs w:val="24"/>
          <w:lang w:val="en-US"/>
        </w:rPr>
        <w:t xml:space="preserve"> = 195 * 20 = </w:t>
      </w:r>
      <w:r w:rsidRPr="00923A6A">
        <w:rPr>
          <w:rStyle w:val="Numrodepage"/>
          <w:b/>
          <w:sz w:val="24"/>
          <w:szCs w:val="24"/>
          <w:lang w:val="en-US"/>
        </w:rPr>
        <w:t>3900 mm</w:t>
      </w:r>
      <w:r w:rsidRPr="00923A6A">
        <w:rPr>
          <w:rStyle w:val="Numrodepage"/>
          <w:b/>
          <w:sz w:val="24"/>
          <w:szCs w:val="24"/>
          <w:vertAlign w:val="superscript"/>
          <w:lang w:val="en-US"/>
        </w:rPr>
        <w:t>2</w:t>
      </w:r>
    </w:p>
    <w:p w:rsidR="00E95B3E" w:rsidRPr="00D1266B" w:rsidRDefault="00E95B3E">
      <w:pPr>
        <w:rPr>
          <w:rStyle w:val="Numrodepage"/>
          <w:lang w:val="en-US"/>
        </w:rPr>
      </w:pPr>
    </w:p>
    <w:p w:rsidR="00923A6A" w:rsidRPr="00923A6A" w:rsidRDefault="00923A6A" w:rsidP="00923A6A">
      <w:pPr>
        <w:pStyle w:val="Paragraphedeliste"/>
        <w:numPr>
          <w:ilvl w:val="0"/>
          <w:numId w:val="8"/>
        </w:numPr>
        <w:spacing w:after="120"/>
        <w:ind w:left="782" w:hanging="357"/>
        <w:rPr>
          <w:rStyle w:val="Numrodepage"/>
        </w:rPr>
      </w:pPr>
      <w:r w:rsidRPr="00923A6A">
        <w:rPr>
          <w:rStyle w:val="Numrodepage"/>
          <w:sz w:val="24"/>
          <w:szCs w:val="24"/>
        </w:rPr>
        <w:t>G = Ri * (L + de/2) + (d * (e + l))</w:t>
      </w:r>
    </w:p>
    <w:p w:rsidR="00E95B3E" w:rsidRDefault="00923A6A" w:rsidP="00923A6A">
      <w:pPr>
        <w:pStyle w:val="Paragraphedeliste"/>
        <w:spacing w:before="120" w:after="120"/>
        <w:ind w:left="782"/>
        <w:rPr>
          <w:rStyle w:val="Numrodepage"/>
          <w:b/>
          <w:sz w:val="24"/>
          <w:szCs w:val="24"/>
          <w:vertAlign w:val="superscript"/>
        </w:rPr>
      </w:pPr>
      <w:r w:rsidRPr="00923A6A">
        <w:rPr>
          <w:rStyle w:val="Numrodepage"/>
          <w:sz w:val="24"/>
          <w:szCs w:val="24"/>
        </w:rPr>
        <w:t>G = (1700</w:t>
      </w:r>
      <w:r>
        <w:rPr>
          <w:rStyle w:val="Numrodepage"/>
          <w:sz w:val="24"/>
          <w:szCs w:val="24"/>
        </w:rPr>
        <w:t xml:space="preserve"> </w:t>
      </w:r>
      <w:r w:rsidRPr="00923A6A">
        <w:rPr>
          <w:rStyle w:val="Numrodepage"/>
          <w:sz w:val="24"/>
          <w:szCs w:val="24"/>
        </w:rPr>
        <w:t>-</w:t>
      </w:r>
      <w:r>
        <w:rPr>
          <w:rStyle w:val="Numrodepage"/>
          <w:sz w:val="24"/>
          <w:szCs w:val="24"/>
        </w:rPr>
        <w:t xml:space="preserve"> </w:t>
      </w:r>
      <w:r w:rsidRPr="00923A6A">
        <w:rPr>
          <w:rStyle w:val="Numrodepage"/>
          <w:sz w:val="24"/>
          <w:szCs w:val="24"/>
        </w:rPr>
        <w:t>11,9)</w:t>
      </w:r>
      <w:r>
        <w:rPr>
          <w:rStyle w:val="Numrodepage"/>
          <w:sz w:val="24"/>
          <w:szCs w:val="24"/>
        </w:rPr>
        <w:t xml:space="preserve"> </w:t>
      </w:r>
      <w:r w:rsidRPr="00923A6A">
        <w:rPr>
          <w:rStyle w:val="Numrodepage"/>
          <w:sz w:val="24"/>
          <w:szCs w:val="24"/>
        </w:rPr>
        <w:t>*</w:t>
      </w:r>
      <w:r>
        <w:rPr>
          <w:rStyle w:val="Numrodepage"/>
          <w:sz w:val="24"/>
          <w:szCs w:val="24"/>
        </w:rPr>
        <w:t xml:space="preserve"> </w:t>
      </w:r>
      <w:r w:rsidRPr="00923A6A">
        <w:rPr>
          <w:rStyle w:val="Numrodepage"/>
          <w:sz w:val="24"/>
          <w:szCs w:val="24"/>
        </w:rPr>
        <w:t>(195</w:t>
      </w:r>
      <w:r>
        <w:rPr>
          <w:rStyle w:val="Numrodepage"/>
          <w:sz w:val="24"/>
          <w:szCs w:val="24"/>
        </w:rPr>
        <w:t xml:space="preserve"> </w:t>
      </w:r>
      <w:r w:rsidRPr="00923A6A">
        <w:rPr>
          <w:rStyle w:val="Numrodepage"/>
          <w:sz w:val="24"/>
          <w:szCs w:val="24"/>
        </w:rPr>
        <w:t>+</w:t>
      </w:r>
      <w:r>
        <w:rPr>
          <w:rStyle w:val="Numrodepage"/>
          <w:sz w:val="24"/>
          <w:szCs w:val="24"/>
        </w:rPr>
        <w:t xml:space="preserve"> </w:t>
      </w:r>
      <w:r w:rsidRPr="00923A6A">
        <w:rPr>
          <w:rStyle w:val="Numrodepage"/>
          <w:sz w:val="24"/>
          <w:szCs w:val="24"/>
        </w:rPr>
        <w:t>(1100/2) + (1083,6</w:t>
      </w:r>
      <w:r>
        <w:rPr>
          <w:rStyle w:val="Numrodepage"/>
          <w:sz w:val="24"/>
          <w:szCs w:val="24"/>
        </w:rPr>
        <w:t xml:space="preserve"> </w:t>
      </w:r>
      <w:r w:rsidRPr="00923A6A">
        <w:rPr>
          <w:rStyle w:val="Numrodepage"/>
          <w:sz w:val="24"/>
          <w:szCs w:val="24"/>
        </w:rPr>
        <w:t>*</w:t>
      </w:r>
      <w:r>
        <w:rPr>
          <w:rStyle w:val="Numrodepage"/>
          <w:sz w:val="24"/>
          <w:szCs w:val="24"/>
        </w:rPr>
        <w:t xml:space="preserve"> </w:t>
      </w:r>
      <w:r w:rsidRPr="00923A6A">
        <w:rPr>
          <w:rStyle w:val="Numrodepage"/>
          <w:sz w:val="24"/>
          <w:szCs w:val="24"/>
        </w:rPr>
        <w:t>(11,9+94,62))</w:t>
      </w:r>
      <w:r>
        <w:rPr>
          <w:rStyle w:val="Numrodepage"/>
          <w:sz w:val="24"/>
          <w:szCs w:val="24"/>
        </w:rPr>
        <w:t xml:space="preserve"> = </w:t>
      </w:r>
      <w:r w:rsidR="0090154D" w:rsidRPr="0090154D">
        <w:rPr>
          <w:rStyle w:val="Numrodepage"/>
          <w:b/>
          <w:sz w:val="24"/>
          <w:szCs w:val="24"/>
        </w:rPr>
        <w:t>1373059,5 mm</w:t>
      </w:r>
      <w:r w:rsidR="0090154D" w:rsidRPr="0090154D">
        <w:rPr>
          <w:rStyle w:val="Numrodepage"/>
          <w:b/>
          <w:sz w:val="24"/>
          <w:szCs w:val="24"/>
          <w:vertAlign w:val="superscript"/>
        </w:rPr>
        <w:t>2</w:t>
      </w:r>
    </w:p>
    <w:p w:rsidR="0090154D" w:rsidRPr="0090154D" w:rsidRDefault="0090154D" w:rsidP="0090154D">
      <w:pPr>
        <w:spacing w:before="120" w:after="120"/>
        <w:rPr>
          <w:rStyle w:val="Numrodepage"/>
          <w:sz w:val="24"/>
          <w:szCs w:val="24"/>
          <w:u w:val="single"/>
        </w:rPr>
      </w:pPr>
      <w:r w:rsidRPr="0090154D">
        <w:rPr>
          <w:rStyle w:val="Numrodepage"/>
          <w:sz w:val="24"/>
          <w:szCs w:val="24"/>
          <w:u w:val="single"/>
        </w:rPr>
        <w:t>Vérification</w:t>
      </w:r>
      <w:r w:rsidRPr="00F969FD">
        <w:rPr>
          <w:rStyle w:val="Numrodepage"/>
          <w:sz w:val="24"/>
          <w:szCs w:val="24"/>
        </w:rPr>
        <w:t> :</w:t>
      </w:r>
      <w:r w:rsidRPr="0090154D">
        <w:rPr>
          <w:rStyle w:val="Numrodepage"/>
          <w:sz w:val="24"/>
          <w:szCs w:val="24"/>
          <w:u w:val="single"/>
        </w:rPr>
        <w:t xml:space="preserve"> </w:t>
      </w:r>
    </w:p>
    <w:p w:rsidR="00E95B3E" w:rsidRDefault="0090154D">
      <w:pPr>
        <w:rPr>
          <w:bCs/>
          <w:iCs/>
          <w:sz w:val="24"/>
          <w:szCs w:val="24"/>
          <w:lang w:eastAsia="fr-FR"/>
        </w:rPr>
      </w:pPr>
      <w:r>
        <w:rPr>
          <w:rStyle w:val="Numrodepage"/>
          <w:sz w:val="24"/>
          <w:szCs w:val="24"/>
        </w:rPr>
        <w:t>(</w:t>
      </w:r>
      <w:r w:rsidRPr="0090154D">
        <w:rPr>
          <w:rStyle w:val="Numrodepage"/>
          <w:sz w:val="24"/>
          <w:szCs w:val="24"/>
        </w:rPr>
        <w:t>2320</w:t>
      </w:r>
      <w:r>
        <w:rPr>
          <w:rStyle w:val="Numrodepage"/>
          <w:sz w:val="24"/>
          <w:szCs w:val="24"/>
        </w:rPr>
        <w:t xml:space="preserve">,5 + 873,46 + 3900)*(130 – (0,5 * 0,63)) </w:t>
      </w:r>
      <w:r>
        <w:rPr>
          <w:bCs/>
          <w:iCs/>
          <w:sz w:val="24"/>
          <w:szCs w:val="24"/>
          <w:lang w:eastAsia="fr-FR"/>
        </w:rPr>
        <w:t>≥ 0,63 * 1373059,5</w:t>
      </w:r>
    </w:p>
    <w:p w:rsidR="0090154D" w:rsidRPr="0090154D" w:rsidRDefault="0090154D" w:rsidP="0090154D">
      <w:pPr>
        <w:spacing w:before="120" w:after="120"/>
        <w:rPr>
          <w:rStyle w:val="Numrodepage"/>
          <w:sz w:val="24"/>
          <w:szCs w:val="24"/>
        </w:rPr>
      </w:pPr>
      <w:r>
        <w:rPr>
          <w:bCs/>
          <w:iCs/>
          <w:sz w:val="24"/>
          <w:szCs w:val="24"/>
          <w:lang w:eastAsia="fr-FR"/>
        </w:rPr>
        <w:t>919980 mm</w:t>
      </w:r>
      <w:r>
        <w:rPr>
          <w:bCs/>
          <w:iCs/>
          <w:sz w:val="24"/>
          <w:szCs w:val="24"/>
          <w:vertAlign w:val="superscript"/>
          <w:lang w:eastAsia="fr-FR"/>
        </w:rPr>
        <w:t>2</w:t>
      </w:r>
      <w:r>
        <w:rPr>
          <w:bCs/>
          <w:iCs/>
          <w:sz w:val="24"/>
          <w:szCs w:val="24"/>
          <w:lang w:eastAsia="fr-FR"/>
        </w:rPr>
        <w:t xml:space="preserve"> ≥ 865027 mm</w:t>
      </w:r>
      <w:r>
        <w:rPr>
          <w:bCs/>
          <w:iCs/>
          <w:sz w:val="24"/>
          <w:szCs w:val="24"/>
          <w:vertAlign w:val="superscript"/>
          <w:lang w:eastAsia="fr-FR"/>
        </w:rPr>
        <w:t xml:space="preserve">2 </w:t>
      </w:r>
      <w:r>
        <w:rPr>
          <w:bCs/>
          <w:iCs/>
          <w:sz w:val="24"/>
          <w:szCs w:val="24"/>
          <w:lang w:eastAsia="fr-FR"/>
        </w:rPr>
        <w:t xml:space="preserve">  Condition vérifiée</w:t>
      </w:r>
    </w:p>
    <w:p w:rsidR="00E95B3E" w:rsidRPr="0090154D" w:rsidRDefault="00E95B3E">
      <w:pPr>
        <w:rPr>
          <w:rStyle w:val="Numrodepage"/>
          <w:sz w:val="24"/>
          <w:szCs w:val="24"/>
        </w:rPr>
      </w:pPr>
    </w:p>
    <w:p w:rsidR="00E95B3E" w:rsidRPr="0090154D" w:rsidRDefault="00E95B3E">
      <w:pPr>
        <w:rPr>
          <w:rStyle w:val="Numrodepage"/>
          <w:sz w:val="24"/>
          <w:szCs w:val="24"/>
        </w:rPr>
      </w:pPr>
    </w:p>
    <w:p w:rsidR="00E95B3E" w:rsidRPr="0090154D" w:rsidRDefault="00E95B3E">
      <w:pPr>
        <w:rPr>
          <w:rStyle w:val="Numrodepage"/>
          <w:sz w:val="24"/>
          <w:szCs w:val="24"/>
        </w:rPr>
      </w:pPr>
    </w:p>
    <w:p w:rsidR="00E95B3E" w:rsidRPr="0090154D" w:rsidRDefault="00E95B3E">
      <w:pPr>
        <w:rPr>
          <w:rStyle w:val="Numrodepage"/>
          <w:sz w:val="24"/>
          <w:szCs w:val="24"/>
        </w:rPr>
      </w:pPr>
    </w:p>
    <w:p w:rsidR="00AD090B" w:rsidRDefault="00AD090B" w:rsidP="00AD090B">
      <w:pPr>
        <w:spacing w:after="240"/>
        <w:jc w:val="center"/>
        <w:rPr>
          <w:b/>
          <w:sz w:val="32"/>
          <w:szCs w:val="32"/>
          <w:lang w:eastAsia="fr-FR"/>
        </w:rPr>
      </w:pPr>
      <w:r>
        <w:rPr>
          <w:b/>
          <w:sz w:val="32"/>
          <w:szCs w:val="32"/>
          <w:lang w:eastAsia="fr-FR"/>
        </w:rPr>
        <w:lastRenderedPageBreak/>
        <w:t>Mécanique</w:t>
      </w:r>
    </w:p>
    <w:p w:rsidR="00AD090B" w:rsidRPr="007F434E" w:rsidRDefault="0028699B" w:rsidP="007F434E">
      <w:pPr>
        <w:pStyle w:val="Paragraphedeliste"/>
        <w:numPr>
          <w:ilvl w:val="1"/>
          <w:numId w:val="10"/>
        </w:numPr>
        <w:spacing w:before="120" w:after="360"/>
        <w:ind w:left="437" w:hanging="437"/>
        <w:rPr>
          <w:rFonts w:eastAsia="Lucida Sans Unicode"/>
          <w:kern w:val="3"/>
          <w:sz w:val="24"/>
          <w:szCs w:val="24"/>
          <w:lang w:eastAsia="fr-FR"/>
        </w:rPr>
      </w:pPr>
      <w:proofErr w:type="spellStart"/>
      <w:r w:rsidRPr="007F434E">
        <w:rPr>
          <w:rFonts w:eastAsia="Lucida Sans Unicode"/>
          <w:kern w:val="3"/>
          <w:sz w:val="24"/>
          <w:szCs w:val="24"/>
          <w:lang w:eastAsia="fr-FR"/>
        </w:rPr>
        <w:t>Δl</w:t>
      </w:r>
      <w:proofErr w:type="spellEnd"/>
      <w:r w:rsidRPr="007F434E">
        <w:rPr>
          <w:rFonts w:eastAsia="Lucida Sans Unicode"/>
          <w:kern w:val="3"/>
          <w:sz w:val="24"/>
          <w:szCs w:val="24"/>
          <w:lang w:eastAsia="fr-FR"/>
        </w:rPr>
        <w:t xml:space="preserve"> </w:t>
      </w:r>
      <w:r w:rsidRPr="007F434E">
        <w:rPr>
          <w:rFonts w:eastAsia="Lucida Sans Unicode"/>
          <w:kern w:val="3"/>
          <w:sz w:val="24"/>
          <w:szCs w:val="24"/>
          <w:vertAlign w:val="subscript"/>
          <w:lang w:eastAsia="fr-FR"/>
        </w:rPr>
        <w:t>(20°→150°) </w:t>
      </w:r>
      <w:r w:rsidRPr="007F434E">
        <w:rPr>
          <w:rFonts w:eastAsia="Lucida Sans Unicode"/>
          <w:kern w:val="3"/>
          <w:sz w:val="24"/>
          <w:szCs w:val="24"/>
          <w:lang w:eastAsia="fr-FR"/>
        </w:rPr>
        <w:t>= 7150 * 12.10</w:t>
      </w:r>
      <w:r w:rsidRPr="007F434E">
        <w:rPr>
          <w:rFonts w:eastAsia="Lucida Sans Unicode"/>
          <w:kern w:val="3"/>
          <w:sz w:val="24"/>
          <w:szCs w:val="24"/>
          <w:vertAlign w:val="superscript"/>
          <w:lang w:eastAsia="fr-FR"/>
        </w:rPr>
        <w:t>-6</w:t>
      </w:r>
      <w:r w:rsidRPr="007F434E">
        <w:rPr>
          <w:rFonts w:eastAsia="Lucida Sans Unicode"/>
          <w:kern w:val="3"/>
          <w:sz w:val="24"/>
          <w:szCs w:val="24"/>
          <w:lang w:eastAsia="fr-FR"/>
        </w:rPr>
        <w:t xml:space="preserve"> * (150 -20) = 11,15 mm</w:t>
      </w:r>
    </w:p>
    <w:p w:rsidR="007F434E" w:rsidRPr="007F434E" w:rsidRDefault="007F434E" w:rsidP="007F434E">
      <w:pPr>
        <w:pStyle w:val="Paragraphedeliste"/>
        <w:spacing w:before="120" w:after="360"/>
        <w:ind w:left="437"/>
        <w:rPr>
          <w:rFonts w:eastAsia="Lucida Sans Unicode"/>
          <w:kern w:val="3"/>
          <w:sz w:val="24"/>
          <w:szCs w:val="24"/>
          <w:lang w:eastAsia="fr-FR"/>
        </w:rPr>
      </w:pPr>
    </w:p>
    <w:p w:rsidR="007F434E" w:rsidRPr="007F434E" w:rsidRDefault="007F434E" w:rsidP="007F434E">
      <w:pPr>
        <w:pStyle w:val="Paragraphedeliste"/>
        <w:numPr>
          <w:ilvl w:val="1"/>
          <w:numId w:val="10"/>
        </w:numPr>
        <w:spacing w:after="240"/>
        <w:rPr>
          <w:b/>
          <w:sz w:val="24"/>
          <w:szCs w:val="24"/>
          <w:lang w:eastAsia="fr-FR"/>
        </w:rPr>
      </w:pPr>
      <w:r w:rsidRPr="007F434E">
        <w:rPr>
          <w:b/>
          <w:sz w:val="24"/>
          <w:szCs w:val="24"/>
          <w:lang w:eastAsia="fr-FR"/>
        </w:rPr>
        <w:t xml:space="preserve">N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lang w:eastAsia="fr-FR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fr-FR"/>
              </w:rPr>
              <m:t>∆l*E*So</m:t>
            </m:r>
          </m:num>
          <m:den>
            <m:r>
              <w:rPr>
                <w:rFonts w:ascii="Cambria Math" w:hAnsi="Cambria Math"/>
                <w:sz w:val="32"/>
                <w:szCs w:val="32"/>
                <w:lang w:eastAsia="fr-FR"/>
              </w:rPr>
              <m:t>lo</m:t>
            </m:r>
          </m:den>
        </m:f>
      </m:oMath>
      <w:r w:rsidRPr="007F434E">
        <w:rPr>
          <w:sz w:val="32"/>
          <w:szCs w:val="32"/>
          <w:lang w:eastAsia="fr-FR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lang w:eastAsia="fr-FR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eastAsia="fr-FR"/>
              </w:rPr>
              <m:t>12*190000*170098,4</m:t>
            </m:r>
          </m:num>
          <m:den>
            <m:r>
              <w:rPr>
                <w:rFonts w:ascii="Cambria Math" w:hAnsi="Cambria Math"/>
                <w:sz w:val="32"/>
                <w:szCs w:val="32"/>
                <w:lang w:eastAsia="fr-FR"/>
              </w:rPr>
              <m:t>7150</m:t>
            </m:r>
          </m:den>
        </m:f>
      </m:oMath>
      <w:r w:rsidRPr="007F434E">
        <w:rPr>
          <w:sz w:val="24"/>
          <w:szCs w:val="24"/>
          <w:lang w:eastAsia="fr-FR"/>
        </w:rPr>
        <w:t xml:space="preserve"> = 54</w:t>
      </w:r>
      <w:r>
        <w:rPr>
          <w:sz w:val="24"/>
          <w:szCs w:val="24"/>
          <w:lang w:eastAsia="fr-FR"/>
        </w:rPr>
        <w:t>241166 N</w:t>
      </w:r>
    </w:p>
    <w:p w:rsidR="007F434E" w:rsidRPr="007F434E" w:rsidRDefault="007F434E" w:rsidP="007F434E">
      <w:pPr>
        <w:pStyle w:val="Paragraphedeliste"/>
        <w:rPr>
          <w:b/>
          <w:sz w:val="24"/>
          <w:szCs w:val="24"/>
          <w:lang w:eastAsia="fr-FR"/>
        </w:rPr>
      </w:pPr>
    </w:p>
    <w:p w:rsidR="007F434E" w:rsidRPr="007F434E" w:rsidRDefault="007F434E" w:rsidP="007F434E">
      <w:pPr>
        <w:pStyle w:val="Paragraphedeliste"/>
        <w:numPr>
          <w:ilvl w:val="0"/>
          <w:numId w:val="11"/>
        </w:numPr>
        <w:spacing w:after="240"/>
        <w:rPr>
          <w:sz w:val="24"/>
          <w:szCs w:val="24"/>
          <w:lang w:eastAsia="fr-FR"/>
        </w:rPr>
      </w:pPr>
      <w:r w:rsidRPr="007F434E">
        <w:rPr>
          <w:sz w:val="24"/>
          <w:szCs w:val="24"/>
          <w:lang w:eastAsia="fr-FR"/>
        </w:rPr>
        <w:t>So</w:t>
      </w:r>
      <w:r>
        <w:rPr>
          <w:sz w:val="24"/>
          <w:szCs w:val="24"/>
          <w:lang w:eastAsia="fr-FR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eastAsia="fr-FR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eastAsia="fr-FR"/>
              </w:rPr>
              <m:t>π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fr-FR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fr-FR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fr-FR"/>
                      </w:rPr>
                      <m:t>3400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eastAsia="fr-FR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eastAsia="fr-FR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fr-FR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fr-FR"/>
                      </w:rPr>
                      <m:t>3368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eastAsia="fr-FR"/>
                      </w:rPr>
                      <m:t>2</m:t>
                    </m:r>
                  </m:sup>
                </m:sSup>
              </m:e>
            </m:d>
          </m:num>
          <m:den>
            <m:r>
              <w:rPr>
                <w:rFonts w:ascii="Cambria Math" w:hAnsi="Cambria Math"/>
                <w:sz w:val="28"/>
                <w:szCs w:val="28"/>
                <w:lang w:eastAsia="fr-FR"/>
              </w:rPr>
              <m:t>4</m:t>
            </m:r>
          </m:den>
        </m:f>
      </m:oMath>
      <w:r>
        <w:rPr>
          <w:sz w:val="28"/>
          <w:szCs w:val="28"/>
          <w:lang w:eastAsia="fr-FR"/>
        </w:rPr>
        <w:t xml:space="preserve"> = </w:t>
      </w:r>
      <w:r w:rsidRPr="007F434E">
        <w:rPr>
          <w:sz w:val="24"/>
          <w:szCs w:val="24"/>
          <w:lang w:eastAsia="fr-FR"/>
        </w:rPr>
        <w:t>170098,4 mm</w:t>
      </w:r>
      <w:r w:rsidRPr="007F434E">
        <w:rPr>
          <w:sz w:val="24"/>
          <w:szCs w:val="24"/>
          <w:vertAlign w:val="superscript"/>
          <w:lang w:eastAsia="fr-FR"/>
        </w:rPr>
        <w:t>2</w:t>
      </w:r>
    </w:p>
    <w:p w:rsidR="00E95B3E" w:rsidRDefault="007F434E" w:rsidP="007F434E">
      <w:pPr>
        <w:rPr>
          <w:rStyle w:val="Numrodepage"/>
          <w:sz w:val="24"/>
          <w:szCs w:val="24"/>
        </w:rPr>
      </w:pPr>
      <w:r>
        <w:rPr>
          <w:rStyle w:val="Numrodepage"/>
          <w:sz w:val="24"/>
          <w:szCs w:val="24"/>
        </w:rPr>
        <w:t xml:space="preserve">       σ = </w:t>
      </w:r>
      <m:oMath>
        <m:f>
          <m:fPr>
            <m:ctrlPr>
              <w:rPr>
                <w:rStyle w:val="Numrodepage"/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fr-FR"/>
              </w:rPr>
              <m:t>54241166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fr-FR"/>
              </w:rPr>
              <m:t>170098,4</m:t>
            </m:r>
          </m:den>
        </m:f>
      </m:oMath>
      <w:r>
        <w:rPr>
          <w:rStyle w:val="Numrodepage"/>
          <w:sz w:val="28"/>
          <w:szCs w:val="28"/>
        </w:rPr>
        <w:t xml:space="preserve"> = </w:t>
      </w:r>
      <w:r w:rsidRPr="007F434E">
        <w:rPr>
          <w:rStyle w:val="Numrodepage"/>
          <w:sz w:val="24"/>
          <w:szCs w:val="24"/>
        </w:rPr>
        <w:t xml:space="preserve">318,9 </w:t>
      </w:r>
      <w:proofErr w:type="spellStart"/>
      <w:r w:rsidRPr="007F434E">
        <w:rPr>
          <w:rStyle w:val="Numrodepage"/>
          <w:sz w:val="24"/>
          <w:szCs w:val="24"/>
        </w:rPr>
        <w:t>MPa</w:t>
      </w:r>
      <w:proofErr w:type="spellEnd"/>
    </w:p>
    <w:p w:rsidR="005117F1" w:rsidRDefault="005117F1" w:rsidP="007F434E">
      <w:pPr>
        <w:rPr>
          <w:rStyle w:val="Numrodepage"/>
          <w:sz w:val="24"/>
          <w:szCs w:val="24"/>
        </w:rPr>
      </w:pPr>
    </w:p>
    <w:p w:rsidR="005117F1" w:rsidRDefault="005117F1" w:rsidP="005117F1">
      <w:pPr>
        <w:pStyle w:val="Paragraphedeliste"/>
        <w:numPr>
          <w:ilvl w:val="1"/>
          <w:numId w:val="10"/>
        </w:numPr>
        <w:rPr>
          <w:bCs/>
          <w:iCs/>
          <w:sz w:val="24"/>
          <w:szCs w:val="24"/>
          <w:lang w:eastAsia="fr-FR"/>
        </w:rPr>
      </w:pPr>
      <w:r w:rsidRPr="005117F1">
        <w:rPr>
          <w:rStyle w:val="Numrodepage"/>
          <w:sz w:val="24"/>
          <w:szCs w:val="24"/>
        </w:rPr>
        <w:t xml:space="preserve">σ &lt; </w:t>
      </w:r>
      <w:proofErr w:type="spellStart"/>
      <w:r w:rsidRPr="005117F1">
        <w:rPr>
          <w:rStyle w:val="Numrodepage"/>
          <w:sz w:val="24"/>
          <w:szCs w:val="24"/>
        </w:rPr>
        <w:t>σ</w:t>
      </w:r>
      <w:r w:rsidRPr="005117F1">
        <w:rPr>
          <w:rStyle w:val="Numrodepage"/>
          <w:sz w:val="24"/>
          <w:szCs w:val="24"/>
          <w:vertAlign w:val="subscript"/>
        </w:rPr>
        <w:t>adm</w:t>
      </w:r>
      <w:proofErr w:type="spellEnd"/>
      <w:r w:rsidRPr="005117F1">
        <w:rPr>
          <w:rStyle w:val="Numrodepage"/>
          <w:sz w:val="24"/>
          <w:szCs w:val="24"/>
        </w:rPr>
        <w:t xml:space="preserve"> </w:t>
      </w:r>
      <w:r w:rsidR="00E85A41">
        <w:rPr>
          <w:position w:val="-6"/>
          <w:lang w:eastAsia="fr-FR"/>
        </w:rPr>
        <w:pict>
          <v:shape id="_x0000_i1043" type="#_x0000_t75" style="width:15.25pt;height:12.2pt">
            <v:imagedata r:id="rId9" o:title=""/>
          </v:shape>
        </w:pict>
      </w:r>
      <w:r w:rsidRPr="005117F1">
        <w:rPr>
          <w:rStyle w:val="Numrodepage"/>
          <w:sz w:val="24"/>
          <w:szCs w:val="24"/>
        </w:rPr>
        <w:t xml:space="preserve">318,9 </w:t>
      </w:r>
      <w:proofErr w:type="spellStart"/>
      <w:r w:rsidRPr="005117F1">
        <w:rPr>
          <w:rStyle w:val="Numrodepage"/>
          <w:sz w:val="24"/>
          <w:szCs w:val="24"/>
        </w:rPr>
        <w:t>MPa</w:t>
      </w:r>
      <w:proofErr w:type="spellEnd"/>
      <w:r w:rsidRPr="005117F1">
        <w:rPr>
          <w:rStyle w:val="Numrodepage"/>
          <w:sz w:val="24"/>
          <w:szCs w:val="24"/>
        </w:rPr>
        <w:t xml:space="preserve">  ≤ 130 </w:t>
      </w:r>
      <w:proofErr w:type="spellStart"/>
      <w:r w:rsidRPr="005117F1">
        <w:rPr>
          <w:rStyle w:val="Numrodepage"/>
          <w:sz w:val="24"/>
          <w:szCs w:val="24"/>
        </w:rPr>
        <w:t>MPa</w:t>
      </w:r>
      <w:proofErr w:type="spellEnd"/>
      <w:r w:rsidRPr="005117F1">
        <w:rPr>
          <w:rStyle w:val="Numrodepage"/>
          <w:sz w:val="24"/>
          <w:szCs w:val="24"/>
        </w:rPr>
        <w:t xml:space="preserve"> </w:t>
      </w:r>
      <w:r w:rsidR="00E85A41">
        <w:rPr>
          <w:position w:val="-6"/>
          <w:lang w:eastAsia="fr-FR"/>
        </w:rPr>
        <w:pict>
          <v:shape id="_x0000_i1044" type="#_x0000_t75" style="width:15.25pt;height:12.2pt">
            <v:imagedata r:id="rId9" o:title=""/>
          </v:shape>
        </w:pict>
      </w:r>
      <w:r w:rsidRPr="005117F1">
        <w:rPr>
          <w:bCs/>
          <w:iCs/>
          <w:sz w:val="24"/>
          <w:szCs w:val="24"/>
          <w:lang w:eastAsia="fr-FR"/>
        </w:rPr>
        <w:t>La contrainte n’est pas admissible</w:t>
      </w:r>
    </w:p>
    <w:p w:rsidR="005117F1" w:rsidRPr="005117F1" w:rsidRDefault="005117F1" w:rsidP="005117F1">
      <w:pPr>
        <w:pStyle w:val="Paragraphedeliste"/>
        <w:ind w:left="435"/>
        <w:rPr>
          <w:bCs/>
          <w:iCs/>
          <w:sz w:val="16"/>
          <w:szCs w:val="16"/>
          <w:lang w:eastAsia="fr-FR"/>
        </w:rPr>
      </w:pPr>
    </w:p>
    <w:p w:rsidR="005117F1" w:rsidRPr="005117F1" w:rsidRDefault="005117F1" w:rsidP="005117F1">
      <w:pPr>
        <w:pStyle w:val="Paragraphedeliste"/>
        <w:numPr>
          <w:ilvl w:val="1"/>
          <w:numId w:val="10"/>
        </w:numPr>
        <w:spacing w:before="120" w:after="240" w:line="360" w:lineRule="auto"/>
        <w:ind w:left="437" w:hanging="437"/>
        <w:rPr>
          <w:rStyle w:val="Numrodepage"/>
          <w:b/>
          <w:sz w:val="24"/>
          <w:szCs w:val="24"/>
        </w:rPr>
      </w:pPr>
      <w:r>
        <w:rPr>
          <w:rStyle w:val="Numrodepage"/>
          <w:sz w:val="24"/>
          <w:szCs w:val="24"/>
        </w:rPr>
        <w:t>Pour cet appareil, la solution technique utilisée est la mise en place d’un berceau mobile.</w:t>
      </w:r>
    </w:p>
    <w:p w:rsidR="005117F1" w:rsidRDefault="005117F1" w:rsidP="005117F1">
      <w:pPr>
        <w:pStyle w:val="Paragraphedeliste"/>
        <w:spacing w:before="240" w:after="120" w:line="360" w:lineRule="auto"/>
        <w:ind w:left="437"/>
        <w:rPr>
          <w:rStyle w:val="Numrodepage"/>
          <w:sz w:val="24"/>
          <w:szCs w:val="24"/>
        </w:rPr>
      </w:pPr>
      <w:r w:rsidRPr="005117F1">
        <w:rPr>
          <w:rStyle w:val="Numrodepage"/>
          <w:sz w:val="24"/>
          <w:szCs w:val="24"/>
        </w:rPr>
        <w:t>Un soufflet ou compensateur de dilation permet également de pa</w:t>
      </w:r>
      <w:r w:rsidR="00F969FD">
        <w:rPr>
          <w:rStyle w:val="Numrodepage"/>
          <w:sz w:val="24"/>
          <w:szCs w:val="24"/>
        </w:rPr>
        <w:t>l</w:t>
      </w:r>
      <w:r w:rsidRPr="005117F1">
        <w:rPr>
          <w:rStyle w:val="Numrodepage"/>
          <w:sz w:val="24"/>
          <w:szCs w:val="24"/>
        </w:rPr>
        <w:t>lier à la dilatation</w:t>
      </w:r>
    </w:p>
    <w:p w:rsidR="005117F1" w:rsidRDefault="005117F1" w:rsidP="005117F1">
      <w:pPr>
        <w:spacing w:before="240" w:after="120" w:line="360" w:lineRule="auto"/>
        <w:rPr>
          <w:rStyle w:val="Numrodepage"/>
          <w:sz w:val="24"/>
          <w:szCs w:val="24"/>
        </w:rPr>
      </w:pPr>
      <w:r w:rsidRPr="005117F1">
        <w:rPr>
          <w:rStyle w:val="Numrodepage"/>
          <w:b/>
          <w:sz w:val="24"/>
          <w:szCs w:val="24"/>
        </w:rPr>
        <w:t xml:space="preserve">2-1-1 </w:t>
      </w:r>
      <w:proofErr w:type="spellStart"/>
      <w:r w:rsidR="00ED3FFD" w:rsidRPr="00ED3FFD">
        <w:rPr>
          <w:rStyle w:val="Numrodepage"/>
          <w:sz w:val="24"/>
          <w:szCs w:val="24"/>
        </w:rPr>
        <w:t>V</w:t>
      </w:r>
      <w:r w:rsidR="00ED3FFD" w:rsidRPr="00ED3FFD">
        <w:rPr>
          <w:rStyle w:val="Numrodepage"/>
          <w:sz w:val="24"/>
          <w:szCs w:val="24"/>
          <w:vertAlign w:val="subscript"/>
        </w:rPr>
        <w:t>total</w:t>
      </w:r>
      <w:proofErr w:type="spellEnd"/>
      <w:r w:rsidR="00ED3FFD">
        <w:rPr>
          <w:rStyle w:val="Numrodepage"/>
          <w:sz w:val="24"/>
          <w:szCs w:val="24"/>
        </w:rPr>
        <w:t xml:space="preserve"> = </w:t>
      </w:r>
      <m:oMath>
        <m:f>
          <m:fPr>
            <m:ctrlPr>
              <w:rPr>
                <w:rStyle w:val="Numrodepage"/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Style w:val="Numrodepage"/>
                <w:rFonts w:ascii="Cambria Math" w:hAnsi="Cambria Math"/>
                <w:sz w:val="28"/>
                <w:szCs w:val="28"/>
              </w:rPr>
              <m:t>π*</m:t>
            </m:r>
            <m:d>
              <m:dPr>
                <m:ctrlPr>
                  <w:rPr>
                    <w:rStyle w:val="Numrodepage"/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Style w:val="Numrodepage"/>
                    <w:rFonts w:ascii="Cambria Math" w:hAnsi="Cambria Math"/>
                    <w:sz w:val="28"/>
                    <w:szCs w:val="28"/>
                  </w:rPr>
                  <m:t>(</m:t>
                </m:r>
                <m:sSup>
                  <m:sSupPr>
                    <m:ctrlPr>
                      <w:rPr>
                        <w:rStyle w:val="Numrodepage"/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Style w:val="Numrodepage"/>
                        <w:rFonts w:ascii="Cambria Math" w:hAnsi="Cambria Math"/>
                        <w:sz w:val="28"/>
                        <w:szCs w:val="28"/>
                      </w:rPr>
                      <m:t>3,4-0,016)</m:t>
                    </m:r>
                  </m:e>
                  <m:sup>
                    <m:r>
                      <w:rPr>
                        <w:rStyle w:val="Numrodepage"/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e>
            </m:d>
          </m:num>
          <m:den>
            <m:r>
              <w:rPr>
                <w:rStyle w:val="Numrodepage"/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="00ED3FFD">
        <w:rPr>
          <w:rStyle w:val="Numrodepage"/>
          <w:sz w:val="28"/>
          <w:szCs w:val="28"/>
        </w:rPr>
        <w:t xml:space="preserve"> </w:t>
      </w:r>
      <w:r w:rsidR="00ED3FFD" w:rsidRPr="00ED3FFD">
        <w:rPr>
          <w:rStyle w:val="Numrodepage"/>
          <w:sz w:val="24"/>
          <w:szCs w:val="24"/>
        </w:rPr>
        <w:t>* 12,15</w:t>
      </w:r>
      <w:r w:rsidR="00ED3FFD">
        <w:rPr>
          <w:rStyle w:val="Numrodepage"/>
          <w:sz w:val="24"/>
          <w:szCs w:val="24"/>
        </w:rPr>
        <w:t xml:space="preserve"> = </w:t>
      </w:r>
      <w:r w:rsidR="00FB517D">
        <w:rPr>
          <w:rStyle w:val="Numrodepage"/>
          <w:sz w:val="24"/>
          <w:szCs w:val="24"/>
        </w:rPr>
        <w:t>108,</w:t>
      </w:r>
      <w:r w:rsidR="00EC6B6A">
        <w:rPr>
          <w:rStyle w:val="Numrodepage"/>
          <w:sz w:val="24"/>
          <w:szCs w:val="24"/>
        </w:rPr>
        <w:t>24</w:t>
      </w:r>
      <w:r w:rsidR="00FB517D">
        <w:rPr>
          <w:rStyle w:val="Numrodepage"/>
          <w:sz w:val="24"/>
          <w:szCs w:val="24"/>
        </w:rPr>
        <w:t xml:space="preserve"> m</w:t>
      </w:r>
      <w:r w:rsidR="00FB517D">
        <w:rPr>
          <w:rStyle w:val="Numrodepage"/>
          <w:sz w:val="24"/>
          <w:szCs w:val="24"/>
          <w:vertAlign w:val="superscript"/>
        </w:rPr>
        <w:t>3</w:t>
      </w:r>
      <w:r w:rsidR="00FB517D">
        <w:rPr>
          <w:rStyle w:val="Numrodepage"/>
          <w:sz w:val="24"/>
          <w:szCs w:val="24"/>
        </w:rPr>
        <w:t xml:space="preserve">    à moitié remplie    </w:t>
      </w:r>
      <w:proofErr w:type="spellStart"/>
      <w:r w:rsidR="00FB517D" w:rsidRPr="00ED3FFD">
        <w:rPr>
          <w:rStyle w:val="Numrodepage"/>
          <w:sz w:val="24"/>
          <w:szCs w:val="24"/>
        </w:rPr>
        <w:t>V</w:t>
      </w:r>
      <w:r w:rsidR="00FB517D" w:rsidRPr="00ED3FFD">
        <w:rPr>
          <w:rStyle w:val="Numrodepage"/>
          <w:sz w:val="24"/>
          <w:szCs w:val="24"/>
          <w:vertAlign w:val="subscript"/>
        </w:rPr>
        <w:t>total</w:t>
      </w:r>
      <w:proofErr w:type="spellEnd"/>
      <w:r w:rsidR="00FB517D">
        <w:rPr>
          <w:rStyle w:val="Numrodepage"/>
          <w:sz w:val="24"/>
          <w:szCs w:val="24"/>
        </w:rPr>
        <w:t> / 2 = 54,</w:t>
      </w:r>
      <w:r w:rsidR="00EC6B6A">
        <w:rPr>
          <w:rStyle w:val="Numrodepage"/>
          <w:sz w:val="24"/>
          <w:szCs w:val="24"/>
        </w:rPr>
        <w:t>122</w:t>
      </w:r>
      <w:r w:rsidR="00FB517D" w:rsidRPr="00FB517D">
        <w:rPr>
          <w:rStyle w:val="Numrodepage"/>
          <w:sz w:val="24"/>
          <w:szCs w:val="24"/>
        </w:rPr>
        <w:t xml:space="preserve"> </w:t>
      </w:r>
      <w:r w:rsidR="00FB517D">
        <w:rPr>
          <w:rStyle w:val="Numrodepage"/>
          <w:sz w:val="24"/>
          <w:szCs w:val="24"/>
        </w:rPr>
        <w:t>m</w:t>
      </w:r>
      <w:r w:rsidR="00FB517D">
        <w:rPr>
          <w:rStyle w:val="Numrodepage"/>
          <w:sz w:val="24"/>
          <w:szCs w:val="24"/>
          <w:vertAlign w:val="superscript"/>
        </w:rPr>
        <w:t>3</w:t>
      </w:r>
    </w:p>
    <w:p w:rsidR="00FB517D" w:rsidRPr="005976D8" w:rsidRDefault="00FB517D" w:rsidP="005117F1">
      <w:pPr>
        <w:spacing w:before="240" w:after="120" w:line="360" w:lineRule="auto"/>
        <w:rPr>
          <w:rStyle w:val="Numrodepage"/>
          <w:sz w:val="24"/>
          <w:szCs w:val="24"/>
          <w:lang w:val="en-US"/>
        </w:rPr>
      </w:pPr>
      <w:r>
        <w:rPr>
          <w:rStyle w:val="Numrodepage"/>
          <w:sz w:val="24"/>
          <w:szCs w:val="24"/>
        </w:rPr>
        <w:tab/>
      </w:r>
      <w:r w:rsidRPr="005976D8">
        <w:rPr>
          <w:rStyle w:val="Numrodepage"/>
          <w:sz w:val="24"/>
          <w:szCs w:val="24"/>
          <w:lang w:val="en-US"/>
        </w:rPr>
        <w:t>M = 54,</w:t>
      </w:r>
      <w:r w:rsidR="00EC6B6A">
        <w:rPr>
          <w:rStyle w:val="Numrodepage"/>
          <w:sz w:val="24"/>
          <w:szCs w:val="24"/>
          <w:lang w:val="en-US"/>
        </w:rPr>
        <w:t>122</w:t>
      </w:r>
      <w:r w:rsidRPr="005976D8">
        <w:rPr>
          <w:rStyle w:val="Numrodepage"/>
          <w:sz w:val="24"/>
          <w:szCs w:val="24"/>
          <w:lang w:val="en-US"/>
        </w:rPr>
        <w:t xml:space="preserve"> * 1000 = 54,</w:t>
      </w:r>
      <w:r w:rsidR="00EC6B6A">
        <w:rPr>
          <w:rStyle w:val="Numrodepage"/>
          <w:sz w:val="24"/>
          <w:szCs w:val="24"/>
          <w:lang w:val="en-US"/>
        </w:rPr>
        <w:t>122</w:t>
      </w:r>
      <w:r w:rsidRPr="005976D8">
        <w:rPr>
          <w:rStyle w:val="Numrodepage"/>
          <w:sz w:val="24"/>
          <w:szCs w:val="24"/>
          <w:lang w:val="en-US"/>
        </w:rPr>
        <w:t>.10</w:t>
      </w:r>
      <w:r w:rsidRPr="005976D8">
        <w:rPr>
          <w:rStyle w:val="Numrodepage"/>
          <w:sz w:val="24"/>
          <w:szCs w:val="24"/>
          <w:vertAlign w:val="superscript"/>
          <w:lang w:val="en-US"/>
        </w:rPr>
        <w:t>3</w:t>
      </w:r>
      <w:r w:rsidRPr="005976D8">
        <w:rPr>
          <w:rStyle w:val="Numrodepage"/>
          <w:sz w:val="24"/>
          <w:szCs w:val="24"/>
          <w:lang w:val="en-US"/>
        </w:rPr>
        <w:t xml:space="preserve"> kg</w:t>
      </w:r>
    </w:p>
    <w:p w:rsidR="00FB517D" w:rsidRPr="005976D8" w:rsidRDefault="00FB517D" w:rsidP="005117F1">
      <w:pPr>
        <w:spacing w:before="240" w:after="120" w:line="360" w:lineRule="auto"/>
        <w:rPr>
          <w:rStyle w:val="Numrodepage"/>
          <w:sz w:val="24"/>
          <w:szCs w:val="24"/>
          <w:lang w:val="en-US"/>
        </w:rPr>
      </w:pPr>
      <w:r w:rsidRPr="005976D8">
        <w:rPr>
          <w:rStyle w:val="Numrodepage"/>
          <w:sz w:val="24"/>
          <w:szCs w:val="24"/>
          <w:lang w:val="en-US"/>
        </w:rPr>
        <w:tab/>
        <w:t>P = 54,</w:t>
      </w:r>
      <w:r w:rsidR="00EC6B6A">
        <w:rPr>
          <w:rStyle w:val="Numrodepage"/>
          <w:sz w:val="24"/>
          <w:szCs w:val="24"/>
          <w:lang w:val="en-US"/>
        </w:rPr>
        <w:t>122</w:t>
      </w:r>
      <w:r w:rsidRPr="005976D8">
        <w:rPr>
          <w:rStyle w:val="Numrodepage"/>
          <w:sz w:val="24"/>
          <w:szCs w:val="24"/>
          <w:lang w:val="en-US"/>
        </w:rPr>
        <w:t>.10</w:t>
      </w:r>
      <w:r w:rsidRPr="005976D8">
        <w:rPr>
          <w:rStyle w:val="Numrodepage"/>
          <w:sz w:val="24"/>
          <w:szCs w:val="24"/>
          <w:vertAlign w:val="superscript"/>
          <w:lang w:val="en-US"/>
        </w:rPr>
        <w:t>3</w:t>
      </w:r>
      <w:r w:rsidRPr="005976D8">
        <w:rPr>
          <w:rStyle w:val="Numrodepage"/>
          <w:sz w:val="24"/>
          <w:szCs w:val="24"/>
          <w:lang w:val="en-US"/>
        </w:rPr>
        <w:t xml:space="preserve"> * 10 = 54</w:t>
      </w:r>
      <w:r w:rsidR="00EC6B6A">
        <w:rPr>
          <w:rStyle w:val="Numrodepage"/>
          <w:sz w:val="24"/>
          <w:szCs w:val="24"/>
          <w:lang w:val="en-US"/>
        </w:rPr>
        <w:t>1</w:t>
      </w:r>
      <w:proofErr w:type="gramStart"/>
      <w:r w:rsidRPr="005976D8">
        <w:rPr>
          <w:rStyle w:val="Numrodepage"/>
          <w:sz w:val="24"/>
          <w:szCs w:val="24"/>
          <w:lang w:val="en-US"/>
        </w:rPr>
        <w:t>,</w:t>
      </w:r>
      <w:r w:rsidR="00EC6B6A">
        <w:rPr>
          <w:rStyle w:val="Numrodepage"/>
          <w:sz w:val="24"/>
          <w:szCs w:val="24"/>
          <w:lang w:val="en-US"/>
        </w:rPr>
        <w:t>22</w:t>
      </w:r>
      <w:r w:rsidRPr="005976D8">
        <w:rPr>
          <w:rStyle w:val="Numrodepage"/>
          <w:sz w:val="24"/>
          <w:szCs w:val="24"/>
          <w:lang w:val="en-US"/>
        </w:rPr>
        <w:t>.10</w:t>
      </w:r>
      <w:r w:rsidRPr="005976D8">
        <w:rPr>
          <w:rStyle w:val="Numrodepage"/>
          <w:sz w:val="24"/>
          <w:szCs w:val="24"/>
          <w:vertAlign w:val="superscript"/>
          <w:lang w:val="en-US"/>
        </w:rPr>
        <w:t>3</w:t>
      </w:r>
      <w:proofErr w:type="gramEnd"/>
      <w:r w:rsidRPr="005976D8">
        <w:rPr>
          <w:rStyle w:val="Numrodepage"/>
          <w:sz w:val="24"/>
          <w:szCs w:val="24"/>
          <w:lang w:val="en-US"/>
        </w:rPr>
        <w:t xml:space="preserve"> N = 54</w:t>
      </w:r>
      <w:r w:rsidR="00EC6B6A">
        <w:rPr>
          <w:rStyle w:val="Numrodepage"/>
          <w:sz w:val="24"/>
          <w:szCs w:val="24"/>
          <w:lang w:val="en-US"/>
        </w:rPr>
        <w:t>1</w:t>
      </w:r>
      <w:r w:rsidRPr="005976D8">
        <w:rPr>
          <w:rStyle w:val="Numrodepage"/>
          <w:sz w:val="24"/>
          <w:szCs w:val="24"/>
          <w:lang w:val="en-US"/>
        </w:rPr>
        <w:t>,</w:t>
      </w:r>
      <w:r w:rsidR="00EC6B6A">
        <w:rPr>
          <w:rStyle w:val="Numrodepage"/>
          <w:sz w:val="24"/>
          <w:szCs w:val="24"/>
          <w:lang w:val="en-US"/>
        </w:rPr>
        <w:t>22</w:t>
      </w:r>
      <w:r w:rsidRPr="005976D8">
        <w:rPr>
          <w:rStyle w:val="Numrodepage"/>
          <w:sz w:val="24"/>
          <w:szCs w:val="24"/>
          <w:lang w:val="en-US"/>
        </w:rPr>
        <w:t xml:space="preserve"> </w:t>
      </w:r>
      <w:proofErr w:type="spellStart"/>
      <w:r w:rsidRPr="005976D8">
        <w:rPr>
          <w:rStyle w:val="Numrodepage"/>
          <w:sz w:val="24"/>
          <w:szCs w:val="24"/>
          <w:lang w:val="en-US"/>
        </w:rPr>
        <w:t>kN</w:t>
      </w:r>
      <w:proofErr w:type="spellEnd"/>
    </w:p>
    <w:p w:rsidR="00FB517D" w:rsidRPr="005976D8" w:rsidRDefault="00FB517D" w:rsidP="005117F1">
      <w:pPr>
        <w:spacing w:before="240" w:after="120" w:line="360" w:lineRule="auto"/>
        <w:rPr>
          <w:rStyle w:val="Numrodepage"/>
          <w:sz w:val="24"/>
          <w:szCs w:val="24"/>
          <w:lang w:val="en-US"/>
        </w:rPr>
      </w:pPr>
      <w:r w:rsidRPr="005976D8">
        <w:rPr>
          <w:rStyle w:val="Numrodepage"/>
          <w:sz w:val="24"/>
          <w:szCs w:val="24"/>
          <w:lang w:val="en-US"/>
        </w:rPr>
        <w:tab/>
      </w:r>
      <w:proofErr w:type="spellStart"/>
      <w:proofErr w:type="gramStart"/>
      <w:r w:rsidRPr="005976D8">
        <w:rPr>
          <w:rStyle w:val="Numrodepage"/>
          <w:sz w:val="24"/>
          <w:szCs w:val="24"/>
          <w:lang w:val="en-US"/>
        </w:rPr>
        <w:t>q</w:t>
      </w:r>
      <w:r w:rsidRPr="005976D8">
        <w:rPr>
          <w:rStyle w:val="Numrodepage"/>
          <w:sz w:val="24"/>
          <w:szCs w:val="24"/>
          <w:vertAlign w:val="subscript"/>
          <w:lang w:val="en-US"/>
        </w:rPr>
        <w:t>eau</w:t>
      </w:r>
      <w:proofErr w:type="spellEnd"/>
      <w:proofErr w:type="gramEnd"/>
      <w:r w:rsidRPr="005976D8">
        <w:rPr>
          <w:rStyle w:val="Numrodepage"/>
          <w:sz w:val="24"/>
          <w:szCs w:val="24"/>
          <w:lang w:val="en-US"/>
        </w:rPr>
        <w:t xml:space="preserve"> = 54</w:t>
      </w:r>
      <w:r w:rsidR="00EC6B6A">
        <w:rPr>
          <w:rStyle w:val="Numrodepage"/>
          <w:sz w:val="24"/>
          <w:szCs w:val="24"/>
          <w:lang w:val="en-US"/>
        </w:rPr>
        <w:t>1</w:t>
      </w:r>
      <w:r w:rsidRPr="005976D8">
        <w:rPr>
          <w:rStyle w:val="Numrodepage"/>
          <w:sz w:val="24"/>
          <w:szCs w:val="24"/>
          <w:lang w:val="en-US"/>
        </w:rPr>
        <w:t>,</w:t>
      </w:r>
      <w:r w:rsidR="00EC6B6A">
        <w:rPr>
          <w:rStyle w:val="Numrodepage"/>
          <w:sz w:val="24"/>
          <w:szCs w:val="24"/>
          <w:lang w:val="en-US"/>
        </w:rPr>
        <w:t>22</w:t>
      </w:r>
      <w:r w:rsidRPr="005976D8">
        <w:rPr>
          <w:rStyle w:val="Numrodepage"/>
          <w:sz w:val="24"/>
          <w:szCs w:val="24"/>
          <w:lang w:val="en-US"/>
        </w:rPr>
        <w:t xml:space="preserve"> / 12,15 = </w:t>
      </w:r>
      <w:r w:rsidRPr="005976D8">
        <w:rPr>
          <w:rStyle w:val="Numrodepage"/>
          <w:b/>
          <w:sz w:val="24"/>
          <w:szCs w:val="24"/>
          <w:lang w:val="en-US"/>
        </w:rPr>
        <w:t>44,</w:t>
      </w:r>
      <w:r w:rsidR="00EC6B6A">
        <w:rPr>
          <w:rStyle w:val="Numrodepage"/>
          <w:b/>
          <w:sz w:val="24"/>
          <w:szCs w:val="24"/>
          <w:lang w:val="en-US"/>
        </w:rPr>
        <w:t>54</w:t>
      </w:r>
      <w:r w:rsidRPr="005976D8">
        <w:rPr>
          <w:rStyle w:val="Numrodepage"/>
          <w:b/>
          <w:sz w:val="24"/>
          <w:szCs w:val="24"/>
          <w:lang w:val="en-US"/>
        </w:rPr>
        <w:t xml:space="preserve"> kN/m</w:t>
      </w:r>
    </w:p>
    <w:p w:rsidR="0039627C" w:rsidRPr="005976D8" w:rsidRDefault="00FB517D" w:rsidP="00FB517D">
      <w:pPr>
        <w:spacing w:before="240" w:after="120" w:line="360" w:lineRule="auto"/>
        <w:rPr>
          <w:rStyle w:val="Numrodepage"/>
          <w:sz w:val="24"/>
          <w:szCs w:val="24"/>
          <w:lang w:val="en-US"/>
        </w:rPr>
      </w:pPr>
      <w:r w:rsidRPr="005976D8">
        <w:rPr>
          <w:rStyle w:val="Numrodepage"/>
          <w:b/>
          <w:sz w:val="24"/>
          <w:szCs w:val="24"/>
          <w:lang w:val="en-US"/>
        </w:rPr>
        <w:t xml:space="preserve">2-1-2 </w:t>
      </w:r>
      <w:r w:rsidRPr="005976D8">
        <w:rPr>
          <w:rStyle w:val="Numrodepage"/>
          <w:sz w:val="24"/>
          <w:szCs w:val="24"/>
          <w:lang w:val="en-US"/>
        </w:rPr>
        <w:t>V</w:t>
      </w:r>
      <w:r w:rsidRPr="005976D8">
        <w:rPr>
          <w:rStyle w:val="Numrodepage"/>
          <w:sz w:val="24"/>
          <w:szCs w:val="24"/>
          <w:vertAlign w:val="subscript"/>
          <w:lang w:val="en-US"/>
        </w:rPr>
        <w:t>total</w:t>
      </w:r>
      <w:r w:rsidRPr="005976D8">
        <w:rPr>
          <w:rStyle w:val="Numrodepage"/>
          <w:sz w:val="24"/>
          <w:szCs w:val="24"/>
          <w:lang w:val="en-US"/>
        </w:rPr>
        <w:t xml:space="preserve"> = </w:t>
      </w:r>
      <m:oMath>
        <m:f>
          <m:fPr>
            <m:ctrlPr>
              <w:rPr>
                <w:rStyle w:val="Numrodepage"/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Style w:val="Numrodepage"/>
                <w:rFonts w:ascii="Cambria Math" w:hAnsi="Cambria Math"/>
                <w:sz w:val="28"/>
                <w:szCs w:val="28"/>
              </w:rPr>
              <m:t>π</m:t>
            </m:r>
            <m:r>
              <w:rPr>
                <w:rStyle w:val="Numrodepage"/>
                <w:rFonts w:ascii="Cambria Math" w:hAnsi="Cambria Math"/>
                <w:sz w:val="28"/>
                <w:szCs w:val="28"/>
                <w:lang w:val="en-US"/>
              </w:rPr>
              <m:t>*</m:t>
            </m:r>
            <m:d>
              <m:dPr>
                <m:ctrlPr>
                  <w:rPr>
                    <w:rStyle w:val="Numrodepage"/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Style w:val="Numrodepage"/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sSup>
                      <m:sSupPr>
                        <m:ctrlPr>
                          <w:rPr>
                            <w:rStyle w:val="Numrodepage"/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Style w:val="Numrodepage"/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3,4</m:t>
                        </m:r>
                      </m:e>
                      <m:sup>
                        <m:r>
                          <w:rPr>
                            <w:rStyle w:val="Numrodepage"/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Style w:val="Numrodepage"/>
                        <w:rFonts w:ascii="Cambria Math" w:hAnsi="Cambria Math"/>
                        <w:sz w:val="28"/>
                        <w:szCs w:val="28"/>
                        <w:lang w:val="en-US"/>
                      </w:rPr>
                      <m:t>-3,368</m:t>
                    </m:r>
                  </m:e>
                  <m:sup>
                    <m:r>
                      <w:rPr>
                        <w:rStyle w:val="Numrodepage"/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e>
            </m:d>
          </m:num>
          <m:den>
            <m:r>
              <w:rPr>
                <w:rStyle w:val="Numrodepage"/>
                <w:rFonts w:ascii="Cambria Math" w:hAnsi="Cambria Math"/>
                <w:sz w:val="28"/>
                <w:szCs w:val="28"/>
                <w:lang w:val="en-US"/>
              </w:rPr>
              <m:t>4</m:t>
            </m:r>
          </m:den>
        </m:f>
      </m:oMath>
      <w:r w:rsidRPr="005976D8">
        <w:rPr>
          <w:rStyle w:val="Numrodepage"/>
          <w:sz w:val="28"/>
          <w:szCs w:val="28"/>
          <w:lang w:val="en-US"/>
        </w:rPr>
        <w:t xml:space="preserve"> </w:t>
      </w:r>
      <w:r w:rsidRPr="005976D8">
        <w:rPr>
          <w:rStyle w:val="Numrodepage"/>
          <w:sz w:val="24"/>
          <w:szCs w:val="24"/>
          <w:lang w:val="en-US"/>
        </w:rPr>
        <w:t>* 12</w:t>
      </w:r>
      <w:proofErr w:type="gramStart"/>
      <w:r w:rsidRPr="005976D8">
        <w:rPr>
          <w:rStyle w:val="Numrodepage"/>
          <w:sz w:val="24"/>
          <w:szCs w:val="24"/>
          <w:lang w:val="en-US"/>
        </w:rPr>
        <w:t>,15</w:t>
      </w:r>
      <w:proofErr w:type="gramEnd"/>
      <w:r w:rsidRPr="005976D8">
        <w:rPr>
          <w:rStyle w:val="Numrodepage"/>
          <w:sz w:val="24"/>
          <w:szCs w:val="24"/>
          <w:lang w:val="en-US"/>
        </w:rPr>
        <w:t xml:space="preserve"> = </w:t>
      </w:r>
      <w:r w:rsidR="00EC6B6A">
        <w:rPr>
          <w:rStyle w:val="Numrodepage"/>
          <w:sz w:val="24"/>
          <w:szCs w:val="24"/>
          <w:lang w:val="en-US"/>
        </w:rPr>
        <w:t>2,07</w:t>
      </w:r>
      <w:r w:rsidRPr="005976D8">
        <w:rPr>
          <w:rStyle w:val="Numrodepage"/>
          <w:sz w:val="24"/>
          <w:szCs w:val="24"/>
          <w:lang w:val="en-US"/>
        </w:rPr>
        <w:t xml:space="preserve"> m</w:t>
      </w:r>
      <w:r w:rsidRPr="005976D8">
        <w:rPr>
          <w:rStyle w:val="Numrodepage"/>
          <w:sz w:val="24"/>
          <w:szCs w:val="24"/>
          <w:vertAlign w:val="superscript"/>
          <w:lang w:val="en-US"/>
        </w:rPr>
        <w:t>3</w:t>
      </w:r>
      <w:r w:rsidRPr="005976D8">
        <w:rPr>
          <w:rStyle w:val="Numrodepage"/>
          <w:sz w:val="24"/>
          <w:szCs w:val="24"/>
          <w:lang w:val="en-US"/>
        </w:rPr>
        <w:t xml:space="preserve">    </w:t>
      </w:r>
    </w:p>
    <w:p w:rsidR="00FB517D" w:rsidRPr="00FB517D" w:rsidRDefault="00FB517D" w:rsidP="00FB517D">
      <w:pPr>
        <w:spacing w:before="240" w:after="120" w:line="360" w:lineRule="auto"/>
        <w:rPr>
          <w:rStyle w:val="Numrodepage"/>
          <w:sz w:val="24"/>
          <w:szCs w:val="24"/>
          <w:lang w:val="en-US"/>
        </w:rPr>
      </w:pPr>
      <w:r w:rsidRPr="005976D8">
        <w:rPr>
          <w:rStyle w:val="Numrodepage"/>
          <w:sz w:val="24"/>
          <w:szCs w:val="24"/>
          <w:lang w:val="en-US"/>
        </w:rPr>
        <w:tab/>
      </w:r>
      <w:r w:rsidRPr="00FB517D">
        <w:rPr>
          <w:rStyle w:val="Numrodepage"/>
          <w:sz w:val="24"/>
          <w:szCs w:val="24"/>
          <w:lang w:val="en-US"/>
        </w:rPr>
        <w:t xml:space="preserve">M = </w:t>
      </w:r>
      <w:r w:rsidR="00EC6B6A">
        <w:rPr>
          <w:rStyle w:val="Numrodepage"/>
          <w:sz w:val="24"/>
          <w:szCs w:val="24"/>
          <w:lang w:val="en-US"/>
        </w:rPr>
        <w:t>2</w:t>
      </w:r>
      <w:proofErr w:type="gramStart"/>
      <w:r w:rsidR="00EC6B6A">
        <w:rPr>
          <w:rStyle w:val="Numrodepage"/>
          <w:sz w:val="24"/>
          <w:szCs w:val="24"/>
          <w:lang w:val="en-US"/>
        </w:rPr>
        <w:t>,07</w:t>
      </w:r>
      <w:proofErr w:type="gramEnd"/>
      <w:r w:rsidRPr="00FB517D">
        <w:rPr>
          <w:rStyle w:val="Numrodepage"/>
          <w:sz w:val="24"/>
          <w:szCs w:val="24"/>
          <w:lang w:val="en-US"/>
        </w:rPr>
        <w:t xml:space="preserve"> * </w:t>
      </w:r>
      <w:r w:rsidR="0039627C">
        <w:rPr>
          <w:rStyle w:val="Numrodepage"/>
          <w:sz w:val="24"/>
          <w:szCs w:val="24"/>
          <w:lang w:val="en-US"/>
        </w:rPr>
        <w:t>7850</w:t>
      </w:r>
      <w:r w:rsidRPr="00FB517D">
        <w:rPr>
          <w:rStyle w:val="Numrodepage"/>
          <w:sz w:val="24"/>
          <w:szCs w:val="24"/>
          <w:lang w:val="en-US"/>
        </w:rPr>
        <w:t xml:space="preserve"> = </w:t>
      </w:r>
      <w:r w:rsidR="0039627C">
        <w:rPr>
          <w:rStyle w:val="Numrodepage"/>
          <w:sz w:val="24"/>
          <w:szCs w:val="24"/>
          <w:lang w:val="en-US"/>
        </w:rPr>
        <w:t>1</w:t>
      </w:r>
      <w:r w:rsidR="00EC6B6A">
        <w:rPr>
          <w:rStyle w:val="Numrodepage"/>
          <w:sz w:val="24"/>
          <w:szCs w:val="24"/>
          <w:lang w:val="en-US"/>
        </w:rPr>
        <w:t>6224</w:t>
      </w:r>
      <w:r w:rsidRPr="00FB517D">
        <w:rPr>
          <w:rStyle w:val="Numrodepage"/>
          <w:sz w:val="24"/>
          <w:szCs w:val="24"/>
          <w:lang w:val="en-US"/>
        </w:rPr>
        <w:t xml:space="preserve"> kg</w:t>
      </w:r>
    </w:p>
    <w:p w:rsidR="00FB517D" w:rsidRPr="00FB517D" w:rsidRDefault="00FB517D" w:rsidP="00FB517D">
      <w:pPr>
        <w:spacing w:before="240" w:after="120" w:line="360" w:lineRule="auto"/>
        <w:rPr>
          <w:rStyle w:val="Numrodepage"/>
          <w:sz w:val="24"/>
          <w:szCs w:val="24"/>
          <w:lang w:val="en-US"/>
        </w:rPr>
      </w:pPr>
      <w:r w:rsidRPr="00FB517D">
        <w:rPr>
          <w:rStyle w:val="Numrodepage"/>
          <w:sz w:val="24"/>
          <w:szCs w:val="24"/>
          <w:lang w:val="en-US"/>
        </w:rPr>
        <w:tab/>
        <w:t xml:space="preserve">P = </w:t>
      </w:r>
      <w:r w:rsidR="00EC6B6A">
        <w:rPr>
          <w:rStyle w:val="Numrodepage"/>
          <w:sz w:val="24"/>
          <w:szCs w:val="24"/>
          <w:lang w:val="en-US"/>
        </w:rPr>
        <w:t>16224</w:t>
      </w:r>
      <w:r w:rsidRPr="00FB517D">
        <w:rPr>
          <w:rStyle w:val="Numrodepage"/>
          <w:sz w:val="24"/>
          <w:szCs w:val="24"/>
          <w:lang w:val="en-US"/>
        </w:rPr>
        <w:t xml:space="preserve"> * 10 = </w:t>
      </w:r>
      <w:r w:rsidR="00EC6B6A">
        <w:rPr>
          <w:rStyle w:val="Numrodepage"/>
          <w:sz w:val="24"/>
          <w:szCs w:val="24"/>
          <w:lang w:val="en-US"/>
        </w:rPr>
        <w:t>162240</w:t>
      </w:r>
      <w:r w:rsidRPr="00FB517D">
        <w:rPr>
          <w:rStyle w:val="Numrodepage"/>
          <w:sz w:val="24"/>
          <w:szCs w:val="24"/>
          <w:lang w:val="en-US"/>
        </w:rPr>
        <w:t xml:space="preserve"> N = </w:t>
      </w:r>
      <w:r w:rsidR="00EC6B6A">
        <w:rPr>
          <w:rStyle w:val="Numrodepage"/>
          <w:sz w:val="24"/>
          <w:szCs w:val="24"/>
          <w:lang w:val="en-US"/>
        </w:rPr>
        <w:t>162</w:t>
      </w:r>
      <w:proofErr w:type="gramStart"/>
      <w:r w:rsidR="00EC6B6A">
        <w:rPr>
          <w:rStyle w:val="Numrodepage"/>
          <w:sz w:val="24"/>
          <w:szCs w:val="24"/>
          <w:lang w:val="en-US"/>
        </w:rPr>
        <w:t>,24</w:t>
      </w:r>
      <w:proofErr w:type="gramEnd"/>
      <w:r w:rsidRPr="00FB517D">
        <w:rPr>
          <w:rStyle w:val="Numrodepage"/>
          <w:sz w:val="24"/>
          <w:szCs w:val="24"/>
          <w:lang w:val="en-US"/>
        </w:rPr>
        <w:t xml:space="preserve"> </w:t>
      </w:r>
      <w:proofErr w:type="spellStart"/>
      <w:r w:rsidRPr="00FB517D">
        <w:rPr>
          <w:rStyle w:val="Numrodepage"/>
          <w:sz w:val="24"/>
          <w:szCs w:val="24"/>
          <w:lang w:val="en-US"/>
        </w:rPr>
        <w:t>kN</w:t>
      </w:r>
      <w:proofErr w:type="spellEnd"/>
    </w:p>
    <w:p w:rsidR="00FB517D" w:rsidRPr="00260CA7" w:rsidRDefault="00FB517D" w:rsidP="00FB517D">
      <w:pPr>
        <w:spacing w:before="240" w:after="120" w:line="360" w:lineRule="auto"/>
        <w:rPr>
          <w:rStyle w:val="Numrodepage"/>
          <w:b/>
          <w:sz w:val="24"/>
          <w:szCs w:val="24"/>
        </w:rPr>
      </w:pPr>
      <w:r w:rsidRPr="00FB517D">
        <w:rPr>
          <w:rStyle w:val="Numrodepage"/>
          <w:sz w:val="24"/>
          <w:szCs w:val="24"/>
          <w:lang w:val="en-US"/>
        </w:rPr>
        <w:tab/>
      </w:r>
      <w:proofErr w:type="spellStart"/>
      <w:proofErr w:type="gramStart"/>
      <w:r w:rsidR="0039627C" w:rsidRPr="00260CA7">
        <w:rPr>
          <w:rStyle w:val="Numrodepage"/>
          <w:sz w:val="24"/>
          <w:szCs w:val="24"/>
        </w:rPr>
        <w:t>q</w:t>
      </w:r>
      <w:r w:rsidR="0039627C" w:rsidRPr="00260CA7">
        <w:rPr>
          <w:rStyle w:val="Numrodepage"/>
          <w:sz w:val="24"/>
          <w:szCs w:val="24"/>
          <w:vertAlign w:val="subscript"/>
        </w:rPr>
        <w:t>acier</w:t>
      </w:r>
      <w:proofErr w:type="spellEnd"/>
      <w:proofErr w:type="gramEnd"/>
      <w:r w:rsidRPr="00260CA7">
        <w:rPr>
          <w:rStyle w:val="Numrodepage"/>
          <w:sz w:val="24"/>
          <w:szCs w:val="24"/>
        </w:rPr>
        <w:t xml:space="preserve"> = </w:t>
      </w:r>
      <w:r w:rsidR="00EC6B6A" w:rsidRPr="00260CA7">
        <w:rPr>
          <w:rStyle w:val="Numrodepage"/>
          <w:sz w:val="24"/>
          <w:szCs w:val="24"/>
        </w:rPr>
        <w:t>162,24</w:t>
      </w:r>
      <w:r w:rsidRPr="00260CA7">
        <w:rPr>
          <w:rStyle w:val="Numrodepage"/>
          <w:sz w:val="24"/>
          <w:szCs w:val="24"/>
        </w:rPr>
        <w:t xml:space="preserve"> / 12,15 = </w:t>
      </w:r>
      <w:r w:rsidR="0039627C" w:rsidRPr="00260CA7">
        <w:rPr>
          <w:rStyle w:val="Numrodepage"/>
          <w:b/>
          <w:sz w:val="24"/>
          <w:szCs w:val="24"/>
        </w:rPr>
        <w:t>1</w:t>
      </w:r>
      <w:r w:rsidR="00EC6B6A" w:rsidRPr="00260CA7">
        <w:rPr>
          <w:rStyle w:val="Numrodepage"/>
          <w:b/>
          <w:sz w:val="24"/>
          <w:szCs w:val="24"/>
        </w:rPr>
        <w:t>3</w:t>
      </w:r>
      <w:r w:rsidR="0039627C" w:rsidRPr="00260CA7">
        <w:rPr>
          <w:rStyle w:val="Numrodepage"/>
          <w:b/>
          <w:sz w:val="24"/>
          <w:szCs w:val="24"/>
        </w:rPr>
        <w:t>,</w:t>
      </w:r>
      <w:r w:rsidR="00EC6B6A" w:rsidRPr="00260CA7">
        <w:rPr>
          <w:rStyle w:val="Numrodepage"/>
          <w:b/>
          <w:sz w:val="24"/>
          <w:szCs w:val="24"/>
        </w:rPr>
        <w:t>35</w:t>
      </w:r>
      <w:r w:rsidRPr="00260CA7">
        <w:rPr>
          <w:rStyle w:val="Numrodepage"/>
          <w:b/>
          <w:sz w:val="24"/>
          <w:szCs w:val="24"/>
        </w:rPr>
        <w:t xml:space="preserve"> </w:t>
      </w:r>
      <w:proofErr w:type="spellStart"/>
      <w:r w:rsidRPr="00260CA7">
        <w:rPr>
          <w:rStyle w:val="Numrodepage"/>
          <w:b/>
          <w:sz w:val="24"/>
          <w:szCs w:val="24"/>
        </w:rPr>
        <w:t>kN</w:t>
      </w:r>
      <w:proofErr w:type="spellEnd"/>
      <w:r w:rsidRPr="00260CA7">
        <w:rPr>
          <w:rStyle w:val="Numrodepage"/>
          <w:b/>
          <w:sz w:val="24"/>
          <w:szCs w:val="24"/>
        </w:rPr>
        <w:t>/m</w:t>
      </w:r>
    </w:p>
    <w:p w:rsidR="0030343C" w:rsidRDefault="00A86366" w:rsidP="00FB517D">
      <w:pPr>
        <w:spacing w:before="240" w:after="120" w:line="360" w:lineRule="auto"/>
        <w:rPr>
          <w:rStyle w:val="Numrodepage"/>
          <w:b/>
          <w:sz w:val="24"/>
          <w:szCs w:val="24"/>
        </w:rPr>
      </w:pPr>
      <w:r>
        <w:rPr>
          <w:b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749888" behindDoc="0" locked="0" layoutInCell="1" allowOverlap="1">
                <wp:simplePos x="0" y="0"/>
                <wp:positionH relativeFrom="column">
                  <wp:posOffset>1314450</wp:posOffset>
                </wp:positionH>
                <wp:positionV relativeFrom="paragraph">
                  <wp:posOffset>303530</wp:posOffset>
                </wp:positionV>
                <wp:extent cx="4352014" cy="1488741"/>
                <wp:effectExtent l="57150" t="0" r="0" b="73660"/>
                <wp:wrapNone/>
                <wp:docPr id="299" name="Groupe 2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52014" cy="1488741"/>
                          <a:chOff x="0" y="0"/>
                          <a:chExt cx="4352014" cy="1488741"/>
                        </a:xfrm>
                      </wpg:grpSpPr>
                      <wpg:grpSp>
                        <wpg:cNvPr id="297" name="Groupe 297"/>
                        <wpg:cNvGrpSpPr/>
                        <wpg:grpSpPr>
                          <a:xfrm>
                            <a:off x="0" y="0"/>
                            <a:ext cx="4352014" cy="1488741"/>
                            <a:chOff x="0" y="0"/>
                            <a:chExt cx="4352014" cy="1488741"/>
                          </a:xfrm>
                        </wpg:grpSpPr>
                        <wpg:grpSp>
                          <wpg:cNvPr id="295" name="Groupe 295"/>
                          <wpg:cNvGrpSpPr/>
                          <wpg:grpSpPr>
                            <a:xfrm>
                              <a:off x="0" y="0"/>
                              <a:ext cx="4352014" cy="1488741"/>
                              <a:chOff x="0" y="0"/>
                              <a:chExt cx="4352014" cy="1488741"/>
                            </a:xfrm>
                          </wpg:grpSpPr>
                          <wpg:grpSp>
                            <wpg:cNvPr id="293" name="Groupe 293"/>
                            <wpg:cNvGrpSpPr/>
                            <wpg:grpSpPr>
                              <a:xfrm>
                                <a:off x="0" y="0"/>
                                <a:ext cx="4352014" cy="1488741"/>
                                <a:chOff x="0" y="0"/>
                                <a:chExt cx="4352014" cy="1488741"/>
                              </a:xfrm>
                            </wpg:grpSpPr>
                            <wpg:grpSp>
                              <wpg:cNvPr id="291" name="Groupe 291"/>
                              <wpg:cNvGrpSpPr/>
                              <wpg:grpSpPr>
                                <a:xfrm>
                                  <a:off x="0" y="0"/>
                                  <a:ext cx="4352014" cy="1488741"/>
                                  <a:chOff x="0" y="0"/>
                                  <a:chExt cx="4352014" cy="1488741"/>
                                </a:xfrm>
                              </wpg:grpSpPr>
                              <wpg:grpSp>
                                <wpg:cNvPr id="289" name="Groupe 289"/>
                                <wpg:cNvGrpSpPr/>
                                <wpg:grpSpPr>
                                  <a:xfrm>
                                    <a:off x="0" y="0"/>
                                    <a:ext cx="3555464" cy="1488741"/>
                                    <a:chOff x="0" y="0"/>
                                    <a:chExt cx="3555464" cy="1488741"/>
                                  </a:xfrm>
                                </wpg:grpSpPr>
                                <wpg:grpSp>
                                  <wpg:cNvPr id="61" name="Groupe 61"/>
                                  <wpg:cNvGrpSpPr/>
                                  <wpg:grpSpPr>
                                    <a:xfrm>
                                      <a:off x="0" y="121920"/>
                                      <a:ext cx="3555464" cy="1366821"/>
                                      <a:chOff x="0" y="0"/>
                                      <a:chExt cx="3555464" cy="1366821"/>
                                    </a:xfrm>
                                  </wpg:grpSpPr>
                                  <wpg:grpSp>
                                    <wpg:cNvPr id="59" name="Groupe 59"/>
                                    <wpg:cNvGrpSpPr/>
                                    <wpg:grpSpPr>
                                      <a:xfrm>
                                        <a:off x="28674" y="0"/>
                                        <a:ext cx="3526790" cy="1366821"/>
                                        <a:chOff x="0" y="0"/>
                                        <a:chExt cx="3526790" cy="1366821"/>
                                      </a:xfrm>
                                    </wpg:grpSpPr>
                                    <wpg:grpSp>
                                      <wpg:cNvPr id="56" name="Groupe 56"/>
                                      <wpg:cNvGrpSpPr/>
                                      <wpg:grpSpPr>
                                        <a:xfrm>
                                          <a:off x="0" y="0"/>
                                          <a:ext cx="3526790" cy="1366821"/>
                                          <a:chOff x="0" y="0"/>
                                          <a:chExt cx="3526790" cy="1366821"/>
                                        </a:xfrm>
                                      </wpg:grpSpPr>
                                      <wpg:grpSp>
                                        <wpg:cNvPr id="39" name="Groupe 39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3526790" cy="735997"/>
                                            <a:chOff x="0" y="0"/>
                                            <a:chExt cx="3526790" cy="735997"/>
                                          </a:xfrm>
                                        </wpg:grpSpPr>
                                        <wpg:grpSp>
                                          <wpg:cNvPr id="36" name="Groupe 36"/>
                                          <wpg:cNvGrpSpPr/>
                                          <wpg:grpSpPr>
                                            <a:xfrm>
                                              <a:off x="0" y="0"/>
                                              <a:ext cx="3526790" cy="735980"/>
                                              <a:chOff x="0" y="0"/>
                                              <a:chExt cx="3526790" cy="735980"/>
                                            </a:xfrm>
                                          </wpg:grpSpPr>
                                          <wpg:grpSp>
                                            <wpg:cNvPr id="33" name="Groupe 33"/>
                                            <wpg:cNvGrpSpPr/>
                                            <wpg:grpSpPr>
                                              <a:xfrm>
                                                <a:off x="0" y="0"/>
                                                <a:ext cx="3526790" cy="665887"/>
                                                <a:chOff x="0" y="0"/>
                                                <a:chExt cx="3526790" cy="665887"/>
                                              </a:xfrm>
                                            </wpg:grpSpPr>
                                            <wpg:grpSp>
                                              <wpg:cNvPr id="30" name="Groupe 30"/>
                                              <wpg:cNvGrpSpPr/>
                                              <wpg:grpSpPr>
                                                <a:xfrm>
                                                  <a:off x="0" y="0"/>
                                                  <a:ext cx="3526790" cy="527050"/>
                                                  <a:chOff x="0" y="0"/>
                                                  <a:chExt cx="3526972" cy="527157"/>
                                                </a:xfrm>
                                              </wpg:grpSpPr>
                                              <wpg:grpSp>
                                                <wpg:cNvPr id="28" name="Groupe 28"/>
                                                <wpg:cNvGrpSpPr/>
                                                <wpg:grpSpPr>
                                                  <a:xfrm>
                                                    <a:off x="0" y="207094"/>
                                                    <a:ext cx="3526972" cy="320063"/>
                                                    <a:chOff x="0" y="0"/>
                                                    <a:chExt cx="3526972" cy="320063"/>
                                                  </a:xfrm>
                                                </wpg:grpSpPr>
                                                <wps:wsp>
                                                  <wps:cNvPr id="1" name="Connecteur droit 1"/>
                                                  <wps:cNvCnPr/>
                                                  <wps:spPr>
                                                    <a:xfrm flipV="1">
                                                      <a:off x="0" y="309048"/>
                                                      <a:ext cx="3526972" cy="5080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ln w="15875">
                                                      <a:solidFill>
                                                        <a:schemeClr val="tx1"/>
                                                      </a:solidFill>
                                                    </a:ln>
                                                  </wps:spPr>
                                                  <wps:style>
                                                    <a:lnRef idx="1">
                                                      <a:schemeClr val="accent1"/>
                                                    </a:lnRef>
                                                    <a:fillRef idx="0">
                                                      <a:schemeClr val="accent1"/>
                                                    </a:fillRef>
                                                    <a:effectRef idx="0">
                                                      <a:schemeClr val="accent1"/>
                                                    </a:effectRef>
                                                    <a:fontRef idx="minor">
                                                      <a:schemeClr val="tx1"/>
                                                    </a:fontRef>
                                                  </wps:style>
                                                  <wps:bodyPr/>
                                                </wps:wsp>
                                                <wps:wsp>
                                                  <wps:cNvPr id="3" name="Connecteur droit avec flèche 3"/>
                                                  <wps:cNvCnPr/>
                                                  <wps:spPr>
                                                    <a:xfrm flipV="1">
                                                      <a:off x="0" y="0"/>
                                                      <a:ext cx="0" cy="314128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ln>
                                                      <a:solidFill>
                                                        <a:schemeClr val="tx1"/>
                                                      </a:solidFill>
                                                      <a:headEnd type="arrow"/>
                                                      <a:tailEnd type="none"/>
                                                    </a:ln>
                                                  </wps:spPr>
                                                  <wps:style>
                                                    <a:lnRef idx="1">
                                                      <a:schemeClr val="accent1"/>
                                                    </a:lnRef>
                                                    <a:fillRef idx="0">
                                                      <a:schemeClr val="accent1"/>
                                                    </a:fillRef>
                                                    <a:effectRef idx="0">
                                                      <a:schemeClr val="accent1"/>
                                                    </a:effectRef>
                                                    <a:fontRef idx="minor">
                                                      <a:schemeClr val="tx1"/>
                                                    </a:fontRef>
                                                  </wps:style>
                                                  <wps:bodyPr/>
                                                </wps:wsp>
                                                <wps:wsp>
                                                  <wps:cNvPr id="4" name="Connecteur droit avec flèche 4"/>
                                                  <wps:cNvCnPr/>
                                                  <wps:spPr>
                                                    <a:xfrm flipV="1">
                                                      <a:off x="152931" y="0"/>
                                                      <a:ext cx="0" cy="313690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9525" cap="flat" cmpd="sng" algn="ctr">
                                                      <a:solidFill>
                                                        <a:sysClr val="windowText" lastClr="000000"/>
                                                      </a:solidFill>
                                                      <a:prstDash val="solid"/>
                                                      <a:headEnd type="arrow"/>
                                                      <a:tailEnd type="none"/>
                                                    </a:ln>
                                                    <a:effectLst/>
                                                  </wps:spPr>
                                                  <wps:bodyPr/>
                                                </wps:wsp>
                                                <wps:wsp>
                                                  <wps:cNvPr id="5" name="Connecteur droit avec flèche 5"/>
                                                  <wps:cNvCnPr/>
                                                  <wps:spPr>
                                                    <a:xfrm flipV="1">
                                                      <a:off x="309048" y="0"/>
                                                      <a:ext cx="0" cy="313690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9525" cap="flat" cmpd="sng" algn="ctr">
                                                      <a:solidFill>
                                                        <a:sysClr val="windowText" lastClr="000000"/>
                                                      </a:solidFill>
                                                      <a:prstDash val="solid"/>
                                                      <a:headEnd type="arrow"/>
                                                      <a:tailEnd type="none"/>
                                                    </a:ln>
                                                    <a:effectLst/>
                                                  </wps:spPr>
                                                  <wps:bodyPr/>
                                                </wps:wsp>
                                                <wps:wsp>
                                                  <wps:cNvPr id="6" name="Connecteur droit avec flèche 6"/>
                                                  <wps:cNvCnPr/>
                                                  <wps:spPr>
                                                    <a:xfrm flipV="1">
                                                      <a:off x="465165" y="3186"/>
                                                      <a:ext cx="0" cy="313690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9525" cap="flat" cmpd="sng" algn="ctr">
                                                      <a:solidFill>
                                                        <a:sysClr val="windowText" lastClr="000000"/>
                                                      </a:solidFill>
                                                      <a:prstDash val="solid"/>
                                                      <a:headEnd type="arrow"/>
                                                      <a:tailEnd type="none"/>
                                                    </a:ln>
                                                    <a:effectLst/>
                                                  </wps:spPr>
                                                  <wps:bodyPr/>
                                                </wps:wsp>
                                                <wps:wsp>
                                                  <wps:cNvPr id="8" name="Connecteur droit avec flèche 8"/>
                                                  <wps:cNvCnPr/>
                                                  <wps:spPr>
                                                    <a:xfrm flipV="1">
                                                      <a:off x="608538" y="3186"/>
                                                      <a:ext cx="0" cy="313690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9525" cap="flat" cmpd="sng" algn="ctr">
                                                      <a:solidFill>
                                                        <a:sysClr val="windowText" lastClr="000000"/>
                                                      </a:solidFill>
                                                      <a:prstDash val="solid"/>
                                                      <a:headEnd type="arrow"/>
                                                      <a:tailEnd type="none"/>
                                                    </a:ln>
                                                    <a:effectLst/>
                                                  </wps:spPr>
                                                  <wps:bodyPr/>
                                                </wps:wsp>
                                                <wps:wsp>
                                                  <wps:cNvPr id="9" name="Connecteur droit avec flèche 9"/>
                                                  <wps:cNvCnPr/>
                                                  <wps:spPr>
                                                    <a:xfrm flipV="1">
                                                      <a:off x="761469" y="3186"/>
                                                      <a:ext cx="0" cy="313690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9525" cap="flat" cmpd="sng" algn="ctr">
                                                      <a:solidFill>
                                                        <a:sysClr val="windowText" lastClr="000000"/>
                                                      </a:solidFill>
                                                      <a:prstDash val="solid"/>
                                                      <a:headEnd type="arrow"/>
                                                      <a:tailEnd type="none"/>
                                                    </a:ln>
                                                    <a:effectLst/>
                                                  </wps:spPr>
                                                  <wps:bodyPr/>
                                                </wps:wsp>
                                                <wps:wsp>
                                                  <wps:cNvPr id="10" name="Connecteur droit avec flèche 10"/>
                                                  <wps:cNvCnPr/>
                                                  <wps:spPr>
                                                    <a:xfrm flipV="1">
                                                      <a:off x="914400" y="0"/>
                                                      <a:ext cx="0" cy="314128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9525" cap="flat" cmpd="sng" algn="ctr">
                                                      <a:solidFill>
                                                        <a:sysClr val="windowText" lastClr="000000"/>
                                                      </a:solidFill>
                                                      <a:prstDash val="solid"/>
                                                      <a:headEnd type="arrow"/>
                                                      <a:tailEnd type="none"/>
                                                    </a:ln>
                                                    <a:effectLst/>
                                                  </wps:spPr>
                                                  <wps:bodyPr/>
                                                </wps:wsp>
                                                <wps:wsp>
                                                  <wps:cNvPr id="11" name="Connecteur droit avec flèche 11"/>
                                                  <wps:cNvCnPr/>
                                                  <wps:spPr>
                                                    <a:xfrm flipV="1">
                                                      <a:off x="1067331" y="0"/>
                                                      <a:ext cx="0" cy="313690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9525" cap="flat" cmpd="sng" algn="ctr">
                                                      <a:solidFill>
                                                        <a:sysClr val="windowText" lastClr="000000"/>
                                                      </a:solidFill>
                                                      <a:prstDash val="solid"/>
                                                      <a:headEnd type="arrow"/>
                                                      <a:tailEnd type="none"/>
                                                    </a:ln>
                                                    <a:effectLst/>
                                                  </wps:spPr>
                                                  <wps:bodyPr/>
                                                </wps:wsp>
                                                <wps:wsp>
                                                  <wps:cNvPr id="12" name="Connecteur droit avec flèche 12"/>
                                                  <wps:cNvCnPr/>
                                                  <wps:spPr>
                                                    <a:xfrm flipV="1">
                                                      <a:off x="1223448" y="0"/>
                                                      <a:ext cx="0" cy="313690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9525" cap="flat" cmpd="sng" algn="ctr">
                                                      <a:solidFill>
                                                        <a:sysClr val="windowText" lastClr="000000"/>
                                                      </a:solidFill>
                                                      <a:prstDash val="solid"/>
                                                      <a:headEnd type="arrow"/>
                                                      <a:tailEnd type="none"/>
                                                    </a:ln>
                                                    <a:effectLst/>
                                                  </wps:spPr>
                                                  <wps:bodyPr/>
                                                </wps:wsp>
                                                <wps:wsp>
                                                  <wps:cNvPr id="13" name="Connecteur droit avec flèche 13"/>
                                                  <wps:cNvCnPr/>
                                                  <wps:spPr>
                                                    <a:xfrm flipV="1">
                                                      <a:off x="1376379" y="0"/>
                                                      <a:ext cx="0" cy="313690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9525" cap="flat" cmpd="sng" algn="ctr">
                                                      <a:solidFill>
                                                        <a:sysClr val="windowText" lastClr="000000"/>
                                                      </a:solidFill>
                                                      <a:prstDash val="solid"/>
                                                      <a:headEnd type="arrow"/>
                                                      <a:tailEnd type="none"/>
                                                    </a:ln>
                                                    <a:effectLst/>
                                                  </wps:spPr>
                                                  <wps:bodyPr/>
                                                </wps:wsp>
                                                <wps:wsp>
                                                  <wps:cNvPr id="14" name="Connecteur droit avec flèche 14"/>
                                                  <wps:cNvCnPr/>
                                                  <wps:spPr>
                                                    <a:xfrm flipV="1">
                                                      <a:off x="1522938" y="3186"/>
                                                      <a:ext cx="0" cy="313690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9525" cap="flat" cmpd="sng" algn="ctr">
                                                      <a:solidFill>
                                                        <a:sysClr val="windowText" lastClr="000000"/>
                                                      </a:solidFill>
                                                      <a:prstDash val="solid"/>
                                                      <a:headEnd type="arrow"/>
                                                      <a:tailEnd type="none"/>
                                                    </a:ln>
                                                    <a:effectLst/>
                                                  </wps:spPr>
                                                  <wps:bodyPr/>
                                                </wps:wsp>
                                                <wps:wsp>
                                                  <wps:cNvPr id="15" name="Connecteur droit avec flèche 15"/>
                                                  <wps:cNvCnPr/>
                                                  <wps:spPr>
                                                    <a:xfrm flipV="1">
                                                      <a:off x="1675869" y="3186"/>
                                                      <a:ext cx="0" cy="313690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9525" cap="flat" cmpd="sng" algn="ctr">
                                                      <a:solidFill>
                                                        <a:sysClr val="windowText" lastClr="000000"/>
                                                      </a:solidFill>
                                                      <a:prstDash val="solid"/>
                                                      <a:headEnd type="arrow"/>
                                                      <a:tailEnd type="none"/>
                                                    </a:ln>
                                                    <a:effectLst/>
                                                  </wps:spPr>
                                                  <wps:bodyPr/>
                                                </wps:wsp>
                                                <wps:wsp>
                                                  <wps:cNvPr id="16" name="Connecteur droit avec flèche 16"/>
                                                  <wps:cNvCnPr/>
                                                  <wps:spPr>
                                                    <a:xfrm flipV="1">
                                                      <a:off x="1812870" y="0"/>
                                                      <a:ext cx="0" cy="313690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9525" cap="flat" cmpd="sng" algn="ctr">
                                                      <a:solidFill>
                                                        <a:sysClr val="windowText" lastClr="000000"/>
                                                      </a:solidFill>
                                                      <a:prstDash val="solid"/>
                                                      <a:headEnd type="arrow"/>
                                                      <a:tailEnd type="none"/>
                                                    </a:ln>
                                                    <a:effectLst/>
                                                  </wps:spPr>
                                                  <wps:bodyPr/>
                                                </wps:wsp>
                                                <wps:wsp>
                                                  <wps:cNvPr id="17" name="Connecteur droit avec flèche 17"/>
                                                  <wps:cNvCnPr/>
                                                  <wps:spPr>
                                                    <a:xfrm flipV="1">
                                                      <a:off x="1965801" y="0"/>
                                                      <a:ext cx="0" cy="313690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9525" cap="flat" cmpd="sng" algn="ctr">
                                                      <a:solidFill>
                                                        <a:sysClr val="windowText" lastClr="000000"/>
                                                      </a:solidFill>
                                                      <a:prstDash val="solid"/>
                                                      <a:headEnd type="arrow"/>
                                                      <a:tailEnd type="none"/>
                                                    </a:ln>
                                                    <a:effectLst/>
                                                  </wps:spPr>
                                                  <wps:bodyPr/>
                                                </wps:wsp>
                                                <wps:wsp>
                                                  <wps:cNvPr id="18" name="Connecteur droit avec flèche 18"/>
                                                  <wps:cNvCnPr/>
                                                  <wps:spPr>
                                                    <a:xfrm flipV="1">
                                                      <a:off x="2121918" y="0"/>
                                                      <a:ext cx="0" cy="313690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9525" cap="flat" cmpd="sng" algn="ctr">
                                                      <a:solidFill>
                                                        <a:sysClr val="windowText" lastClr="000000"/>
                                                      </a:solidFill>
                                                      <a:prstDash val="solid"/>
                                                      <a:headEnd type="arrow"/>
                                                      <a:tailEnd type="none"/>
                                                    </a:ln>
                                                    <a:effectLst/>
                                                  </wps:spPr>
                                                  <wps:bodyPr/>
                                                </wps:wsp>
                                                <wps:wsp>
                                                  <wps:cNvPr id="19" name="Connecteur droit avec flèche 19"/>
                                                  <wps:cNvCnPr/>
                                                  <wps:spPr>
                                                    <a:xfrm flipV="1">
                                                      <a:off x="2274849" y="0"/>
                                                      <a:ext cx="0" cy="313690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9525" cap="flat" cmpd="sng" algn="ctr">
                                                      <a:solidFill>
                                                        <a:sysClr val="windowText" lastClr="000000"/>
                                                      </a:solidFill>
                                                      <a:prstDash val="solid"/>
                                                      <a:headEnd type="arrow"/>
                                                      <a:tailEnd type="none"/>
                                                    </a:ln>
                                                    <a:effectLst/>
                                                  </wps:spPr>
                                                  <wps:bodyPr/>
                                                </wps:wsp>
                                                <wps:wsp>
                                                  <wps:cNvPr id="20" name="Connecteur droit avec flèche 20"/>
                                                  <wps:cNvCnPr/>
                                                  <wps:spPr>
                                                    <a:xfrm flipV="1">
                                                      <a:off x="2421408" y="3186"/>
                                                      <a:ext cx="0" cy="313690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9525" cap="flat" cmpd="sng" algn="ctr">
                                                      <a:solidFill>
                                                        <a:sysClr val="windowText" lastClr="000000"/>
                                                      </a:solidFill>
                                                      <a:prstDash val="solid"/>
                                                      <a:headEnd type="arrow"/>
                                                      <a:tailEnd type="none"/>
                                                    </a:ln>
                                                    <a:effectLst/>
                                                  </wps:spPr>
                                                  <wps:bodyPr/>
                                                </wps:wsp>
                                                <wps:wsp>
                                                  <wps:cNvPr id="21" name="Connecteur droit avec flèche 21"/>
                                                  <wps:cNvCnPr/>
                                                  <wps:spPr>
                                                    <a:xfrm flipV="1">
                                                      <a:off x="2574339" y="3186"/>
                                                      <a:ext cx="0" cy="313690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9525" cap="flat" cmpd="sng" algn="ctr">
                                                      <a:solidFill>
                                                        <a:sysClr val="windowText" lastClr="000000"/>
                                                      </a:solidFill>
                                                      <a:prstDash val="solid"/>
                                                      <a:headEnd type="arrow"/>
                                                      <a:tailEnd type="none"/>
                                                    </a:ln>
                                                    <a:effectLst/>
                                                  </wps:spPr>
                                                  <wps:bodyPr/>
                                                </wps:wsp>
                                                <wps:wsp>
                                                  <wps:cNvPr id="22" name="Connecteur droit avec flèche 22"/>
                                                  <wps:cNvCnPr/>
                                                  <wps:spPr>
                                                    <a:xfrm flipV="1">
                                                      <a:off x="2720898" y="3186"/>
                                                      <a:ext cx="0" cy="313690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9525" cap="flat" cmpd="sng" algn="ctr">
                                                      <a:solidFill>
                                                        <a:sysClr val="windowText" lastClr="000000"/>
                                                      </a:solidFill>
                                                      <a:prstDash val="solid"/>
                                                      <a:headEnd type="arrow"/>
                                                      <a:tailEnd type="none"/>
                                                    </a:ln>
                                                    <a:effectLst/>
                                                  </wps:spPr>
                                                  <wps:bodyPr/>
                                                </wps:wsp>
                                                <wps:wsp>
                                                  <wps:cNvPr id="23" name="Connecteur droit avec flèche 23"/>
                                                  <wps:cNvCnPr/>
                                                  <wps:spPr>
                                                    <a:xfrm flipV="1">
                                                      <a:off x="2873829" y="3186"/>
                                                      <a:ext cx="0" cy="313690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9525" cap="flat" cmpd="sng" algn="ctr">
                                                      <a:solidFill>
                                                        <a:sysClr val="windowText" lastClr="000000"/>
                                                      </a:solidFill>
                                                      <a:prstDash val="solid"/>
                                                      <a:headEnd type="arrow"/>
                                                      <a:tailEnd type="none"/>
                                                    </a:ln>
                                                    <a:effectLst/>
                                                  </wps:spPr>
                                                  <wps:bodyPr/>
                                                </wps:wsp>
                                                <wps:wsp>
                                                  <wps:cNvPr id="24" name="Connecteur droit avec flèche 24"/>
                                                  <wps:cNvCnPr/>
                                                  <wps:spPr>
                                                    <a:xfrm flipV="1">
                                                      <a:off x="3029946" y="3186"/>
                                                      <a:ext cx="0" cy="313690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9525" cap="flat" cmpd="sng" algn="ctr">
                                                      <a:solidFill>
                                                        <a:sysClr val="windowText" lastClr="000000"/>
                                                      </a:solidFill>
                                                      <a:prstDash val="solid"/>
                                                      <a:headEnd type="arrow"/>
                                                      <a:tailEnd type="none"/>
                                                    </a:ln>
                                                    <a:effectLst/>
                                                  </wps:spPr>
                                                  <wps:bodyPr/>
                                                </wps:wsp>
                                                <wps:wsp>
                                                  <wps:cNvPr id="25" name="Connecteur droit avec flèche 25"/>
                                                  <wps:cNvCnPr/>
                                                  <wps:spPr>
                                                    <a:xfrm flipV="1">
                                                      <a:off x="3182877" y="3186"/>
                                                      <a:ext cx="0" cy="313690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9525" cap="flat" cmpd="sng" algn="ctr">
                                                      <a:solidFill>
                                                        <a:sysClr val="windowText" lastClr="000000"/>
                                                      </a:solidFill>
                                                      <a:prstDash val="solid"/>
                                                      <a:headEnd type="arrow"/>
                                                      <a:tailEnd type="none"/>
                                                    </a:ln>
                                                    <a:effectLst/>
                                                  </wps:spPr>
                                                  <wps:bodyPr/>
                                                </wps:wsp>
                                                <wps:wsp>
                                                  <wps:cNvPr id="26" name="Connecteur droit avec flèche 26"/>
                                                  <wps:cNvCnPr/>
                                                  <wps:spPr>
                                                    <a:xfrm flipV="1">
                                                      <a:off x="3329436" y="6373"/>
                                                      <a:ext cx="0" cy="313690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9525" cap="flat" cmpd="sng" algn="ctr">
                                                      <a:solidFill>
                                                        <a:sysClr val="windowText" lastClr="000000"/>
                                                      </a:solidFill>
                                                      <a:prstDash val="solid"/>
                                                      <a:headEnd type="arrow"/>
                                                      <a:tailEnd type="none"/>
                                                    </a:ln>
                                                    <a:effectLst/>
                                                  </wps:spPr>
                                                  <wps:bodyPr/>
                                                </wps:wsp>
                                                <wps:wsp>
                                                  <wps:cNvPr id="27" name="Connecteur droit avec flèche 27"/>
                                                  <wps:cNvCnPr/>
                                                  <wps:spPr>
                                                    <a:xfrm flipV="1">
                                                      <a:off x="3482367" y="6373"/>
                                                      <a:ext cx="0" cy="313690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9525" cap="flat" cmpd="sng" algn="ctr">
                                                      <a:solidFill>
                                                        <a:sysClr val="windowText" lastClr="000000"/>
                                                      </a:solidFill>
                                                      <a:prstDash val="solid"/>
                                                      <a:headEnd type="arrow"/>
                                                      <a:tailEnd type="none"/>
                                                    </a:ln>
                                                    <a:effectLst/>
                                                  </wps:spPr>
                                                  <wps:bodyPr/>
                                                </wps:wsp>
                                              </wpg:grpSp>
                                              <wps:wsp>
                                                <wps:cNvPr id="29" name="Connecteur droit avec flèche 29"/>
                                                <wps:cNvCnPr/>
                                                <wps:spPr>
                                                  <a:xfrm flipV="1">
                                                    <a:off x="1742777" y="0"/>
                                                    <a:ext cx="0" cy="518795"/>
                                                  </a:xfrm>
                                                  <a:prstGeom prst="straightConnector1">
                                                    <a:avLst/>
                                                  </a:prstGeom>
                                                  <a:ln w="19050">
                                                    <a:solidFill>
                                                      <a:schemeClr val="tx1"/>
                                                    </a:solidFill>
                                                    <a:headEnd type="arrow"/>
                                                    <a:tailEnd type="none"/>
                                                  </a:ln>
                                                </wps:spPr>
                                                <wps:style>
                                                  <a:lnRef idx="1">
                                                    <a:schemeClr val="accent1"/>
                                                  </a:lnRef>
                                                  <a:fillRef idx="0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tx1"/>
                                                  </a:fontRef>
                                                </wps:style>
                                                <wps:bodyPr/>
                                              </wps:wsp>
                                            </wpg:grpSp>
                                            <wps:wsp>
                                              <wps:cNvPr id="31" name="Triangle isocèle 31"/>
                                              <wps:cNvSpPr/>
                                              <wps:spPr>
                                                <a:xfrm>
                                                  <a:off x="541631" y="528887"/>
                                                  <a:ext cx="146559" cy="137000"/>
                                                </a:xfrm>
                                                <a:prstGeom prst="triangle">
                                                  <a:avLst/>
                                                </a:prstGeom>
                                                <a:noFill/>
                                                <a:ln w="15875"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2" name="Triangle isocèle 32"/>
                                              <wps:cNvSpPr/>
                                              <wps:spPr>
                                                <a:xfrm>
                                                  <a:off x="2800549" y="528887"/>
                                                  <a:ext cx="146559" cy="137000"/>
                                                </a:xfrm>
                                                <a:prstGeom prst="triangle">
                                                  <a:avLst/>
                                                </a:prstGeom>
                                                <a:noFill/>
                                                <a:ln w="15875" cap="flat" cmpd="sng" algn="ctr">
                                                  <a:solidFill>
                                                    <a:sysClr val="windowText" lastClr="000000"/>
                                                  </a:solidFill>
                                                  <a:prstDash val="solid"/>
                                                </a:ln>
                                                <a:effectLst/>
                                              </wps:spPr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s:wsp>
                                            <wps:cNvPr id="34" name="Ellipse 34"/>
                                            <wps:cNvSpPr/>
                                            <wps:spPr>
                                              <a:xfrm>
                                                <a:off x="2781433" y="665887"/>
                                                <a:ext cx="73279" cy="66907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noFill/>
                                              <a:ln w="12700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5" name="Ellipse 35"/>
                                            <wps:cNvSpPr/>
                                            <wps:spPr>
                                              <a:xfrm>
                                                <a:off x="2896131" y="669073"/>
                                                <a:ext cx="73279" cy="66907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noFill/>
                                              <a:ln w="1270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</wpg:grpSp>
                                        <wps:wsp>
                                          <wps:cNvPr id="37" name="Connecteur droit 37"/>
                                          <wps:cNvCnPr/>
                                          <wps:spPr>
                                            <a:xfrm flipV="1">
                                              <a:off x="493840" y="665887"/>
                                              <a:ext cx="267335" cy="320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38" name="Connecteur droit 38"/>
                                          <wps:cNvCnPr/>
                                          <wps:spPr>
                                            <a:xfrm>
                                              <a:off x="2720898" y="732795"/>
                                              <a:ext cx="308871" cy="3202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51" name="Connecteur droit 51"/>
                                        <wps:cNvCnPr/>
                                        <wps:spPr>
                                          <a:xfrm>
                                            <a:off x="0" y="528887"/>
                                            <a:ext cx="0" cy="837934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6350"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52" name="Connecteur droit 52"/>
                                        <wps:cNvCnPr/>
                                        <wps:spPr>
                                          <a:xfrm>
                                            <a:off x="618096" y="528887"/>
                                            <a:ext cx="0" cy="49974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63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53" name="Connecteur droit 53"/>
                                        <wps:cNvCnPr/>
                                        <wps:spPr>
                                          <a:xfrm>
                                            <a:off x="2873829" y="544817"/>
                                            <a:ext cx="0" cy="48381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63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54" name="Connecteur droit 54"/>
                                        <wps:cNvCnPr/>
                                        <wps:spPr>
                                          <a:xfrm>
                                            <a:off x="3520600" y="528887"/>
                                            <a:ext cx="0" cy="83756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635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</wpg:grpSp>
                                    <wps:wsp>
                                      <wps:cNvPr id="55" name="Connecteur droit avec flèche 55"/>
                                      <wps:cNvCnPr/>
                                      <wps:spPr>
                                        <a:xfrm flipV="1">
                                          <a:off x="621282" y="984494"/>
                                          <a:ext cx="2267889" cy="6372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 w="6350">
                                          <a:solidFill>
                                            <a:schemeClr val="tx1"/>
                                          </a:solidFill>
                                          <a:headEnd type="arrow"/>
                                          <a:tailEnd type="arrow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57" name="Connecteur droit avec flèche 57"/>
                                      <wps:cNvCnPr/>
                                      <wps:spPr>
                                        <a:xfrm>
                                          <a:off x="0" y="997238"/>
                                          <a:ext cx="621282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63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  <a:headEnd type="arrow"/>
                                          <a:tailEnd type="arrow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  <wps:wsp>
                                      <wps:cNvPr id="58" name="Connecteur droit avec flèche 58"/>
                                      <wps:cNvCnPr/>
                                      <wps:spPr>
                                        <a:xfrm>
                                          <a:off x="0" y="1325402"/>
                                          <a:ext cx="352060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63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  <a:headEnd type="arrow"/>
                                          <a:tailEnd type="arrow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</wpg:grpSp>
                                  <wps:wsp>
                                    <wps:cNvPr id="60" name="Connecteur droit avec flèche 60"/>
                                    <wps:cNvCnPr/>
                                    <wps:spPr>
                                      <a:xfrm flipV="1">
                                        <a:off x="0" y="50977"/>
                                        <a:ext cx="1771361" cy="635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63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  <a:headEnd type="arrow"/>
                                        <a:tailEnd type="arrow"/>
                                      </a:ln>
                                      <a:effectLst/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307" name="Zone de texte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455089" y="1266908"/>
                                      <a:ext cx="540688" cy="21733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397275" w:rsidRPr="00E47B7A" w:rsidRDefault="00397275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E47B7A">
                                          <w:rPr>
                                            <w:sz w:val="16"/>
                                            <w:szCs w:val="16"/>
                                          </w:rPr>
                                          <w:t>12,15 m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  <wps:wsp>
                                  <wps:cNvPr id="62" name="Zone de texte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608814" y="893197"/>
                                      <a:ext cx="540689" cy="2173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397275" w:rsidRPr="00E47B7A" w:rsidRDefault="00397275" w:rsidP="00E47B7A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7</w:t>
                                        </w:r>
                                        <w:r w:rsidRPr="00E47B7A">
                                          <w:rPr>
                                            <w:sz w:val="16"/>
                                            <w:szCs w:val="16"/>
                                          </w:rPr>
                                          <w:t>,15 m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  <wps:wsp>
                                  <wps:cNvPr id="63" name="Zone de texte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95416" y="906449"/>
                                      <a:ext cx="540688" cy="21733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397275" w:rsidRPr="00E47B7A" w:rsidRDefault="00397275" w:rsidP="00E47B7A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E47B7A">
                                          <w:rPr>
                                            <w:sz w:val="16"/>
                                            <w:szCs w:val="16"/>
                                          </w:rPr>
                                          <w:t>2</w:t>
                                        </w: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,</w:t>
                                        </w:r>
                                        <w:r w:rsidRPr="00E47B7A">
                                          <w:rPr>
                                            <w:sz w:val="16"/>
                                            <w:szCs w:val="16"/>
                                          </w:rPr>
                                          <w:t>5 m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  <wps:wsp>
                                  <wps:cNvPr id="288" name="Zone de texte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83096" y="0"/>
                                      <a:ext cx="540688" cy="21733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397275" w:rsidRPr="00E47B7A" w:rsidRDefault="00397275" w:rsidP="00E47B7A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6,075</w:t>
                                        </w:r>
                                        <w:r w:rsidRPr="00E47B7A">
                                          <w:rPr>
                                            <w:sz w:val="16"/>
                                            <w:szCs w:val="16"/>
                                          </w:rPr>
                                          <w:t xml:space="preserve"> m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</wpg:grpSp>
                              <wps:wsp>
                                <wps:cNvPr id="290" name="Zone de texte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511826" y="363110"/>
                                    <a:ext cx="840188" cy="20143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397275" w:rsidRPr="00F32234" w:rsidRDefault="00397275" w:rsidP="00E47B7A">
                                      <w:pPr>
                                        <w:rPr>
                                          <w:sz w:val="14"/>
                                          <w:szCs w:val="14"/>
                                        </w:rPr>
                                      </w:pPr>
                                      <w:r w:rsidRPr="00F32234">
                                        <w:rPr>
                                          <w:sz w:val="14"/>
                                          <w:szCs w:val="14"/>
                                        </w:rPr>
                                        <w:t>q=5</w:t>
                                      </w:r>
                                      <w:r w:rsidR="00260CA7">
                                        <w:rPr>
                                          <w:sz w:val="14"/>
                                          <w:szCs w:val="14"/>
                                        </w:rPr>
                                        <w:t>7</w:t>
                                      </w:r>
                                      <w:r w:rsidRPr="00F32234">
                                        <w:rPr>
                                          <w:sz w:val="14"/>
                                          <w:szCs w:val="14"/>
                                        </w:rPr>
                                        <w:t>,</w:t>
                                      </w:r>
                                      <w:r w:rsidR="00260CA7">
                                        <w:rPr>
                                          <w:sz w:val="14"/>
                                          <w:szCs w:val="14"/>
                                        </w:rPr>
                                        <w:t>89</w:t>
                                      </w:r>
                                      <w:r w:rsidRPr="00F32234">
                                        <w:rPr>
                                          <w:sz w:val="14"/>
                                          <w:szCs w:val="14"/>
                                        </w:rPr>
                                        <w:t>kN/m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spAutoFit/>
                                </wps:bodyPr>
                              </wps:wsp>
                            </wpg:grpSp>
                            <wps:wsp>
                              <wps:cNvPr id="292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09530" y="135172"/>
                                  <a:ext cx="583096" cy="20143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97275" w:rsidRPr="00F32234" w:rsidRDefault="00397275" w:rsidP="00F32234">
                                    <w:pPr>
                                      <w:rPr>
                                        <w:sz w:val="14"/>
                                        <w:szCs w:val="14"/>
                                      </w:rPr>
                                    </w:pPr>
                                    <w:r w:rsidRPr="00F32234">
                                      <w:rPr>
                                        <w:sz w:val="14"/>
                                        <w:szCs w:val="14"/>
                                      </w:rPr>
                                      <w:t xml:space="preserve">P= 30 </w:t>
                                    </w:r>
                                    <w:proofErr w:type="spellStart"/>
                                    <w:r w:rsidRPr="00F32234">
                                      <w:rPr>
                                        <w:sz w:val="14"/>
                                        <w:szCs w:val="14"/>
                                      </w:rPr>
                                      <w:t>kN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grpSp>
                          <wps:wsp>
                            <wps:cNvPr id="294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63325" y="665259"/>
                                <a:ext cx="233238" cy="21733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97275" w:rsidRPr="00E47B7A" w:rsidRDefault="00397275" w:rsidP="00F32234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wpg:grpSp>
                        <wps:wsp>
                          <wps:cNvPr id="296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15263" y="662609"/>
                              <a:ext cx="233238" cy="21733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97275" w:rsidRPr="00E47B7A" w:rsidRDefault="00397275" w:rsidP="00F32234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29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666240" y="680720"/>
                            <a:ext cx="233045" cy="217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7275" w:rsidRPr="00E47B7A" w:rsidRDefault="00397275" w:rsidP="00A8636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299" o:spid="_x0000_s1026" style="position:absolute;margin-left:103.5pt;margin-top:23.9pt;width:342.7pt;height:117.2pt;z-index:251749888" coordsize="43520,148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">
                <v:group id="Groupe 297" o:spid="_x0000_s1027" style="position:absolute;width:43520;height:14887" coordsize="43520,148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wL208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+xy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3AvbTxgAAANwA&#10;AAAPAAAAAAAAAAAAAAAAAKoCAABkcnMvZG93bnJldi54bWxQSwUGAAAAAAQABAD6AAAAnQMAAAAA&#10;">
                  <v:group id="Groupe 295" o:spid="_x0000_s1028" style="position:absolute;width:43520;height:14887" coordsize="43520,148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JzNP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3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iczT/FAAAA3AAA&#10;AA8AAAAAAAAAAAAAAAAAqgIAAGRycy9kb3ducmV2LnhtbFBLBQYAAAAABAAEAPoAAACcAwAAAAA=&#10;">
                    <v:group id="Groupe 293" o:spid="_x0000_s1029" style="position:absolute;width:43520;height:14887" coordsize="43520,148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Dnw0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skz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OfDQxgAAANwA&#10;AAAPAAAAAAAAAAAAAAAAAKoCAABkcnMvZG93bnJldi54bWxQSwUGAAAAAAQABAD6AAAAnQMAAAAA&#10;">
                      <v:group id="Groupe 291" o:spid="_x0000_s1030" style="position:absolute;width:43520;height:14887" coordsize="43520,148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6fLP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p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6fLPMQAAADcAAAA&#10;DwAAAAAAAAAAAAAAAACqAgAAZHJzL2Rvd25yZXYueG1sUEsFBgAAAAAEAAQA+gAAAJsDAAAAAA==&#10;">
                        <v:group id="Groupe 289" o:spid="_x0000_s1031" style="position:absolute;width:35554;height:14887" coordsize="35554,148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AhR5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0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wIUefFAAAA3AAA&#10;AA8AAAAAAAAAAAAAAAAAqgIAAGRycy9kb3ducmV2LnhtbFBLBQYAAAAABAAEAPoAAACcAwAAAAA=&#10;">
                          <v:group id="Groupe 61" o:spid="_x0000_s1032" style="position:absolute;top:1219;width:35554;height:13668" coordsize="35554,136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        <v:group id="Groupe 59" o:spid="_x0000_s1033" style="position:absolute;left:286;width:35268;height:13668" coordsize="35267,136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            <v:group id="Groupe 56" o:spid="_x0000_s1034" style="position:absolute;width:35267;height:13668" coordsize="35267,136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              <v:group id="Groupe 39" o:spid="_x0000_s1035" style="position:absolute;width:35267;height:7359" coordsize="35267,73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              <v:group id="Groupe 36" o:spid="_x0000_s1036" style="position:absolute;width:35267;height:7359" coordsize="35267,73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                <v:group id="Groupe 33" o:spid="_x0000_s1037" style="position:absolute;width:35267;height:6658" coordsize="35267,66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                  <v:group id="Groupe 30" o:spid="_x0000_s1038" style="position:absolute;width:35267;height:5270" coordsize="35269,52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                    <v:group id="Groupe 28" o:spid="_x0000_s1039" style="position:absolute;top:2070;width:35269;height:3201" coordsize="35269,32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                      <v:line id="Connecteur droit 1" o:spid="_x0000_s1040" style="position:absolute;flip:y;visibility:visible;mso-wrap-style:square" from="0,3090" to="35269,31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Wx/7wAAADaAAAADwAAAGRycy9kb3ducmV2LnhtbERPzQrCMAy+C75DieBFtFNBZFpFBEEU&#10;BKcXb2GN29iajrXqfHsrCJ7Cx/eb5bo1lXhS4wrLCsajCARxanXBmYLrZTecg3AeWWNlmRS8ycF6&#10;1e0sMdb2xWd6Jj4TIYRdjApy7+tYSpfmZNCNbE0cuLttDPoAm0zqBl8h3FRyEkUzabDg0JBjTduc&#10;0jJ5GAWP0lvcl4fb0bpNu5smJ11PBkr1e+1mAcJT6//in3uvw3z4vvK9cvU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nRWx/7wAAADaAAAADwAAAAAAAAAAAAAAAAChAgAA&#10;ZHJzL2Rvd25yZXYueG1sUEsFBgAAAAAEAAQA+QAAAIoDAAAAAA==&#10;" strokecolor="black [3213]" strokeweight="1.25pt"/>
                                          <v:shapetype id="_x0000_t32" coordsize="21600,21600" o:spt="32" o:oned="t" path="m,l21600,21600e" filled="f">
                                            <v:path arrowok="t" fillok="f" o:connecttype="none"/>
                                            <o:lock v:ext="edit" shapetype="t"/>
                                          </v:shapetype>
                                          <v:shape id="Connecteur droit avec flèche 3" o:spid="_x0000_s1041" type="#_x0000_t32" style="position:absolute;width:0;height:31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9Z28AAAADaAAAADwAAAGRycy9kb3ducmV2LnhtbESPT4vCMBTE78J+h/AWvGnqH3SpRpEF&#10;0avVg8dH87apJi+lydr67Y2wsMdhZn7DrLe9s+JBbag9K5iMMxDEpdc1Vwou5/3oC0SIyBqtZ1Lw&#10;pADbzcdgjbn2HZ/oUcRKJAiHHBWYGJtcylAachjGviFO3o9vHcYk20rqFrsEd1ZOs2whHdacFgw2&#10;9G2ovBe/TsHUWLe7zZbucFtOiqa289DNr0oNP/vdCkSkPv6H/9pHrWAG7yvpBsjN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4/WdvAAAAA2gAAAA8AAAAAAAAAAAAAAAAA&#10;oQIAAGRycy9kb3ducmV2LnhtbFBLBQYAAAAABAAEAPkAAACOAwAAAAA=&#10;" strokecolor="black [3213]">
                                            <v:stroke startarrow="open"/>
                                          </v:shape>
                                          <v:shape id="Connecteur droit avec flèche 4" o:spid="_x0000_s1042" type="#_x0000_t32" style="position:absolute;left:1529;width:0;height:313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JmdcMAAADaAAAADwAAAGRycy9kb3ducmV2LnhtbESPQWvCQBSE7wX/w/IEL0V3FakSXUWE&#10;SnMqVUGPj+wziWbfhuw2pv++Kwgeh5n5hlmuO1uJlhpfOtYwHikQxJkzJecajofP4RyED8gGK8ek&#10;4Y88rFe9tyUmxt35h9p9yEWEsE9QQxFCnUjps4Is+pGriaN3cY3FEGWTS9PgPcJtJSdKfUiLJceF&#10;AmvaFpTd9r9Ww2Ezu7hrmtpucsL39rxT0+9UaT3od5sFiEBdeIWf7S+jYQqPK/EG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SZnXDAAAA2gAAAA8AAAAAAAAAAAAA&#10;AAAAoQIAAGRycy9kb3ducmV2LnhtbFBLBQYAAAAABAAEAPkAAACRAwAAAAA=&#10;" strokecolor="windowText">
                                            <v:stroke startarrow="open"/>
                                          </v:shape>
                                          <v:shape id="Connecteur droit avec flèche 5" o:spid="_x0000_s1043" type="#_x0000_t32" style="position:absolute;left:3090;width:0;height:313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7D7sQAAADaAAAADwAAAGRycy9kb3ducmV2LnhtbESPT2vCQBTE74LfYXlCL6K7SqslzUak&#10;0NKcin/AHh/ZZ5KafRuy25h++25B8DjMzG+YdDPYRvTU+dqxhsVcgSAunKm51HA8vM2eQfiAbLBx&#10;TBp+ycMmG49STIy78o76fShFhLBPUEMVQptI6YuKLPq5a4mjd3adxRBlV0rT4TXCbSOXSq2kxZrj&#10;QoUtvVZUXPY/VsNhuz677zy3w/KE0/7rXT1+5krrh8mwfQERaAj38K39YTQ8wf+VeANk9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nsPuxAAAANoAAAAPAAAAAAAAAAAA&#10;AAAAAKECAABkcnMvZG93bnJldi54bWxQSwUGAAAAAAQABAD5AAAAkgMAAAAA&#10;" strokecolor="windowText">
                                            <v:stroke startarrow="open"/>
                                          </v:shape>
                                          <v:shape id="Connecteur droit avec flèche 6" o:spid="_x0000_s1044" type="#_x0000_t32" style="position:absolute;left:4651;top:31;width:0;height:313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xdmcQAAADaAAAADwAAAGRycy9kb3ducmV2LnhtbESPQWvCQBSE74X+h+UVeim6WylWYjYi&#10;BUtzEk2hHh/ZZxLNvg3ZNab/visIPQ4z8w2TrkbbioF63zjW8DpVIIhLZxquNHwXm8kChA/IBlvH&#10;pOGXPKyyx4cUE+OuvKNhHyoRIewT1FCH0CVS+rImi37qOuLoHV1vMUTZV9L0eI1w28qZUnNpseG4&#10;UGNHHzWV5/3FaijW70d3ynM7zn7wZTh8qrdtrrR+fhrXSxCBxvAfvre/jIY53K7EGyCz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TF2ZxAAAANoAAAAPAAAAAAAAAAAA&#10;AAAAAKECAABkcnMvZG93bnJldi54bWxQSwUGAAAAAAQABAD5AAAAkgMAAAAA&#10;" strokecolor="windowText">
                                            <v:stroke startarrow="open"/>
                                          </v:shape>
                                          <v:shape id="Connecteur droit avec flèche 8" o:spid="_x0000_s1045" type="#_x0000_t32" style="position:absolute;left:6085;top:31;width:0;height:313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9scL8AAADaAAAADwAAAGRycy9kb3ducmV2LnhtbERPTYvCMBC9C/6HMIIXWRNFVukaRQTF&#10;nmRVcI9DM7Zdm0lpYq3/3hwW9vh438t1ZyvRUuNLxxomYwWCOHOm5FzD5bz7WIDwAdlg5Zg0vMjD&#10;etXvLTEx7snf1J5CLmII+wQ1FCHUiZQ+K8iiH7uaOHI311gMETa5NA0+Y7it5FSpT2mx5NhQYE3b&#10;grL76WE1nDfzm/tNU9tNrzhqf/ZqdkyV1sNBt/kCEagL/+I/98FoiFvjlXgD5OoN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J9scL8AAADaAAAADwAAAAAAAAAAAAAAAACh&#10;AgAAZHJzL2Rvd25yZXYueG1sUEsFBgAAAAAEAAQA+QAAAI0DAAAAAA==&#10;" strokecolor="windowText">
                                            <v:stroke startarrow="open"/>
                                          </v:shape>
                                          <v:shape id="Connecteur droit avec flèche 9" o:spid="_x0000_s1046" type="#_x0000_t32" style="position:absolute;left:7614;top:31;width:0;height:313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PJ68QAAADaAAAADwAAAGRycy9kb3ducmV2LnhtbESPT2vCQBTE74LfYXlCL6K7Sqk2zUak&#10;0NKcin/AHh/ZZ5KafRuy25h++25B8DjMzG+YdDPYRvTU+dqxhsVcgSAunKm51HA8vM3WIHxANtg4&#10;Jg2/5GGTjUcpJsZdeUf9PpQiQtgnqKEKoU2k9EVFFv3ctcTRO7vOYoiyK6Xp8BrhtpFLpZ6kxZrj&#10;QoUtvVZUXPY/VsNhuzq77zy3w/KE0/7rXT1+5krrh8mwfQERaAj38K39YTQ8w/+VeANk9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08nrxAAAANoAAAAPAAAAAAAAAAAA&#10;AAAAAKECAABkcnMvZG93bnJldi54bWxQSwUGAAAAAAQABAD5AAAAkgMAAAAA&#10;" strokecolor="windowText">
                                            <v:stroke startarrow="open"/>
                                          </v:shape>
                                          <v:shape id="Connecteur droit avec flèche 10" o:spid="_x0000_s1047" type="#_x0000_t32" style="position:absolute;left:9144;width:0;height:31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AxjuMUAAADbAAAADwAAAGRycy9kb3ducmV2LnhtbESPQWvCQBCF7wX/wzKCl1J3K6WV1FVE&#10;qJiTVAv2OGTHJDU7G7JrTP+9cyj0NsN78943i9XgG9VTF+vAFp6nBhRxEVzNpYWv48fTHFRMyA6b&#10;wGThlyKslqOHBWYu3PiT+kMqlYRwzNBClVKbaR2LijzGaWiJRTuHzmOStSu16/Am4b7RM2Netcea&#10;paHCljYVFZfD1Vs4rt/O4SfP/TA74WP/vTUv+9xYOxkP63dQiYb0b/673jnBF3r5RQb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AxjuMUAAADbAAAADwAAAAAAAAAA&#10;AAAAAAChAgAAZHJzL2Rvd25yZXYueG1sUEsFBgAAAAAEAAQA+QAAAJMDAAAAAA==&#10;" strokecolor="windowText">
                                            <v:stroke startarrow="open"/>
                                          </v:shape>
                                          <v:shape id="Connecteur droit avec flèche 11" o:spid="_x0000_s1048" type="#_x0000_t32" style="position:absolute;left:10673;width:0;height:313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0DGI8IAAADbAAAADwAAAGRycy9kb3ducmV2LnhtbERPTWvCQBC9F/wPywi9FN1VpErqKiJY&#10;mpPUCPY4ZMckbXY2ZLcx/ntXELzN433Oct3bWnTU+sqxhslYgSDOnam40HDMdqMFCB+QDdaOScOV&#10;PKxXg5clJsZd+Ju6QyhEDGGfoIYyhCaR0uclWfRj1xBH7uxaiyHCtpCmxUsMt7WcKvUuLVYcG0ps&#10;aFtS/nf4txqyzfzsftPU9tMTvnU/n2q2T5XWr8N+8wEiUB+e4of7y8T5E7j/Eg+Qq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0DGI8IAAADbAAAADwAAAAAAAAAAAAAA&#10;AAChAgAAZHJzL2Rvd25yZXYueG1sUEsFBgAAAAAEAAQA+QAAAJADAAAAAA==&#10;" strokecolor="windowText">
                                            <v:stroke startarrow="open"/>
                                          </v:shape>
                                          <v:shape id="Connecteur droit avec flèche 12" o:spid="_x0000_s1049" type="#_x0000_t32" style="position:absolute;left:12234;width:0;height:313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5JYVMIAAADbAAAADwAAAGRycy9kb3ducmV2LnhtbERPTWvCQBC9F/wPywi9FN1tKFWimyBC&#10;S3MqVUGPQ3ZMotnZkN3G9N93CwVv83ifs85H24qBet841vA8VyCIS2carjQc9m+zJQgfkA22jknD&#10;D3nIs8nDGlPjbvxFwy5UIoawT1FDHUKXSunLmiz6ueuII3d2vcUQYV9J0+MthttWJkq9SosNx4Ya&#10;O9rWVF5331bDfrM4u0tR2DE54tNwelcvn4XS+nE6blYgAo3hLv53f5g4P4G/X+IBMvs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5JYVMIAAADbAAAADwAAAAAAAAAAAAAA&#10;AAChAgAAZHJzL2Rvd25yZXYueG1sUEsFBgAAAAAEAAQA+QAAAJADAAAAAA==&#10;" strokecolor="windowText">
                                            <v:stroke startarrow="open"/>
                                          </v:shape>
                                          <v:shape id="Connecteur droit avec flèche 13" o:spid="_x0000_s1050" type="#_x0000_t32" style="position:absolute;left:13763;width:0;height:313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79z8IAAADbAAAADwAAAGRycy9kb3ducmV2LnhtbERPS2vCQBC+F/wPywheiu5qRUvqKiIo&#10;5iQ+wB6H7JikZmdDdo3pv+8WCr3Nx/ecxaqzlWip8aVjDeORAkGcOVNyruFy3g7fQfiAbLByTBq+&#10;ycNq2XtZYGLck4/UnkIuYgj7BDUUIdSJlD4ryKIfuZo4cjfXWAwRNrk0DT5juK3kRKmZtFhybCiw&#10;pk1B2f30sBrO6/nNfaWp7SZXfG0/d2p6SJXWg363/gARqAv/4j/33sT5b/D7SzxAL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N79z8IAAADbAAAADwAAAAAAAAAAAAAA&#10;AAChAgAAZHJzL2Rvd25yZXYueG1sUEsFBgAAAAAEAAQA+QAAAJADAAAAAA==&#10;" strokecolor="windowText">
                                            <v:stroke startarrow="open"/>
                                          </v:shape>
                                          <v:shape id="Connecteur droit avec flèche 14" o:spid="_x0000_s1051" type="#_x0000_t32" style="position:absolute;left:15229;top:31;width:0;height:313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dlu8IAAADbAAAADwAAAGRycy9kb3ducmV2LnhtbERPTWvCQBC9F/oflin0UnS3IlWiq0jB&#10;Yk5SU6jHITsm0exsyK4x/ntXELzN433OfNnbWnTU+sqxhs+hAkGcO1NxoeEvWw+mIHxANlg7Jg1X&#10;8rBcvL7MMTHuwr/U7UIhYgj7BDWUITSJlD4vyaIfuoY4cgfXWgwRtoU0LV5iuK3lSKkvabHi2FBi&#10;Q98l5afd2WrIVpODO6ap7Uf/+NHtf9R4myqt39/61QxEoD48xQ/3xsT5Y7j/Eg+Qi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zdlu8IAAADbAAAADwAAAAAAAAAAAAAA&#10;AAChAgAAZHJzL2Rvd25yZXYueG1sUEsFBgAAAAAEAAQA+QAAAJADAAAAAA==&#10;" strokecolor="windowText">
                                            <v:stroke startarrow="open"/>
                                          </v:shape>
                                          <v:shape id="Connecteur droit avec flèche 15" o:spid="_x0000_s1052" type="#_x0000_t32" style="position:absolute;left:16758;top:31;width:0;height:313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vAIMIAAADbAAAADwAAAGRycy9kb3ducmV2LnhtbERPS2vCQBC+F/wPywheiu4qVUvqKiIo&#10;5iQ+wB6H7JikZmdDdo3pv+8WCr3Nx/ecxaqzlWip8aVjDeORAkGcOVNyruFy3g7fQfiAbLByTBq+&#10;ycNq2XtZYGLck4/UnkIuYgj7BDUUIdSJlD4ryKIfuZo4cjfXWAwRNrk0DT5juK3kRKmZtFhybCiw&#10;pk1B2f30sBrO6/nNfaWp7SZXfG0/d+rtkCqtB/1u/QEiUBf+xX/uvYnzp/D7SzxAL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HvAIMIAAADbAAAADwAAAAAAAAAAAAAA&#10;AAChAgAAZHJzL2Rvd25yZXYueG1sUEsFBgAAAAAEAAQA+QAAAJADAAAAAA==&#10;" strokecolor="windowText">
                                            <v:stroke startarrow="open"/>
                                          </v:shape>
                                          <v:shape id="Connecteur droit avec flèche 16" o:spid="_x0000_s1053" type="#_x0000_t32" style="position:absolute;left:18128;width:0;height:313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leV8EAAADbAAAADwAAAGRycy9kb3ducmV2LnhtbERPTYvCMBC9C/6HMIIX0UQRla5RRFix&#10;p2VVcI9DM7bdbSalydb6783Cgrd5vM9ZbztbiZYaXzrWMJ0oEMSZMyXnGi7n9/EKhA/IBivHpOFB&#10;Hrabfm+NiXF3/qT2FHIRQ9gnqKEIoU6k9FlBFv3E1cSRu7nGYoiwyaVp8B7DbSVnSi2kxZJjQ4E1&#10;7QvKfk6/VsN5t7y57zS13eyKo/broOYfqdJ6OOh2byACdeEl/ncfTZy/gL9f4gFy8w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4qV5XwQAAANsAAAAPAAAAAAAAAAAAAAAA&#10;AKECAABkcnMvZG93bnJldi54bWxQSwUGAAAAAAQABAD5AAAAjwMAAAAA&#10;" strokecolor="windowText">
                                            <v:stroke startarrow="open"/>
                                          </v:shape>
                                          <v:shape id="Connecteur droit avec flèche 17" o:spid="_x0000_s1054" type="#_x0000_t32" style="position:absolute;left:19658;width:0;height:313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X7zMEAAADbAAAADwAAAGRycy9kb3ducmV2LnhtbERPTYvCMBC9C/6HMAteRJMVUekaRYQV&#10;exJ1QY9DM7bdbSalibX+e7OwsLd5vM9ZrjtbiZYaXzrW8D5WIIgzZ0rONXydP0cLED4gG6wck4Yn&#10;eViv+r0lJsY9+EjtKeQihrBPUEMRQp1I6bOCLPqxq4kjd3ONxRBhk0vT4COG20pOlJpJiyXHhgJr&#10;2haU/ZzuVsN5M7+57zS13eSCw/a6U9NDqrQevHWbDxCBuvAv/nPvTZw/h99f4gFy9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5fvMwQAAANsAAAAPAAAAAAAAAAAAAAAA&#10;AKECAABkcnMvZG93bnJldi54bWxQSwUGAAAAAAQABAD5AAAAjwMAAAAA&#10;" strokecolor="windowText">
                                            <v:stroke startarrow="open"/>
                                          </v:shape>
                                          <v:shape id="Connecteur droit avec flèche 18" o:spid="_x0000_s1055" type="#_x0000_t32" style="position:absolute;left:21219;width:0;height:313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pvvsUAAADbAAAADwAAAGRycy9kb3ducmV2LnhtbESPQWvCQBCF7wX/wzKCl1J3K6WV1FVE&#10;qJiTVAv2OGTHJDU7G7JrTP+9cyj0NsN78943i9XgG9VTF+vAFp6nBhRxEVzNpYWv48fTHFRMyA6b&#10;wGThlyKslqOHBWYu3PiT+kMqlYRwzNBClVKbaR2LijzGaWiJRTuHzmOStSu16/Am4b7RM2Netcea&#10;paHCljYVFZfD1Vs4rt/O4SfP/TA74WP/vTUv+9xYOxkP63dQiYb0b/673jnBF1j5RQb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npvvsUAAADbAAAADwAAAAAAAAAA&#10;AAAAAAChAgAAZHJzL2Rvd25yZXYueG1sUEsFBgAAAAAEAAQA+QAAAJMDAAAAAA==&#10;" strokecolor="windowText">
                                            <v:stroke startarrow="open"/>
                                          </v:shape>
                                          <v:shape id="Connecteur droit avec flèche 19" o:spid="_x0000_s1056" type="#_x0000_t32" style="position:absolute;left:22748;width:0;height:313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bKJcIAAADbAAAADwAAAGRycy9kb3ducmV2LnhtbERPS2vCQBC+F/wPywheiu4qRW3qKiIo&#10;5iQ+wB6H7JikZmdDdo3pv+8WCr3Nx/ecxaqzlWip8aVjDeORAkGcOVNyruFy3g7nIHxANlg5Jg3f&#10;5GG17L0sMDHuyUdqTyEXMYR9ghqKEOpESp8VZNGPXE0cuZtrLIYIm1yaBp8x3FZyotRUWiw5NhRY&#10;06ag7H56WA3n9ezmvtLUdpMrvrafO/V2SJXWg363/gARqAv/4j/33sT57/D7SzxAL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TbKJcIAAADbAAAADwAAAAAAAAAAAAAA&#10;AAChAgAAZHJzL2Rvd25yZXYueG1sUEsFBgAAAAAEAAQA+QAAAJADAAAAAA==&#10;" strokecolor="windowText">
                                            <v:stroke startarrow="open"/>
                                          </v:shape>
                                          <v:shape id="Connecteur droit avec flèche 20" o:spid="_x0000_s1057" type="#_x0000_t32" style="position:absolute;left:24214;top:31;width:0;height:313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CpBcEAAADbAAAADwAAAGRycy9kb3ducmV2LnhtbERPz2vCMBS+D/Y/hCd4GZpYxhzVKDJw&#10;2JOsCvP4aJ5ttXkpTVa7/94cBI8f3+/lerCN6KnztWMNs6kCQVw4U3Op4XjYTj5B+IBssHFMGv7J&#10;w3r1+rLE1Lgb/1Cfh1LEEPYpaqhCaFMpfVGRRT91LXHkzq6zGCLsSmk6vMVw28hEqQ9psebYUGFL&#10;XxUV1/zPajhs5md3yTI7JL/41p++1fs+U1qPR8NmASLQEJ7ih3tnNCRxffwSf4Bc3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WYKkFwQAAANsAAAAPAAAAAAAAAAAAAAAA&#10;AKECAABkcnMvZG93bnJldi54bWxQSwUGAAAAAAQABAD5AAAAjwMAAAAA&#10;" strokecolor="windowText">
                                            <v:stroke startarrow="open"/>
                                          </v:shape>
                                          <v:shape id="Connecteur droit avec flèche 21" o:spid="_x0000_s1058" type="#_x0000_t32" style="position:absolute;left:25743;top:31;width:0;height:313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wMnsUAAADbAAAADwAAAGRycy9kb3ducmV2LnhtbESPT2vCQBTE7wW/w/KEXkrdNUhbYlYR&#10;QWlOpSro8ZF9+dNm34bsGuO37xYKPQ4z8xsmW4+2FQP1vnGsYT5TIIgLZxquNJyOu+c3ED4gG2wd&#10;k4Y7eVivJg8Zpsbd+JOGQ6hEhLBPUUMdQpdK6YuaLPqZ64ijV7reYoiyr6Tp8RbhtpWJUi/SYsNx&#10;ocaOtjUV34er1XDcvJbuK8/tmJzxabjs1eIjV1o/TsfNEkSgMfyH/9rvRkMyh98v8QfI1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SwMnsUAAADbAAAADwAAAAAAAAAA&#10;AAAAAAChAgAAZHJzL2Rvd25yZXYueG1sUEsFBgAAAAAEAAQA+QAAAJMDAAAAAA==&#10;" strokecolor="windowText">
                                            <v:stroke startarrow="open"/>
                                          </v:shape>
                                          <v:shape id="Connecteur droit avec flèche 22" o:spid="_x0000_s1059" type="#_x0000_t32" style="position:absolute;left:27208;top:31;width:0;height:313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6S6cUAAADbAAAADwAAAGRycy9kb3ducmV2LnhtbESPzWrDMBCE74G8g9hAL6GRakpSnMgm&#10;BFrqU8kPtMfF2thOrJWxVMd9+6pQyHGYmW+YTT7aVgzU+8axhqeFAkFcOtNwpeF0fH18AeEDssHW&#10;MWn4IQ95Np1sMDXuxnsaDqESEcI+RQ11CF0qpS9rsugXriOO3tn1FkOUfSVNj7cIt61MlFpKiw3H&#10;hRo72tVUXg/fVsNxuzq7S1HYMfnE+fD1pp4/CqX1w2zcrkEEGsM9/N9+NxqSBP6+xB8gs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f6S6cUAAADbAAAADwAAAAAAAAAA&#10;AAAAAAChAgAAZHJzL2Rvd25yZXYueG1sUEsFBgAAAAAEAAQA+QAAAJMDAAAAAA==&#10;" strokecolor="windowText">
                                            <v:stroke startarrow="open"/>
                                          </v:shape>
                                          <v:shape id="Connecteur droit avec flèche 23" o:spid="_x0000_s1060" type="#_x0000_t32" style="position:absolute;left:28738;top:31;width:0;height:313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rI3csQAAADbAAAADwAAAGRycy9kb3ducmV2LnhtbESPQWvCQBSE74X+h+UVvIjuNhYrqatI&#10;oWJORS3o8ZF9Jmmzb0N2jfHfu4LQ4zAz3zDzZW9r0VHrK8caXscKBHHuTMWFhp/912gGwgdkg7Vj&#10;0nAlD8vF89McU+MuvKVuFwoRIexT1FCG0KRS+rwki37sGuLonVxrMUTZFtK0eIlwW8tEqam0WHFc&#10;KLGhz5Lyv93Zativ3k/uN8tsnxxw2B3X6u07U1oPXvrVB4hAffgPP9oboyGZwP1L/AFyc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sjdyxAAAANsAAAAPAAAAAAAAAAAA&#10;AAAAAKECAABkcnMvZG93bnJldi54bWxQSwUGAAAAAAQABAD5AAAAkgMAAAAA&#10;" strokecolor="windowText">
                                            <v:stroke startarrow="open"/>
                                          </v:shape>
                                          <v:shape id="Connecteur droit avec flèche 24" o:spid="_x0000_s1061" type="#_x0000_t32" style="position:absolute;left:30299;top:31;width:0;height:313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uvBsUAAADbAAAADwAAAGRycy9kb3ducmV2LnhtbESPT2vCQBTE7wW/w/KEXoruGqSVmFVE&#10;aGlOpSro8ZF9+aPZtyG7jem37xYKPQ4z8xsm2462FQP1vnGsYTFXIIgLZxquNJyOr7MVCB+QDbaO&#10;ScM3edhuJg8Zpsbd+ZOGQ6hEhLBPUUMdQpdK6YuaLPq564ijV7reYoiyr6Tp8R7htpWJUs/SYsNx&#10;ocaO9jUVt8OX1XDcvZTumud2TM74NFze1PIjV1o/TsfdGkSgMfyH/9rvRkOyhN8v8QfIz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VuvBsUAAADbAAAADwAAAAAAAAAA&#10;AAAAAAChAgAAZHJzL2Rvd25yZXYueG1sUEsFBgAAAAAEAAQA+QAAAJMDAAAAAA==&#10;" strokecolor="windowText">
                                            <v:stroke startarrow="open"/>
                                          </v:shape>
                                          <v:shape id="Connecteur droit avec flèche 25" o:spid="_x0000_s1062" type="#_x0000_t32" style="position:absolute;left:31828;top:31;width:0;height:313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cKncQAAADbAAAADwAAAGRycy9kb3ducmV2LnhtbESPQWvCQBSE74X+h+UVvIjuNlgrqatI&#10;oWJORS3o8ZF9Jmmzb0N2jfHfu4LQ4zAz3zDzZW9r0VHrK8caXscKBHHuTMWFhp/912gGwgdkg7Vj&#10;0nAlD8vF89McU+MuvKVuFwoRIexT1FCG0KRS+rwki37sGuLonVxrMUTZFtK0eIlwW8tEqam0WHFc&#10;KLGhz5Lyv93Zativ3k/uN8tsnxxw2B3XavKdKa0HL/3qA0SgPvyHH+2N0ZC8wf1L/AFyc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FwqdxAAAANsAAAAPAAAAAAAAAAAA&#10;AAAAAKECAABkcnMvZG93bnJldi54bWxQSwUGAAAAAAQABAD5AAAAkgMAAAAA&#10;" strokecolor="windowText">
                                            <v:stroke startarrow="open"/>
                                          </v:shape>
                                          <v:shape id="Connecteur droit avec flèche 26" o:spid="_x0000_s1063" type="#_x0000_t32" style="position:absolute;left:33294;top:63;width:0;height:313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WU6sQAAADbAAAADwAAAGRycy9kb3ducmV2LnhtbESPQWvCQBSE74L/YXlCL6K7hmIluooI&#10;LeZUqoIeH9lnEs2+DdltjP++Wyj0OMzMN8xq09tadNT6yrGG2VSBIM6dqbjQcDq+TxYgfEA2WDsm&#10;DU/ysFkPBytMjXvwF3WHUIgIYZ+ihjKEJpXS5yVZ9FPXEEfv6lqLIcq2kKbFR4TbWiZKzaXFiuNC&#10;iQ3tSsrvh2+r4bh9u7pbltk+OeO4u3yo189Maf0y6rdLEIH68B/+a++NhmQOv1/iD5D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xZTqxAAAANsAAAAPAAAAAAAAAAAA&#10;AAAAAKECAABkcnMvZG93bnJldi54bWxQSwUGAAAAAAQABAD5AAAAkgMAAAAA&#10;" strokecolor="windowText">
                                            <v:stroke startarrow="open"/>
                                          </v:shape>
                                          <v:shape id="Connecteur droit avec flèche 27" o:spid="_x0000_s1064" type="#_x0000_t32" style="position:absolute;left:34823;top:63;width:0;height:313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kxccQAAADbAAAADwAAAGRycy9kb3ducmV2LnhtbESPQWvCQBSE7wX/w/IEL6XuNkiVNBsR&#10;oWJOpVqwx0f2maRm34bsGuO/7xYKPQ4z8w2TrUfbioF63zjW8DxXIIhLZxquNHwe355WIHxANtg6&#10;Jg138rDOJw8Zpsbd+IOGQ6hEhLBPUUMdQpdK6cuaLPq564ijd3a9xRBlX0nT4y3CbSsTpV6kxYbj&#10;Qo0dbWsqL4er1XDcLM/uuyjsmJzwcfjaqcV7obSeTcfNK4hAY/gP/7X3RkOyhN8v8QfI/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iTFxxAAAANsAAAAPAAAAAAAAAAAA&#10;AAAAAKECAABkcnMvZG93bnJldi54bWxQSwUGAAAAAAQABAD5AAAAkgMAAAAA&#10;" strokecolor="windowText">
                                            <v:stroke startarrow="open"/>
                                          </v:shape>
                                        </v:group>
                                        <v:shape id="Connecteur droit avec flèche 29" o:spid="_x0000_s1065" type="#_x0000_t32" style="position:absolute;left:17427;width:0;height:518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UjR48MAAADbAAAADwAAAGRycy9kb3ducmV2LnhtbESPT4vCMBTE74LfITxhb5rqYdetRln8&#10;x1486BbE27N52xabl9BErd/eCILHYWZ+w0znranFlRpfWVYwHCQgiHOrKy4UZH/r/hiED8gaa8uk&#10;4E4e5rNuZ4qptjfe0XUfChEh7FNUUIbgUil9XpJBP7COOHr/tjEYomwKqRu8Rbip5ShJPqXBiuNC&#10;iY4WJeXn/cUoOGh3vmeb5XZ4Oq6qi9uw+XKs1Eev/ZmACNSGd/jV/tUKRt/w/BJ/gJw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FI0ePDAAAA2wAAAA8AAAAAAAAAAAAA&#10;AAAAoQIAAGRycy9kb3ducmV2LnhtbFBLBQYAAAAABAAEAPkAAACRAwAAAAA=&#10;" strokecolor="black [3213]" strokeweight="1.5pt">
                                          <v:stroke startarrow="open"/>
                                        </v:shape>
                                      </v:group>
                                      <v:shapetype id="_x0000_t5" coordsize="21600,21600" o:spt="5" adj="10800" path="m@0,l,21600r21600,xe">
                                        <v:stroke joinstyle="miter"/>
                                        <v:formulas>
                                          <v:f eqn="val #0"/>
                                          <v:f eqn="prod #0 1 2"/>
                                          <v:f eqn="sum @1 10800 0"/>
                                        </v:formulas>
              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              <v:handles>
                                          <v:h position="#0,topLeft" xrange="0,21600"/>
                                        </v:handles>
                                      </v:shapetype>
                                      <v:shape id="Triangle isocèle 31" o:spid="_x0000_s1066" type="#_x0000_t5" style="position:absolute;left:5416;top:5288;width:1465;height:13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MfusMA&#10;AADbAAAADwAAAGRycy9kb3ducmV2LnhtbESPQWvCQBSE74L/YXlCb7qJgkjqKqUghJ6iKUpvj+wz&#10;CWbfht2tif++Kwg9DjPzDbPdj6YTd3K+tawgXSQgiCurW64VfJeH+QaED8gaO8uk4EEe9rvpZIuZ&#10;tgMf6X4KtYgQ9hkqaELoMyl91ZBBv7A9cfSu1hkMUbpaaodDhJtOLpNkLQ22HBca7Omzoep2+jUK&#10;8nJtz8eiSIt69Sg3Pzm64fKl1Nts/HgHEWgM/+FXO9cKVik8v8QfIH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wMfusMAAADbAAAADwAAAAAAAAAAAAAAAACYAgAAZHJzL2Rv&#10;d25yZXYueG1sUEsFBgAAAAAEAAQA9QAAAIgDAAAAAA==&#10;" filled="f" strokecolor="black [3213]" strokeweight="1.25pt"/>
                                      <v:shape id="Triangle isocèle 32" o:spid="_x0000_s1067" type="#_x0000_t5" style="position:absolute;left:28005;top:5288;width:1466;height:13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RGU8QA&#10;AADbAAAADwAAAGRycy9kb3ducmV2LnhtbESPzWrDMBCE74G+g9hCb4nsFEpwo4RgasitzV+ht8Xa&#10;2ibSyrVU283TV4FAjsPMfMMs16M1oqfON44VpLMEBHHpdMOVguOhmC5A+ICs0TgmBX/kYb16mCwx&#10;027gHfX7UIkIYZ+hgjqENpPSlzVZ9DPXEkfv23UWQ5RdJXWHQ4RbI+dJ8iItNhwXamwpr6k873+t&#10;gubrozBvhs0Rt2X+nqann8/LSamnx3HzCiLQGO7hW3urFTzP4fol/gC5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URlPEAAAA2wAAAA8AAAAAAAAAAAAAAAAAmAIAAGRycy9k&#10;b3ducmV2LnhtbFBLBQYAAAAABAAEAPUAAACJAwAAAAA=&#10;" filled="f" strokecolor="windowText" strokeweight="1.25pt"/>
                                    </v:group>
                                    <v:oval id="Ellipse 34" o:spid="_x0000_s1068" style="position:absolute;left:27814;top:6658;width:733;height:6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VEIcEA&#10;AADbAAAADwAAAGRycy9kb3ducmV2LnhtbESP3YrCMBSE7wXfIRzBG9FkVUSqUWRB17305wEOzbEt&#10;Nielif15+40g7OUwM98w231nS9FQ7QvHGr5mCgRx6kzBmYb77Thdg/AB2WDpmDT05GG/Gw62mBjX&#10;8oWaa8hEhLBPUEMeQpVI6dOcLPqZq4ij93C1xRBlnUlTYxvhtpRzpVbSYsFxIceKvnNKn9eX1dCc&#10;5mea9Ni32brq1WXy8/tUC63Ho+6wARGoC//hT/tsNCyW8P4Sf4D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FRCHBAAAA2wAAAA8AAAAAAAAAAAAAAAAAmAIAAGRycy9kb3du&#10;cmV2LnhtbFBLBQYAAAAABAAEAPUAAACGAwAAAAA=&#10;" filled="f" strokecolor="black [3213]" strokeweight="1pt"/>
                                    <v:oval id="Ellipse 35" o:spid="_x0000_s1069" style="position:absolute;left:28961;top:6690;width:733;height:6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G3ScYA&#10;AADbAAAADwAAAGRycy9kb3ducmV2LnhtbESP0WrCQBRE3wv+w3ILvpS60Vax0U0wgtTig1T7Adfs&#10;bRLN3g3ZNaZ/3xUKfRxm5gyzTHtTi45aV1lWMB5FIIhzqysuFHwdN89zEM4ja6wtk4IfcpAmg4cl&#10;xtre+JO6gy9EgLCLUUHpfRNL6fKSDLqRbYiD921bgz7ItpC6xVuAm1pOomgmDVYcFkpsaF1Sfjlc&#10;jYL6tdi9H+ezZvqRUb5/e+r96ZwpNXzsVwsQnnr/H/5rb7WClyncv4QfIJ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xG3ScYAAADbAAAADwAAAAAAAAAAAAAAAACYAgAAZHJz&#10;L2Rvd25yZXYueG1sUEsFBgAAAAAEAAQA9QAAAIsDAAAAAA==&#10;" filled="f" strokecolor="windowText" strokeweight="1pt"/>
                                  </v:group>
                                  <v:line id="Connecteur droit 37" o:spid="_x0000_s1070" style="position:absolute;flip:y;visibility:visible;mso-wrap-style:square" from="4938,6658" to="7611,6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UL6sYAAADbAAAADwAAAGRycy9kb3ducmV2LnhtbESPW2vCQBSE3wv9D8sp+FY3XlCJrlIK&#10;YrCg9fLg4yF7moRmz8bsalJ/vSsIfRxm5htmtmhNKa5Uu8Kygl43AkGcWl1wpuB4WL5PQDiPrLG0&#10;TAr+yMFi/voyw1jbhnd03ftMBAi7GBXk3lexlC7NyaDr2oo4eD+2NuiDrDOpa2wC3JSyH0UjabDg&#10;sJBjRZ85pb/7i1GQJLxe33i5PfW+zys/KL42w2asVOet/ZiC8NT6//CznWgFgzE8voQf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3lC+rGAAAA2wAAAA8AAAAAAAAA&#10;AAAAAAAAoQIAAGRycy9kb3ducmV2LnhtbFBLBQYAAAAABAAEAPkAAACUAwAAAAA=&#10;" strokecolor="#4579b8 [3044]"/>
                                  <v:line id="Connecteur droit 38" o:spid="_x0000_s1071" style="position:absolute;visibility:visible;mso-wrap-style:square" from="27208,7327" to="30297,73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+t/sAAAADbAAAADwAAAGRycy9kb3ducmV2LnhtbERPzWoCMRC+F3yHMIK3mq1S0a1RRBDE&#10;eqn6ANPNdHdxM1mTUdc+fXMQevz4/ufLzjXqRiHWng28DTNQxIW3NZcGTsfN6xRUFGSLjWcy8KAI&#10;y0XvZY659Xf+ottBSpVCOOZooBJpc61jUZHDOPQtceJ+fHAoCYZS24D3FO4aPcqyiXZYc2qosKV1&#10;RcX5cHUGLp/7bXx8NyOZvP/uzmE1nck4GjPod6sPUEKd/Iuf7q01ME5j05f0A/Ti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U/rf7AAAAA2wAAAA8AAAAAAAAAAAAAAAAA&#10;oQIAAGRycy9kb3ducmV2LnhtbFBLBQYAAAAABAAEAPkAAACOAwAAAAA=&#10;" strokecolor="#4579b8 [3044]"/>
                                </v:group>
                                <v:line id="Connecteur droit 51" o:spid="_x0000_s1072" style="position:absolute;visibility:visible;mso-wrap-style:square" from="0,5288" to="0,136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0nxEcUAAADbAAAADwAAAGRycy9kb3ducmV2LnhtbESPQWvCQBSE74L/YXlCL6IbC7UldQ1R&#10;LJQiSK2Q6yP7mo1m34bs1qT/vlsQPA4z8w2zygbbiCt1vnasYDFPQBCXTtdcKTh9vc1eQPiArLFx&#10;TAp+yUO2Ho9WmGrX8yddj6ESEcI+RQUmhDaV0peGLPq5a4mj9+06iyHKrpK6wz7CbSMfk2QpLdYc&#10;Fwy2tDVUXo4/VsFmd84P2jxPt31RFW2/LxL9USj1MBnyVxCBhnAP39rvWsHTAv6/xB8g1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0nxEcUAAADbAAAADwAAAAAAAAAA&#10;AAAAAAChAgAAZHJzL2Rvd25yZXYueG1sUEsFBgAAAAAEAAQA+QAAAJMDAAAAAA==&#10;" strokecolor="black [3213]" strokeweight=".5pt"/>
                                <v:line id="Connecteur droit 52" o:spid="_x0000_s1073" style="position:absolute;visibility:visible;mso-wrap-style:square" from="6180,5288" to="6180,10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47VMQAAADbAAAADwAAAGRycy9kb3ducmV2LnhtbESP0WrCQBRE34X+w3ILvummoVobs0pb&#10;KBRK0Go/4CZ7zYZm74bsqvHvu4Lg4zAzZ5h8PdhWnKj3jWMFT9MEBHHldMO1gt/952QBwgdkja1j&#10;UnAhD+vVwyjHTLsz/9BpF2oRIewzVGBC6DIpfWXIop+6jjh6B9dbDFH2tdQ9niPctjJNkrm02HBc&#10;MNjRh6Hqb3e0ChYFP5t0v60KV758b967V1cmhVLjx+FtCSLQEO7hW/tLK5ilcP0Sf4Bc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zjtUxAAAANsAAAAPAAAAAAAAAAAA&#10;AAAAAKECAABkcnMvZG93bnJldi54bWxQSwUGAAAAAAQABAD5AAAAkgMAAAAA&#10;" strokecolor="windowText" strokeweight=".5pt"/>
                                <v:line id="Connecteur droit 53" o:spid="_x0000_s1074" style="position:absolute;visibility:visible;mso-wrap-style:square" from="28738,5448" to="28738,10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4Kez8QAAADbAAAADwAAAGRycy9kb3ducmV2LnhtbESP0WrCQBRE3wX/YblC3+pG26pNs4ot&#10;FAoSbNUPuMles8Hs3ZDdavr3XUHwcZiZM0y26m0jztT52rGCyTgBQVw6XXOl4LD/fFyA8AFZY+OY&#10;FPyRh9VyOMgw1e7CP3TehUpECPsUFZgQ2lRKXxqy6MeuJY7e0XUWQ5RdJXWHlwi3jZwmyUxarDku&#10;GGzpw1B52v1aBYucn810/13mrphvtu/tqyuSXKmHUb9+AxGoD/fwrf2lFbw8wfVL/AFy+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gp7PxAAAANsAAAAPAAAAAAAAAAAA&#10;AAAAAKECAABkcnMvZG93bnJldi54bWxQSwUGAAAAAAQABAD5AAAAkgMAAAAA&#10;" strokecolor="windowText" strokeweight=".5pt"/>
                                <v:line id="Connecteur droit 54" o:spid="_x0000_s1075" style="position:absolute;visibility:visible;mso-wrap-style:square" from="35206,5288" to="35206,13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sGu8QAAADbAAAADwAAAGRycy9kb3ducmV2LnhtbESP3WrCQBSE74W+w3KE3tWNYluN2UgV&#10;CgUJ1p8HOGaP2WD2bMhuNX17t1DwcpiZb5hs2dtGXKnztWMF41ECgrh0uuZKwfHw+TID4QOyxsYx&#10;KfglD8v8aZBhqt2Nd3Tdh0pECPsUFZgQ2lRKXxqy6EeuJY7e2XUWQ5RdJXWHtwi3jZwkyZu0WHNc&#10;MNjS2lB52f9YBbOCp2Zy+C4Ld3rfbFft3J2SQqnnYf+xABGoD4/wf/tLK3idwt+X+ANk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awa7xAAAANsAAAAPAAAAAAAAAAAA&#10;AAAAAKECAABkcnMvZG93bnJldi54bWxQSwUGAAAAAAQABAD5AAAAkgMAAAAA&#10;" strokecolor="windowText" strokeweight=".5pt"/>
                              </v:group>
                              <v:shape id="Connecteur droit avec flèche 55" o:spid="_x0000_s1076" type="#_x0000_t32" style="position:absolute;left:6212;top:9844;width:22679;height:6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sm7cQAAADbAAAADwAAAGRycy9kb3ducmV2LnhtbESPUWvCQBCE3wv+h2OFvtVLA5aSeopU&#10;hEILtdoKvi259RLM7YXc1qT/3hOEPg4z8w0zWwy+UWfqYh3YwOMkA0VcBluzM/C9Wz88g4qCbLEJ&#10;TAb+KMJiPrqbYWFDz1903opTCcKxQAOVSFtoHcuKPMZJaImTdwydR0myc9p22Ce4b3SeZU/aY81p&#10;ocKWXisqT9tfb+D9Mz9+7N2uKX9klbWuzzcH8cbcj4flCyihQf7Dt/abNTCdwvVL+gF6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KybtxAAAANsAAAAPAAAAAAAAAAAA&#10;AAAAAKECAABkcnMvZG93bnJldi54bWxQSwUGAAAAAAQABAD5AAAAkgMAAAAA&#10;" strokecolor="black [3213]" strokeweight=".5pt">
                                <v:stroke startarrow="open" endarrow="open"/>
                              </v:shape>
                              <v:shape id="Connecteur droit avec flèche 57" o:spid="_x0000_s1077" type="#_x0000_t32" style="position:absolute;top:9972;width:621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T5lMMAAADbAAAADwAAAGRycy9kb3ducmV2LnhtbESPQWvCQBSE74L/YXmCF6kbq01K6ipS&#10;CHisMfT8yL4m0ezbkF1j/PduodDjMDPfMNv9aFoxUO8aywpWywgEcWl1w5WC4py9vINwHllja5kU&#10;PMjBfjedbDHV9s4nGnJfiQBhl6KC2vsuldKVNRl0S9sRB+/H9gZ9kH0ldY/3ADetfI2iWBpsOCzU&#10;2NFnTeU1vxkF9Iiby4KybxufElxsvq7rKimUms/GwwcIT6P/D/+1j1rBWwK/X8IPkL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0E+ZTDAAAA2wAAAA8AAAAAAAAAAAAA&#10;AAAAoQIAAGRycy9kb3ducmV2LnhtbFBLBQYAAAAABAAEAPkAAACRAwAAAAA=&#10;" strokecolor="windowText" strokeweight=".5pt">
                                <v:stroke startarrow="open" endarrow="open"/>
                              </v:shape>
                              <v:shape id="Connecteur droit avec flèche 58" o:spid="_x0000_s1078" type="#_x0000_t32" style="position:absolute;top:13254;width:3520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tt5rwAAADbAAAADwAAAGRycy9kb3ducmV2LnhtbERPyQrCMBC9C/5DGMGLaOpWpRpFBMGj&#10;G56HZmyrzaQ0Uevfm4Pg8fH25boxpXhR7QrLCoaDCARxanXBmYLLedefg3AeWWNpmRR8yMF61W4t&#10;MdH2zUd6nXwmQgi7BBXk3leJlC7NyaAb2Io4cDdbG/QB1pnUNb5DuCnlKIpiabDg0JBjRduc0sfp&#10;aRTQJy7uPdpdbXycYW9yeIyz2UWpbqfZLEB4avxf/HPvtYJpGBu+hB8gV1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fJtt5rwAAADbAAAADwAAAAAAAAAAAAAAAAChAgAA&#10;ZHJzL2Rvd25yZXYueG1sUEsFBgAAAAAEAAQA+QAAAIoDAAAAAA==&#10;" strokecolor="windowText" strokeweight=".5pt">
                                <v:stroke startarrow="open" endarrow="open"/>
                              </v:shape>
                            </v:group>
                            <v:shape id="Connecteur droit avec flèche 60" o:spid="_x0000_s1079" type="#_x0000_t32" style="position:absolute;top:509;width:17713;height:6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lgqcAAAADbAAAADwAAAGRycy9kb3ducmV2LnhtbERPS27CMBDdV+IO1iCxqcCBRQQBB6Eg&#10;oLuKwAGGePKBeBzFBtLb14tKXT69/2Y7mFa8qHeNZQXzWQSCuLC64UrB9XKYLkE4j6yxtUwKfsjB&#10;Nh19bDDR9s1neuW+EiGEXYIKau+7REpX1GTQzWxHHLjS9gZ9gH0ldY/vEG5auYiiWBpsODTU2FFW&#10;U/HIn0bBjh/udPzE6jte3ew+u9/zrNwrNRkPuzUIT4P/F/+5v7SCOKwPX8IPkOk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5JYKnAAAAA2wAAAA8AAAAAAAAAAAAAAAAA&#10;oQIAAGRycy9kb3ducmV2LnhtbFBLBQYAAAAABAAEAPkAAACOAwAAAAA=&#10;" strokecolor="windowText" strokeweight=".5pt">
                              <v:stroke startarrow="open" endarrow="open"/>
                            </v:shape>
                          </v:group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Zone de texte 2" o:spid="_x0000_s1080" type="#_x0000_t202" style="position:absolute;left:14550;top:12669;width:5407;height:2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lEbMMA&#10;AADcAAAADwAAAGRycy9kb3ducmV2LnhtbESPQWsCMRSE74X+h/AKvdXElrayGkVqCx68VLf3x+a5&#10;Wdy8LJunu/77plDwOMzMN8xiNYZWXahPTWQL04kBRVxF13BtoTx8Pc1AJUF22EYmC1dKsFre3y2w&#10;cHHgb7rspVYZwqlAC16kK7ROlaeAaRI74uwdYx9Qsuxr7XocMjy0+tmYNx2w4bzgsaMPT9Vpfw4W&#10;RNx6ei0/Q9r+jLvN4E31iqW1jw/jeg5KaJRb+L+9dRZezDv8nclHQC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lEbMMAAADcAAAADwAAAAAAAAAAAAAAAACYAgAAZHJzL2Rv&#10;d25yZXYueG1sUEsFBgAAAAAEAAQA9QAAAIgDAAAAAA==&#10;" filled="f" stroked="f">
                            <v:textbox style="mso-fit-shape-to-text:t">
                              <w:txbxContent>
                                <w:p w:rsidR="00397275" w:rsidRPr="00E47B7A" w:rsidRDefault="00397275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47B7A">
                                    <w:rPr>
                                      <w:sz w:val="16"/>
                                      <w:szCs w:val="16"/>
                                    </w:rPr>
                                    <w:t>12,15 m</w:t>
                                  </w:r>
                                </w:p>
                              </w:txbxContent>
                            </v:textbox>
                          </v:shape>
                          <v:shape id="Zone de texte 2" o:spid="_x0000_s1081" type="#_x0000_t202" style="position:absolute;left:16088;top:8931;width:5407;height:21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svqcEA&#10;AADbAAAADwAAAGRycy9kb3ducmV2LnhtbESPQWvCQBSE74L/YXmCN90oKCW6itQWPPSijfdH9pkN&#10;zb4N2aeJ/75bKHgcZuYbZrsffKMe1MU6sIHFPANFXAZbc2Wg+P6cvYGKgmyxCUwGnhRhvxuPtpjb&#10;0POZHhepVIJwzNGAE2lzrWPpyGOch5Y4ebfQeZQku0rbDvsE941eZtlae6w5LThs6d1R+XO5ewMi&#10;9rB4Fh8+nq7D17F3WbnCwpjpZDhsQAkN8gr/t0/WwHoJf1/SD9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0bL6nBAAAA2wAAAA8AAAAAAAAAAAAAAAAAmAIAAGRycy9kb3du&#10;cmV2LnhtbFBLBQYAAAAABAAEAPUAAACGAwAAAAA=&#10;" filled="f" stroked="f">
                            <v:textbox style="mso-fit-shape-to-text:t">
                              <w:txbxContent>
                                <w:p w:rsidR="00397275" w:rsidRPr="00E47B7A" w:rsidRDefault="00397275" w:rsidP="00E47B7A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  <w:r w:rsidRPr="00E47B7A">
                                    <w:rPr>
                                      <w:sz w:val="16"/>
                                      <w:szCs w:val="16"/>
                                    </w:rPr>
                                    <w:t>,15 m</w:t>
                                  </w:r>
                                </w:p>
                              </w:txbxContent>
                            </v:textbox>
                          </v:shape>
                          <v:shape id="Zone de texte 2" o:spid="_x0000_s1082" type="#_x0000_t202" style="position:absolute;left:954;top:9064;width:5407;height:2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eKMsIA&#10;AADbAAAADwAAAGRycy9kb3ducmV2LnhtbESPzWrDMBCE74W+g9hAbo2clobgRDahP5BDL02c+2Jt&#10;LBNrZaxt7Lx9VCj0OMzMN8y2nHynrjTENrCB5SIDRVwH23JjoDp+Pq1BRUG22AUmAzeKUBaPD1vM&#10;bRj5m64HaVSCcMzRgBPpc61j7chjXISeOHnnMHiUJIdG2wHHBPedfs6ylfbYclpw2NObo/py+PEG&#10;ROxueas+fNyfpq/30WX1K1bGzGfTbgNKaJL/8F97bw2sXu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V4oywgAAANsAAAAPAAAAAAAAAAAAAAAAAJgCAABkcnMvZG93&#10;bnJldi54bWxQSwUGAAAAAAQABAD1AAAAhwMAAAAA&#10;" filled="f" stroked="f">
                            <v:textbox style="mso-fit-shape-to-text:t">
                              <w:txbxContent>
                                <w:p w:rsidR="00397275" w:rsidRPr="00E47B7A" w:rsidRDefault="00397275" w:rsidP="00E47B7A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47B7A">
                                    <w:rPr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,</w:t>
                                  </w:r>
                                  <w:r w:rsidRPr="00E47B7A">
                                    <w:rPr>
                                      <w:sz w:val="16"/>
                                      <w:szCs w:val="16"/>
                                    </w:rPr>
                                    <w:t>5 m</w:t>
                                  </w:r>
                                </w:p>
                              </w:txbxContent>
                            </v:textbox>
                          </v:shape>
                          <v:shape id="Zone de texte 2" o:spid="_x0000_s1083" type="#_x0000_t202" style="position:absolute;left:5830;width:5407;height:2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Tc2b4A&#10;AADcAAAADwAAAGRycy9kb3ducmV2LnhtbERPTYvCMBC9C/sfwgje1lRhRapRxHXBgxfdeh+a2aZs&#10;MynNaOu/NwfB4+N9r7eDb9SdulgHNjCbZqCIy2BrrgwUvz+fS1BRkC02gcnAgyJsNx+jNeY29Hym&#10;+0UqlUI45mjAibS51rF05DFOQ0ucuL/QeZQEu0rbDvsU7hs9z7KF9lhzanDY0t5R+X+5eQMidjd7&#10;FAcfj9fh9N27rPzCwpjJeNitQAkN8ha/3EdrYL5Ma9OZdAT05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ZU3Nm+AAAA3AAAAA8AAAAAAAAAAAAAAAAAmAIAAGRycy9kb3ducmV2&#10;LnhtbFBLBQYAAAAABAAEAPUAAACDAwAAAAA=&#10;" filled="f" stroked="f">
                            <v:textbox style="mso-fit-shape-to-text:t">
                              <w:txbxContent>
                                <w:p w:rsidR="00397275" w:rsidRPr="00E47B7A" w:rsidRDefault="00397275" w:rsidP="00E47B7A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6,075</w:t>
                                  </w:r>
                                  <w:r w:rsidRPr="00E47B7A">
                                    <w:rPr>
                                      <w:sz w:val="16"/>
                                      <w:szCs w:val="16"/>
                                    </w:rPr>
                                    <w:t xml:space="preserve"> m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Zone de texte 2" o:spid="_x0000_s1084" type="#_x0000_t202" style="position:absolute;left:35118;top:3631;width:8402;height:20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tGAr8A&#10;AADcAAAADwAAAGRycy9kb3ducmV2LnhtbERPTWvCQBC9F/wPywje6kbB0kZXEa3goRdtvA/ZMRvM&#10;zobs1MR/7x4KHh/ve7UZfKPu1MU6sIHZNANFXAZbc2Wg+D28f4KKgmyxCUwGHhRhsx69rTC3oecT&#10;3c9SqRTCMUcDTqTNtY6lI49xGlrixF1D51ES7CptO+xTuG/0PMs+tMeaU4PDlnaOytv5zxsQsdvZ&#10;o/j28XgZfva9y8oFFsZMxsN2CUpokJf43320BuZfaX46k46AXj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+0YCvwAAANwAAAAPAAAAAAAAAAAAAAAAAJgCAABkcnMvZG93bnJl&#10;di54bWxQSwUGAAAAAAQABAD1AAAAhAMAAAAA&#10;" filled="f" stroked="f">
                          <v:textbox style="mso-fit-shape-to-text:t">
                            <w:txbxContent>
                              <w:p w:rsidR="00397275" w:rsidRPr="00F32234" w:rsidRDefault="00397275" w:rsidP="00E47B7A">
                                <w:pPr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F32234">
                                  <w:rPr>
                                    <w:sz w:val="14"/>
                                    <w:szCs w:val="14"/>
                                  </w:rPr>
                                  <w:t>q=5</w:t>
                                </w:r>
                                <w:r w:rsidR="00260CA7">
                                  <w:rPr>
                                    <w:sz w:val="14"/>
                                    <w:szCs w:val="14"/>
                                  </w:rPr>
                                  <w:t>7</w:t>
                                </w:r>
                                <w:r w:rsidRPr="00F32234">
                                  <w:rPr>
                                    <w:sz w:val="14"/>
                                    <w:szCs w:val="14"/>
                                  </w:rPr>
                                  <w:t>,</w:t>
                                </w:r>
                                <w:r w:rsidR="00260CA7">
                                  <w:rPr>
                                    <w:sz w:val="14"/>
                                    <w:szCs w:val="14"/>
                                  </w:rPr>
                                  <w:t>89</w:t>
                                </w:r>
                                <w:r w:rsidRPr="00F32234">
                                  <w:rPr>
                                    <w:sz w:val="14"/>
                                    <w:szCs w:val="14"/>
                                  </w:rPr>
                                  <w:t>kN/m</w:t>
                                </w:r>
                              </w:p>
                            </w:txbxContent>
                          </v:textbox>
                        </v:shape>
                      </v:group>
                      <v:shape id="Zone de texte 2" o:spid="_x0000_s1085" type="#_x0000_t202" style="position:absolute;left:17095;top:1351;width:5831;height:20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V97sIA&#10;AADcAAAADwAAAGRycy9kb3ducmV2LnhtbESPQWvCQBSE74X+h+UJ3urGgKVNXUWqgodequn9kX3N&#10;BrNvQ/Zp4r/vFgSPw8x8wyzXo2/VlfrYBDYwn2WgiKtgG64NlKf9yxuoKMgW28Bk4EYR1qvnpyUW&#10;Ngz8Tdej1CpBOBZowIl0hdaxcuQxzkJHnLzf0HuUJPta2x6HBPetzrPsVXtsOC047OjTUXU+XrwB&#10;EbuZ38qdj4ef8Ws7uKxaYGnMdDJuPkAJjfII39sHayB/z+H/TDoCe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ZX3uwgAAANwAAAAPAAAAAAAAAAAAAAAAAJgCAABkcnMvZG93&#10;bnJldi54bWxQSwUGAAAAAAQABAD1AAAAhwMAAAAA&#10;" filled="f" stroked="f">
                        <v:textbox style="mso-fit-shape-to-text:t">
                          <w:txbxContent>
                            <w:p w:rsidR="00397275" w:rsidRPr="00F32234" w:rsidRDefault="00397275" w:rsidP="00F32234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F32234">
                                <w:rPr>
                                  <w:sz w:val="14"/>
                                  <w:szCs w:val="14"/>
                                </w:rPr>
                                <w:t xml:space="preserve">P= 30 </w:t>
                              </w:r>
                              <w:proofErr w:type="spellStart"/>
                              <w:r w:rsidRPr="00F32234">
                                <w:rPr>
                                  <w:sz w:val="14"/>
                                  <w:szCs w:val="14"/>
                                </w:rPr>
                                <w:t>kN</w:t>
                              </w:r>
                              <w:proofErr w:type="spellEnd"/>
                            </w:p>
                          </w:txbxContent>
                        </v:textbox>
                      </v:shape>
                    </v:group>
                    <v:shape id="Zone de texte 2" o:spid="_x0000_s1086" type="#_x0000_t202" style="position:absolute;left:7633;top:6652;width:2332;height:2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BAAcMA&#10;AADcAAAADwAAAGRycy9kb3ducmV2LnhtbESPQWvCQBSE7wX/w/IEb3Wj2FKjq4hV8NBLbbw/ss9s&#10;MPs2ZF9N/PfdQqHHYWa+YdbbwTfqTl2sAxuYTTNQxGWwNVcGiq/j8xuoKMgWm8Bk4EERtpvR0xpz&#10;G3r+pPtZKpUgHHM04ETaXOtYOvIYp6ElTt41dB4lya7StsM+wX2j51n2qj3WnBYctrR3VN7O396A&#10;iN3NHsXBx9Nl+HjvXVa+YGHMZDzsVqCEBvkP/7VP1sB8uYD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sBAAcMAAADcAAAADwAAAAAAAAAAAAAAAACYAgAAZHJzL2Rv&#10;d25yZXYueG1sUEsFBgAAAAAEAAQA9QAAAIgDAAAAAA==&#10;" filled="f" stroked="f">
                      <v:textbox style="mso-fit-shape-to-text:t">
                        <w:txbxContent>
                          <w:p w:rsidR="00397275" w:rsidRPr="00E47B7A" w:rsidRDefault="00397275" w:rsidP="00F3223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v:group>
                  <v:shape id="Zone de texte 2" o:spid="_x0000_s1087" type="#_x0000_t202" style="position:absolute;left:25152;top:6626;width:2333;height:2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577cMA&#10;AADcAAAADwAAAGRycy9kb3ducmV2LnhtbESPT2vCQBTE7wW/w/IEb3WjoLTRVcQ/4KGX2nh/ZF+z&#10;odm3Ifs08du7hUKPw8z8hllvB9+oO3WxDmxgNs1AEZfB1lwZKL5Or2+goiBbbAKTgQdF2G5GL2vM&#10;bej5k+4XqVSCcMzRgBNpc61j6chjnIaWOHnfofMoSXaVth32Ce4bPc+ypfZYc1pw2NLeUflzuXkD&#10;InY3exRHH8/X4ePQu6xcYGHMZDzsVqCEBvkP/7XP1sD8fQm/Z9IR0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577cMAAADcAAAADwAAAAAAAAAAAAAAAACYAgAAZHJzL2Rv&#10;d25yZXYueG1sUEsFBgAAAAAEAAQA9QAAAIgDAAAAAA==&#10;" filled="f" stroked="f">
                    <v:textbox style="mso-fit-shape-to-text:t">
                      <w:txbxContent>
                        <w:p w:rsidR="00397275" w:rsidRPr="00E47B7A" w:rsidRDefault="00397275" w:rsidP="00F32234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  <v:shape id="Zone de texte 2" o:spid="_x0000_s1088" type="#_x0000_t202" style="position:absolute;left:16662;top:6807;width:2330;height:21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1KBL8A&#10;AADcAAAADwAAAGRycy9kb3ducmV2LnhtbERPTWvCQBC9F/wPywje6kbB0kZXEa3goRdtvA/ZMRvM&#10;zobs1MR/7x4KHh/ve7UZfKPu1MU6sIHZNANFXAZbc2Wg+D28f4KKgmyxCUwGHhRhsx69rTC3oecT&#10;3c9SqRTCMUcDTqTNtY6lI49xGlrixF1D51ES7CptO+xTuG/0PMs+tMeaU4PDlnaOytv5zxsQsdvZ&#10;o/j28XgZfva9y8oFFsZMxsN2CUpokJf43320BuZfaW06k46AXj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jUoEvwAAANwAAAAPAAAAAAAAAAAAAAAAAJgCAABkcnMvZG93bnJl&#10;di54bWxQSwUGAAAAAAQABAD1AAAAhAMAAAAA&#10;" filled="f" stroked="f">
                  <v:textbox style="mso-fit-shape-to-text:t">
                    <w:txbxContent>
                      <w:p w:rsidR="00397275" w:rsidRPr="00E47B7A" w:rsidRDefault="00397275" w:rsidP="00A86366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0343C" w:rsidRPr="0030343C">
        <w:rPr>
          <w:rStyle w:val="Numrodepage"/>
          <w:b/>
          <w:sz w:val="24"/>
          <w:szCs w:val="24"/>
        </w:rPr>
        <w:t xml:space="preserve">2-1-3 </w:t>
      </w:r>
      <w:r w:rsidR="0030343C">
        <w:rPr>
          <w:rStyle w:val="Numrodepage"/>
          <w:b/>
          <w:sz w:val="24"/>
          <w:szCs w:val="24"/>
        </w:rPr>
        <w:t xml:space="preserve"> </w:t>
      </w:r>
      <w:r w:rsidR="0030343C" w:rsidRPr="0030343C">
        <w:rPr>
          <w:rStyle w:val="Numrodepage"/>
          <w:sz w:val="24"/>
          <w:szCs w:val="24"/>
        </w:rPr>
        <w:t xml:space="preserve">q = </w:t>
      </w:r>
      <w:proofErr w:type="spellStart"/>
      <w:r w:rsidR="0030343C">
        <w:rPr>
          <w:rStyle w:val="Numrodepage"/>
          <w:sz w:val="24"/>
          <w:szCs w:val="24"/>
        </w:rPr>
        <w:t>q</w:t>
      </w:r>
      <w:r w:rsidR="0030343C" w:rsidRPr="00FB517D">
        <w:rPr>
          <w:rStyle w:val="Numrodepage"/>
          <w:sz w:val="24"/>
          <w:szCs w:val="24"/>
          <w:vertAlign w:val="subscript"/>
        </w:rPr>
        <w:t>eau</w:t>
      </w:r>
      <w:proofErr w:type="spellEnd"/>
      <w:r w:rsidR="0030343C">
        <w:rPr>
          <w:rStyle w:val="Numrodepage"/>
          <w:sz w:val="24"/>
          <w:szCs w:val="24"/>
        </w:rPr>
        <w:t xml:space="preserve"> + </w:t>
      </w:r>
      <w:proofErr w:type="spellStart"/>
      <w:r w:rsidR="0030343C" w:rsidRPr="0030343C">
        <w:rPr>
          <w:rStyle w:val="Numrodepage"/>
          <w:sz w:val="24"/>
          <w:szCs w:val="24"/>
        </w:rPr>
        <w:t>q</w:t>
      </w:r>
      <w:r w:rsidR="0030343C" w:rsidRPr="0030343C">
        <w:rPr>
          <w:rStyle w:val="Numrodepage"/>
          <w:sz w:val="24"/>
          <w:szCs w:val="24"/>
          <w:vertAlign w:val="subscript"/>
        </w:rPr>
        <w:t>acier</w:t>
      </w:r>
      <w:proofErr w:type="spellEnd"/>
      <w:r w:rsidR="0030343C" w:rsidRPr="0030343C">
        <w:rPr>
          <w:rStyle w:val="Numrodepage"/>
          <w:sz w:val="24"/>
          <w:szCs w:val="24"/>
        </w:rPr>
        <w:t xml:space="preserve"> = 44,</w:t>
      </w:r>
      <w:r w:rsidR="00260CA7">
        <w:rPr>
          <w:rStyle w:val="Numrodepage"/>
          <w:sz w:val="24"/>
          <w:szCs w:val="24"/>
        </w:rPr>
        <w:t>54</w:t>
      </w:r>
      <w:r w:rsidR="0030343C" w:rsidRPr="0030343C">
        <w:rPr>
          <w:rStyle w:val="Numrodepage"/>
          <w:sz w:val="24"/>
          <w:szCs w:val="24"/>
        </w:rPr>
        <w:t xml:space="preserve"> + </w:t>
      </w:r>
      <w:r w:rsidR="00260CA7">
        <w:rPr>
          <w:rStyle w:val="Numrodepage"/>
          <w:sz w:val="24"/>
          <w:szCs w:val="24"/>
        </w:rPr>
        <w:t>13,35</w:t>
      </w:r>
      <w:r w:rsidR="0030343C" w:rsidRPr="0030343C">
        <w:rPr>
          <w:rStyle w:val="Numrodepage"/>
          <w:sz w:val="24"/>
          <w:szCs w:val="24"/>
        </w:rPr>
        <w:t xml:space="preserve"> = </w:t>
      </w:r>
      <w:r w:rsidR="0030343C" w:rsidRPr="0030343C">
        <w:rPr>
          <w:rStyle w:val="Numrodepage"/>
          <w:b/>
          <w:sz w:val="24"/>
          <w:szCs w:val="24"/>
        </w:rPr>
        <w:t>5</w:t>
      </w:r>
      <w:r w:rsidR="00260CA7">
        <w:rPr>
          <w:rStyle w:val="Numrodepage"/>
          <w:b/>
          <w:sz w:val="24"/>
          <w:szCs w:val="24"/>
        </w:rPr>
        <w:t>7</w:t>
      </w:r>
      <w:r w:rsidR="0030343C" w:rsidRPr="0030343C">
        <w:rPr>
          <w:rStyle w:val="Numrodepage"/>
          <w:b/>
          <w:sz w:val="24"/>
          <w:szCs w:val="24"/>
        </w:rPr>
        <w:t>,</w:t>
      </w:r>
      <w:r w:rsidR="00260CA7">
        <w:rPr>
          <w:rStyle w:val="Numrodepage"/>
          <w:b/>
          <w:sz w:val="24"/>
          <w:szCs w:val="24"/>
        </w:rPr>
        <w:t>89</w:t>
      </w:r>
      <w:r w:rsidR="0030343C" w:rsidRPr="0030343C">
        <w:rPr>
          <w:rStyle w:val="Numrodepage"/>
          <w:b/>
          <w:sz w:val="24"/>
          <w:szCs w:val="24"/>
        </w:rPr>
        <w:t xml:space="preserve"> </w:t>
      </w:r>
      <w:proofErr w:type="spellStart"/>
      <w:r w:rsidR="0030343C" w:rsidRPr="0030343C">
        <w:rPr>
          <w:rStyle w:val="Numrodepage"/>
          <w:b/>
          <w:sz w:val="24"/>
          <w:szCs w:val="24"/>
        </w:rPr>
        <w:t>kN</w:t>
      </w:r>
      <w:proofErr w:type="spellEnd"/>
      <w:r w:rsidR="0030343C" w:rsidRPr="0030343C">
        <w:rPr>
          <w:rStyle w:val="Numrodepage"/>
          <w:b/>
          <w:sz w:val="24"/>
          <w:szCs w:val="24"/>
        </w:rPr>
        <w:t>/m</w:t>
      </w:r>
    </w:p>
    <w:p w:rsidR="00FB517D" w:rsidRPr="0030343C" w:rsidRDefault="0030343C" w:rsidP="005117F1">
      <w:pPr>
        <w:spacing w:before="240" w:after="120" w:line="360" w:lineRule="auto"/>
        <w:rPr>
          <w:rStyle w:val="Numrodepage"/>
          <w:b/>
          <w:sz w:val="24"/>
          <w:szCs w:val="24"/>
        </w:rPr>
      </w:pPr>
      <w:r>
        <w:rPr>
          <w:rStyle w:val="Numrodepage"/>
          <w:b/>
          <w:sz w:val="24"/>
          <w:szCs w:val="24"/>
        </w:rPr>
        <w:t>2-1-4</w:t>
      </w:r>
    </w:p>
    <w:p w:rsidR="00E95B3E" w:rsidRPr="0030343C" w:rsidRDefault="00E95B3E" w:rsidP="005117F1">
      <w:pPr>
        <w:spacing w:before="120" w:after="120"/>
        <w:rPr>
          <w:rStyle w:val="Numrodepage"/>
          <w:sz w:val="24"/>
          <w:szCs w:val="24"/>
        </w:rPr>
      </w:pPr>
    </w:p>
    <w:p w:rsidR="00E95B3E" w:rsidRPr="0030343C" w:rsidRDefault="00305A5B">
      <w:pPr>
        <w:rPr>
          <w:rStyle w:val="Numrodepage"/>
          <w:sz w:val="24"/>
          <w:szCs w:val="24"/>
        </w:rPr>
      </w:pPr>
      <w:r>
        <w:rPr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717120" behindDoc="0" locked="0" layoutInCell="1" allowOverlap="1" wp14:anchorId="177BE358" wp14:editId="06CD6E87">
                <wp:simplePos x="0" y="0"/>
                <wp:positionH relativeFrom="column">
                  <wp:posOffset>1788607</wp:posOffset>
                </wp:positionH>
                <wp:positionV relativeFrom="paragraph">
                  <wp:posOffset>7624</wp:posOffset>
                </wp:positionV>
                <wp:extent cx="2551859" cy="187569"/>
                <wp:effectExtent l="0" t="0" r="20320" b="22225"/>
                <wp:wrapNone/>
                <wp:docPr id="50" name="Groupe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1859" cy="187569"/>
                          <a:chOff x="0" y="0"/>
                          <a:chExt cx="2551859" cy="187569"/>
                        </a:xfrm>
                      </wpg:grpSpPr>
                      <wps:wsp>
                        <wps:cNvPr id="40" name="Connecteur droit 40"/>
                        <wps:cNvCnPr/>
                        <wps:spPr>
                          <a:xfrm flipH="1">
                            <a:off x="0" y="3186"/>
                            <a:ext cx="50977" cy="1179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Connecteur droit 41"/>
                        <wps:cNvCnPr/>
                        <wps:spPr>
                          <a:xfrm flipH="1">
                            <a:off x="70093" y="0"/>
                            <a:ext cx="50800" cy="11747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42" name="Connecteur droit 42"/>
                        <wps:cNvCnPr/>
                        <wps:spPr>
                          <a:xfrm flipH="1">
                            <a:off x="133815" y="3186"/>
                            <a:ext cx="50800" cy="11747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43" name="Connecteur droit 43"/>
                        <wps:cNvCnPr/>
                        <wps:spPr>
                          <a:xfrm flipH="1">
                            <a:off x="194350" y="0"/>
                            <a:ext cx="50800" cy="11747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44" name="Connecteur droit 44"/>
                        <wps:cNvCnPr/>
                        <wps:spPr>
                          <a:xfrm flipH="1">
                            <a:off x="245327" y="3186"/>
                            <a:ext cx="50800" cy="11747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45" name="Connecteur droit 45"/>
                        <wps:cNvCnPr/>
                        <wps:spPr>
                          <a:xfrm flipH="1">
                            <a:off x="2258918" y="70094"/>
                            <a:ext cx="50800" cy="11747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46" name="Connecteur droit 46"/>
                        <wps:cNvCnPr/>
                        <wps:spPr>
                          <a:xfrm flipH="1">
                            <a:off x="2325826" y="66908"/>
                            <a:ext cx="50800" cy="11747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47" name="Connecteur droit 47"/>
                        <wps:cNvCnPr/>
                        <wps:spPr>
                          <a:xfrm flipH="1">
                            <a:off x="2392733" y="66908"/>
                            <a:ext cx="50800" cy="11747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48" name="Connecteur droit 48"/>
                        <wps:cNvCnPr/>
                        <wps:spPr>
                          <a:xfrm flipH="1">
                            <a:off x="2453268" y="66908"/>
                            <a:ext cx="50800" cy="11747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49" name="Connecteur droit 49"/>
                        <wps:cNvCnPr/>
                        <wps:spPr>
                          <a:xfrm flipH="1">
                            <a:off x="2501059" y="70094"/>
                            <a:ext cx="50800" cy="11747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50" o:spid="_x0000_s1026" style="position:absolute;margin-left:140.85pt;margin-top:.6pt;width:200.95pt;height:14.75pt;z-index:251717120" coordsize="25518,1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">
                <v:line id="Connecteur droit 40" o:spid="_x0000_s1027" style="position:absolute;flip:x;visibility:visible;mso-wrap-style:square" from="0,31" to="509,1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rg48IAAADbAAAADwAAAGRycy9kb3ducmV2LnhtbERPy2rCQBTdC/2H4Ra6MxOtqKSOIoI0&#10;WPC96PKSuU1CM3diZmpSv95ZCC4P5z1bdKYSV2pcaVnBIIpBEGdWl5wrOJ/W/SkI55E1VpZJwT85&#10;WMxfejNMtG35QNejz0UIYZeggsL7OpHSZQUZdJGtiQP3YxuDPsAml7rBNoSbSg7jeCwNlhwaCqxp&#10;VVD2e/wzCtKUN5sbr3ffg/3l07+XX9tRO1Hq7bVbfoDw1Pmn+OFOtYJRWB++hB8g5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grg48IAAADbAAAADwAAAAAAAAAAAAAA&#10;AAChAgAAZHJzL2Rvd25yZXYueG1sUEsFBgAAAAAEAAQA+QAAAJADAAAAAA==&#10;" strokecolor="#4579b8 [3044]"/>
                <v:line id="Connecteur droit 41" o:spid="_x0000_s1028" style="position:absolute;flip:x;visibility:visible;mso-wrap-style:square" from="700,0" to="1208,1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8qv7sIAAADbAAAADwAAAGRycy9kb3ducmV2LnhtbESPS4sCMRCE74L/IbTgbc0o7iKjUUQU&#10;FPbi6+CtmfQ8cNIZJ1FHf70RBI9FVX1FTWaNKcWNaldYVtDvRSCIE6sLzhQc9qufEQjnkTWWlknB&#10;gxzMpu3WBGNt77yl285nIkDYxagg976KpXRJTgZdz1bEwUttbdAHWWdS13gPcFPKQRT9SYMFh4Uc&#10;K1rklJx3V6NgefJlc8HH4Pmfbpbp0S7s/LdQqttp5mMQnhr/DX/aa61g2If3l/AD5PQ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8qv7sIAAADbAAAADwAAAAAAAAAAAAAA&#10;AAChAgAAZHJzL2Rvd25yZXYueG1sUEsFBgAAAAAEAAQA+QAAAJADAAAAAA==&#10;" strokecolor="#4a7ebb"/>
                <v:line id="Connecteur droit 42" o:spid="_x0000_s1029" style="position:absolute;flip:x;visibility:visible;mso-wrap-style:square" from="1338,31" to="1846,12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gxmcUAAADbAAAADwAAAGRycy9kb3ducmV2LnhtbESPQWvCQBSE7wX/w/KE3szGUKWk2YiI&#10;hQpeqvbQ2yP7kixm36bZrUZ/fbdQ6HGYmW+YYjXaTlxo8MaxgnmSgiCunDbcKDgdX2fPIHxA1tg5&#10;JgU38rAqJw8F5tpd+Z0uh9CICGGfo4I2hD6X0lctWfSJ64mjV7vBYohyaKQe8BrhtpNZmi6lRcNx&#10;ocWeNi1V58O3VbD9DN34hbfsvq932/rDbdx6YZR6nI7rFxCBxvAf/mu/aQVPGfx+iT9Al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xgxmcUAAADbAAAADwAAAAAAAAAA&#10;AAAAAAChAgAAZHJzL2Rvd25yZXYueG1sUEsFBgAAAAAEAAQA+QAAAJMDAAAAAA==&#10;" strokecolor="#4a7ebb"/>
                <v:line id="Connecteur droit 43" o:spid="_x0000_s1030" style="position:absolute;flip:x;visibility:visible;mso-wrap-style:square" from="1943,0" to="2451,1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SUAsUAAADbAAAADwAAAGRycy9kb3ducmV2LnhtbESPQWvCQBSE7wX/w/IK3ppN1RZJsxER&#10;BYVeatuDt0f2JRuafRuzq0Z/fbdQ8DjMzDdMvhhsK87U+8axguckBUFcOt1wreDrc/M0B+EDssbW&#10;MSm4kodFMXrIMdPuwh903odaRAj7DBWYELpMSl8asugT1xFHr3K9xRBlX0vd4yXCbSsnafoqLTYc&#10;Fwx2tDJU/uxPVsH6ENrhiNfJ7b3aratvt3LLl0ap8eOwfAMRaAj38H97qxXMpvD3Jf4AWf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FSUAsUAAADbAAAADwAAAAAAAAAA&#10;AAAAAAChAgAAZHJzL2Rvd25yZXYueG1sUEsFBgAAAAAEAAQA+QAAAJMDAAAAAA==&#10;" strokecolor="#4a7ebb"/>
                <v:line id="Connecteur droit 44" o:spid="_x0000_s1031" style="position:absolute;flip:x;visibility:visible;mso-wrap-style:square" from="2453,31" to="2961,12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70MdsIAAADbAAAADwAAAGRycy9kb3ducmV2LnhtbESPS4sCMRCE74L/IbTgbc0o7iKjUUQU&#10;FPbi6+CtmfQ8cNIZJ1FHf70RBI9FVX1FTWaNKcWNaldYVtDvRSCIE6sLzhQc9qufEQjnkTWWlknB&#10;gxzMpu3WBGNt77yl285nIkDYxagg976KpXRJTgZdz1bEwUttbdAHWWdS13gPcFPKQRT9SYMFh4Uc&#10;K1rklJx3V6NgefJlc8HH4Pmfbpbp0S7s/LdQqttp5mMQnhr/DX/aa61gOIT3l/AD5PQ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70MdsIAAADbAAAADwAAAAAAAAAAAAAA&#10;AAChAgAAZHJzL2Rvd25yZXYueG1sUEsFBgAAAAAEAAQA+QAAAJADAAAAAA==&#10;" strokecolor="#4a7ebb"/>
                <v:line id="Connecteur droit 45" o:spid="_x0000_s1032" style="position:absolute;flip:x;visibility:visible;mso-wrap-style:square" from="22589,700" to="23097,18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Gp7cUAAADbAAAADwAAAGRycy9kb3ducmV2LnhtbESPzWvCQBTE7wX/h+UJ3urG0BSJriKS&#10;QgUv9ePg7ZF9+cDs25jdauJf3y0Uehxm5jfMct2bRtypc7VlBbNpBII4t7rmUsHp+PE6B+E8ssbG&#10;MikYyMF6NXpZYqrtg7/ofvClCBB2KSqovG9TKV1ekUE3tS1x8ArbGfRBdqXUHT4C3DQyjqJ3abDm&#10;sFBhS9uK8uvh2yjILr7pbzjEz32xy4qz3dpNUis1GfebBQhPvf8P/7U/tYK3BH6/hB8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PGp7cUAAADbAAAADwAAAAAAAAAA&#10;AAAAAAChAgAAZHJzL2Rvd25yZXYueG1sUEsFBgAAAAAEAAQA+QAAAJMDAAAAAA==&#10;" strokecolor="#4a7ebb"/>
                <v:line id="Connecteur droit 46" o:spid="_x0000_s1033" style="position:absolute;flip:x;visibility:visible;mso-wrap-style:square" from="23258,669" to="23766,1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CM3msUAAADbAAAADwAAAGRycy9kb3ducmV2LnhtbESPzWvCQBTE7wX/h+UJ3urG0AaJriKS&#10;QgUv9ePg7ZF9+cDs25jdauJf3y0Uehxm5jfMct2bRtypc7VlBbNpBII4t7rmUsHp+PE6B+E8ssbG&#10;MikYyMF6NXpZYqrtg7/ofvClCBB2KSqovG9TKV1ekUE3tS1x8ArbGfRBdqXUHT4C3DQyjqJEGqw5&#10;LFTY0rai/Hr4Ngqyi2/6Gw7xc1/ssuJst3bzXis1GfebBQhPvf8P/7U/tYK3BH6/hB8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CM3msUAAADbAAAADwAAAAAAAAAA&#10;AAAAAAChAgAAZHJzL2Rvd25yZXYueG1sUEsFBgAAAAAEAAQA+QAAAJMDAAAAAA==&#10;" strokecolor="#4a7ebb"/>
                <v:line id="Connecteur droit 47" o:spid="_x0000_s1034" style="position:absolute;flip:x;visibility:visible;mso-wrap-style:square" from="23927,669" to="24435,1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2+SAcUAAADbAAAADwAAAGRycy9kb3ducmV2LnhtbESPQWvCQBSE7wX/w/IK3ppNRVtJsxER&#10;BYVeatuDt0f2JRuafRuzq0Z/fbdQ8DjMzDdMvhhsK87U+8axguckBUFcOt1wreDrc/M0B+EDssbW&#10;MSm4kodFMXrIMdPuwh903odaRAj7DBWYELpMSl8asugT1xFHr3K9xRBlX0vd4yXCbSsnafoiLTYc&#10;Fwx2tDJU/uxPVsH6ENrhiNfJ7b3aratvt3LLWaPU+HFYvoEINIR7+L+91Qqmr/D3Jf4AWf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2+SAcUAAADbAAAADwAAAAAAAAAA&#10;AAAAAAChAgAAZHJzL2Rvd25yZXYueG1sUEsFBgAAAAAEAAQA+QAAAJMDAAAAAA==&#10;" strokecolor="#4a7ebb"/>
                <v:line id="Connecteur droit 48" o:spid="_x0000_s1035" style="position:absolute;flip:x;visibility:visible;mso-wrap-style:square" from="24532,669" to="25040,1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AGc8IAAADbAAAADwAAAGRycy9kb3ducmV2LnhtbERPyWrDMBC9B/oPYgK9xXJMGooTxZiQ&#10;Qgq9NGkPvQ3WeCHWyLVUL/366lDI8fH2fTaZVgzUu8aygnUUgyAurG64UvBxfVk9g3AeWWNrmRTM&#10;5CA7PCz2mGo78jsNF1+JEMIuRQW1910qpStqMugi2xEHrrS9QR9gX0nd4xjCTSuTON5Kgw2Hhho7&#10;OtZU3C4/RsHpy7fTN87J71v5eio/7dHmT41Sj8sp34HwNPm7+N991go2YWz4En6AP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vAGc8IAAADbAAAADwAAAAAAAAAAAAAA&#10;AAChAgAAZHJzL2Rvd25yZXYueG1sUEsFBgAAAAAEAAQA+QAAAJADAAAAAA==&#10;" strokecolor="#4a7ebb"/>
                <v:line id="Connecteur droit 49" o:spid="_x0000_s1036" style="position:absolute;flip:x;visibility:visible;mso-wrap-style:square" from="25010,700" to="25518,18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yj6MUAAADbAAAADwAAAGRycy9kb3ducmV2LnhtbESPQWvCQBSE7wX/w/IK3ppNRUtNsxER&#10;BYVeatuDt0f2JRuafRuzq0Z/fbdQ8DjMzDdMvhhsK87U+8axguckBUFcOt1wreDrc/P0CsIHZI2t&#10;Y1JwJQ+LYvSQY6bdhT/ovA+1iBD2GSowIXSZlL40ZNEnriOOXuV6iyHKvpa6x0uE21ZO0vRFWmw4&#10;LhjsaGWo/NmfrIL1IbTDEa+T23u1W1ffbuWWs0ap8eOwfAMRaAj38H97qxVM5/D3Jf4AWf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byj6MUAAADbAAAADwAAAAAAAAAA&#10;AAAAAAChAgAAZHJzL2Rvd25yZXYueG1sUEsFBgAAAAAEAAQA+QAAAJMDAAAAAA==&#10;" strokecolor="#4a7ebb"/>
              </v:group>
            </w:pict>
          </mc:Fallback>
        </mc:AlternateContent>
      </w:r>
    </w:p>
    <w:p w:rsidR="00E95B3E" w:rsidRPr="0030343C" w:rsidRDefault="00E95B3E">
      <w:pPr>
        <w:rPr>
          <w:rStyle w:val="Numrodepage"/>
          <w:sz w:val="24"/>
          <w:szCs w:val="24"/>
        </w:rPr>
      </w:pPr>
    </w:p>
    <w:p w:rsidR="00E95B3E" w:rsidRPr="0030343C" w:rsidRDefault="00E95B3E">
      <w:pPr>
        <w:rPr>
          <w:rStyle w:val="Numrodepage"/>
        </w:rPr>
      </w:pPr>
    </w:p>
    <w:p w:rsidR="00E95B3E" w:rsidRPr="0030343C" w:rsidRDefault="00E95B3E">
      <w:pPr>
        <w:rPr>
          <w:rStyle w:val="Numrodepage"/>
        </w:rPr>
      </w:pPr>
    </w:p>
    <w:p w:rsidR="00E95B3E" w:rsidRPr="0030343C" w:rsidRDefault="00E95B3E">
      <w:pPr>
        <w:rPr>
          <w:rStyle w:val="Numrodepage"/>
        </w:rPr>
      </w:pPr>
    </w:p>
    <w:p w:rsidR="00E95B3E" w:rsidRDefault="00E95B3E">
      <w:pPr>
        <w:rPr>
          <w:rStyle w:val="Numrodepage"/>
        </w:rPr>
      </w:pPr>
    </w:p>
    <w:p w:rsidR="00A86366" w:rsidRDefault="00A86366" w:rsidP="00A86366">
      <w:pPr>
        <w:spacing w:before="120" w:after="120" w:line="360" w:lineRule="auto"/>
        <w:rPr>
          <w:rStyle w:val="Numrodepage"/>
          <w:sz w:val="24"/>
          <w:szCs w:val="24"/>
        </w:rPr>
      </w:pPr>
      <w:r w:rsidRPr="00A86366">
        <w:rPr>
          <w:rStyle w:val="Numrodepage"/>
          <w:b/>
          <w:sz w:val="24"/>
          <w:szCs w:val="24"/>
        </w:rPr>
        <w:lastRenderedPageBreak/>
        <w:t>2-2-1</w:t>
      </w:r>
      <w:r>
        <w:rPr>
          <w:rStyle w:val="Numrodepage"/>
          <w:b/>
          <w:sz w:val="24"/>
          <w:szCs w:val="24"/>
        </w:rPr>
        <w:t xml:space="preserve">  </w:t>
      </w:r>
      <w:r>
        <w:rPr>
          <w:rStyle w:val="Numrodepage"/>
          <w:sz w:val="24"/>
          <w:szCs w:val="24"/>
        </w:rPr>
        <w:t>R</w:t>
      </w:r>
      <w:r>
        <w:rPr>
          <w:rStyle w:val="Numrodepage"/>
          <w:sz w:val="24"/>
          <w:szCs w:val="24"/>
          <w:vertAlign w:val="subscript"/>
        </w:rPr>
        <w:t>A</w:t>
      </w:r>
      <w:r>
        <w:rPr>
          <w:rStyle w:val="Numrodepage"/>
          <w:sz w:val="24"/>
          <w:szCs w:val="24"/>
        </w:rPr>
        <w:t xml:space="preserve"> = R</w:t>
      </w:r>
      <w:r>
        <w:rPr>
          <w:rStyle w:val="Numrodepage"/>
          <w:sz w:val="24"/>
          <w:szCs w:val="24"/>
          <w:vertAlign w:val="subscript"/>
        </w:rPr>
        <w:t>B</w:t>
      </w:r>
      <w:r>
        <w:rPr>
          <w:rStyle w:val="Numrodepage"/>
          <w:sz w:val="24"/>
          <w:szCs w:val="24"/>
        </w:rPr>
        <w:t xml:space="preserve"> = </w:t>
      </w:r>
      <m:oMath>
        <m:f>
          <m:fPr>
            <m:ctrlPr>
              <w:rPr>
                <w:rStyle w:val="Numrodepage"/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Style w:val="Numrodepage"/>
                <w:rFonts w:ascii="Cambria Math" w:hAnsi="Cambria Math"/>
                <w:sz w:val="28"/>
                <w:szCs w:val="28"/>
              </w:rPr>
              <m:t>q*l</m:t>
            </m:r>
          </m:num>
          <m:den>
            <m:r>
              <w:rPr>
                <w:rStyle w:val="Numrodepage"/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rStyle w:val="Numrodepage"/>
          <w:sz w:val="24"/>
          <w:szCs w:val="24"/>
        </w:rPr>
        <w:t xml:space="preserve"> + </w:t>
      </w:r>
      <m:oMath>
        <m:f>
          <m:fPr>
            <m:ctrlPr>
              <w:rPr>
                <w:rStyle w:val="Numrodepage"/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Style w:val="Numrodepage"/>
                <w:rFonts w:ascii="Cambria Math" w:hAnsi="Cambria Math"/>
                <w:sz w:val="28"/>
                <w:szCs w:val="28"/>
              </w:rPr>
              <m:t>P</m:t>
            </m:r>
          </m:num>
          <m:den>
            <m:r>
              <w:rPr>
                <w:rStyle w:val="Numrodepage"/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rStyle w:val="Numrodepage"/>
          <w:sz w:val="28"/>
          <w:szCs w:val="28"/>
        </w:rPr>
        <w:t xml:space="preserve"> = </w:t>
      </w:r>
      <m:oMath>
        <m:f>
          <m:fPr>
            <m:ctrlPr>
              <w:rPr>
                <w:rStyle w:val="Numrodepage"/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Style w:val="Numrodepage"/>
                <w:rFonts w:ascii="Cambria Math" w:hAnsi="Cambria Math"/>
                <w:sz w:val="28"/>
                <w:szCs w:val="28"/>
              </w:rPr>
              <m:t>60*12,15</m:t>
            </m:r>
          </m:num>
          <m:den>
            <m:r>
              <w:rPr>
                <w:rStyle w:val="Numrodepage"/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rStyle w:val="Numrodepage"/>
          <w:sz w:val="24"/>
          <w:szCs w:val="24"/>
        </w:rPr>
        <w:t xml:space="preserve"> + </w:t>
      </w:r>
      <m:oMath>
        <m:f>
          <m:fPr>
            <m:ctrlPr>
              <w:rPr>
                <w:rStyle w:val="Numrodepage"/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Style w:val="Numrodepage"/>
                <w:rFonts w:ascii="Cambria Math" w:hAnsi="Cambria Math"/>
                <w:sz w:val="28"/>
                <w:szCs w:val="28"/>
              </w:rPr>
              <m:t>30</m:t>
            </m:r>
          </m:num>
          <m:den>
            <m:r>
              <w:rPr>
                <w:rStyle w:val="Numrodepage"/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rStyle w:val="Numrodepage"/>
          <w:sz w:val="28"/>
          <w:szCs w:val="28"/>
        </w:rPr>
        <w:t xml:space="preserve"> = </w:t>
      </w:r>
      <w:r w:rsidRPr="00A86366">
        <w:rPr>
          <w:rStyle w:val="Numrodepage"/>
          <w:sz w:val="24"/>
          <w:szCs w:val="24"/>
        </w:rPr>
        <w:t xml:space="preserve">379,5 </w:t>
      </w:r>
      <w:proofErr w:type="spellStart"/>
      <w:r w:rsidRPr="00A86366">
        <w:rPr>
          <w:rStyle w:val="Numrodepage"/>
          <w:sz w:val="24"/>
          <w:szCs w:val="24"/>
        </w:rPr>
        <w:t>kN</w:t>
      </w:r>
      <w:proofErr w:type="spellEnd"/>
      <w:r w:rsidRPr="00A86366">
        <w:rPr>
          <w:rStyle w:val="Numrodepage"/>
          <w:sz w:val="24"/>
          <w:szCs w:val="24"/>
        </w:rPr>
        <w:t xml:space="preserve"> = 379500 N</w:t>
      </w:r>
    </w:p>
    <w:p w:rsidR="00A86366" w:rsidRDefault="00A86366" w:rsidP="00A86366">
      <w:pPr>
        <w:spacing w:before="120" w:after="120"/>
        <w:rPr>
          <w:rStyle w:val="Numrodepage"/>
          <w:sz w:val="24"/>
          <w:szCs w:val="24"/>
        </w:rPr>
      </w:pPr>
      <w:r>
        <w:rPr>
          <w:rStyle w:val="Numrodepage"/>
          <w:b/>
          <w:sz w:val="24"/>
          <w:szCs w:val="24"/>
        </w:rPr>
        <w:t xml:space="preserve">2-3-1  </w:t>
      </w:r>
      <w:r w:rsidRPr="003975F5">
        <w:rPr>
          <w:rStyle w:val="Numrodepage"/>
          <w:sz w:val="24"/>
          <w:szCs w:val="24"/>
          <w:u w:val="single"/>
        </w:rPr>
        <w:t>Au point C</w:t>
      </w:r>
      <w:r w:rsidRPr="00F969FD">
        <w:rPr>
          <w:rStyle w:val="Numrodepage"/>
          <w:sz w:val="24"/>
          <w:szCs w:val="24"/>
        </w:rPr>
        <w:t> :</w:t>
      </w:r>
      <w:r>
        <w:rPr>
          <w:rStyle w:val="Numrodepage"/>
          <w:sz w:val="24"/>
          <w:szCs w:val="24"/>
        </w:rPr>
        <w:t xml:space="preserve"> </w:t>
      </w:r>
      <w:proofErr w:type="spellStart"/>
      <w:r>
        <w:rPr>
          <w:rStyle w:val="Numrodepage"/>
          <w:sz w:val="24"/>
          <w:szCs w:val="24"/>
        </w:rPr>
        <w:t>Mf</w:t>
      </w:r>
      <w:proofErr w:type="spellEnd"/>
      <w:r>
        <w:rPr>
          <w:rStyle w:val="Numrodepage"/>
          <w:sz w:val="24"/>
          <w:szCs w:val="24"/>
        </w:rPr>
        <w:t xml:space="preserve"> est maximum</w:t>
      </w:r>
    </w:p>
    <w:p w:rsidR="00E95B3E" w:rsidRPr="005976D8" w:rsidRDefault="00A86366" w:rsidP="00A86366">
      <w:pPr>
        <w:ind w:firstLine="708"/>
        <w:rPr>
          <w:rStyle w:val="Numrodepage"/>
          <w:b/>
          <w:sz w:val="24"/>
          <w:szCs w:val="24"/>
        </w:rPr>
      </w:pPr>
      <w:r w:rsidRPr="005976D8">
        <w:rPr>
          <w:rFonts w:eastAsia="Lucida Sans Unicode"/>
          <w:kern w:val="3"/>
          <w:sz w:val="24"/>
          <w:szCs w:val="24"/>
          <w:lang w:eastAsia="fr-FR"/>
        </w:rPr>
        <w:t>M</w:t>
      </w:r>
      <w:r w:rsidRPr="005976D8">
        <w:rPr>
          <w:rFonts w:eastAsia="Lucida Sans Unicode"/>
          <w:kern w:val="3"/>
          <w:sz w:val="24"/>
          <w:szCs w:val="24"/>
          <w:vertAlign w:val="subscript"/>
          <w:lang w:eastAsia="fr-FR"/>
        </w:rPr>
        <w:t>f</w:t>
      </w:r>
      <w:r w:rsidRPr="005976D8">
        <w:rPr>
          <w:rFonts w:eastAsia="Lucida Sans Unicode"/>
          <w:kern w:val="3"/>
          <w:sz w:val="24"/>
          <w:szCs w:val="24"/>
          <w:lang w:eastAsia="fr-FR"/>
        </w:rPr>
        <w:t xml:space="preserve"> </w:t>
      </w:r>
      <w:r w:rsidRPr="005976D8">
        <w:rPr>
          <w:rFonts w:eastAsia="Lucida Sans Unicode"/>
          <w:kern w:val="3"/>
          <w:sz w:val="24"/>
          <w:szCs w:val="24"/>
          <w:vertAlign w:val="subscript"/>
          <w:lang w:eastAsia="fr-FR"/>
        </w:rPr>
        <w:t>Maxi</w:t>
      </w:r>
      <w:r w:rsidRPr="005976D8">
        <w:rPr>
          <w:rFonts w:eastAsia="Lucida Sans Unicode"/>
          <w:kern w:val="3"/>
          <w:sz w:val="24"/>
          <w:szCs w:val="24"/>
          <w:lang w:eastAsia="fr-FR"/>
        </w:rPr>
        <w:t xml:space="preserve"> = -</w:t>
      </w:r>
      <w:r w:rsidR="00B82335" w:rsidRPr="005976D8">
        <w:rPr>
          <w:rFonts w:eastAsia="Lucida Sans Unicode"/>
          <w:kern w:val="3"/>
          <w:sz w:val="24"/>
          <w:szCs w:val="24"/>
          <w:lang w:eastAsia="fr-FR"/>
        </w:rPr>
        <w:t xml:space="preserve"> </w:t>
      </w:r>
      <w:r w:rsidRPr="005976D8">
        <w:rPr>
          <w:rFonts w:eastAsia="Lucida Sans Unicode"/>
          <w:kern w:val="3"/>
          <w:sz w:val="24"/>
          <w:szCs w:val="24"/>
          <w:lang w:eastAsia="fr-FR"/>
        </w:rPr>
        <w:t>(((60 * 6,075) * 3,0375) – (380 * 3,575))</w:t>
      </w:r>
      <w:r w:rsidR="003975F5" w:rsidRPr="005976D8">
        <w:rPr>
          <w:rFonts w:eastAsia="Lucida Sans Unicode"/>
          <w:kern w:val="3"/>
          <w:sz w:val="24"/>
          <w:szCs w:val="24"/>
          <w:lang w:eastAsia="fr-FR"/>
        </w:rPr>
        <w:t xml:space="preserve"> = </w:t>
      </w:r>
      <w:r w:rsidRPr="005976D8">
        <w:rPr>
          <w:rFonts w:eastAsia="Lucida Sans Unicode"/>
          <w:kern w:val="3"/>
          <w:sz w:val="24"/>
          <w:szCs w:val="24"/>
          <w:lang w:eastAsia="fr-FR"/>
        </w:rPr>
        <w:t>25</w:t>
      </w:r>
      <w:r w:rsidR="003975F5" w:rsidRPr="005976D8">
        <w:rPr>
          <w:rFonts w:eastAsia="Lucida Sans Unicode"/>
          <w:kern w:val="3"/>
          <w:sz w:val="24"/>
          <w:szCs w:val="24"/>
          <w:lang w:eastAsia="fr-FR"/>
        </w:rPr>
        <w:t>1,33</w:t>
      </w:r>
      <w:r w:rsidRPr="005976D8">
        <w:rPr>
          <w:rFonts w:eastAsia="Lucida Sans Unicode"/>
          <w:kern w:val="3"/>
          <w:sz w:val="24"/>
          <w:szCs w:val="24"/>
          <w:lang w:eastAsia="fr-FR"/>
        </w:rPr>
        <w:t xml:space="preserve"> kN.m</w:t>
      </w:r>
    </w:p>
    <w:p w:rsidR="00E95B3E" w:rsidRPr="005976D8" w:rsidRDefault="00E95B3E">
      <w:pPr>
        <w:rPr>
          <w:rStyle w:val="Numrodepage"/>
          <w:sz w:val="24"/>
          <w:szCs w:val="24"/>
        </w:rPr>
      </w:pPr>
    </w:p>
    <w:p w:rsidR="00E95B3E" w:rsidRDefault="003975F5">
      <w:pPr>
        <w:rPr>
          <w:rStyle w:val="Numrodepage"/>
          <w:sz w:val="24"/>
          <w:szCs w:val="24"/>
        </w:rPr>
      </w:pPr>
      <w:r w:rsidRPr="003975F5">
        <w:rPr>
          <w:rStyle w:val="Numrodepage"/>
          <w:b/>
          <w:sz w:val="24"/>
          <w:szCs w:val="24"/>
        </w:rPr>
        <w:t xml:space="preserve">2-3-2 </w:t>
      </w:r>
      <w:r>
        <w:rPr>
          <w:rStyle w:val="Numrodepage"/>
          <w:b/>
          <w:sz w:val="24"/>
          <w:szCs w:val="24"/>
        </w:rPr>
        <w:t xml:space="preserve"> </w:t>
      </w:r>
      <w:proofErr w:type="spellStart"/>
      <w:r w:rsidRPr="003975F5">
        <w:rPr>
          <w:rStyle w:val="Numrodepage"/>
          <w:sz w:val="28"/>
          <w:szCs w:val="28"/>
        </w:rPr>
        <w:t>σ</w:t>
      </w:r>
      <w:r w:rsidRPr="003975F5">
        <w:rPr>
          <w:rStyle w:val="Numrodepage"/>
          <w:sz w:val="24"/>
          <w:szCs w:val="24"/>
          <w:vertAlign w:val="subscript"/>
        </w:rPr>
        <w:t>Maxi</w:t>
      </w:r>
      <w:proofErr w:type="spellEnd"/>
      <w:r>
        <w:rPr>
          <w:rStyle w:val="Numrodepage"/>
          <w:sz w:val="24"/>
          <w:szCs w:val="24"/>
        </w:rPr>
        <w:t xml:space="preserve"> = </w:t>
      </w:r>
      <m:oMath>
        <m:f>
          <m:fPr>
            <m:ctrlPr>
              <w:rPr>
                <w:rStyle w:val="Numrodepage"/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Lucida Sans Unicode" w:hAnsi="Cambria Math" w:cs="Arial"/>
                <w:kern w:val="3"/>
                <w:sz w:val="28"/>
                <w:szCs w:val="28"/>
                <w:lang w:eastAsia="fr-FR"/>
              </w:rPr>
              <m:t>M</m:t>
            </m:r>
            <m:r>
              <m:rPr>
                <m:sty m:val="p"/>
              </m:rPr>
              <w:rPr>
                <w:rFonts w:ascii="Cambria Math" w:eastAsia="Lucida Sans Unicode" w:hAnsi="Cambria Math" w:cs="Arial"/>
                <w:kern w:val="3"/>
                <w:sz w:val="28"/>
                <w:szCs w:val="28"/>
                <w:vertAlign w:val="subscript"/>
                <w:lang w:eastAsia="fr-FR"/>
              </w:rPr>
              <m:t>f</m:t>
            </m:r>
            <m:r>
              <m:rPr>
                <m:sty m:val="p"/>
              </m:rPr>
              <w:rPr>
                <w:rFonts w:ascii="Cambria Math" w:eastAsia="Lucida Sans Unicode" w:hAnsi="Cambria Math" w:cs="Arial"/>
                <w:kern w:val="3"/>
                <w:sz w:val="28"/>
                <w:szCs w:val="28"/>
                <w:lang w:eastAsia="fr-FR"/>
              </w:rPr>
              <m:t xml:space="preserve"> </m:t>
            </m:r>
            <m:r>
              <m:rPr>
                <m:sty m:val="p"/>
              </m:rPr>
              <w:rPr>
                <w:rFonts w:ascii="Cambria Math" w:eastAsia="Lucida Sans Unicode" w:hAnsi="Cambria Math" w:cs="Arial"/>
                <w:kern w:val="3"/>
                <w:sz w:val="28"/>
                <w:szCs w:val="28"/>
                <w:vertAlign w:val="subscript"/>
                <w:lang w:eastAsia="fr-FR"/>
              </w:rPr>
              <m:t>Maxi</m:t>
            </m:r>
            <m:r>
              <m:rPr>
                <m:sty m:val="p"/>
              </m:rPr>
              <w:rPr>
                <w:rFonts w:ascii="Cambria Math" w:eastAsia="Lucida Sans Unicode" w:hAnsi="Cambria Math" w:cs="Arial"/>
                <w:kern w:val="3"/>
                <w:sz w:val="28"/>
                <w:szCs w:val="28"/>
                <w:lang w:eastAsia="fr-FR"/>
              </w:rPr>
              <m:t xml:space="preserve"> </m:t>
            </m:r>
          </m:num>
          <m:den>
            <m:f>
              <m:fPr>
                <m:ctrlPr>
                  <w:rPr>
                    <w:rStyle w:val="Numrodepage"/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Style w:val="Numrodepage"/>
                    <w:rFonts w:ascii="Cambria Math" w:hAnsi="Cambria Math"/>
                    <w:sz w:val="28"/>
                    <w:szCs w:val="28"/>
                  </w:rPr>
                  <m:t>IGz</m:t>
                </m:r>
              </m:num>
              <m:den>
                <m:r>
                  <w:rPr>
                    <w:rStyle w:val="Numrodepage"/>
                    <w:rFonts w:ascii="Cambria Math" w:hAnsi="Cambria Math"/>
                    <w:sz w:val="28"/>
                    <w:szCs w:val="28"/>
                  </w:rPr>
                  <m:t>v</m:t>
                </m:r>
              </m:den>
            </m:f>
          </m:den>
        </m:f>
      </m:oMath>
      <w:r>
        <w:rPr>
          <w:rStyle w:val="Numrodepage"/>
          <w:sz w:val="28"/>
          <w:szCs w:val="28"/>
        </w:rPr>
        <w:t xml:space="preserve"> = </w:t>
      </w:r>
      <m:oMath>
        <m:f>
          <m:fPr>
            <m:ctrlPr>
              <w:rPr>
                <w:rStyle w:val="Numrodepage"/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Style w:val="Numrodepage"/>
                <w:rFonts w:ascii="Cambria Math" w:hAnsi="Cambria Math"/>
                <w:sz w:val="28"/>
                <w:szCs w:val="28"/>
              </w:rPr>
              <m:t>255.</m:t>
            </m:r>
            <m:sSup>
              <m:sSupPr>
                <m:ctrlPr>
                  <w:rPr>
                    <w:rStyle w:val="Numrodepage"/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Style w:val="Numrodepage"/>
                    <w:rFonts w:ascii="Cambria Math" w:hAnsi="Cambria Math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Style w:val="Numrodepage"/>
                    <w:rFonts w:ascii="Cambria Math" w:hAnsi="Cambria Math"/>
                    <w:sz w:val="28"/>
                    <w:szCs w:val="28"/>
                  </w:rPr>
                  <m:t>6</m:t>
                </m:r>
              </m:sup>
            </m:sSup>
          </m:num>
          <m:den>
            <m:r>
              <w:rPr>
                <w:rStyle w:val="Numrodepage"/>
                <w:rFonts w:ascii="Cambria Math" w:hAnsi="Cambria Math"/>
                <w:sz w:val="28"/>
                <w:szCs w:val="28"/>
              </w:rPr>
              <m:t>143229250</m:t>
            </m:r>
          </m:den>
        </m:f>
      </m:oMath>
      <w:r>
        <w:rPr>
          <w:rStyle w:val="Numrodepage"/>
          <w:sz w:val="28"/>
          <w:szCs w:val="28"/>
        </w:rPr>
        <w:t xml:space="preserve"> = </w:t>
      </w:r>
      <w:r w:rsidR="00033715">
        <w:rPr>
          <w:rStyle w:val="Numrodepage"/>
          <w:sz w:val="24"/>
          <w:szCs w:val="24"/>
        </w:rPr>
        <w:t>1,78</w:t>
      </w:r>
      <w:r w:rsidRPr="003975F5">
        <w:rPr>
          <w:rStyle w:val="Numrodepage"/>
          <w:sz w:val="24"/>
          <w:szCs w:val="24"/>
        </w:rPr>
        <w:t xml:space="preserve"> </w:t>
      </w:r>
      <w:proofErr w:type="spellStart"/>
      <w:r w:rsidRPr="003975F5">
        <w:rPr>
          <w:rStyle w:val="Numrodepage"/>
          <w:sz w:val="24"/>
          <w:szCs w:val="24"/>
        </w:rPr>
        <w:t>MPa</w:t>
      </w:r>
      <w:proofErr w:type="spellEnd"/>
    </w:p>
    <w:p w:rsidR="003975F5" w:rsidRPr="003975F5" w:rsidRDefault="003975F5">
      <w:pPr>
        <w:rPr>
          <w:rStyle w:val="Numrodepage"/>
          <w:b/>
          <w:sz w:val="24"/>
          <w:szCs w:val="24"/>
        </w:rPr>
      </w:pPr>
    </w:p>
    <w:p w:rsidR="00E95B3E" w:rsidRPr="003975F5" w:rsidRDefault="003975F5" w:rsidP="003975F5">
      <w:pPr>
        <w:pStyle w:val="Paragraphedeliste"/>
        <w:numPr>
          <w:ilvl w:val="0"/>
          <w:numId w:val="13"/>
        </w:numPr>
        <w:rPr>
          <w:rStyle w:val="Numrodepage"/>
          <w:sz w:val="24"/>
          <w:szCs w:val="24"/>
        </w:rPr>
      </w:pPr>
      <w:r>
        <w:rPr>
          <w:rStyle w:val="Numrodepage"/>
          <w:sz w:val="24"/>
          <w:szCs w:val="24"/>
        </w:rPr>
        <w:t>I</w:t>
      </w:r>
      <w:r>
        <w:rPr>
          <w:rStyle w:val="Numrodepage"/>
          <w:sz w:val="24"/>
          <w:szCs w:val="24"/>
          <w:vertAlign w:val="subscript"/>
        </w:rPr>
        <w:t>GZ</w:t>
      </w:r>
      <w:r>
        <w:rPr>
          <w:rStyle w:val="Numrodepage"/>
          <w:sz w:val="24"/>
          <w:szCs w:val="24"/>
        </w:rPr>
        <w:t xml:space="preserve"> = </w:t>
      </w:r>
      <m:oMath>
        <m:f>
          <m:fPr>
            <m:ctrlPr>
              <w:rPr>
                <w:rStyle w:val="Numrodepage"/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Style w:val="Numrodepage"/>
                <w:rFonts w:ascii="Cambria Math" w:hAnsi="Cambria Math"/>
                <w:sz w:val="28"/>
                <w:szCs w:val="28"/>
              </w:rPr>
              <m:t>π*</m:t>
            </m:r>
            <m:d>
              <m:dPr>
                <m:ctrlPr>
                  <w:rPr>
                    <w:rStyle w:val="Numrodepage"/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Style w:val="Numrodepage"/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Style w:val="Numrodepage"/>
                        <w:rFonts w:ascii="Cambria Math" w:hAnsi="Cambria Math"/>
                        <w:sz w:val="28"/>
                        <w:szCs w:val="28"/>
                      </w:rPr>
                      <m:t>3400</m:t>
                    </m:r>
                  </m:e>
                  <m:sup>
                    <m:r>
                      <w:rPr>
                        <w:rStyle w:val="Numrodepage"/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sup>
                </m:sSup>
                <m:r>
                  <w:rPr>
                    <w:rStyle w:val="Numrodepage"/>
                    <w:rFonts w:ascii="Cambria Math" w:hAnsi="Cambria Math"/>
                    <w:sz w:val="28"/>
                    <w:szCs w:val="28"/>
                  </w:rPr>
                  <m:t>-</m:t>
                </m:r>
                <m:sSup>
                  <m:sSupPr>
                    <m:ctrlPr>
                      <w:rPr>
                        <w:rStyle w:val="Numrodepage"/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Style w:val="Numrodepage"/>
                        <w:rFonts w:ascii="Cambria Math" w:hAnsi="Cambria Math"/>
                        <w:sz w:val="28"/>
                        <w:szCs w:val="28"/>
                      </w:rPr>
                      <m:t>3368</m:t>
                    </m:r>
                  </m:e>
                  <m:sup>
                    <m:r>
                      <w:rPr>
                        <w:rStyle w:val="Numrodepage"/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sup>
                </m:sSup>
              </m:e>
            </m:d>
          </m:num>
          <m:den>
            <m:r>
              <w:rPr>
                <w:rStyle w:val="Numrodepage"/>
                <w:rFonts w:ascii="Cambria Math" w:hAnsi="Cambria Math"/>
                <w:sz w:val="28"/>
                <w:szCs w:val="28"/>
              </w:rPr>
              <m:t>64</m:t>
            </m:r>
          </m:den>
        </m:f>
      </m:oMath>
      <w:r>
        <w:rPr>
          <w:rStyle w:val="Numrodepage"/>
          <w:sz w:val="28"/>
          <w:szCs w:val="28"/>
        </w:rPr>
        <w:t xml:space="preserve"> = </w:t>
      </w:r>
      <w:r w:rsidR="00033715">
        <w:rPr>
          <w:rStyle w:val="Numrodepage"/>
          <w:sz w:val="24"/>
          <w:szCs w:val="24"/>
        </w:rPr>
        <w:t>2,43</w:t>
      </w:r>
      <w:r w:rsidRPr="003975F5">
        <w:rPr>
          <w:rStyle w:val="Numrodepage"/>
          <w:sz w:val="24"/>
          <w:szCs w:val="24"/>
        </w:rPr>
        <w:t>.10</w:t>
      </w:r>
      <w:r w:rsidRPr="003975F5">
        <w:rPr>
          <w:rStyle w:val="Numrodepage"/>
          <w:sz w:val="24"/>
          <w:szCs w:val="24"/>
          <w:vertAlign w:val="superscript"/>
        </w:rPr>
        <w:t>11</w:t>
      </w:r>
      <w:r>
        <w:rPr>
          <w:rStyle w:val="Numrodepage"/>
          <w:sz w:val="24"/>
          <w:szCs w:val="24"/>
        </w:rPr>
        <w:t xml:space="preserve"> mm</w:t>
      </w:r>
      <w:r>
        <w:rPr>
          <w:rStyle w:val="Numrodepage"/>
          <w:sz w:val="24"/>
          <w:szCs w:val="24"/>
          <w:vertAlign w:val="superscript"/>
        </w:rPr>
        <w:t>4</w:t>
      </w:r>
    </w:p>
    <w:p w:rsidR="00E95B3E" w:rsidRPr="003975F5" w:rsidRDefault="00E95B3E">
      <w:pPr>
        <w:rPr>
          <w:rStyle w:val="Numrodepage"/>
          <w:sz w:val="24"/>
          <w:szCs w:val="24"/>
        </w:rPr>
      </w:pPr>
    </w:p>
    <w:p w:rsidR="00E95B3E" w:rsidRDefault="003975F5" w:rsidP="003975F5">
      <w:pPr>
        <w:pStyle w:val="Paragraphedeliste"/>
        <w:numPr>
          <w:ilvl w:val="0"/>
          <w:numId w:val="13"/>
        </w:numPr>
        <w:rPr>
          <w:rStyle w:val="Numrodepage"/>
          <w:sz w:val="24"/>
          <w:szCs w:val="24"/>
        </w:rPr>
      </w:pPr>
      <w:r>
        <w:rPr>
          <w:rStyle w:val="Numrodepage"/>
          <w:sz w:val="24"/>
          <w:szCs w:val="24"/>
        </w:rPr>
        <w:t xml:space="preserve">v = </w:t>
      </w:r>
      <m:oMath>
        <m:f>
          <m:fPr>
            <m:ctrlPr>
              <w:rPr>
                <w:rStyle w:val="Numrodepage"/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Style w:val="Numrodepage"/>
                <w:rFonts w:ascii="Cambria Math" w:hAnsi="Cambria Math"/>
                <w:sz w:val="28"/>
                <w:szCs w:val="28"/>
              </w:rPr>
              <m:t>De</m:t>
            </m:r>
          </m:num>
          <m:den>
            <m:r>
              <w:rPr>
                <w:rStyle w:val="Numrodepage"/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0B61B1">
        <w:rPr>
          <w:rStyle w:val="Numrodepage"/>
          <w:sz w:val="28"/>
          <w:szCs w:val="28"/>
        </w:rPr>
        <w:t xml:space="preserve"> = </w:t>
      </w:r>
      <m:oMath>
        <m:f>
          <m:fPr>
            <m:ctrlPr>
              <w:rPr>
                <w:rStyle w:val="Numrodepage"/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Style w:val="Numrodepage"/>
                <w:rFonts w:ascii="Cambria Math" w:hAnsi="Cambria Math"/>
                <w:sz w:val="28"/>
                <w:szCs w:val="28"/>
              </w:rPr>
              <m:t>3400</m:t>
            </m:r>
          </m:num>
          <m:den>
            <m:r>
              <w:rPr>
                <w:rStyle w:val="Numrodepage"/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0B61B1">
        <w:rPr>
          <w:rStyle w:val="Numrodepage"/>
          <w:sz w:val="28"/>
          <w:szCs w:val="28"/>
        </w:rPr>
        <w:t xml:space="preserve"> = </w:t>
      </w:r>
      <w:r w:rsidR="000B61B1" w:rsidRPr="000B61B1">
        <w:rPr>
          <w:rStyle w:val="Numrodepage"/>
          <w:sz w:val="24"/>
          <w:szCs w:val="24"/>
        </w:rPr>
        <w:t>1700 mm</w:t>
      </w:r>
    </w:p>
    <w:p w:rsidR="000B61B1" w:rsidRPr="000B61B1" w:rsidRDefault="000B61B1" w:rsidP="000B61B1">
      <w:pPr>
        <w:pStyle w:val="Paragraphedeliste"/>
        <w:rPr>
          <w:rStyle w:val="Numrodepage"/>
          <w:sz w:val="28"/>
          <w:szCs w:val="28"/>
        </w:rPr>
      </w:pPr>
    </w:p>
    <w:p w:rsidR="00E95B3E" w:rsidRPr="000B61B1" w:rsidRDefault="00E85A41" w:rsidP="000B61B1">
      <w:pPr>
        <w:pStyle w:val="Paragraphedeliste"/>
        <w:numPr>
          <w:ilvl w:val="0"/>
          <w:numId w:val="13"/>
        </w:numPr>
        <w:rPr>
          <w:rStyle w:val="Numrodepage"/>
          <w:sz w:val="28"/>
          <w:szCs w:val="28"/>
        </w:rPr>
      </w:pPr>
      <m:oMath>
        <m:f>
          <m:fPr>
            <m:ctrlPr>
              <w:rPr>
                <w:rStyle w:val="Numrodepage"/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Style w:val="Numrodepage"/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Style w:val="Numrodepage"/>
                    <w:rFonts w:ascii="Cambria Math" w:hAnsi="Cambria Math"/>
                    <w:sz w:val="28"/>
                    <w:szCs w:val="28"/>
                  </w:rPr>
                  <m:t>I</m:t>
                </m:r>
              </m:e>
              <m:sub>
                <m:r>
                  <w:rPr>
                    <w:rStyle w:val="Numrodepage"/>
                    <w:rFonts w:ascii="Cambria Math" w:hAnsi="Cambria Math"/>
                    <w:sz w:val="28"/>
                    <w:szCs w:val="28"/>
                  </w:rPr>
                  <m:t>GZ</m:t>
                </m:r>
              </m:sub>
            </m:sSub>
          </m:num>
          <m:den>
            <m:r>
              <w:rPr>
                <w:rStyle w:val="Numrodepage"/>
                <w:rFonts w:ascii="Cambria Math" w:hAnsi="Cambria Math"/>
                <w:sz w:val="28"/>
                <w:szCs w:val="28"/>
              </w:rPr>
              <m:t>V</m:t>
            </m:r>
          </m:den>
        </m:f>
      </m:oMath>
      <w:r w:rsidR="000B61B1">
        <w:rPr>
          <w:rStyle w:val="Numrodepage"/>
          <w:sz w:val="28"/>
          <w:szCs w:val="28"/>
        </w:rPr>
        <w:t xml:space="preserve"> = </w:t>
      </w:r>
      <m:oMath>
        <m:f>
          <m:fPr>
            <m:ctrlPr>
              <w:rPr>
                <w:rStyle w:val="Numrodepage"/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Style w:val="Numrodepage"/>
                <w:rFonts w:ascii="Cambria Math" w:hAnsi="Cambria Math"/>
                <w:sz w:val="28"/>
                <w:szCs w:val="28"/>
              </w:rPr>
              <m:t>1,83.</m:t>
            </m:r>
            <m:sSup>
              <m:sSupPr>
                <m:ctrlPr>
                  <w:rPr>
                    <w:rStyle w:val="Numrodepage"/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w:rPr>
                    <w:rStyle w:val="Numrodepage"/>
                    <w:rFonts w:ascii="Cambria Math" w:hAnsi="Cambria Math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Style w:val="Numrodepage"/>
                    <w:rFonts w:ascii="Cambria Math" w:hAnsi="Cambria Math"/>
                    <w:sz w:val="28"/>
                    <w:szCs w:val="28"/>
                  </w:rPr>
                  <m:t>11</m:t>
                </m:r>
              </m:sup>
            </m:sSup>
            <m:r>
              <m:rPr>
                <m:sty m:val="p"/>
              </m:rPr>
              <w:rPr>
                <w:rStyle w:val="Numrodepage"/>
                <w:rFonts w:ascii="Cambria Math" w:hAnsi="Cambria Math"/>
                <w:sz w:val="28"/>
                <w:szCs w:val="28"/>
              </w:rPr>
              <m:t xml:space="preserve"> </m:t>
            </m:r>
          </m:num>
          <m:den>
            <m:r>
              <m:rPr>
                <m:sty m:val="p"/>
              </m:rPr>
              <w:rPr>
                <w:rStyle w:val="Numrodepage"/>
                <w:rFonts w:ascii="Cambria Math" w:hAnsi="Cambria Math"/>
                <w:sz w:val="28"/>
                <w:szCs w:val="28"/>
              </w:rPr>
              <m:t xml:space="preserve">1700 </m:t>
            </m:r>
          </m:den>
        </m:f>
      </m:oMath>
      <w:r w:rsidR="000B61B1">
        <w:rPr>
          <w:rStyle w:val="Numrodepage"/>
          <w:sz w:val="28"/>
          <w:szCs w:val="28"/>
        </w:rPr>
        <w:t xml:space="preserve"> = </w:t>
      </w:r>
      <w:r w:rsidR="000B61B1" w:rsidRPr="000B61B1">
        <w:rPr>
          <w:rStyle w:val="Numrodepage"/>
          <w:sz w:val="24"/>
          <w:szCs w:val="24"/>
        </w:rPr>
        <w:t>1</w:t>
      </w:r>
      <w:r w:rsidR="00033715">
        <w:rPr>
          <w:rStyle w:val="Numrodepage"/>
          <w:sz w:val="24"/>
          <w:szCs w:val="24"/>
        </w:rPr>
        <w:t>43229250</w:t>
      </w:r>
      <w:r w:rsidR="000B61B1" w:rsidRPr="000B61B1">
        <w:rPr>
          <w:rStyle w:val="Numrodepage"/>
          <w:sz w:val="24"/>
          <w:szCs w:val="24"/>
        </w:rPr>
        <w:t xml:space="preserve"> mm</w:t>
      </w:r>
      <w:r w:rsidR="000B61B1" w:rsidRPr="000B61B1">
        <w:rPr>
          <w:rStyle w:val="Numrodepage"/>
          <w:sz w:val="24"/>
          <w:szCs w:val="24"/>
          <w:vertAlign w:val="superscript"/>
        </w:rPr>
        <w:t>3</w:t>
      </w:r>
    </w:p>
    <w:p w:rsidR="000B61B1" w:rsidRPr="000B61B1" w:rsidRDefault="000B61B1" w:rsidP="000B61B1">
      <w:pPr>
        <w:pStyle w:val="Paragraphedeliste"/>
        <w:rPr>
          <w:rStyle w:val="Numrodepage"/>
          <w:sz w:val="28"/>
          <w:szCs w:val="28"/>
        </w:rPr>
      </w:pPr>
    </w:p>
    <w:p w:rsidR="000B61B1" w:rsidRDefault="000B61B1" w:rsidP="000B61B1">
      <w:pPr>
        <w:rPr>
          <w:rStyle w:val="Numrodepage"/>
          <w:sz w:val="24"/>
          <w:szCs w:val="24"/>
        </w:rPr>
      </w:pPr>
      <w:r w:rsidRPr="000B61B1">
        <w:rPr>
          <w:rStyle w:val="Numrodepage"/>
          <w:sz w:val="24"/>
          <w:szCs w:val="24"/>
        </w:rPr>
        <w:t>Condition de résistance :</w:t>
      </w:r>
      <w:r>
        <w:rPr>
          <w:rStyle w:val="Numrodepage"/>
          <w:sz w:val="24"/>
          <w:szCs w:val="24"/>
        </w:rPr>
        <w:t xml:space="preserve"> </w:t>
      </w:r>
      <w:proofErr w:type="spellStart"/>
      <w:r w:rsidRPr="005117F1">
        <w:rPr>
          <w:rStyle w:val="Numrodepage"/>
          <w:sz w:val="24"/>
          <w:szCs w:val="24"/>
        </w:rPr>
        <w:t>σ</w:t>
      </w:r>
      <w:r w:rsidRPr="003975F5">
        <w:rPr>
          <w:rStyle w:val="Numrodepage"/>
          <w:sz w:val="24"/>
          <w:szCs w:val="24"/>
          <w:vertAlign w:val="subscript"/>
        </w:rPr>
        <w:t>Maxi</w:t>
      </w:r>
      <w:proofErr w:type="spellEnd"/>
      <w:r w:rsidRPr="005117F1">
        <w:rPr>
          <w:rStyle w:val="Numrodepage"/>
          <w:sz w:val="24"/>
          <w:szCs w:val="24"/>
        </w:rPr>
        <w:t xml:space="preserve"> </w:t>
      </w:r>
      <w:r>
        <w:rPr>
          <w:rStyle w:val="Numrodepage"/>
          <w:sz w:val="24"/>
          <w:szCs w:val="24"/>
        </w:rPr>
        <w:t>≤</w:t>
      </w:r>
      <w:r w:rsidRPr="005117F1">
        <w:rPr>
          <w:rStyle w:val="Numrodepage"/>
          <w:sz w:val="24"/>
          <w:szCs w:val="24"/>
        </w:rPr>
        <w:t xml:space="preserve"> </w:t>
      </w:r>
      <w:proofErr w:type="spellStart"/>
      <w:r w:rsidRPr="005117F1">
        <w:rPr>
          <w:rStyle w:val="Numrodepage"/>
          <w:sz w:val="24"/>
          <w:szCs w:val="24"/>
        </w:rPr>
        <w:t>σ</w:t>
      </w:r>
      <w:r>
        <w:rPr>
          <w:rStyle w:val="Numrodepage"/>
          <w:sz w:val="24"/>
          <w:szCs w:val="24"/>
          <w:vertAlign w:val="subscript"/>
        </w:rPr>
        <w:t>pe</w:t>
      </w:r>
      <w:proofErr w:type="spellEnd"/>
      <w:r>
        <w:rPr>
          <w:rStyle w:val="Numrodepage"/>
          <w:sz w:val="24"/>
          <w:szCs w:val="24"/>
          <w:vertAlign w:val="subscript"/>
        </w:rPr>
        <w:t xml:space="preserve"> </w:t>
      </w:r>
      <w:r w:rsidR="00E85A41">
        <w:rPr>
          <w:bCs/>
          <w:iCs/>
          <w:position w:val="-6"/>
          <w:sz w:val="24"/>
          <w:szCs w:val="24"/>
          <w:lang w:eastAsia="fr-FR"/>
        </w:rPr>
        <w:pict>
          <v:shape id="_x0000_i1045" type="#_x0000_t75" style="width:15.25pt;height:12.2pt">
            <v:imagedata r:id="rId9" o:title=""/>
          </v:shape>
        </w:pict>
      </w:r>
      <w:r w:rsidR="00033715">
        <w:rPr>
          <w:rStyle w:val="Numrodepage"/>
          <w:sz w:val="24"/>
          <w:szCs w:val="24"/>
        </w:rPr>
        <w:t>1,78</w:t>
      </w:r>
      <w:r w:rsidR="00B82335" w:rsidRPr="003975F5">
        <w:rPr>
          <w:rStyle w:val="Numrodepage"/>
          <w:sz w:val="24"/>
          <w:szCs w:val="24"/>
        </w:rPr>
        <w:t xml:space="preserve"> </w:t>
      </w:r>
      <w:proofErr w:type="spellStart"/>
      <w:r w:rsidR="00B82335" w:rsidRPr="003975F5">
        <w:rPr>
          <w:rStyle w:val="Numrodepage"/>
          <w:sz w:val="24"/>
          <w:szCs w:val="24"/>
        </w:rPr>
        <w:t>MPa</w:t>
      </w:r>
      <w:proofErr w:type="spellEnd"/>
      <w:r w:rsidR="00B82335">
        <w:rPr>
          <w:rStyle w:val="Numrodepage"/>
          <w:sz w:val="24"/>
          <w:szCs w:val="24"/>
        </w:rPr>
        <w:t xml:space="preserve"> ≤ 145 </w:t>
      </w:r>
      <w:proofErr w:type="spellStart"/>
      <w:r w:rsidR="00B82335">
        <w:rPr>
          <w:rStyle w:val="Numrodepage"/>
          <w:sz w:val="24"/>
          <w:szCs w:val="24"/>
        </w:rPr>
        <w:t>MPa</w:t>
      </w:r>
      <w:proofErr w:type="spellEnd"/>
      <w:r w:rsidR="00B82335">
        <w:rPr>
          <w:rStyle w:val="Numrodepage"/>
          <w:sz w:val="24"/>
          <w:szCs w:val="24"/>
        </w:rPr>
        <w:t xml:space="preserve">    la condition est vérifiée</w:t>
      </w:r>
    </w:p>
    <w:p w:rsidR="00DC7C88" w:rsidRDefault="00DC7C88" w:rsidP="000B61B1">
      <w:pPr>
        <w:rPr>
          <w:rStyle w:val="Numrodepage"/>
          <w:sz w:val="24"/>
          <w:szCs w:val="24"/>
        </w:rPr>
      </w:pPr>
    </w:p>
    <w:p w:rsidR="00B82335" w:rsidRDefault="00B82335" w:rsidP="00B82335">
      <w:pPr>
        <w:spacing w:before="120" w:after="120"/>
        <w:rPr>
          <w:sz w:val="24"/>
          <w:szCs w:val="24"/>
          <w:lang w:eastAsia="fr-FR"/>
        </w:rPr>
      </w:pPr>
      <w:r w:rsidRPr="00B82335">
        <w:rPr>
          <w:rStyle w:val="Numrodepage"/>
          <w:b/>
          <w:sz w:val="24"/>
          <w:szCs w:val="24"/>
        </w:rPr>
        <w:t>3-1</w:t>
      </w:r>
      <w:r>
        <w:rPr>
          <w:rStyle w:val="Numrodepage"/>
          <w:b/>
          <w:sz w:val="24"/>
          <w:szCs w:val="24"/>
        </w:rPr>
        <w:t xml:space="preserve">  </w:t>
      </w:r>
      <w:r>
        <w:rPr>
          <w:rFonts w:ascii="Arial" w:hAnsi="Arial" w:cs="Arial"/>
          <w:noProof/>
          <w:position w:val="-30"/>
          <w:sz w:val="24"/>
          <w:szCs w:val="24"/>
          <w:lang w:eastAsia="fr-FR"/>
        </w:rPr>
        <w:drawing>
          <wp:inline distT="0" distB="0" distL="0" distR="0">
            <wp:extent cx="177800" cy="426720"/>
            <wp:effectExtent l="0" t="0" r="0" b="0"/>
            <wp:docPr id="301" name="Image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Numrodepage"/>
          <w:b/>
          <w:sz w:val="24"/>
          <w:szCs w:val="24"/>
        </w:rPr>
        <w:t xml:space="preserve"> =  </w:t>
      </w:r>
      <m:oMath>
        <m:f>
          <m:fPr>
            <m:ctrlPr>
              <w:rPr>
                <w:rStyle w:val="Numrodepage"/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Style w:val="Numrodepage"/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Style w:val="Numrodepage"/>
                <w:rFonts w:ascii="Cambria Math" w:hAnsi="Cambria Math"/>
                <w:sz w:val="28"/>
                <w:szCs w:val="28"/>
              </w:rPr>
              <m:t>60</m:t>
            </m:r>
          </m:den>
        </m:f>
      </m:oMath>
      <w:r>
        <w:rPr>
          <w:rStyle w:val="Numrodepage"/>
          <w:sz w:val="28"/>
          <w:szCs w:val="28"/>
        </w:rPr>
        <w:t xml:space="preserve">  </w:t>
      </w:r>
      <w:r w:rsidR="00E85A41">
        <w:rPr>
          <w:bCs/>
          <w:iCs/>
          <w:position w:val="-6"/>
          <w:sz w:val="24"/>
          <w:szCs w:val="24"/>
          <w:lang w:eastAsia="fr-FR"/>
        </w:rPr>
        <w:pict>
          <v:shape id="_x0000_i1046" type="#_x0000_t75" style="width:15.25pt;height:12.2pt">
            <v:imagedata r:id="rId9" o:title=""/>
          </v:shape>
        </w:pict>
      </w:r>
      <w:r>
        <w:rPr>
          <w:bCs/>
          <w:iCs/>
          <w:sz w:val="24"/>
          <w:szCs w:val="24"/>
          <w:lang w:eastAsia="fr-FR"/>
        </w:rPr>
        <w:t xml:space="preserve"> </w:t>
      </w:r>
      <w:proofErr w:type="spellStart"/>
      <w:r>
        <w:rPr>
          <w:bCs/>
          <w:iCs/>
          <w:sz w:val="24"/>
          <w:szCs w:val="24"/>
          <w:lang w:eastAsia="fr-FR"/>
        </w:rPr>
        <w:t>r</w:t>
      </w:r>
      <w:r>
        <w:rPr>
          <w:bCs/>
          <w:iCs/>
          <w:sz w:val="24"/>
          <w:szCs w:val="24"/>
          <w:vertAlign w:val="subscript"/>
          <w:lang w:eastAsia="fr-FR"/>
        </w:rPr>
        <w:t>r</w:t>
      </w:r>
      <w:proofErr w:type="spellEnd"/>
      <w:r>
        <w:rPr>
          <w:bCs/>
          <w:iCs/>
          <w:sz w:val="24"/>
          <w:szCs w:val="24"/>
          <w:lang w:eastAsia="fr-FR"/>
        </w:rPr>
        <w:t xml:space="preserve"> = 60 mm             </w:t>
      </w:r>
      <w:r w:rsidRPr="00597AEE">
        <w:rPr>
          <w:bCs/>
          <w:iCs/>
          <w:sz w:val="24"/>
          <w:szCs w:val="24"/>
          <w:lang w:eastAsia="fr-FR"/>
        </w:rPr>
        <w:t>(</w:t>
      </w:r>
      <w:r w:rsidR="00597AEE" w:rsidRPr="00597AEE">
        <w:rPr>
          <w:noProof/>
          <w:position w:val="-10"/>
          <w:sz w:val="24"/>
          <w:szCs w:val="24"/>
          <w:lang w:eastAsia="fr-FR"/>
        </w:rPr>
        <w:drawing>
          <wp:inline distT="0" distB="0" distL="0" distR="0" wp14:anchorId="64970C38" wp14:editId="11BCB6A9">
            <wp:extent cx="147320" cy="213360"/>
            <wp:effectExtent l="0" t="0" r="5080" b="0"/>
            <wp:docPr id="302" name="Image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20" cy="21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="00597AEE" w:rsidRPr="00597AEE">
        <w:rPr>
          <w:sz w:val="24"/>
          <w:szCs w:val="24"/>
          <w:lang w:eastAsia="fr-FR"/>
        </w:rPr>
        <w:t xml:space="preserve">= </w:t>
      </w:r>
      <w:r w:rsidR="00597AEE" w:rsidRPr="00597AEE">
        <w:rPr>
          <w:b/>
          <w:sz w:val="24"/>
          <w:szCs w:val="24"/>
          <w:lang w:eastAsia="fr-FR"/>
        </w:rPr>
        <w:sym w:font="Symbol" w:char="F0A5"/>
      </w:r>
      <w:proofErr w:type="gramEnd"/>
      <w:r w:rsidR="00597AEE" w:rsidRPr="00597AEE">
        <w:rPr>
          <w:b/>
          <w:sz w:val="24"/>
          <w:szCs w:val="24"/>
          <w:lang w:eastAsia="fr-FR"/>
        </w:rPr>
        <w:t xml:space="preserve"> </w:t>
      </w:r>
      <w:r w:rsidR="00597AEE" w:rsidRPr="00597AEE">
        <w:rPr>
          <w:sz w:val="24"/>
          <w:szCs w:val="24"/>
          <w:lang w:eastAsia="fr-FR"/>
        </w:rPr>
        <w:t>)</w:t>
      </w:r>
    </w:p>
    <w:p w:rsidR="00597AEE" w:rsidRDefault="00597AEE" w:rsidP="00597AEE">
      <w:pPr>
        <w:spacing w:before="120" w:after="120"/>
        <w:rPr>
          <w:bCs/>
          <w:iCs/>
          <w:sz w:val="24"/>
          <w:szCs w:val="24"/>
          <w:lang w:eastAsia="fr-FR"/>
        </w:rPr>
      </w:pPr>
      <w:r>
        <w:rPr>
          <w:rFonts w:ascii="Arial" w:hAnsi="Arial" w:cs="Arial"/>
          <w:sz w:val="24"/>
          <w:szCs w:val="24"/>
          <w:lang w:eastAsia="fr-FR"/>
        </w:rPr>
        <w:t xml:space="preserve">      </w:t>
      </w:r>
      <w:r>
        <w:rPr>
          <w:rFonts w:ascii="Arial" w:hAnsi="Arial" w:cs="Arial"/>
          <w:noProof/>
          <w:position w:val="-24"/>
          <w:sz w:val="24"/>
          <w:szCs w:val="24"/>
          <w:lang w:eastAsia="fr-FR"/>
        </w:rPr>
        <w:drawing>
          <wp:inline distT="0" distB="0" distL="0" distR="0">
            <wp:extent cx="243840" cy="391160"/>
            <wp:effectExtent l="0" t="0" r="3810" b="8890"/>
            <wp:docPr id="305" name="Image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39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7414">
        <w:rPr>
          <w:rFonts w:ascii="Arial" w:hAnsi="Arial" w:cs="Arial"/>
          <w:sz w:val="24"/>
          <w:szCs w:val="24"/>
          <w:lang w:eastAsia="fr-FR"/>
        </w:rPr>
        <w:t xml:space="preserve">= </w:t>
      </w:r>
      <w:r>
        <w:rPr>
          <w:rFonts w:ascii="Arial" w:hAnsi="Arial" w:cs="Arial"/>
          <w:noProof/>
          <w:position w:val="-24"/>
          <w:sz w:val="24"/>
          <w:szCs w:val="24"/>
          <w:lang w:eastAsia="fr-FR"/>
        </w:rPr>
        <w:drawing>
          <wp:inline distT="0" distB="0" distL="0" distR="0">
            <wp:extent cx="147320" cy="391160"/>
            <wp:effectExtent l="0" t="0" r="5080" b="8890"/>
            <wp:docPr id="304" name="Image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20" cy="39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7414">
        <w:rPr>
          <w:rFonts w:ascii="Arial" w:hAnsi="Arial" w:cs="Arial"/>
          <w:sz w:val="24"/>
          <w:szCs w:val="24"/>
          <w:lang w:eastAsia="fr-FR"/>
        </w:rPr>
        <w:t xml:space="preserve"> . </w:t>
      </w:r>
      <m:oMath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eastAsia="fr-FR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eastAsia="fr-FR"/>
                  </w:rPr>
                </m:ctrlPr>
              </m:fPr>
              <m:num>
                <m:r>
                  <w:rPr>
                    <w:rFonts w:ascii="Cambria Math" w:hAnsi="Cambria Math" w:cs="Arial"/>
                    <w:sz w:val="28"/>
                    <w:szCs w:val="28"/>
                    <w:lang w:eastAsia="fr-FR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28"/>
                    <w:szCs w:val="28"/>
                    <w:lang w:eastAsia="fr-FR"/>
                  </w:rPr>
                  <m:t>210000</m:t>
                </m:r>
              </m:den>
            </m:f>
            <m:r>
              <w:rPr>
                <w:rFonts w:ascii="Cambria Math" w:hAnsi="Cambria Math" w:cs="Arial"/>
                <w:sz w:val="28"/>
                <w:szCs w:val="28"/>
                <w:lang w:eastAsia="fr-FR"/>
              </w:rPr>
              <m:t>+</m:t>
            </m:r>
            <m:f>
              <m:f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eastAsia="fr-FR"/>
                  </w:rPr>
                </m:ctrlPr>
              </m:fPr>
              <m:num>
                <m:r>
                  <w:rPr>
                    <w:rFonts w:ascii="Cambria Math" w:hAnsi="Cambria Math" w:cs="Arial"/>
                    <w:sz w:val="28"/>
                    <w:szCs w:val="28"/>
                    <w:lang w:eastAsia="fr-FR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28"/>
                    <w:szCs w:val="28"/>
                    <w:lang w:eastAsia="fr-FR"/>
                  </w:rPr>
                  <m:t>210000</m:t>
                </m:r>
              </m:den>
            </m:f>
          </m:e>
        </m:d>
      </m:oMath>
      <w:r w:rsidR="00E85A41">
        <w:rPr>
          <w:bCs/>
          <w:iCs/>
          <w:position w:val="-6"/>
          <w:sz w:val="24"/>
          <w:szCs w:val="24"/>
          <w:lang w:eastAsia="fr-FR"/>
        </w:rPr>
        <w:pict>
          <v:shape id="_x0000_i1047" type="#_x0000_t75" style="width:15.25pt;height:12.2pt">
            <v:imagedata r:id="rId9" o:title=""/>
          </v:shape>
        </w:pict>
      </w:r>
      <w:proofErr w:type="spellStart"/>
      <w:r>
        <w:rPr>
          <w:bCs/>
          <w:iCs/>
          <w:sz w:val="24"/>
          <w:szCs w:val="24"/>
          <w:lang w:eastAsia="fr-FR"/>
        </w:rPr>
        <w:t>Ee</w:t>
      </w:r>
      <w:proofErr w:type="spellEnd"/>
      <w:r>
        <w:rPr>
          <w:bCs/>
          <w:iCs/>
          <w:sz w:val="24"/>
          <w:szCs w:val="24"/>
          <w:lang w:eastAsia="fr-FR"/>
        </w:rPr>
        <w:t xml:space="preserve"> = 210000 </w:t>
      </w:r>
      <w:proofErr w:type="spellStart"/>
      <w:r>
        <w:rPr>
          <w:bCs/>
          <w:iCs/>
          <w:sz w:val="24"/>
          <w:szCs w:val="24"/>
          <w:lang w:eastAsia="fr-FR"/>
        </w:rPr>
        <w:t>MPa</w:t>
      </w:r>
      <w:proofErr w:type="spellEnd"/>
    </w:p>
    <w:p w:rsidR="00DC7C88" w:rsidRPr="00B82335" w:rsidRDefault="00DC7C88" w:rsidP="00597AEE">
      <w:pPr>
        <w:spacing w:before="120" w:after="120"/>
        <w:rPr>
          <w:rStyle w:val="Numrodepage"/>
          <w:b/>
          <w:sz w:val="24"/>
          <w:szCs w:val="24"/>
        </w:rPr>
      </w:pPr>
    </w:p>
    <w:p w:rsidR="00E95B3E" w:rsidRDefault="00597AEE">
      <w:pPr>
        <w:rPr>
          <w:rStyle w:val="Numrodepage"/>
          <w:sz w:val="24"/>
          <w:szCs w:val="24"/>
        </w:rPr>
      </w:pPr>
      <w:r w:rsidRPr="00597AEE">
        <w:rPr>
          <w:rStyle w:val="Numrodepage"/>
          <w:b/>
          <w:sz w:val="24"/>
          <w:szCs w:val="24"/>
        </w:rPr>
        <w:t>3-2</w:t>
      </w:r>
      <w:r>
        <w:rPr>
          <w:rStyle w:val="Numrodepage"/>
          <w:b/>
          <w:sz w:val="24"/>
          <w:szCs w:val="24"/>
        </w:rPr>
        <w:t xml:space="preserve">  </w:t>
      </w:r>
      <w:proofErr w:type="spellStart"/>
      <w:r w:rsidRPr="00597AEE">
        <w:rPr>
          <w:rStyle w:val="Numrodepage"/>
          <w:sz w:val="24"/>
          <w:szCs w:val="24"/>
        </w:rPr>
        <w:t>p</w:t>
      </w:r>
      <w:r w:rsidRPr="00597AEE">
        <w:rPr>
          <w:rStyle w:val="Numrodepage"/>
          <w:sz w:val="24"/>
          <w:szCs w:val="24"/>
          <w:vertAlign w:val="subscript"/>
        </w:rPr>
        <w:t>mat</w:t>
      </w:r>
      <w:proofErr w:type="spellEnd"/>
      <w:r>
        <w:rPr>
          <w:rStyle w:val="Numrodepage"/>
          <w:sz w:val="24"/>
          <w:szCs w:val="24"/>
        </w:rPr>
        <w:t xml:space="preserve"> = 0,418 * </w:t>
      </w:r>
      <m:oMath>
        <m:rad>
          <m:radPr>
            <m:degHide m:val="1"/>
            <m:ctrlPr>
              <w:rPr>
                <w:rStyle w:val="Numrodepage"/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Style w:val="Numrodepage"/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Style w:val="Numrodepage"/>
                    <w:rFonts w:ascii="Cambria Math" w:hAnsi="Cambria Math"/>
                    <w:sz w:val="24"/>
                    <w:szCs w:val="24"/>
                  </w:rPr>
                  <m:t>380.</m:t>
                </m:r>
                <m:sSup>
                  <m:sSupPr>
                    <m:ctrlPr>
                      <w:rPr>
                        <w:rStyle w:val="Numrodepage"/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Style w:val="Numrodepage"/>
                        <w:rFonts w:ascii="Cambria Math" w:hAnsi="Cambria Math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Style w:val="Numrodepage"/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Style w:val="Numrodepage"/>
                    <w:rFonts w:ascii="Cambria Math" w:hAnsi="Cambria Math"/>
                    <w:sz w:val="24"/>
                    <w:szCs w:val="24"/>
                  </w:rPr>
                  <m:t>*210 000</m:t>
                </m:r>
              </m:num>
              <m:den>
                <m:r>
                  <w:rPr>
                    <w:rStyle w:val="Numrodepage"/>
                    <w:rFonts w:ascii="Cambria Math" w:hAnsi="Cambria Math"/>
                    <w:sz w:val="24"/>
                    <w:szCs w:val="24"/>
                  </w:rPr>
                  <m:t>3*60*3000</m:t>
                </m:r>
              </m:den>
            </m:f>
          </m:e>
        </m:rad>
      </m:oMath>
      <w:r w:rsidR="00397275">
        <w:rPr>
          <w:rStyle w:val="Numrodepage"/>
          <w:sz w:val="24"/>
          <w:szCs w:val="24"/>
        </w:rPr>
        <w:t xml:space="preserve"> = 160,7 </w:t>
      </w:r>
      <w:proofErr w:type="spellStart"/>
      <w:r w:rsidR="00397275">
        <w:rPr>
          <w:rStyle w:val="Numrodepage"/>
          <w:sz w:val="24"/>
          <w:szCs w:val="24"/>
        </w:rPr>
        <w:t>MPa</w:t>
      </w:r>
      <w:proofErr w:type="spellEnd"/>
    </w:p>
    <w:p w:rsidR="00DC7C88" w:rsidRDefault="00DC7C88">
      <w:pPr>
        <w:rPr>
          <w:rStyle w:val="Numrodepage"/>
          <w:sz w:val="24"/>
          <w:szCs w:val="24"/>
        </w:rPr>
      </w:pPr>
    </w:p>
    <w:p w:rsidR="00397275" w:rsidRDefault="00397275">
      <w:pPr>
        <w:rPr>
          <w:rStyle w:val="Numrodepage"/>
          <w:sz w:val="24"/>
          <w:szCs w:val="24"/>
        </w:rPr>
      </w:pPr>
    </w:p>
    <w:p w:rsidR="00397275" w:rsidRDefault="00397275">
      <w:pPr>
        <w:rPr>
          <w:rStyle w:val="Numrodepage"/>
          <w:sz w:val="24"/>
          <w:szCs w:val="24"/>
        </w:rPr>
      </w:pPr>
      <w:r w:rsidRPr="00397275">
        <w:rPr>
          <w:rStyle w:val="Numrodepage"/>
          <w:b/>
          <w:sz w:val="24"/>
          <w:szCs w:val="24"/>
        </w:rPr>
        <w:t>3-3</w:t>
      </w:r>
      <w:r>
        <w:rPr>
          <w:rStyle w:val="Numrodepage"/>
          <w:b/>
          <w:sz w:val="24"/>
          <w:szCs w:val="24"/>
        </w:rPr>
        <w:t xml:space="preserve">  </w:t>
      </w:r>
      <w:proofErr w:type="spellStart"/>
      <w:r w:rsidRPr="00597AEE">
        <w:rPr>
          <w:rStyle w:val="Numrodepage"/>
          <w:sz w:val="24"/>
          <w:szCs w:val="24"/>
        </w:rPr>
        <w:t>p</w:t>
      </w:r>
      <w:r w:rsidRPr="00597AEE">
        <w:rPr>
          <w:rStyle w:val="Numrodepage"/>
          <w:sz w:val="24"/>
          <w:szCs w:val="24"/>
          <w:vertAlign w:val="subscript"/>
        </w:rPr>
        <w:t>mat</w:t>
      </w:r>
      <w:proofErr w:type="spellEnd"/>
      <w:r>
        <w:rPr>
          <w:rStyle w:val="Numrodepage"/>
          <w:sz w:val="24"/>
          <w:szCs w:val="24"/>
          <w:vertAlign w:val="subscript"/>
        </w:rPr>
        <w:t xml:space="preserve">  </w:t>
      </w:r>
      <w:r>
        <w:rPr>
          <w:rStyle w:val="Numrodepage"/>
          <w:sz w:val="24"/>
          <w:szCs w:val="24"/>
        </w:rPr>
        <w:t xml:space="preserve">≤ </w:t>
      </w:r>
      <w:proofErr w:type="spellStart"/>
      <w:r w:rsidRPr="00597AEE">
        <w:rPr>
          <w:rStyle w:val="Numrodepage"/>
          <w:sz w:val="24"/>
          <w:szCs w:val="24"/>
        </w:rPr>
        <w:t>p</w:t>
      </w:r>
      <w:r>
        <w:rPr>
          <w:rStyle w:val="Numrodepage"/>
          <w:sz w:val="24"/>
          <w:szCs w:val="24"/>
          <w:vertAlign w:val="subscript"/>
        </w:rPr>
        <w:t>adm</w:t>
      </w:r>
      <w:proofErr w:type="spellEnd"/>
      <w:r>
        <w:rPr>
          <w:rStyle w:val="Numrodepage"/>
          <w:sz w:val="24"/>
          <w:szCs w:val="24"/>
          <w:vertAlign w:val="subscript"/>
        </w:rPr>
        <w:t xml:space="preserve">  </w:t>
      </w:r>
      <w:r w:rsidR="00E85A41">
        <w:rPr>
          <w:bCs/>
          <w:iCs/>
          <w:position w:val="-6"/>
          <w:sz w:val="24"/>
          <w:szCs w:val="24"/>
          <w:lang w:eastAsia="fr-FR"/>
        </w:rPr>
        <w:pict>
          <v:shape id="_x0000_i1048" type="#_x0000_t75" style="width:15.25pt;height:12.2pt">
            <v:imagedata r:id="rId9" o:title=""/>
          </v:shape>
        </w:pict>
      </w:r>
      <w:r>
        <w:rPr>
          <w:rStyle w:val="Numrodepage"/>
          <w:sz w:val="24"/>
          <w:szCs w:val="24"/>
        </w:rPr>
        <w:t xml:space="preserve">160,7 </w:t>
      </w:r>
      <w:proofErr w:type="spellStart"/>
      <w:r>
        <w:rPr>
          <w:rStyle w:val="Numrodepage"/>
          <w:sz w:val="24"/>
          <w:szCs w:val="24"/>
        </w:rPr>
        <w:t>MPa</w:t>
      </w:r>
      <w:proofErr w:type="spellEnd"/>
      <w:r>
        <w:rPr>
          <w:rStyle w:val="Numrodepage"/>
          <w:sz w:val="24"/>
          <w:szCs w:val="24"/>
        </w:rPr>
        <w:t xml:space="preserve"> ≤ 120 </w:t>
      </w:r>
      <w:proofErr w:type="spellStart"/>
      <w:r>
        <w:rPr>
          <w:rStyle w:val="Numrodepage"/>
          <w:sz w:val="24"/>
          <w:szCs w:val="24"/>
        </w:rPr>
        <w:t>MPa</w:t>
      </w:r>
      <w:proofErr w:type="spellEnd"/>
      <w:r>
        <w:rPr>
          <w:rStyle w:val="Numrodepage"/>
          <w:sz w:val="24"/>
          <w:szCs w:val="24"/>
        </w:rPr>
        <w:t xml:space="preserve"> </w:t>
      </w:r>
    </w:p>
    <w:p w:rsidR="00397275" w:rsidRDefault="00397275">
      <w:pPr>
        <w:rPr>
          <w:rStyle w:val="Numrodepage"/>
          <w:sz w:val="24"/>
          <w:szCs w:val="24"/>
        </w:rPr>
      </w:pPr>
      <w:r>
        <w:rPr>
          <w:rStyle w:val="Numrodepage"/>
          <w:sz w:val="24"/>
          <w:szCs w:val="24"/>
        </w:rPr>
        <w:t xml:space="preserve">       </w:t>
      </w:r>
      <w:proofErr w:type="gramStart"/>
      <w:r>
        <w:rPr>
          <w:rStyle w:val="Numrodepage"/>
          <w:sz w:val="24"/>
          <w:szCs w:val="24"/>
        </w:rPr>
        <w:t>la</w:t>
      </w:r>
      <w:proofErr w:type="gramEnd"/>
      <w:r>
        <w:rPr>
          <w:rStyle w:val="Numrodepage"/>
          <w:sz w:val="24"/>
          <w:szCs w:val="24"/>
        </w:rPr>
        <w:t xml:space="preserve"> condition n’est pas vérifiée car le matage est trop important</w:t>
      </w:r>
    </w:p>
    <w:p w:rsidR="00DC7C88" w:rsidRDefault="00DC7C88">
      <w:pPr>
        <w:rPr>
          <w:rStyle w:val="Numrodepage"/>
          <w:sz w:val="24"/>
          <w:szCs w:val="24"/>
        </w:rPr>
      </w:pPr>
    </w:p>
    <w:p w:rsidR="00397275" w:rsidRDefault="00397275">
      <w:pPr>
        <w:rPr>
          <w:rStyle w:val="Numrodepage"/>
          <w:sz w:val="24"/>
          <w:szCs w:val="24"/>
        </w:rPr>
      </w:pPr>
    </w:p>
    <w:p w:rsidR="00397275" w:rsidRDefault="00397275">
      <w:pPr>
        <w:rPr>
          <w:rStyle w:val="Numrodepage"/>
          <w:sz w:val="24"/>
          <w:szCs w:val="24"/>
        </w:rPr>
      </w:pPr>
      <w:r w:rsidRPr="00397275">
        <w:rPr>
          <w:rStyle w:val="Numrodepage"/>
          <w:b/>
          <w:sz w:val="24"/>
          <w:szCs w:val="24"/>
        </w:rPr>
        <w:t xml:space="preserve">3-4 </w:t>
      </w:r>
      <w:r>
        <w:rPr>
          <w:rStyle w:val="Numrodepage"/>
          <w:b/>
          <w:sz w:val="24"/>
          <w:szCs w:val="24"/>
        </w:rPr>
        <w:t xml:space="preserve"> </w:t>
      </w:r>
      <w:r>
        <w:rPr>
          <w:rStyle w:val="Numrodepage"/>
          <w:sz w:val="24"/>
          <w:szCs w:val="24"/>
        </w:rPr>
        <w:t>Solutions techniques : -</w:t>
      </w:r>
      <w:r w:rsidR="00DC7C88">
        <w:rPr>
          <w:rStyle w:val="Numrodepage"/>
          <w:sz w:val="24"/>
          <w:szCs w:val="24"/>
        </w:rPr>
        <w:t xml:space="preserve">     C</w:t>
      </w:r>
      <w:r>
        <w:rPr>
          <w:rStyle w:val="Numrodepage"/>
          <w:sz w:val="24"/>
          <w:szCs w:val="24"/>
        </w:rPr>
        <w:t>hanger le matériau des rouleaux</w:t>
      </w:r>
    </w:p>
    <w:p w:rsidR="00616FEB" w:rsidRDefault="00616FEB" w:rsidP="00616FEB">
      <w:pPr>
        <w:pStyle w:val="Paragraphedeliste"/>
        <w:numPr>
          <w:ilvl w:val="0"/>
          <w:numId w:val="15"/>
        </w:numPr>
        <w:rPr>
          <w:rStyle w:val="Numrodepage"/>
          <w:sz w:val="24"/>
          <w:szCs w:val="24"/>
        </w:rPr>
      </w:pPr>
      <w:r>
        <w:rPr>
          <w:rStyle w:val="Numrodepage"/>
          <w:sz w:val="24"/>
          <w:szCs w:val="24"/>
        </w:rPr>
        <w:t>Augmenter le nombre de rouleaux</w:t>
      </w:r>
    </w:p>
    <w:p w:rsidR="00397275" w:rsidRDefault="00397275" w:rsidP="00397275">
      <w:pPr>
        <w:pStyle w:val="Paragraphedeliste"/>
        <w:numPr>
          <w:ilvl w:val="0"/>
          <w:numId w:val="15"/>
        </w:numPr>
        <w:rPr>
          <w:rStyle w:val="Numrodepage"/>
          <w:sz w:val="24"/>
          <w:szCs w:val="24"/>
        </w:rPr>
      </w:pPr>
      <w:r>
        <w:rPr>
          <w:rStyle w:val="Numrodepage"/>
          <w:sz w:val="24"/>
          <w:szCs w:val="24"/>
        </w:rPr>
        <w:t>Augmenter le diamètre</w:t>
      </w:r>
      <w:r w:rsidR="00DC7C88">
        <w:rPr>
          <w:rStyle w:val="Numrodepage"/>
          <w:sz w:val="24"/>
          <w:szCs w:val="24"/>
        </w:rPr>
        <w:t xml:space="preserve"> des rouleaux</w:t>
      </w:r>
    </w:p>
    <w:p w:rsidR="00DC7C88" w:rsidRDefault="00DC7C88" w:rsidP="00397275">
      <w:pPr>
        <w:pStyle w:val="Paragraphedeliste"/>
        <w:numPr>
          <w:ilvl w:val="0"/>
          <w:numId w:val="15"/>
        </w:numPr>
        <w:rPr>
          <w:rStyle w:val="Numrodepage"/>
          <w:sz w:val="24"/>
          <w:szCs w:val="24"/>
        </w:rPr>
      </w:pPr>
      <w:r>
        <w:rPr>
          <w:rStyle w:val="Numrodepage"/>
          <w:sz w:val="24"/>
          <w:szCs w:val="24"/>
        </w:rPr>
        <w:t>Effectuer un traitement thermique</w:t>
      </w:r>
    </w:p>
    <w:p w:rsidR="00DC7C88" w:rsidRPr="00397275" w:rsidRDefault="00DC7C88" w:rsidP="00397275">
      <w:pPr>
        <w:pStyle w:val="Paragraphedeliste"/>
        <w:numPr>
          <w:ilvl w:val="0"/>
          <w:numId w:val="15"/>
        </w:numPr>
        <w:rPr>
          <w:rStyle w:val="Numrodepage"/>
          <w:sz w:val="24"/>
          <w:szCs w:val="24"/>
        </w:rPr>
      </w:pPr>
      <w:r w:rsidRPr="00DC7C88">
        <w:rPr>
          <w:rStyle w:val="Numrodepage"/>
          <w:sz w:val="24"/>
          <w:szCs w:val="24"/>
        </w:rPr>
        <w:t>Autoriser un léger matage</w:t>
      </w:r>
    </w:p>
    <w:sectPr w:rsidR="00DC7C88" w:rsidRPr="00397275">
      <w:footerReference w:type="default" r:id="rId19"/>
      <w:footerReference w:type="first" r:id="rId20"/>
      <w:pgSz w:w="11906" w:h="16838" w:code="9"/>
      <w:pgMar w:top="1418" w:right="1418" w:bottom="141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B6A" w:rsidRDefault="00EC6B6A">
      <w:r>
        <w:separator/>
      </w:r>
    </w:p>
  </w:endnote>
  <w:endnote w:type="continuationSeparator" w:id="0">
    <w:p w:rsidR="00EC6B6A" w:rsidRDefault="00EC6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275" w:rsidRDefault="00397275">
    <w:pPr>
      <w:pStyle w:val="Pieddepage"/>
      <w:pBdr>
        <w:top w:val="single" w:sz="4" w:space="1" w:color="auto"/>
      </w:pBdr>
      <w:jc w:val="center"/>
      <w:rPr>
        <w:b/>
      </w:rPr>
    </w:pPr>
  </w:p>
  <w:p w:rsidR="00397275" w:rsidRPr="00F63739" w:rsidRDefault="00397275" w:rsidP="001D1DFB">
    <w:pPr>
      <w:jc w:val="center"/>
      <w:rPr>
        <w:rStyle w:val="Numrodepage"/>
        <w:rFonts w:ascii="Arial" w:hAnsi="Arial" w:cs="Arial"/>
        <w:sz w:val="22"/>
      </w:rPr>
    </w:pPr>
    <w:r>
      <w:rPr>
        <w:rFonts w:ascii="Arial" w:hAnsi="Arial" w:cs="Arial"/>
        <w:b/>
        <w:sz w:val="22"/>
      </w:rPr>
      <w:t xml:space="preserve">Examen : BTS C.R.C.I. </w:t>
    </w:r>
    <w:r w:rsidRPr="00F63739">
      <w:rPr>
        <w:rFonts w:ascii="Arial" w:hAnsi="Arial" w:cs="Arial"/>
        <w:b/>
        <w:sz w:val="22"/>
      </w:rPr>
      <w:t>- Épreuve</w:t>
    </w:r>
    <w:r>
      <w:rPr>
        <w:rFonts w:ascii="Arial" w:hAnsi="Arial" w:cs="Arial"/>
        <w:b/>
        <w:sz w:val="22"/>
      </w:rPr>
      <w:t xml:space="preserve"> : </w:t>
    </w:r>
    <w:r w:rsidRPr="00F63739">
      <w:rPr>
        <w:rFonts w:ascii="Arial" w:hAnsi="Arial" w:cs="Arial"/>
        <w:b/>
        <w:sz w:val="22"/>
      </w:rPr>
      <w:t>U41 - Corrigé N°</w:t>
    </w:r>
    <w:r>
      <w:rPr>
        <w:rFonts w:ascii="Arial" w:hAnsi="Arial" w:cs="Arial"/>
        <w:b/>
        <w:sz w:val="22"/>
      </w:rPr>
      <w:t xml:space="preserve"> 01ED15</w:t>
    </w:r>
    <w:r w:rsidRPr="00F63739">
      <w:rPr>
        <w:rFonts w:ascii="Arial" w:hAnsi="Arial" w:cs="Arial"/>
        <w:b/>
        <w:sz w:val="22"/>
      </w:rPr>
      <w:t xml:space="preserve">  - </w:t>
    </w:r>
    <w:r>
      <w:rPr>
        <w:rFonts w:ascii="Arial" w:hAnsi="Arial" w:cs="Arial"/>
        <w:b/>
        <w:sz w:val="22"/>
      </w:rPr>
      <w:t>p</w:t>
    </w:r>
    <w:r w:rsidRPr="00F63739">
      <w:rPr>
        <w:rFonts w:ascii="Arial" w:hAnsi="Arial" w:cs="Arial"/>
        <w:b/>
        <w:sz w:val="22"/>
      </w:rPr>
      <w:t xml:space="preserve">age </w:t>
    </w:r>
    <w:r w:rsidR="005976D8" w:rsidRPr="00FC6B9B">
      <w:rPr>
        <w:rFonts w:ascii="Arial" w:hAnsi="Arial" w:cs="Arial"/>
        <w:b/>
        <w:sz w:val="22"/>
      </w:rPr>
      <w:fldChar w:fldCharType="begin"/>
    </w:r>
    <w:r w:rsidR="005976D8" w:rsidRPr="00FC6B9B">
      <w:rPr>
        <w:rFonts w:ascii="Arial" w:hAnsi="Arial" w:cs="Arial"/>
        <w:b/>
        <w:sz w:val="22"/>
      </w:rPr>
      <w:instrText>PAGE   \* MERGEFORMAT</w:instrText>
    </w:r>
    <w:r w:rsidR="005976D8" w:rsidRPr="00FC6B9B">
      <w:rPr>
        <w:rFonts w:ascii="Arial" w:hAnsi="Arial" w:cs="Arial"/>
        <w:b/>
        <w:sz w:val="22"/>
      </w:rPr>
      <w:fldChar w:fldCharType="separate"/>
    </w:r>
    <w:r w:rsidR="00E85A41">
      <w:rPr>
        <w:rFonts w:ascii="Arial" w:hAnsi="Arial" w:cs="Arial"/>
        <w:b/>
        <w:noProof/>
        <w:sz w:val="22"/>
      </w:rPr>
      <w:t>5</w:t>
    </w:r>
    <w:r w:rsidR="005976D8" w:rsidRPr="00FC6B9B">
      <w:rPr>
        <w:rFonts w:ascii="Arial" w:hAnsi="Arial" w:cs="Arial"/>
        <w:b/>
        <w:sz w:val="22"/>
      </w:rPr>
      <w:fldChar w:fldCharType="end"/>
    </w:r>
    <w:r w:rsidR="005976D8" w:rsidRPr="00AB2BD3">
      <w:rPr>
        <w:rStyle w:val="Numrodepage"/>
        <w:rFonts w:ascii="Arial" w:hAnsi="Arial" w:cs="Arial"/>
        <w:b/>
        <w:sz w:val="22"/>
      </w:rPr>
      <w:t>/</w:t>
    </w:r>
    <w:r w:rsidR="005976D8">
      <w:rPr>
        <w:rStyle w:val="Numrodepage"/>
        <w:rFonts w:ascii="Arial" w:hAnsi="Arial" w:cs="Arial"/>
        <w:b/>
        <w:sz w:val="22"/>
      </w:rPr>
      <w:t>5</w:t>
    </w:r>
  </w:p>
  <w:p w:rsidR="00397275" w:rsidRDefault="00397275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205"/>
      <w:gridCol w:w="851"/>
      <w:gridCol w:w="628"/>
      <w:gridCol w:w="2065"/>
      <w:gridCol w:w="284"/>
      <w:gridCol w:w="2551"/>
      <w:gridCol w:w="1559"/>
    </w:tblGrid>
    <w:tr w:rsidR="00397275" w:rsidRPr="00F63739">
      <w:tc>
        <w:tcPr>
          <w:tcW w:w="2056" w:type="dxa"/>
          <w:gridSpan w:val="2"/>
          <w:vAlign w:val="center"/>
        </w:tcPr>
        <w:p w:rsidR="00397275" w:rsidRPr="00F63739" w:rsidRDefault="00397275">
          <w:pPr>
            <w:jc w:val="center"/>
            <w:rPr>
              <w:rFonts w:ascii="Arial" w:hAnsi="Arial" w:cs="Arial"/>
              <w:b/>
              <w:sz w:val="22"/>
            </w:rPr>
          </w:pPr>
          <w:r w:rsidRPr="00F63739">
            <w:rPr>
              <w:rFonts w:ascii="Arial" w:hAnsi="Arial" w:cs="Arial"/>
              <w:b/>
              <w:sz w:val="22"/>
            </w:rPr>
            <w:t>CODE ÉPREUVE :</w:t>
          </w:r>
        </w:p>
        <w:p w:rsidR="00397275" w:rsidRPr="00F63739" w:rsidRDefault="00E85A41">
          <w:pPr>
            <w:jc w:val="center"/>
            <w:rPr>
              <w:rFonts w:ascii="Arial" w:hAnsi="Arial" w:cs="Arial"/>
              <w:b/>
              <w:sz w:val="22"/>
            </w:rPr>
          </w:pPr>
          <w:r>
            <w:rPr>
              <w:rFonts w:ascii="Arial" w:hAnsi="Arial" w:cs="Arial"/>
              <w:b/>
              <w:sz w:val="22"/>
            </w:rPr>
            <w:t>16</w:t>
          </w:r>
          <w:r w:rsidR="00397275">
            <w:rPr>
              <w:rFonts w:ascii="Arial" w:hAnsi="Arial" w:cs="Arial"/>
              <w:b/>
              <w:sz w:val="22"/>
            </w:rPr>
            <w:t>06CLE4DVO</w:t>
          </w:r>
        </w:p>
      </w:tc>
      <w:tc>
        <w:tcPr>
          <w:tcW w:w="2977" w:type="dxa"/>
          <w:gridSpan w:val="3"/>
          <w:vAlign w:val="center"/>
        </w:tcPr>
        <w:p w:rsidR="00397275" w:rsidRPr="00F63739" w:rsidRDefault="00397275">
          <w:pPr>
            <w:jc w:val="center"/>
            <w:rPr>
              <w:rFonts w:ascii="Arial" w:hAnsi="Arial" w:cs="Arial"/>
              <w:b/>
              <w:sz w:val="22"/>
            </w:rPr>
          </w:pPr>
          <w:r w:rsidRPr="00F63739">
            <w:rPr>
              <w:rFonts w:ascii="Arial" w:hAnsi="Arial" w:cs="Arial"/>
              <w:b/>
              <w:sz w:val="22"/>
            </w:rPr>
            <w:t>EXAMEN :</w:t>
          </w:r>
        </w:p>
        <w:p w:rsidR="00397275" w:rsidRPr="00F63739" w:rsidRDefault="00397275">
          <w:pPr>
            <w:jc w:val="center"/>
            <w:rPr>
              <w:rFonts w:ascii="Arial" w:hAnsi="Arial" w:cs="Arial"/>
              <w:b/>
              <w:sz w:val="22"/>
            </w:rPr>
          </w:pPr>
          <w:r w:rsidRPr="00F63739">
            <w:rPr>
              <w:rFonts w:ascii="Arial" w:hAnsi="Arial" w:cs="Arial"/>
              <w:b/>
              <w:sz w:val="22"/>
            </w:rPr>
            <w:t>BREVET DE TECHNICIEN SUPÉRIEUR</w:t>
          </w:r>
        </w:p>
      </w:tc>
      <w:tc>
        <w:tcPr>
          <w:tcW w:w="4110" w:type="dxa"/>
          <w:gridSpan w:val="2"/>
          <w:vAlign w:val="center"/>
        </w:tcPr>
        <w:p w:rsidR="00397275" w:rsidRPr="00F63739" w:rsidRDefault="00397275">
          <w:pPr>
            <w:jc w:val="center"/>
            <w:rPr>
              <w:rFonts w:ascii="Arial" w:hAnsi="Arial" w:cs="Arial"/>
              <w:b/>
              <w:sz w:val="22"/>
            </w:rPr>
          </w:pPr>
          <w:r w:rsidRPr="00F63739">
            <w:rPr>
              <w:rFonts w:ascii="Arial" w:hAnsi="Arial" w:cs="Arial"/>
              <w:b/>
              <w:sz w:val="22"/>
            </w:rPr>
            <w:t>SPÉCIALITÉ :</w:t>
          </w:r>
        </w:p>
        <w:p w:rsidR="00397275" w:rsidRPr="00F63739" w:rsidRDefault="00397275">
          <w:pPr>
            <w:jc w:val="center"/>
            <w:rPr>
              <w:rFonts w:ascii="Arial" w:hAnsi="Arial" w:cs="Arial"/>
              <w:b/>
              <w:sz w:val="22"/>
            </w:rPr>
          </w:pPr>
          <w:r>
            <w:rPr>
              <w:rFonts w:ascii="Arial" w:hAnsi="Arial" w:cs="Arial"/>
              <w:b/>
              <w:sz w:val="22"/>
            </w:rPr>
            <w:t>CONCEPTION ET RÉALISATION EN CHAUDRONNERIE INDUSTRIELLE</w:t>
          </w:r>
        </w:p>
      </w:tc>
    </w:tr>
    <w:tr w:rsidR="00397275" w:rsidRPr="00F63739">
      <w:tc>
        <w:tcPr>
          <w:tcW w:w="1205" w:type="dxa"/>
          <w:vAlign w:val="center"/>
        </w:tcPr>
        <w:p w:rsidR="00397275" w:rsidRPr="00F63739" w:rsidRDefault="00397275">
          <w:pPr>
            <w:jc w:val="center"/>
            <w:rPr>
              <w:rFonts w:ascii="Arial" w:hAnsi="Arial" w:cs="Arial"/>
              <w:b/>
              <w:sz w:val="22"/>
            </w:rPr>
          </w:pPr>
          <w:r w:rsidRPr="00F63739">
            <w:rPr>
              <w:rFonts w:ascii="Arial" w:hAnsi="Arial" w:cs="Arial"/>
              <w:b/>
              <w:caps/>
              <w:sz w:val="22"/>
            </w:rPr>
            <w:t>session</w:t>
          </w:r>
        </w:p>
        <w:p w:rsidR="00397275" w:rsidRPr="00F63739" w:rsidRDefault="00E85A41">
          <w:pPr>
            <w:jc w:val="center"/>
            <w:rPr>
              <w:rFonts w:ascii="Arial" w:hAnsi="Arial" w:cs="Arial"/>
              <w:b/>
              <w:sz w:val="22"/>
            </w:rPr>
          </w:pPr>
          <w:r>
            <w:rPr>
              <w:rFonts w:ascii="Arial" w:hAnsi="Arial" w:cs="Arial"/>
              <w:b/>
              <w:sz w:val="22"/>
            </w:rPr>
            <w:t>2016</w:t>
          </w:r>
        </w:p>
      </w:tc>
      <w:tc>
        <w:tcPr>
          <w:tcW w:w="1479" w:type="dxa"/>
          <w:gridSpan w:val="2"/>
          <w:vAlign w:val="center"/>
        </w:tcPr>
        <w:p w:rsidR="00397275" w:rsidRPr="00F63739" w:rsidRDefault="00397275" w:rsidP="009A0D78">
          <w:pPr>
            <w:jc w:val="center"/>
            <w:rPr>
              <w:rFonts w:ascii="Arial" w:hAnsi="Arial" w:cs="Arial"/>
              <w:sz w:val="22"/>
            </w:rPr>
          </w:pPr>
          <w:r w:rsidRPr="00F63739">
            <w:rPr>
              <w:rFonts w:ascii="Arial" w:hAnsi="Arial" w:cs="Arial"/>
              <w:b/>
              <w:sz w:val="22"/>
            </w:rPr>
            <w:t>C</w:t>
          </w:r>
          <w:r w:rsidRPr="005A09DB">
            <w:rPr>
              <w:rFonts w:ascii="Arial" w:hAnsi="Arial" w:cs="Arial"/>
              <w:b/>
              <w:caps/>
              <w:sz w:val="22"/>
            </w:rPr>
            <w:t>orrigé</w:t>
          </w:r>
        </w:p>
      </w:tc>
      <w:tc>
        <w:tcPr>
          <w:tcW w:w="6459" w:type="dxa"/>
          <w:gridSpan w:val="4"/>
          <w:vAlign w:val="center"/>
        </w:tcPr>
        <w:p w:rsidR="00397275" w:rsidRPr="00F63739" w:rsidRDefault="00397275">
          <w:pPr>
            <w:jc w:val="center"/>
            <w:rPr>
              <w:rFonts w:ascii="Arial" w:hAnsi="Arial" w:cs="Arial"/>
              <w:b/>
              <w:sz w:val="22"/>
            </w:rPr>
          </w:pPr>
          <w:r w:rsidRPr="00F63739">
            <w:rPr>
              <w:rFonts w:ascii="Arial" w:hAnsi="Arial" w:cs="Arial"/>
              <w:b/>
              <w:i/>
              <w:sz w:val="22"/>
            </w:rPr>
            <w:t>ÉPREUVE :</w:t>
          </w:r>
          <w:r w:rsidRPr="00F63739">
            <w:rPr>
              <w:rFonts w:ascii="Arial" w:hAnsi="Arial" w:cs="Arial"/>
              <w:b/>
              <w:sz w:val="22"/>
            </w:rPr>
            <w:t xml:space="preserve"> </w:t>
          </w:r>
          <w:r>
            <w:rPr>
              <w:rFonts w:ascii="Arial" w:hAnsi="Arial" w:cs="Arial"/>
              <w:b/>
              <w:sz w:val="22"/>
            </w:rPr>
            <w:t>ÉTUDE ET RÉALISATION D’UN ENSEMBLE CHAUDRONNÉ, DE TÔLERIE OU DE TUYAUTERIE</w:t>
          </w:r>
        </w:p>
        <w:p w:rsidR="00397275" w:rsidRPr="00F63739" w:rsidRDefault="00397275" w:rsidP="009A0D78">
          <w:pPr>
            <w:jc w:val="center"/>
            <w:rPr>
              <w:rFonts w:ascii="Arial" w:hAnsi="Arial" w:cs="Arial"/>
              <w:sz w:val="22"/>
            </w:rPr>
          </w:pPr>
          <w:r w:rsidRPr="00F63739">
            <w:rPr>
              <w:rFonts w:ascii="Arial" w:hAnsi="Arial" w:cs="Arial"/>
              <w:b/>
              <w:sz w:val="22"/>
            </w:rPr>
            <w:t>U 41</w:t>
          </w:r>
          <w:r>
            <w:rPr>
              <w:rFonts w:ascii="Arial" w:hAnsi="Arial" w:cs="Arial"/>
              <w:b/>
              <w:sz w:val="22"/>
            </w:rPr>
            <w:t>- DIMENSIONNEMENT ET VÉRIFICATION D’OUVRAGES</w:t>
          </w:r>
        </w:p>
      </w:tc>
    </w:tr>
    <w:tr w:rsidR="00397275" w:rsidRPr="00F63739">
      <w:trPr>
        <w:trHeight w:val="40"/>
      </w:trPr>
      <w:tc>
        <w:tcPr>
          <w:tcW w:w="1205" w:type="dxa"/>
          <w:vAlign w:val="center"/>
        </w:tcPr>
        <w:p w:rsidR="00397275" w:rsidRPr="00F63739" w:rsidRDefault="00397275">
          <w:pPr>
            <w:jc w:val="center"/>
            <w:rPr>
              <w:rFonts w:ascii="Arial" w:hAnsi="Arial" w:cs="Arial"/>
              <w:sz w:val="22"/>
            </w:rPr>
          </w:pPr>
          <w:r w:rsidRPr="00F63739">
            <w:rPr>
              <w:rFonts w:ascii="Arial" w:hAnsi="Arial" w:cs="Arial"/>
              <w:b/>
              <w:sz w:val="22"/>
            </w:rPr>
            <w:t>Durée : 4h</w:t>
          </w:r>
        </w:p>
      </w:tc>
      <w:tc>
        <w:tcPr>
          <w:tcW w:w="3544" w:type="dxa"/>
          <w:gridSpan w:val="3"/>
          <w:vAlign w:val="center"/>
        </w:tcPr>
        <w:p w:rsidR="00397275" w:rsidRPr="00F63739" w:rsidRDefault="00397275">
          <w:pPr>
            <w:jc w:val="center"/>
            <w:rPr>
              <w:rFonts w:ascii="Arial" w:hAnsi="Arial" w:cs="Arial"/>
              <w:b/>
              <w:sz w:val="22"/>
            </w:rPr>
          </w:pPr>
          <w:r>
            <w:rPr>
              <w:rFonts w:ascii="Arial" w:hAnsi="Arial" w:cs="Arial"/>
              <w:b/>
              <w:sz w:val="22"/>
            </w:rPr>
            <w:t>Coefficient : 3</w:t>
          </w:r>
        </w:p>
      </w:tc>
      <w:tc>
        <w:tcPr>
          <w:tcW w:w="2835" w:type="dxa"/>
          <w:gridSpan w:val="2"/>
          <w:vAlign w:val="center"/>
        </w:tcPr>
        <w:p w:rsidR="00397275" w:rsidRPr="00F63739" w:rsidRDefault="00397275" w:rsidP="00B23782">
          <w:pPr>
            <w:jc w:val="center"/>
            <w:rPr>
              <w:rFonts w:ascii="Arial" w:hAnsi="Arial" w:cs="Arial"/>
              <w:b/>
              <w:sz w:val="22"/>
            </w:rPr>
          </w:pPr>
          <w:r>
            <w:rPr>
              <w:rFonts w:ascii="Arial" w:hAnsi="Arial" w:cs="Arial"/>
              <w:b/>
              <w:sz w:val="22"/>
            </w:rPr>
            <w:t>Corrigé N°</w:t>
          </w:r>
          <w:r w:rsidRPr="00F63739">
            <w:rPr>
              <w:rFonts w:ascii="Arial" w:hAnsi="Arial" w:cs="Arial"/>
              <w:b/>
              <w:sz w:val="22"/>
            </w:rPr>
            <w:t xml:space="preserve"> </w:t>
          </w:r>
          <w:r>
            <w:rPr>
              <w:rFonts w:ascii="Arial" w:hAnsi="Arial" w:cs="Arial"/>
              <w:b/>
              <w:sz w:val="22"/>
            </w:rPr>
            <w:t>01ED15</w:t>
          </w:r>
        </w:p>
      </w:tc>
      <w:tc>
        <w:tcPr>
          <w:tcW w:w="1559" w:type="dxa"/>
          <w:vAlign w:val="center"/>
        </w:tcPr>
        <w:p w:rsidR="00397275" w:rsidRPr="00F63739" w:rsidRDefault="00397275" w:rsidP="00DC7C88">
          <w:pPr>
            <w:jc w:val="center"/>
            <w:rPr>
              <w:rFonts w:ascii="Arial" w:hAnsi="Arial" w:cs="Arial"/>
              <w:b/>
              <w:sz w:val="22"/>
            </w:rPr>
          </w:pPr>
          <w:r w:rsidRPr="00F63739">
            <w:rPr>
              <w:rFonts w:ascii="Arial" w:hAnsi="Arial" w:cs="Arial"/>
              <w:b/>
              <w:sz w:val="22"/>
            </w:rPr>
            <w:t>Page : 1</w:t>
          </w:r>
          <w:r w:rsidRPr="00F63739">
            <w:rPr>
              <w:rStyle w:val="Numrodepage"/>
              <w:rFonts w:ascii="Arial" w:hAnsi="Arial" w:cs="Arial"/>
              <w:b/>
              <w:sz w:val="22"/>
            </w:rPr>
            <w:t>/</w:t>
          </w:r>
          <w:r w:rsidR="00DC7C88">
            <w:rPr>
              <w:rStyle w:val="Numrodepage"/>
              <w:rFonts w:ascii="Arial" w:hAnsi="Arial" w:cs="Arial"/>
              <w:b/>
              <w:sz w:val="22"/>
            </w:rPr>
            <w:t>5</w:t>
          </w:r>
        </w:p>
      </w:tc>
    </w:tr>
  </w:tbl>
  <w:p w:rsidR="00397275" w:rsidRPr="00F63739" w:rsidRDefault="00397275">
    <w:pPr>
      <w:pStyle w:val="Pieddepage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B6A" w:rsidRDefault="00EC6B6A">
      <w:r>
        <w:separator/>
      </w:r>
    </w:p>
  </w:footnote>
  <w:footnote w:type="continuationSeparator" w:id="0">
    <w:p w:rsidR="00EC6B6A" w:rsidRDefault="00EC6B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66C5"/>
    <w:multiLevelType w:val="hybridMultilevel"/>
    <w:tmpl w:val="C1C07D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A2156"/>
    <w:multiLevelType w:val="hybridMultilevel"/>
    <w:tmpl w:val="B5BC5CBE"/>
    <w:lvl w:ilvl="0" w:tplc="55B0CAAC">
      <w:start w:val="3"/>
      <w:numFmt w:val="bullet"/>
      <w:lvlText w:val="-"/>
      <w:lvlJc w:val="left"/>
      <w:pPr>
        <w:ind w:left="297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0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30" w:hanging="360"/>
      </w:pPr>
      <w:rPr>
        <w:rFonts w:ascii="Wingdings" w:hAnsi="Wingdings" w:hint="default"/>
      </w:rPr>
    </w:lvl>
  </w:abstractNum>
  <w:abstractNum w:abstractNumId="2">
    <w:nsid w:val="0B212563"/>
    <w:multiLevelType w:val="hybridMultilevel"/>
    <w:tmpl w:val="98C2E0A0"/>
    <w:lvl w:ilvl="0" w:tplc="D5744CC6">
      <w:start w:val="6"/>
      <w:numFmt w:val="decimal"/>
      <w:lvlText w:val="1-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C000D">
      <w:start w:val="1"/>
      <w:numFmt w:val="bullet"/>
      <w:lvlText w:val=""/>
      <w:lvlJc w:val="left"/>
      <w:pPr>
        <w:tabs>
          <w:tab w:val="num" w:pos="1083"/>
        </w:tabs>
        <w:ind w:left="1083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3">
    <w:nsid w:val="0EBF746F"/>
    <w:multiLevelType w:val="hybridMultilevel"/>
    <w:tmpl w:val="4EC0982A"/>
    <w:lvl w:ilvl="0" w:tplc="16E6E072">
      <w:start w:val="1"/>
      <w:numFmt w:val="decimal"/>
      <w:lvlText w:val="1-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F57645"/>
    <w:multiLevelType w:val="hybridMultilevel"/>
    <w:tmpl w:val="570E281C"/>
    <w:lvl w:ilvl="0" w:tplc="D67613AE">
      <w:start w:val="3"/>
      <w:numFmt w:val="bullet"/>
      <w:lvlText w:val="-"/>
      <w:lvlJc w:val="left"/>
      <w:pPr>
        <w:ind w:left="30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60" w:hanging="360"/>
      </w:pPr>
      <w:rPr>
        <w:rFonts w:ascii="Wingdings" w:hAnsi="Wingdings" w:hint="default"/>
      </w:rPr>
    </w:lvl>
  </w:abstractNum>
  <w:abstractNum w:abstractNumId="5">
    <w:nsid w:val="2AB10E46"/>
    <w:multiLevelType w:val="hybridMultilevel"/>
    <w:tmpl w:val="2A520376"/>
    <w:lvl w:ilvl="0" w:tplc="040C000B">
      <w:start w:val="1"/>
      <w:numFmt w:val="bullet"/>
      <w:lvlText w:val=""/>
      <w:lvlJc w:val="left"/>
      <w:pPr>
        <w:ind w:left="78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6">
    <w:nsid w:val="316D6760"/>
    <w:multiLevelType w:val="hybridMultilevel"/>
    <w:tmpl w:val="2BA0EAD0"/>
    <w:lvl w:ilvl="0" w:tplc="E05A8B1E">
      <w:start w:val="5"/>
      <w:numFmt w:val="decimal"/>
      <w:lvlText w:val="1-%1"/>
      <w:lvlJc w:val="left"/>
      <w:pPr>
        <w:tabs>
          <w:tab w:val="num" w:pos="717"/>
        </w:tabs>
        <w:ind w:left="717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8886E5D"/>
    <w:multiLevelType w:val="hybridMultilevel"/>
    <w:tmpl w:val="FD066878"/>
    <w:lvl w:ilvl="0" w:tplc="61FED26A">
      <w:start w:val="1"/>
      <w:numFmt w:val="decimal"/>
      <w:lvlText w:val="%1.1"/>
      <w:lvlJc w:val="left"/>
      <w:pPr>
        <w:tabs>
          <w:tab w:val="num" w:pos="717"/>
        </w:tabs>
        <w:ind w:left="717" w:hanging="360"/>
      </w:pPr>
      <w:rPr>
        <w:rFonts w:hint="default"/>
        <w:b/>
        <w:bCs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020B93"/>
    <w:multiLevelType w:val="hybridMultilevel"/>
    <w:tmpl w:val="D3FE3320"/>
    <w:lvl w:ilvl="0" w:tplc="F7B0C80C">
      <w:start w:val="1"/>
      <w:numFmt w:val="decimal"/>
      <w:lvlText w:val="%1"/>
      <w:lvlJc w:val="left"/>
      <w:pPr>
        <w:tabs>
          <w:tab w:val="num" w:pos="720"/>
        </w:tabs>
        <w:ind w:left="924" w:hanging="567"/>
      </w:pPr>
      <w:rPr>
        <w:rFonts w:hint="default"/>
        <w:sz w:val="24"/>
        <w:szCs w:val="24"/>
      </w:rPr>
    </w:lvl>
    <w:lvl w:ilvl="1" w:tplc="16E6E072">
      <w:start w:val="1"/>
      <w:numFmt w:val="decimal"/>
      <w:lvlText w:val="1-%2"/>
      <w:lvlJc w:val="left"/>
      <w:pPr>
        <w:tabs>
          <w:tab w:val="num" w:pos="900"/>
        </w:tabs>
        <w:ind w:left="900" w:hanging="360"/>
      </w:pPr>
      <w:rPr>
        <w:rFonts w:hint="default"/>
        <w:b w:val="0"/>
        <w:sz w:val="24"/>
        <w:szCs w:val="24"/>
      </w:rPr>
    </w:lvl>
    <w:lvl w:ilvl="2" w:tplc="BCACBDCA">
      <w:start w:val="1"/>
      <w:numFmt w:val="decimal"/>
      <w:lvlText w:val="4-%3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49361A"/>
    <w:multiLevelType w:val="multilevel"/>
    <w:tmpl w:val="860E539A"/>
    <w:lvl w:ilvl="0">
      <w:start w:val="1"/>
      <w:numFmt w:val="decimal"/>
      <w:lvlText w:val="%1"/>
      <w:lvlJc w:val="left"/>
      <w:pPr>
        <w:ind w:left="435" w:hanging="435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1-%2"/>
      <w:lvlJc w:val="left"/>
      <w:pPr>
        <w:ind w:left="435" w:hanging="435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ascii="Times New Roman" w:eastAsia="Times New Roman" w:hAnsi="Times New Roman" w:cs="Times New Roman" w:hint="default"/>
        <w:b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ascii="Times New Roman" w:eastAsia="Times New Roman" w:hAnsi="Times New Roman" w:cs="Times New Roman" w:hint="default"/>
        <w:b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ascii="Times New Roman" w:eastAsia="Times New Roman" w:hAnsi="Times New Roman" w:cs="Times New Roman" w:hint="default"/>
        <w:b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ascii="Times New Roman" w:eastAsia="Times New Roman" w:hAnsi="Times New Roman" w:cs="Times New Roman" w:hint="default"/>
        <w:b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ascii="Times New Roman" w:eastAsia="Times New Roman" w:hAnsi="Times New Roman" w:cs="Times New Roman" w:hint="default"/>
        <w:b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ascii="Times New Roman" w:eastAsia="Times New Roman" w:hAnsi="Times New Roman" w:cs="Times New Roman" w:hint="default"/>
        <w:b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ascii="Times New Roman" w:eastAsia="Times New Roman" w:hAnsi="Times New Roman" w:cs="Times New Roman" w:hint="default"/>
        <w:b/>
      </w:rPr>
    </w:lvl>
  </w:abstractNum>
  <w:abstractNum w:abstractNumId="10">
    <w:nsid w:val="57634843"/>
    <w:multiLevelType w:val="hybridMultilevel"/>
    <w:tmpl w:val="7FF0A4CA"/>
    <w:lvl w:ilvl="0" w:tplc="E78A5B5C">
      <w:start w:val="1"/>
      <w:numFmt w:val="decimal"/>
      <w:lvlText w:val="%1.4"/>
      <w:lvlJc w:val="left"/>
      <w:pPr>
        <w:tabs>
          <w:tab w:val="num" w:pos="900"/>
        </w:tabs>
        <w:ind w:left="900" w:hanging="360"/>
      </w:pPr>
      <w:rPr>
        <w:rFonts w:hint="default"/>
        <w:b w:val="0"/>
        <w:sz w:val="24"/>
        <w:szCs w:val="24"/>
      </w:rPr>
    </w:lvl>
    <w:lvl w:ilvl="1" w:tplc="4C6C53CE">
      <w:start w:val="1"/>
      <w:numFmt w:val="decimal"/>
      <w:lvlText w:val="%2-2"/>
      <w:lvlJc w:val="left"/>
      <w:pPr>
        <w:tabs>
          <w:tab w:val="num" w:pos="1440"/>
        </w:tabs>
        <w:ind w:left="1440" w:hanging="360"/>
      </w:pPr>
      <w:rPr>
        <w:rFonts w:hint="default"/>
        <w:b/>
        <w:sz w:val="24"/>
        <w:szCs w:val="24"/>
      </w:rPr>
    </w:lvl>
    <w:lvl w:ilvl="2" w:tplc="7AC8DD7C">
      <w:start w:val="1"/>
      <w:numFmt w:val="decimal"/>
      <w:lvlText w:val="%3-3"/>
      <w:lvlJc w:val="left"/>
      <w:pPr>
        <w:tabs>
          <w:tab w:val="num" w:pos="2340"/>
        </w:tabs>
        <w:ind w:left="2340" w:hanging="360"/>
      </w:pPr>
      <w:rPr>
        <w:rFonts w:hint="default"/>
        <w:b/>
        <w:sz w:val="24"/>
        <w:szCs w:val="24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2C72DAD"/>
    <w:multiLevelType w:val="hybridMultilevel"/>
    <w:tmpl w:val="9496C1D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9C09C8"/>
    <w:multiLevelType w:val="hybridMultilevel"/>
    <w:tmpl w:val="70C23730"/>
    <w:lvl w:ilvl="0" w:tplc="895E79CC">
      <w:start w:val="4"/>
      <w:numFmt w:val="decimal"/>
      <w:lvlText w:val="1-%1"/>
      <w:lvlJc w:val="left"/>
      <w:pPr>
        <w:tabs>
          <w:tab w:val="num" w:pos="717"/>
        </w:tabs>
        <w:ind w:left="717" w:hanging="360"/>
      </w:pPr>
      <w:rPr>
        <w:rFonts w:hint="default"/>
        <w:b/>
        <w:bCs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F153658"/>
    <w:multiLevelType w:val="hybridMultilevel"/>
    <w:tmpl w:val="10C262FA"/>
    <w:lvl w:ilvl="0" w:tplc="040C000B">
      <w:start w:val="1"/>
      <w:numFmt w:val="bullet"/>
      <w:lvlText w:val=""/>
      <w:lvlJc w:val="left"/>
      <w:pPr>
        <w:ind w:left="115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4">
    <w:nsid w:val="73BA0103"/>
    <w:multiLevelType w:val="hybridMultilevel"/>
    <w:tmpl w:val="FA9E0C52"/>
    <w:lvl w:ilvl="0" w:tplc="040C000D">
      <w:start w:val="1"/>
      <w:numFmt w:val="bullet"/>
      <w:lvlText w:val="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12"/>
  </w:num>
  <w:num w:numId="5">
    <w:abstractNumId w:val="6"/>
  </w:num>
  <w:num w:numId="6">
    <w:abstractNumId w:val="2"/>
  </w:num>
  <w:num w:numId="7">
    <w:abstractNumId w:val="14"/>
  </w:num>
  <w:num w:numId="8">
    <w:abstractNumId w:val="5"/>
  </w:num>
  <w:num w:numId="9">
    <w:abstractNumId w:val="0"/>
  </w:num>
  <w:num w:numId="10">
    <w:abstractNumId w:val="9"/>
  </w:num>
  <w:num w:numId="11">
    <w:abstractNumId w:val="13"/>
  </w:num>
  <w:num w:numId="12">
    <w:abstractNumId w:val="3"/>
  </w:num>
  <w:num w:numId="13">
    <w:abstractNumId w:val="11"/>
  </w:num>
  <w:num w:numId="14">
    <w:abstractNumId w:val="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2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B6A"/>
    <w:rsid w:val="00033715"/>
    <w:rsid w:val="00056682"/>
    <w:rsid w:val="00063412"/>
    <w:rsid w:val="000B61B1"/>
    <w:rsid w:val="000D6F99"/>
    <w:rsid w:val="000F0BE7"/>
    <w:rsid w:val="00120EB0"/>
    <w:rsid w:val="00174AFE"/>
    <w:rsid w:val="001D1DFB"/>
    <w:rsid w:val="00260CA7"/>
    <w:rsid w:val="0028699B"/>
    <w:rsid w:val="0030343C"/>
    <w:rsid w:val="00305A5B"/>
    <w:rsid w:val="003515E3"/>
    <w:rsid w:val="00361165"/>
    <w:rsid w:val="00372849"/>
    <w:rsid w:val="0039627C"/>
    <w:rsid w:val="00397275"/>
    <w:rsid w:val="003975F5"/>
    <w:rsid w:val="003F0CEB"/>
    <w:rsid w:val="0048016F"/>
    <w:rsid w:val="004815EC"/>
    <w:rsid w:val="005117F1"/>
    <w:rsid w:val="00552029"/>
    <w:rsid w:val="00594590"/>
    <w:rsid w:val="005976D8"/>
    <w:rsid w:val="00597AEE"/>
    <w:rsid w:val="005A09DB"/>
    <w:rsid w:val="005D5243"/>
    <w:rsid w:val="005E1C79"/>
    <w:rsid w:val="00616FEB"/>
    <w:rsid w:val="00625D8E"/>
    <w:rsid w:val="00667976"/>
    <w:rsid w:val="00697F5C"/>
    <w:rsid w:val="006B0189"/>
    <w:rsid w:val="006E15A2"/>
    <w:rsid w:val="007C65CD"/>
    <w:rsid w:val="007D13EF"/>
    <w:rsid w:val="007D5DC6"/>
    <w:rsid w:val="007F434E"/>
    <w:rsid w:val="0090154D"/>
    <w:rsid w:val="00923A6A"/>
    <w:rsid w:val="009372CC"/>
    <w:rsid w:val="00965D05"/>
    <w:rsid w:val="00966238"/>
    <w:rsid w:val="009A0D78"/>
    <w:rsid w:val="009A356E"/>
    <w:rsid w:val="009C2D08"/>
    <w:rsid w:val="009D03D6"/>
    <w:rsid w:val="00A6295D"/>
    <w:rsid w:val="00A86366"/>
    <w:rsid w:val="00AD090B"/>
    <w:rsid w:val="00AE0CCB"/>
    <w:rsid w:val="00B23782"/>
    <w:rsid w:val="00B66ABB"/>
    <w:rsid w:val="00B71640"/>
    <w:rsid w:val="00B74854"/>
    <w:rsid w:val="00B82335"/>
    <w:rsid w:val="00C50A7D"/>
    <w:rsid w:val="00D1266B"/>
    <w:rsid w:val="00D72AA9"/>
    <w:rsid w:val="00DC7C88"/>
    <w:rsid w:val="00E47B7A"/>
    <w:rsid w:val="00E85A41"/>
    <w:rsid w:val="00E95B3E"/>
    <w:rsid w:val="00EC6B6A"/>
    <w:rsid w:val="00ED3FFD"/>
    <w:rsid w:val="00F17B7A"/>
    <w:rsid w:val="00F32234"/>
    <w:rsid w:val="00F63739"/>
    <w:rsid w:val="00F969FD"/>
    <w:rsid w:val="00FB5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Para">
    <w:name w:val="Para"/>
    <w:basedOn w:val="Normal"/>
    <w:pPr>
      <w:ind w:firstLine="567"/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Titre1">
    <w:name w:val="Titre1"/>
    <w:basedOn w:val="Normal"/>
    <w:pPr>
      <w:ind w:left="284" w:hanging="284"/>
      <w:jc w:val="both"/>
    </w:pPr>
    <w:rPr>
      <w:rFonts w:ascii="Arial" w:hAnsi="Arial" w:cs="Arial"/>
      <w:b/>
      <w:bCs/>
      <w:smallCaps/>
      <w:sz w:val="24"/>
      <w:szCs w:val="24"/>
      <w:u w:val="single"/>
    </w:rPr>
  </w:style>
  <w:style w:type="paragraph" w:customStyle="1" w:styleId="Titre3">
    <w:name w:val="Titre3"/>
    <w:basedOn w:val="Normal"/>
    <w:pPr>
      <w:ind w:left="568" w:hanging="284"/>
      <w:jc w:val="both"/>
    </w:pPr>
    <w:rPr>
      <w:rFonts w:ascii="Arial" w:hAnsi="Arial" w:cs="Arial"/>
      <w:b/>
      <w:bCs/>
      <w:sz w:val="24"/>
      <w:szCs w:val="24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rsid w:val="007C6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6B018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6B0189"/>
    <w:rPr>
      <w:rFonts w:ascii="Tahoma" w:hAnsi="Tahoma" w:cs="Tahoma"/>
      <w:sz w:val="16"/>
      <w:szCs w:val="16"/>
      <w:lang w:eastAsia="zh-CN"/>
    </w:rPr>
  </w:style>
  <w:style w:type="character" w:styleId="Textedelespacerserv">
    <w:name w:val="Placeholder Text"/>
    <w:basedOn w:val="Policepardfaut"/>
    <w:uiPriority w:val="99"/>
    <w:semiHidden/>
    <w:rsid w:val="00B71640"/>
    <w:rPr>
      <w:color w:val="808080"/>
    </w:rPr>
  </w:style>
  <w:style w:type="paragraph" w:styleId="Paragraphedeliste">
    <w:name w:val="List Paragraph"/>
    <w:basedOn w:val="Normal"/>
    <w:uiPriority w:val="34"/>
    <w:qFormat/>
    <w:rsid w:val="00AE0CCB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rsid w:val="00E47B7A"/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Para">
    <w:name w:val="Para"/>
    <w:basedOn w:val="Normal"/>
    <w:pPr>
      <w:ind w:firstLine="567"/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Titre1">
    <w:name w:val="Titre1"/>
    <w:basedOn w:val="Normal"/>
    <w:pPr>
      <w:ind w:left="284" w:hanging="284"/>
      <w:jc w:val="both"/>
    </w:pPr>
    <w:rPr>
      <w:rFonts w:ascii="Arial" w:hAnsi="Arial" w:cs="Arial"/>
      <w:b/>
      <w:bCs/>
      <w:smallCaps/>
      <w:sz w:val="24"/>
      <w:szCs w:val="24"/>
      <w:u w:val="single"/>
    </w:rPr>
  </w:style>
  <w:style w:type="paragraph" w:customStyle="1" w:styleId="Titre3">
    <w:name w:val="Titre3"/>
    <w:basedOn w:val="Normal"/>
    <w:pPr>
      <w:ind w:left="568" w:hanging="284"/>
      <w:jc w:val="both"/>
    </w:pPr>
    <w:rPr>
      <w:rFonts w:ascii="Arial" w:hAnsi="Arial" w:cs="Arial"/>
      <w:b/>
      <w:bCs/>
      <w:sz w:val="24"/>
      <w:szCs w:val="24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rsid w:val="007C6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6B018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6B0189"/>
    <w:rPr>
      <w:rFonts w:ascii="Tahoma" w:hAnsi="Tahoma" w:cs="Tahoma"/>
      <w:sz w:val="16"/>
      <w:szCs w:val="16"/>
      <w:lang w:eastAsia="zh-CN"/>
    </w:rPr>
  </w:style>
  <w:style w:type="character" w:styleId="Textedelespacerserv">
    <w:name w:val="Placeholder Text"/>
    <w:basedOn w:val="Policepardfaut"/>
    <w:uiPriority w:val="99"/>
    <w:semiHidden/>
    <w:rsid w:val="00B71640"/>
    <w:rPr>
      <w:color w:val="808080"/>
    </w:rPr>
  </w:style>
  <w:style w:type="paragraph" w:styleId="Paragraphedeliste">
    <w:name w:val="List Paragraph"/>
    <w:basedOn w:val="Normal"/>
    <w:uiPriority w:val="34"/>
    <w:qFormat/>
    <w:rsid w:val="00AE0CCB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rsid w:val="00E47B7A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10" Type="http://schemas.openxmlformats.org/officeDocument/2006/relationships/image" Target="media/image2.wmf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6.wmf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01ED15-V3-18Nov\01ED15-COR%20nov%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D9054-F5E0-4566-99CE-EB0FEB1E9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01ED15-COR nov 12.dotx</Template>
  <TotalTime>30</TotalTime>
  <Pages>5</Pages>
  <Words>901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BREVET DE TECHNICIEN SUPÉRIEUR</vt:lpstr>
    </vt:vector>
  </TitlesOfParts>
  <Company>DEXACO</Company>
  <LinksUpToDate>false</LinksUpToDate>
  <CharactersWithSpaces>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BREVET DE TECHNICIEN SUPÉRIEUR</dc:title>
  <dc:creator>Eric</dc:creator>
  <cp:lastModifiedBy>educhemin</cp:lastModifiedBy>
  <cp:revision>5</cp:revision>
  <cp:lastPrinted>2015-06-08T13:39:00Z</cp:lastPrinted>
  <dcterms:created xsi:type="dcterms:W3CDTF">2014-11-18T14:15:00Z</dcterms:created>
  <dcterms:modified xsi:type="dcterms:W3CDTF">2015-06-08T13:39:00Z</dcterms:modified>
</cp:coreProperties>
</file>