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6C6" w:rsidRDefault="00F276C6" w:rsidP="0045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 xml:space="preserve">BREVET DE TECHNICIEN </w:t>
      </w:r>
      <w:r w:rsidR="00C973D1">
        <w:rPr>
          <w:rFonts w:ascii="Tahoma" w:hAnsi="Tahoma" w:cs="Tahoma"/>
          <w:b/>
          <w:bCs/>
          <w:sz w:val="40"/>
          <w:szCs w:val="40"/>
        </w:rPr>
        <w:t>SUPÉRIEUR</w:t>
      </w:r>
    </w:p>
    <w:p w:rsidR="00F276C6" w:rsidRDefault="00F276C6" w:rsidP="00453199">
      <w:pPr>
        <w:rPr>
          <w:rFonts w:ascii="Tahoma" w:hAnsi="Tahoma" w:cs="Tahoma"/>
        </w:rPr>
      </w:pPr>
    </w:p>
    <w:p w:rsidR="00F276C6" w:rsidRDefault="00F276C6" w:rsidP="00453199">
      <w:pPr>
        <w:rPr>
          <w:rFonts w:ascii="Tahoma" w:hAnsi="Tahoma" w:cs="Tahoma"/>
        </w:rPr>
      </w:pPr>
    </w:p>
    <w:p w:rsidR="00F276C6" w:rsidRDefault="00F276C6" w:rsidP="00453199">
      <w:pPr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44"/>
          <w:szCs w:val="36"/>
        </w:rPr>
        <w:t>I</w:t>
      </w:r>
      <w:r>
        <w:rPr>
          <w:rFonts w:ascii="Tahoma" w:hAnsi="Tahoma" w:cs="Tahoma"/>
          <w:b/>
          <w:bCs/>
          <w:color w:val="808080"/>
          <w:sz w:val="36"/>
          <w:szCs w:val="36"/>
        </w:rPr>
        <w:t xml:space="preserve">NDUSTRIALISATION DES </w:t>
      </w:r>
      <w:r>
        <w:rPr>
          <w:rFonts w:ascii="Tahoma" w:hAnsi="Tahoma" w:cs="Tahoma"/>
          <w:b/>
          <w:bCs/>
          <w:sz w:val="44"/>
          <w:szCs w:val="36"/>
        </w:rPr>
        <w:t>P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RODUITS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 w:rsidR="00C973D1">
        <w:rPr>
          <w:rFonts w:ascii="Tahoma" w:hAnsi="Tahoma" w:cs="Tahoma"/>
          <w:b/>
          <w:bCs/>
          <w:sz w:val="44"/>
          <w:szCs w:val="36"/>
        </w:rPr>
        <w:t>M</w:t>
      </w:r>
      <w:r w:rsidR="00C973D1">
        <w:rPr>
          <w:rFonts w:ascii="Tahoma" w:hAnsi="Tahoma" w:cs="Tahoma"/>
          <w:b/>
          <w:bCs/>
          <w:color w:val="808080"/>
          <w:sz w:val="36"/>
          <w:szCs w:val="36"/>
        </w:rPr>
        <w:t>ÉCANIQUES</w:t>
      </w:r>
    </w:p>
    <w:p w:rsidR="00F276C6" w:rsidRDefault="00F276C6" w:rsidP="00453199">
      <w:pPr>
        <w:rPr>
          <w:rFonts w:ascii="Tahoma" w:hAnsi="Tahoma" w:cs="Tahoma"/>
          <w:b/>
          <w:bCs/>
        </w:rPr>
      </w:pPr>
    </w:p>
    <w:p w:rsidR="00F276C6" w:rsidRDefault="00F276C6" w:rsidP="00453199">
      <w:pPr>
        <w:rPr>
          <w:rFonts w:ascii="Tahoma" w:hAnsi="Tahoma" w:cs="Tahoma"/>
          <w:b/>
          <w:bCs/>
        </w:rPr>
      </w:pPr>
    </w:p>
    <w:p w:rsidR="00F276C6" w:rsidRDefault="00F276C6" w:rsidP="00453199">
      <w:pPr>
        <w:jc w:val="center"/>
        <w:rPr>
          <w:rFonts w:ascii="Tahoma" w:hAnsi="Tahoma" w:cs="Tahoma"/>
          <w:b/>
          <w:bCs/>
          <w:sz w:val="44"/>
          <w:szCs w:val="44"/>
        </w:rPr>
      </w:pPr>
      <w:r>
        <w:rPr>
          <w:rFonts w:ascii="Tahoma" w:hAnsi="Tahoma" w:cs="Tahoma"/>
          <w:b/>
          <w:bCs/>
          <w:sz w:val="44"/>
          <w:szCs w:val="44"/>
        </w:rPr>
        <w:t xml:space="preserve">E4 : </w:t>
      </w:r>
      <w:r w:rsidR="00C973D1">
        <w:rPr>
          <w:rFonts w:ascii="Tahoma" w:hAnsi="Tahoma" w:cs="Tahoma"/>
          <w:b/>
          <w:bCs/>
          <w:sz w:val="44"/>
          <w:szCs w:val="44"/>
        </w:rPr>
        <w:t>ÉTUDE</w:t>
      </w:r>
      <w:r>
        <w:rPr>
          <w:rFonts w:ascii="Tahoma" w:hAnsi="Tahoma" w:cs="Tahoma"/>
          <w:b/>
          <w:bCs/>
          <w:sz w:val="44"/>
          <w:szCs w:val="44"/>
        </w:rPr>
        <w:t xml:space="preserve"> DE </w:t>
      </w:r>
      <w:proofErr w:type="spellStart"/>
      <w:r>
        <w:rPr>
          <w:rFonts w:ascii="Tahoma" w:hAnsi="Tahoma" w:cs="Tahoma"/>
          <w:b/>
          <w:bCs/>
          <w:sz w:val="44"/>
          <w:szCs w:val="44"/>
        </w:rPr>
        <w:t>PR</w:t>
      </w:r>
      <w:r w:rsidR="00C973D1">
        <w:rPr>
          <w:rFonts w:ascii="Tahoma" w:hAnsi="Tahoma" w:cs="Tahoma"/>
          <w:b/>
          <w:bCs/>
          <w:sz w:val="44"/>
          <w:szCs w:val="44"/>
        </w:rPr>
        <w:t>É</w:t>
      </w:r>
      <w:r>
        <w:rPr>
          <w:rFonts w:ascii="Tahoma" w:hAnsi="Tahoma" w:cs="Tahoma"/>
          <w:b/>
          <w:bCs/>
          <w:sz w:val="44"/>
          <w:szCs w:val="44"/>
        </w:rPr>
        <w:t>INDUSTRIALISATION</w:t>
      </w:r>
      <w:proofErr w:type="spellEnd"/>
    </w:p>
    <w:p w:rsidR="00F276C6" w:rsidRDefault="00F276C6" w:rsidP="00453199">
      <w:pPr>
        <w:rPr>
          <w:rFonts w:ascii="Tahoma" w:hAnsi="Tahoma" w:cs="Tahoma"/>
          <w:b/>
          <w:bCs/>
        </w:rPr>
      </w:pPr>
    </w:p>
    <w:p w:rsidR="00F276C6" w:rsidRDefault="00F276C6" w:rsidP="00453199">
      <w:pPr>
        <w:ind w:left="2124"/>
        <w:rPr>
          <w:rFonts w:ascii="Tahoma" w:hAnsi="Tahoma" w:cs="Tahoma"/>
          <w:i/>
          <w:iCs/>
        </w:rPr>
      </w:pPr>
    </w:p>
    <w:p w:rsidR="00F276C6" w:rsidRDefault="00F276C6" w:rsidP="00453199">
      <w:pPr>
        <w:ind w:left="2124"/>
        <w:rPr>
          <w:rFonts w:ascii="Tahoma" w:hAnsi="Tahoma" w:cs="Tahoma"/>
          <w:i/>
          <w:iCs/>
        </w:rPr>
      </w:pPr>
    </w:p>
    <w:p w:rsidR="00F276C6" w:rsidRDefault="00F276C6" w:rsidP="00453199">
      <w:pPr>
        <w:ind w:left="2124"/>
        <w:rPr>
          <w:rFonts w:ascii="Tahoma" w:hAnsi="Tahoma" w:cs="Tahoma"/>
          <w:i/>
          <w:iCs/>
        </w:rPr>
      </w:pPr>
    </w:p>
    <w:p w:rsidR="00F276C6" w:rsidRDefault="00F276C6" w:rsidP="00453199">
      <w:pPr>
        <w:ind w:left="2124"/>
        <w:rPr>
          <w:rFonts w:ascii="Tahoma" w:hAnsi="Tahoma" w:cs="Tahoma"/>
          <w:i/>
          <w:iCs/>
        </w:rPr>
      </w:pPr>
    </w:p>
    <w:p w:rsidR="00F276C6" w:rsidRDefault="00F276C6" w:rsidP="00453199">
      <w:pPr>
        <w:rPr>
          <w:rFonts w:ascii="Tahoma" w:hAnsi="Tahoma" w:cs="Tahoma"/>
        </w:rPr>
      </w:pPr>
    </w:p>
    <w:p w:rsidR="00F276C6" w:rsidRDefault="00F276C6" w:rsidP="00453199">
      <w:pPr>
        <w:rPr>
          <w:rFonts w:ascii="Tahoma" w:hAnsi="Tahoma" w:cs="Tahoma"/>
        </w:rPr>
      </w:pPr>
    </w:p>
    <w:p w:rsidR="00F276C6" w:rsidRDefault="00F276C6" w:rsidP="00453199">
      <w:pPr>
        <w:jc w:val="center"/>
        <w:rPr>
          <w:rFonts w:ascii="Tahoma" w:hAnsi="Tahoma" w:cs="Tahoma"/>
          <w:b/>
          <w:bCs/>
          <w:sz w:val="48"/>
          <w:szCs w:val="48"/>
        </w:rPr>
      </w:pPr>
      <w:r>
        <w:rPr>
          <w:rFonts w:ascii="Tahoma" w:hAnsi="Tahoma" w:cs="Tahoma"/>
          <w:b/>
          <w:bCs/>
          <w:sz w:val="48"/>
          <w:szCs w:val="48"/>
        </w:rPr>
        <w:t xml:space="preserve">DOSSIER </w:t>
      </w:r>
      <w:r w:rsidR="00C973D1">
        <w:rPr>
          <w:rFonts w:ascii="Tahoma" w:hAnsi="Tahoma" w:cs="Tahoma"/>
          <w:b/>
          <w:bCs/>
          <w:sz w:val="48"/>
          <w:szCs w:val="48"/>
        </w:rPr>
        <w:t>RÉPONSE</w:t>
      </w:r>
    </w:p>
    <w:p w:rsidR="00F276C6" w:rsidRDefault="00F276C6" w:rsidP="00453199">
      <w:pPr>
        <w:rPr>
          <w:rFonts w:ascii="Tahoma" w:hAnsi="Tahoma" w:cs="Tahoma"/>
        </w:rPr>
      </w:pPr>
    </w:p>
    <w:p w:rsidR="00F276C6" w:rsidRDefault="00F276C6" w:rsidP="00453199">
      <w:pPr>
        <w:rPr>
          <w:rFonts w:ascii="Tahoma" w:hAnsi="Tahoma" w:cs="Tahoma"/>
        </w:rPr>
      </w:pPr>
    </w:p>
    <w:p w:rsidR="00F276C6" w:rsidRDefault="00F276C6" w:rsidP="00453199">
      <w:pPr>
        <w:rPr>
          <w:rFonts w:ascii="Tahoma" w:hAnsi="Tahoma" w:cs="Tahoma"/>
        </w:rPr>
      </w:pPr>
    </w:p>
    <w:p w:rsidR="00F276C6" w:rsidRDefault="00F276C6" w:rsidP="00453199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Contenu du dossier : 19 documents dont 4 formats A3</w:t>
      </w:r>
    </w:p>
    <w:p w:rsidR="00F276C6" w:rsidRPr="00952FE8" w:rsidRDefault="00F276C6" w:rsidP="00952FE8">
      <w:pPr>
        <w:pStyle w:val="Titre1"/>
        <w:numPr>
          <w:ilvl w:val="0"/>
          <w:numId w:val="4"/>
        </w:numPr>
        <w:rPr>
          <w:color w:val="FFFFFF"/>
        </w:rPr>
      </w:pPr>
    </w:p>
    <w:p w:rsidR="00F276C6" w:rsidRPr="00952FE8" w:rsidRDefault="00F276C6" w:rsidP="00952FE8">
      <w:pPr>
        <w:pStyle w:val="Titre1"/>
        <w:numPr>
          <w:ilvl w:val="0"/>
          <w:numId w:val="4"/>
        </w:numPr>
        <w:rPr>
          <w:color w:val="FFFFFF"/>
        </w:rPr>
      </w:pPr>
    </w:p>
    <w:p w:rsidR="00F276C6" w:rsidRDefault="00F276C6" w:rsidP="0053654B"/>
    <w:p w:rsidR="00F276C6" w:rsidRDefault="00F276C6" w:rsidP="0053654B">
      <w:pPr>
        <w:sectPr w:rsidR="00F276C6" w:rsidSect="00B148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077" w:bottom="1440" w:left="1077" w:header="708" w:footer="708" w:gutter="0"/>
          <w:cols w:space="708"/>
          <w:rtlGutter/>
          <w:docGrid w:linePitch="360"/>
        </w:sectPr>
      </w:pPr>
    </w:p>
    <w:p w:rsidR="00F276C6" w:rsidRDefault="00BD0A9E" w:rsidP="001D005D">
      <w:pPr>
        <w:pStyle w:val="Titre1"/>
        <w:numPr>
          <w:ilvl w:val="0"/>
          <w:numId w:val="4"/>
        </w:numPr>
      </w:pPr>
      <w:r>
        <w:rPr>
          <w:noProof/>
          <w:lang w:eastAsia="fr-FR"/>
        </w:rPr>
        <w:lastRenderedPageBreak/>
        <w:pict>
          <v:group id="_x0000_s1026" style="position:absolute;left:0;text-align:left;margin-left:667.95pt;margin-top:96.75pt;width:400.6pt;height:43.8pt;z-index:251655168" coordorigin="14803,3260" coordsize="8012,87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1889;top:3627;width:926;height:509" o:regroupid="15" filled="f" stroked="f">
              <v:textbox>
                <w:txbxContent>
                  <w:p w:rsidR="00F276C6" w:rsidRPr="00930465" w:rsidRDefault="00F276C6">
                    <w:pPr>
                      <w:rPr>
                        <w:sz w:val="16"/>
                        <w:szCs w:val="16"/>
                      </w:rPr>
                    </w:pPr>
                    <w:proofErr w:type="gramStart"/>
                    <w:r w:rsidRPr="00930465">
                      <w:rPr>
                        <w:sz w:val="16"/>
                        <w:szCs w:val="16"/>
                      </w:rPr>
                      <w:t>temps</w:t>
                    </w:r>
                    <w:proofErr w:type="gramEnd"/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14830;top:4012;width:7581;height:0" o:connectortype="straight" o:regroupid="16">
              <v:stroke endarrow="block"/>
            </v:shape>
            <v:shape id="_x0000_s1029" type="#_x0000_t32" style="position:absolute;left:14803;top:3260;width:655;height:0" o:connectortype="straight" o:regroupid="16"/>
            <v:shape id="_x0000_s1030" type="#_x0000_t32" style="position:absolute;left:15464;top:3266;width:0;height:754" o:connectortype="straight" o:regroupid="16">
              <v:stroke endarrow="block"/>
            </v:shape>
          </v:group>
        </w:pict>
      </w:r>
      <w:r w:rsidR="00F276C6">
        <w:t xml:space="preserve">Problématique : Comment </w:t>
      </w:r>
      <w:proofErr w:type="gramStart"/>
      <w:r w:rsidR="00F276C6">
        <w:t>identifier</w:t>
      </w:r>
      <w:proofErr w:type="gramEnd"/>
      <w:r w:rsidR="00F276C6">
        <w:t xml:space="preserve"> les surfaces fonctionnelles du flasque ?</w:t>
      </w:r>
    </w:p>
    <w:p w:rsidR="00F276C6" w:rsidRDefault="00F276C6" w:rsidP="0053654B">
      <w:pPr>
        <w:pStyle w:val="Titre2"/>
        <w:numPr>
          <w:ilvl w:val="1"/>
          <w:numId w:val="4"/>
        </w:numPr>
      </w:pPr>
    </w:p>
    <w:p w:rsidR="00F276C6" w:rsidRDefault="00F276C6" w:rsidP="00641162">
      <w:pPr>
        <w:sectPr w:rsidR="00F276C6" w:rsidSect="00E67FA8">
          <w:headerReference w:type="default" r:id="rId13"/>
          <w:footerReference w:type="default" r:id="rId14"/>
          <w:pgSz w:w="23814" w:h="16839" w:orient="landscape" w:code="8"/>
          <w:pgMar w:top="1077" w:right="1440" w:bottom="1077" w:left="1440" w:header="708" w:footer="708" w:gutter="0"/>
          <w:pgNumType w:start="1"/>
          <w:cols w:space="708"/>
          <w:docGrid w:linePitch="360"/>
        </w:sectPr>
      </w:pPr>
    </w:p>
    <w:p w:rsidR="00F276C6" w:rsidRPr="00641162" w:rsidRDefault="00F276C6" w:rsidP="006411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3402"/>
        <w:gridCol w:w="3544"/>
        <w:gridCol w:w="1559"/>
      </w:tblGrid>
      <w:tr w:rsidR="00F276C6" w:rsidTr="00404FE5">
        <w:tc>
          <w:tcPr>
            <w:tcW w:w="1526" w:type="dxa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1" o:spid="_x0000_i1025" type="#_x0000_t75" style="width:30.75pt;height:41.25pt;visibility:visible">
                  <v:imagedata r:id="rId15" o:title="" croptop="36689f" cropbottom="15683f" cropleft="23856f" cropright="36210f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Roulement 1</w:t>
            </w:r>
          </w:p>
        </w:tc>
        <w:tc>
          <w:tcPr>
            <w:tcW w:w="3402" w:type="dxa"/>
            <w:vMerge w:val="restart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_x0000_i1026" type="#_x0000_t75" style="width:92.25pt;height:123.75pt;visibility:visible">
                  <v:imagedata r:id="rId15" o:title="" croptop="12618f" cropbottom="16401f" cropleft="31860f" cropright="20007f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Flasque 1</w:t>
            </w:r>
          </w:p>
        </w:tc>
        <w:tc>
          <w:tcPr>
            <w:tcW w:w="3544" w:type="dxa"/>
            <w:vMerge w:val="restart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Image 19" o:spid="_x0000_i1027" type="#_x0000_t75" style="width:132.75pt;height:108pt;visibility:visible">
                  <v:imagedata r:id="rId16" o:title="" cropbottom="33458f" cropleft="39529f" cropright="6645f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Fût en carbone</w:t>
            </w:r>
          </w:p>
        </w:tc>
        <w:tc>
          <w:tcPr>
            <w:tcW w:w="1559" w:type="dxa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Image 16" o:spid="_x0000_i1028" type="#_x0000_t75" style="width:30.75pt;height:25.5pt;visibility:visible">
                  <v:imagedata r:id="rId17" o:title="" croptop="17813f" cropbottom="37490f" cropleft="35594f" cropright="25155f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Contre écrou 1</w:t>
            </w:r>
          </w:p>
        </w:tc>
      </w:tr>
      <w:tr w:rsidR="00F276C6" w:rsidTr="00404FE5">
        <w:tc>
          <w:tcPr>
            <w:tcW w:w="1526" w:type="dxa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_x0000_i1029" type="#_x0000_t75" style="width:30.75pt;height:41.25pt;visibility:visible">
                  <v:imagedata r:id="rId15" o:title="" croptop="36689f" cropbottom="15683f" cropleft="23856f" cropright="36210f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Roulement 2</w:t>
            </w:r>
          </w:p>
        </w:tc>
        <w:tc>
          <w:tcPr>
            <w:tcW w:w="3402" w:type="dxa"/>
            <w:vMerge/>
            <w:vAlign w:val="center"/>
          </w:tcPr>
          <w:p w:rsidR="00F276C6" w:rsidRDefault="00F276C6" w:rsidP="00404FE5">
            <w:pPr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F276C6" w:rsidRDefault="00F276C6" w:rsidP="00404FE5">
            <w:pPr>
              <w:jc w:val="center"/>
            </w:pPr>
          </w:p>
        </w:tc>
        <w:tc>
          <w:tcPr>
            <w:tcW w:w="1559" w:type="dxa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_x0000_i1030" type="#_x0000_t75" style="width:30.75pt;height:36pt;visibility:visible">
                  <v:imagedata r:id="rId15" o:title="" croptop="50515f" cropbottom="3854f" cropleft="11652f" cropright="49129f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Contre écrou 2</w:t>
            </w:r>
          </w:p>
        </w:tc>
      </w:tr>
      <w:tr w:rsidR="00F276C6" w:rsidTr="00404FE5">
        <w:tc>
          <w:tcPr>
            <w:tcW w:w="1526" w:type="dxa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Image 22" o:spid="_x0000_i1031" type="#_x0000_t75" style="width:51pt;height:1in;visibility:visible">
                  <v:imagedata r:id="rId18" o:title="" croptop="37191f" cropbottom="6964f" cropleft="16631f" cropright="40279f"/>
                </v:shape>
              </w:pict>
            </w:r>
          </w:p>
          <w:p w:rsidR="00F276C6" w:rsidRDefault="00F276C6" w:rsidP="00404FE5">
            <w:pPr>
              <w:jc w:val="center"/>
              <w:rPr>
                <w:noProof/>
                <w:lang w:eastAsia="fr-FR"/>
              </w:rPr>
            </w:pPr>
            <w:r>
              <w:t>Bague de rayon 1</w:t>
            </w:r>
          </w:p>
        </w:tc>
        <w:tc>
          <w:tcPr>
            <w:tcW w:w="3402" w:type="dxa"/>
            <w:vMerge w:val="restart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Image 7" o:spid="_x0000_i1032" type="#_x0000_t75" style="width:103.5pt;height:128.25pt;visibility:visible">
                  <v:imagedata r:id="rId19" o:title="" croptop="9425f" cropbottom="16936f" cropleft="19388f" cropright="31142f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Flasque 2</w:t>
            </w:r>
          </w:p>
        </w:tc>
        <w:tc>
          <w:tcPr>
            <w:tcW w:w="3544" w:type="dxa"/>
            <w:vMerge w:val="restart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Image 10" o:spid="_x0000_i1033" type="#_x0000_t75" style="width:155.25pt;height:200.25pt;visibility:visible">
                  <v:imagedata r:id="rId20" o:title="" croptop="4782f" cropleft="24169f" cropright="17738f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9 Rayons et têtes 2</w:t>
            </w:r>
          </w:p>
        </w:tc>
        <w:tc>
          <w:tcPr>
            <w:tcW w:w="1559" w:type="dxa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Image 13" o:spid="_x0000_i1034" type="#_x0000_t75" style="width:30.75pt;height:42pt;visibility:visible">
                  <v:imagedata r:id="rId21" o:title="" croptop="40142f" cropbottom="11829f" cropleft="20320f" cropright="39813f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Coupelle taraudée</w:t>
            </w:r>
          </w:p>
        </w:tc>
      </w:tr>
      <w:tr w:rsidR="00F276C6" w:rsidTr="00404FE5">
        <w:trPr>
          <w:trHeight w:val="1440"/>
        </w:trPr>
        <w:tc>
          <w:tcPr>
            <w:tcW w:w="1526" w:type="dxa"/>
            <w:vMerge w:val="restart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_x0000_i1035" type="#_x0000_t75" style="width:51pt;height:1in;visibility:visible">
                  <v:imagedata r:id="rId18" o:title="" croptop="37191f" cropbottom="6964f" cropleft="16631f" cropright="40279f"/>
                </v:shape>
              </w:pict>
            </w:r>
          </w:p>
          <w:p w:rsidR="00F276C6" w:rsidRDefault="00F276C6" w:rsidP="00404FE5">
            <w:pPr>
              <w:jc w:val="center"/>
              <w:rPr>
                <w:noProof/>
                <w:lang w:eastAsia="fr-FR"/>
              </w:rPr>
            </w:pPr>
            <w:r>
              <w:t>Bague de rayon 2</w:t>
            </w:r>
          </w:p>
        </w:tc>
        <w:tc>
          <w:tcPr>
            <w:tcW w:w="3402" w:type="dxa"/>
            <w:vMerge/>
            <w:vAlign w:val="center"/>
          </w:tcPr>
          <w:p w:rsidR="00F276C6" w:rsidRDefault="00F276C6" w:rsidP="00404FE5">
            <w:pPr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F276C6" w:rsidRDefault="00F276C6" w:rsidP="00404FE5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_x0000_i1036" type="#_x0000_t75" style="width:30.75pt;height:42pt;visibility:visible">
                  <v:imagedata r:id="rId18" o:title="" croptop="17152f" cropbottom="34431f" cropleft="41862f" cropright="18351f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Coupelle lisse</w:t>
            </w:r>
          </w:p>
        </w:tc>
      </w:tr>
      <w:tr w:rsidR="00F276C6" w:rsidTr="00404FE5">
        <w:trPr>
          <w:trHeight w:val="1011"/>
        </w:trPr>
        <w:tc>
          <w:tcPr>
            <w:tcW w:w="1526" w:type="dxa"/>
            <w:vMerge/>
            <w:vAlign w:val="center"/>
          </w:tcPr>
          <w:p w:rsidR="00F276C6" w:rsidRPr="008672E5" w:rsidRDefault="00F276C6" w:rsidP="00404FE5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3402" w:type="dxa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Image 34" o:spid="_x0000_i1037" type="#_x0000_t75" style="width:123pt;height:1in;visibility:visible">
                  <v:imagedata r:id="rId22" o:title="" croptop="23925f" cropbottom="19804f" cropleft="17256f" cropright="29543f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Axe</w:t>
            </w:r>
          </w:p>
        </w:tc>
        <w:tc>
          <w:tcPr>
            <w:tcW w:w="3544" w:type="dxa"/>
            <w:vMerge/>
            <w:vAlign w:val="center"/>
          </w:tcPr>
          <w:p w:rsidR="00F276C6" w:rsidRDefault="00F276C6" w:rsidP="00404FE5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276C6" w:rsidRPr="008672E5" w:rsidRDefault="00F276C6" w:rsidP="00404FE5">
            <w:pPr>
              <w:jc w:val="center"/>
              <w:rPr>
                <w:noProof/>
                <w:lang w:eastAsia="fr-FR"/>
              </w:rPr>
            </w:pPr>
          </w:p>
        </w:tc>
      </w:tr>
      <w:tr w:rsidR="00F276C6" w:rsidTr="00404FE5">
        <w:tc>
          <w:tcPr>
            <w:tcW w:w="1526" w:type="dxa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Image 25" o:spid="_x0000_i1038" type="#_x0000_t75" style="width:57.75pt;height:63pt;visibility:visible">
                  <v:imagedata r:id="rId23" o:title="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3 Vis A</w:t>
            </w:r>
          </w:p>
        </w:tc>
        <w:tc>
          <w:tcPr>
            <w:tcW w:w="3402" w:type="dxa"/>
            <w:vMerge w:val="restart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_x0000_i1039" type="#_x0000_t75" style="width:145.5pt;height:210.75pt;visibility:visible">
                  <v:imagedata r:id="rId24" o:title="" cropleft="21855f" cropright="20546f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9 Rayons et têtes 1</w:t>
            </w:r>
          </w:p>
        </w:tc>
        <w:tc>
          <w:tcPr>
            <w:tcW w:w="5103" w:type="dxa"/>
            <w:gridSpan w:val="2"/>
            <w:vMerge w:val="restart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_x0000_i1040" type="#_x0000_t75" style="width:187.5pt;height:227.25pt;visibility:visible">
                  <v:imagedata r:id="rId25" o:title=""/>
                </v:shape>
              </w:pict>
            </w:r>
            <w:r w:rsidR="00F276C6">
              <w:t>Jante</w:t>
            </w:r>
          </w:p>
        </w:tc>
      </w:tr>
      <w:tr w:rsidR="00F276C6" w:rsidTr="00404FE5">
        <w:tc>
          <w:tcPr>
            <w:tcW w:w="1526" w:type="dxa"/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Image 28" o:spid="_x0000_i1041" type="#_x0000_t75" style="width:52.5pt;height:55.5pt;visibility:visible">
                  <v:imagedata r:id="rId26" o:title=""/>
                </v:shape>
              </w:pict>
            </w:r>
          </w:p>
          <w:p w:rsidR="00F276C6" w:rsidRDefault="00F276C6" w:rsidP="00404FE5">
            <w:pPr>
              <w:jc w:val="center"/>
            </w:pPr>
            <w:r>
              <w:t>3 Vis B</w:t>
            </w:r>
          </w:p>
        </w:tc>
        <w:tc>
          <w:tcPr>
            <w:tcW w:w="3402" w:type="dxa"/>
            <w:vMerge/>
            <w:vAlign w:val="center"/>
          </w:tcPr>
          <w:p w:rsidR="00F276C6" w:rsidRDefault="00F276C6" w:rsidP="00404FE5">
            <w:pPr>
              <w:jc w:val="center"/>
            </w:pPr>
          </w:p>
        </w:tc>
        <w:tc>
          <w:tcPr>
            <w:tcW w:w="5103" w:type="dxa"/>
            <w:gridSpan w:val="2"/>
            <w:vMerge/>
            <w:vAlign w:val="center"/>
          </w:tcPr>
          <w:p w:rsidR="00F276C6" w:rsidRDefault="00F276C6" w:rsidP="00404FE5">
            <w:pPr>
              <w:jc w:val="center"/>
            </w:pPr>
          </w:p>
        </w:tc>
      </w:tr>
    </w:tbl>
    <w:p w:rsidR="00F276C6" w:rsidRDefault="00F276C6" w:rsidP="0053654B"/>
    <w:p w:rsidR="00F276C6" w:rsidRDefault="00F276C6" w:rsidP="0053654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</w:tblGrid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  <w:r>
              <w:t>Roulement 1</w:t>
            </w: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  <w:r>
              <w:t>Flasque 1</w:t>
            </w: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740"/>
        </w:trPr>
        <w:tc>
          <w:tcPr>
            <w:tcW w:w="2660" w:type="dxa"/>
            <w:vAlign w:val="center"/>
          </w:tcPr>
          <w:p w:rsidR="00F276C6" w:rsidRDefault="00F276C6" w:rsidP="00404FE5">
            <w:pPr>
              <w:jc w:val="center"/>
            </w:pPr>
          </w:p>
        </w:tc>
      </w:tr>
    </w:tbl>
    <w:p w:rsidR="00F276C6" w:rsidRDefault="00F276C6" w:rsidP="0053654B"/>
    <w:p w:rsidR="00F276C6" w:rsidRDefault="00F276C6" w:rsidP="0053654B">
      <w:pPr>
        <w:sectPr w:rsidR="00F276C6" w:rsidSect="00641162">
          <w:type w:val="continuous"/>
          <w:pgSz w:w="23814" w:h="16839" w:orient="landscape" w:code="8"/>
          <w:pgMar w:top="1077" w:right="1440" w:bottom="1077" w:left="1440" w:header="708" w:footer="708" w:gutter="0"/>
          <w:pgNumType w:start="1"/>
          <w:cols w:num="2" w:sep="1" w:space="709"/>
          <w:docGrid w:linePitch="360"/>
        </w:sectPr>
      </w:pPr>
    </w:p>
    <w:p w:rsidR="00F276C6" w:rsidRDefault="00F276C6" w:rsidP="005A4F73">
      <w:pPr>
        <w:pStyle w:val="Titre2"/>
        <w:numPr>
          <w:ilvl w:val="1"/>
          <w:numId w:val="4"/>
        </w:numPr>
      </w:pPr>
    </w:p>
    <w:p w:rsidR="00F276C6" w:rsidRPr="005A4F73" w:rsidRDefault="00BD0A9E" w:rsidP="005A4F73">
      <w:pPr>
        <w:jc w:val="center"/>
      </w:pPr>
      <w:r>
        <w:rPr>
          <w:noProof/>
          <w:lang w:eastAsia="fr-FR"/>
        </w:rPr>
        <w:pict>
          <v:shape id="_x0000_i1042" type="#_x0000_t75" style="width:344.25pt;height:338.25pt;visibility:visible">
            <v:imagedata r:id="rId27" o:title=""/>
          </v:shape>
        </w:pict>
      </w:r>
    </w:p>
    <w:p w:rsidR="00F276C6" w:rsidRDefault="00F276C6" w:rsidP="000206A7">
      <w:pPr>
        <w:pStyle w:val="Titre2"/>
        <w:numPr>
          <w:ilvl w:val="1"/>
          <w:numId w:val="4"/>
        </w:numPr>
      </w:pPr>
    </w:p>
    <w:p w:rsidR="00F276C6" w:rsidRPr="005A4F73" w:rsidRDefault="00BD0A9E" w:rsidP="000206A7">
      <w:pPr>
        <w:jc w:val="center"/>
      </w:pPr>
      <w:r>
        <w:rPr>
          <w:noProof/>
          <w:lang w:eastAsia="fr-FR"/>
        </w:rPr>
        <w:pict>
          <v:shape id="_x0000_i1043" type="#_x0000_t75" style="width:398.25pt;height:3in;visibility:visible">
            <v:imagedata r:id="rId28" o:title=""/>
          </v:shape>
        </w:pict>
      </w:r>
    </w:p>
    <w:p w:rsidR="00F276C6" w:rsidRDefault="00F276C6">
      <w:pPr>
        <w:jc w:val="left"/>
        <w:rPr>
          <w:rFonts w:ascii="Arial" w:hAnsi="Arial" w:cs="Arial"/>
          <w:iCs/>
          <w:kern w:val="32"/>
          <w:szCs w:val="28"/>
        </w:rPr>
      </w:pPr>
      <w:r>
        <w:br w:type="page"/>
      </w:r>
    </w:p>
    <w:p w:rsidR="00F276C6" w:rsidRDefault="00F276C6" w:rsidP="000206A7">
      <w:pPr>
        <w:pStyle w:val="Titre2"/>
        <w:numPr>
          <w:ilvl w:val="1"/>
          <w:numId w:val="4"/>
        </w:numPr>
      </w:pPr>
    </w:p>
    <w:p w:rsidR="00F276C6" w:rsidRDefault="00BD0A9E" w:rsidP="000206A7">
      <w:pPr>
        <w:jc w:val="center"/>
      </w:pPr>
      <w:r>
        <w:rPr>
          <w:noProof/>
          <w:lang w:eastAsia="fr-FR"/>
        </w:rPr>
        <w:pict>
          <v:shape id="_x0000_i1044" type="#_x0000_t75" style="width:384pt;height:263.25pt;visibility:visible">
            <v:imagedata r:id="rId29" o:title=""/>
          </v:shape>
        </w:pict>
      </w:r>
    </w:p>
    <w:p w:rsidR="00F276C6" w:rsidRPr="00E411B0" w:rsidRDefault="00F276C6" w:rsidP="001D005D"/>
    <w:p w:rsidR="00F276C6" w:rsidRDefault="00F276C6" w:rsidP="001D005D">
      <w:pPr>
        <w:pStyle w:val="Titre1"/>
        <w:numPr>
          <w:ilvl w:val="0"/>
          <w:numId w:val="4"/>
        </w:numPr>
      </w:pPr>
      <w:r>
        <w:t>Problématique : Quels sont les procédés qui permettront de réaliser le flasque ?</w:t>
      </w:r>
    </w:p>
    <w:p w:rsidR="00F276C6" w:rsidRDefault="00F276C6" w:rsidP="001D005D">
      <w:pPr>
        <w:pStyle w:val="Titre2"/>
        <w:numPr>
          <w:ilvl w:val="1"/>
          <w:numId w:val="4"/>
        </w:num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FE26D8">
        <w:trPr>
          <w:trHeight w:val="2501"/>
        </w:trPr>
        <w:tc>
          <w:tcPr>
            <w:tcW w:w="9892" w:type="dxa"/>
          </w:tcPr>
          <w:p w:rsidR="00F276C6" w:rsidRDefault="00F276C6" w:rsidP="007C066E"/>
        </w:tc>
      </w:tr>
    </w:tbl>
    <w:p w:rsidR="00F276C6" w:rsidRDefault="00F276C6" w:rsidP="001D005D">
      <w:pPr>
        <w:pStyle w:val="Titre2"/>
        <w:numPr>
          <w:ilvl w:val="1"/>
          <w:numId w:val="4"/>
        </w:num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FE26D8">
        <w:trPr>
          <w:trHeight w:val="2528"/>
        </w:trPr>
        <w:tc>
          <w:tcPr>
            <w:tcW w:w="9892" w:type="dxa"/>
          </w:tcPr>
          <w:p w:rsidR="00F276C6" w:rsidRDefault="00F276C6" w:rsidP="007A4FA9"/>
        </w:tc>
      </w:tr>
    </w:tbl>
    <w:p w:rsidR="00F276C6" w:rsidRDefault="00F276C6" w:rsidP="004F5C9D">
      <w:pPr>
        <w:pStyle w:val="Titre2"/>
        <w:numPr>
          <w:ilvl w:val="1"/>
          <w:numId w:val="4"/>
        </w:numPr>
      </w:pPr>
    </w:p>
    <w:p w:rsidR="00C80998" w:rsidRDefault="00BD0A9E" w:rsidP="00C80998">
      <w:pPr>
        <w:ind w:left="-284"/>
        <w:rPr>
          <w:lang w:eastAsia="fr-FR"/>
        </w:rPr>
      </w:pPr>
      <w:r>
        <w:rPr>
          <w:noProof/>
          <w:lang w:eastAsia="fr-FR"/>
        </w:rPr>
        <w:pict>
          <v:shape id="_x0000_i1045" type="#_x0000_t75" style="width:505.5pt;height:264.75pt;visibility:visible;mso-wrap-style:square">
            <v:imagedata r:id="rId30" o:title=""/>
          </v:shape>
        </w:pict>
      </w:r>
    </w:p>
    <w:p w:rsidR="00C80998" w:rsidRDefault="00C80998" w:rsidP="00C80998">
      <w:pPr>
        <w:rPr>
          <w:lang w:eastAsia="fr-FR"/>
        </w:rPr>
      </w:pPr>
    </w:p>
    <w:p w:rsidR="00C80998" w:rsidRPr="009D42B8" w:rsidRDefault="00BD0A9E" w:rsidP="00C80998">
      <w:pPr>
        <w:rPr>
          <w:lang w:eastAsia="fr-FR"/>
        </w:rPr>
      </w:pPr>
      <w:r>
        <w:rPr>
          <w:noProof/>
          <w:lang w:eastAsia="fr-FR"/>
        </w:rPr>
        <w:pict>
          <v:rect id="_x0000_s1157" style="position:absolute;left:0;text-align:left;margin-left:192.55pt;margin-top:143.45pt;width:28.9pt;height:8.1pt;z-index:251662336" strokecolor="white"/>
        </w:pict>
      </w:r>
      <w:r>
        <w:rPr>
          <w:noProof/>
          <w:lang w:eastAsia="fr-FR"/>
        </w:rPr>
        <w:pict>
          <v:shape id="_x0000_i1046" type="#_x0000_t75" style="width:486.75pt;height:250.5pt;visibility:visible;mso-wrap-style:square">
            <v:imagedata r:id="rId31" o:title=""/>
          </v:shape>
        </w:pict>
      </w:r>
    </w:p>
    <w:p w:rsidR="00C80998" w:rsidRDefault="00C80998" w:rsidP="00C80998">
      <w:pPr>
        <w:pStyle w:val="Titre2"/>
      </w:pPr>
    </w:p>
    <w:p w:rsidR="00F276C6" w:rsidRDefault="00F276C6" w:rsidP="00E84C0B">
      <w:pPr>
        <w:pStyle w:val="Titre2"/>
        <w:numPr>
          <w:ilvl w:val="1"/>
          <w:numId w:val="4"/>
        </w:num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404FE5">
        <w:trPr>
          <w:trHeight w:val="1204"/>
        </w:trPr>
        <w:tc>
          <w:tcPr>
            <w:tcW w:w="9892" w:type="dxa"/>
          </w:tcPr>
          <w:p w:rsidR="00F276C6" w:rsidRPr="00404FE5" w:rsidRDefault="00F276C6" w:rsidP="00554AFB">
            <w:pPr>
              <w:rPr>
                <w:rFonts w:ascii="Arial" w:hAnsi="Arial" w:cs="Arial"/>
                <w:kern w:val="32"/>
                <w:szCs w:val="28"/>
              </w:rPr>
            </w:pPr>
          </w:p>
        </w:tc>
      </w:tr>
    </w:tbl>
    <w:p w:rsidR="00F276C6" w:rsidRDefault="00F276C6" w:rsidP="004F5C9D">
      <w:pPr>
        <w:pStyle w:val="Titre1"/>
        <w:numPr>
          <w:ilvl w:val="0"/>
          <w:numId w:val="4"/>
        </w:numPr>
        <w:sectPr w:rsidR="00F276C6" w:rsidSect="00B14869">
          <w:headerReference w:type="default" r:id="rId32"/>
          <w:footerReference w:type="default" r:id="rId33"/>
          <w:pgSz w:w="11906" w:h="16838"/>
          <w:pgMar w:top="1440" w:right="1077" w:bottom="1440" w:left="1077" w:header="708" w:footer="708" w:gutter="0"/>
          <w:cols w:space="708"/>
          <w:docGrid w:linePitch="360"/>
        </w:sectPr>
      </w:pPr>
    </w:p>
    <w:p w:rsidR="00F276C6" w:rsidRDefault="00F276C6" w:rsidP="004F5C9D">
      <w:pPr>
        <w:pStyle w:val="Titre1"/>
        <w:numPr>
          <w:ilvl w:val="0"/>
          <w:numId w:val="4"/>
        </w:numPr>
      </w:pPr>
      <w:r>
        <w:lastRenderedPageBreak/>
        <w:t>Problématique : Est-il possible d’obtenir un brut du flasque en moulage</w:t>
      </w:r>
      <w:r w:rsidR="00A61020">
        <w:t xml:space="preserve"> </w:t>
      </w:r>
      <w:r>
        <w:t>?</w:t>
      </w:r>
    </w:p>
    <w:p w:rsidR="00F276C6" w:rsidRDefault="00F276C6" w:rsidP="005759AC">
      <w:pPr>
        <w:pStyle w:val="Titre2"/>
        <w:numPr>
          <w:ilvl w:val="1"/>
          <w:numId w:val="4"/>
        </w:numPr>
        <w:spacing w:before="0" w:after="0"/>
        <w:ind w:left="578" w:hanging="578"/>
      </w:pPr>
    </w:p>
    <w:p w:rsidR="00F276C6" w:rsidRDefault="00F276C6" w:rsidP="005759AC">
      <w:pPr>
        <w:pStyle w:val="Titre2"/>
        <w:numPr>
          <w:ilvl w:val="1"/>
          <w:numId w:val="4"/>
        </w:numPr>
        <w:spacing w:before="0" w:after="0"/>
        <w:ind w:left="578" w:hanging="578"/>
      </w:pPr>
    </w:p>
    <w:p w:rsidR="00F276C6" w:rsidRPr="005759AC" w:rsidRDefault="00F276C6" w:rsidP="005759AC">
      <w:pPr>
        <w:pStyle w:val="Titre2"/>
        <w:numPr>
          <w:ilvl w:val="1"/>
          <w:numId w:val="4"/>
        </w:numPr>
        <w:spacing w:before="0" w:after="0"/>
        <w:ind w:left="578" w:hanging="578"/>
      </w:pPr>
    </w:p>
    <w:p w:rsidR="00F276C6" w:rsidRPr="00CC6717" w:rsidRDefault="00BD0A9E" w:rsidP="005759AC">
      <w:pPr>
        <w:jc w:val="center"/>
      </w:pPr>
      <w:r>
        <w:rPr>
          <w:noProof/>
          <w:lang w:eastAsia="fr-FR"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34" type="#_x0000_t47" style="position:absolute;left:0;text-align:left;margin-left:935.25pt;margin-top:379.15pt;width:124.5pt;height:24.75pt;z-index:251656192" adj="-17046,7855,-1041,7855,-11043,6589,-9889,10473">
            <v:stroke startarrow="block"/>
            <v:textbox style="mso-next-textbox:#_x0000_s1034">
              <w:txbxContent>
                <w:p w:rsidR="00F276C6" w:rsidRDefault="00F276C6" w:rsidP="00CC6717">
                  <w:pPr>
                    <w:jc w:val="center"/>
                  </w:pPr>
                  <w:r>
                    <w:t>Surface restant brute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i1047" type="#_x0000_t75" style="width:767.25pt;height:561.75pt;visibility:visible">
            <v:imagedata r:id="rId34" o:title=""/>
          </v:shape>
        </w:pict>
      </w:r>
    </w:p>
    <w:p w:rsidR="00F276C6" w:rsidRDefault="00F276C6" w:rsidP="005759AC">
      <w:pPr>
        <w:pStyle w:val="Titre2"/>
        <w:numPr>
          <w:ilvl w:val="1"/>
          <w:numId w:val="4"/>
        </w:numPr>
        <w:spacing w:before="0"/>
        <w:ind w:left="578" w:hanging="57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074"/>
      </w:tblGrid>
      <w:tr w:rsidR="00F276C6" w:rsidTr="00404FE5">
        <w:trPr>
          <w:trHeight w:val="1225"/>
        </w:trPr>
        <w:tc>
          <w:tcPr>
            <w:tcW w:w="21074" w:type="dxa"/>
          </w:tcPr>
          <w:p w:rsidR="00F276C6" w:rsidRPr="00404FE5" w:rsidRDefault="00F276C6" w:rsidP="00404FE5">
            <w:pPr>
              <w:jc w:val="left"/>
              <w:rPr>
                <w:rFonts w:ascii="Arial" w:hAnsi="Arial" w:cs="Arial"/>
                <w:iCs/>
                <w:kern w:val="32"/>
                <w:szCs w:val="28"/>
              </w:rPr>
            </w:pPr>
          </w:p>
        </w:tc>
      </w:tr>
    </w:tbl>
    <w:p w:rsidR="00F276C6" w:rsidRDefault="00F276C6" w:rsidP="00312160">
      <w:pPr>
        <w:jc w:val="left"/>
      </w:pPr>
    </w:p>
    <w:p w:rsidR="00F276C6" w:rsidRDefault="00F276C6" w:rsidP="00312160">
      <w:pPr>
        <w:jc w:val="left"/>
        <w:sectPr w:rsidR="00F276C6" w:rsidSect="001F22E2">
          <w:pgSz w:w="23814" w:h="16840" w:orient="landscape"/>
          <w:pgMar w:top="1077" w:right="1440" w:bottom="1077" w:left="1440" w:header="709" w:footer="709" w:gutter="0"/>
          <w:cols w:space="708"/>
          <w:docGrid w:linePitch="360"/>
        </w:sectPr>
      </w:pPr>
    </w:p>
    <w:p w:rsidR="00F276C6" w:rsidRDefault="00F276C6" w:rsidP="001D005D">
      <w:pPr>
        <w:pStyle w:val="Titre1"/>
        <w:numPr>
          <w:ilvl w:val="0"/>
          <w:numId w:val="4"/>
        </w:numPr>
      </w:pPr>
      <w:r>
        <w:lastRenderedPageBreak/>
        <w:t>Problématique : Quel procédé choisir d’un point de vue économique ?</w:t>
      </w:r>
    </w:p>
    <w:p w:rsidR="00F276C6" w:rsidRPr="00CA2530" w:rsidRDefault="00F276C6" w:rsidP="001D005D">
      <w:pPr>
        <w:pStyle w:val="Titre2"/>
        <w:numPr>
          <w:ilvl w:val="1"/>
          <w:numId w:val="4"/>
        </w:num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96"/>
        <w:gridCol w:w="3296"/>
        <w:gridCol w:w="3297"/>
      </w:tblGrid>
      <w:tr w:rsidR="00F276C6" w:rsidRPr="0066487A" w:rsidTr="00981CEF">
        <w:tc>
          <w:tcPr>
            <w:tcW w:w="3296" w:type="dxa"/>
            <w:vAlign w:val="center"/>
          </w:tcPr>
          <w:p w:rsidR="00F276C6" w:rsidRPr="0066487A" w:rsidRDefault="00F276C6" w:rsidP="00981CEF">
            <w:pPr>
              <w:jc w:val="center"/>
            </w:pPr>
            <w:r w:rsidRPr="0066487A">
              <w:t>Procédés</w:t>
            </w:r>
          </w:p>
        </w:tc>
        <w:tc>
          <w:tcPr>
            <w:tcW w:w="3296" w:type="dxa"/>
            <w:vAlign w:val="center"/>
          </w:tcPr>
          <w:p w:rsidR="00F276C6" w:rsidRPr="0066487A" w:rsidRDefault="00F276C6" w:rsidP="00981CEF">
            <w:pPr>
              <w:jc w:val="center"/>
            </w:pPr>
            <w:r w:rsidRPr="0066487A">
              <w:t>Investissement</w:t>
            </w:r>
          </w:p>
          <w:p w:rsidR="00F276C6" w:rsidRPr="0066487A" w:rsidRDefault="00F276C6" w:rsidP="00981CEF">
            <w:pPr>
              <w:jc w:val="center"/>
            </w:pPr>
            <w:r w:rsidRPr="0066487A">
              <w:t>préalable</w:t>
            </w:r>
          </w:p>
        </w:tc>
        <w:tc>
          <w:tcPr>
            <w:tcW w:w="3297" w:type="dxa"/>
            <w:vAlign w:val="center"/>
          </w:tcPr>
          <w:p w:rsidR="00F276C6" w:rsidRPr="0066487A" w:rsidRDefault="00F276C6" w:rsidP="00981CEF">
            <w:pPr>
              <w:jc w:val="center"/>
            </w:pPr>
            <w:r w:rsidRPr="0066487A">
              <w:t>Prix de revient par pièce</w:t>
            </w:r>
          </w:p>
          <w:p w:rsidR="00F276C6" w:rsidRPr="0066487A" w:rsidRDefault="00F276C6" w:rsidP="00981CEF">
            <w:pPr>
              <w:jc w:val="center"/>
            </w:pPr>
            <w:r w:rsidRPr="0066487A">
              <w:t>Usinage et prix matière</w:t>
            </w:r>
          </w:p>
        </w:tc>
      </w:tr>
      <w:tr w:rsidR="00F276C6" w:rsidRPr="0066487A" w:rsidTr="00981CEF">
        <w:trPr>
          <w:trHeight w:val="552"/>
        </w:trPr>
        <w:tc>
          <w:tcPr>
            <w:tcW w:w="3296" w:type="dxa"/>
            <w:vAlign w:val="center"/>
          </w:tcPr>
          <w:p w:rsidR="00F276C6" w:rsidRPr="0066487A" w:rsidRDefault="00F276C6" w:rsidP="00981CEF">
            <w:pPr>
              <w:jc w:val="center"/>
            </w:pPr>
            <w:r w:rsidRPr="0066487A">
              <w:t>Moulage</w:t>
            </w:r>
            <w:r>
              <w:t xml:space="preserve"> en cire perdue</w:t>
            </w:r>
          </w:p>
        </w:tc>
        <w:tc>
          <w:tcPr>
            <w:tcW w:w="3296" w:type="dxa"/>
            <w:vAlign w:val="center"/>
          </w:tcPr>
          <w:p w:rsidR="00F276C6" w:rsidRPr="0066487A" w:rsidRDefault="00F276C6" w:rsidP="00981CEF">
            <w:pPr>
              <w:jc w:val="center"/>
            </w:pPr>
          </w:p>
        </w:tc>
        <w:tc>
          <w:tcPr>
            <w:tcW w:w="3297" w:type="dxa"/>
            <w:vAlign w:val="center"/>
          </w:tcPr>
          <w:p w:rsidR="00F276C6" w:rsidRPr="0066487A" w:rsidRDefault="00F276C6" w:rsidP="00981CEF">
            <w:pPr>
              <w:jc w:val="center"/>
            </w:pPr>
          </w:p>
        </w:tc>
      </w:tr>
      <w:tr w:rsidR="00F276C6" w:rsidRPr="0066487A" w:rsidTr="00981CEF">
        <w:trPr>
          <w:trHeight w:val="552"/>
        </w:trPr>
        <w:tc>
          <w:tcPr>
            <w:tcW w:w="3296" w:type="dxa"/>
            <w:vAlign w:val="center"/>
          </w:tcPr>
          <w:p w:rsidR="00F276C6" w:rsidRPr="0066487A" w:rsidRDefault="00F276C6" w:rsidP="00E92758">
            <w:pPr>
              <w:jc w:val="center"/>
            </w:pPr>
            <w:r w:rsidRPr="0066487A">
              <w:t>Usinage dans la masse</w:t>
            </w:r>
          </w:p>
        </w:tc>
        <w:tc>
          <w:tcPr>
            <w:tcW w:w="3296" w:type="dxa"/>
            <w:vAlign w:val="center"/>
          </w:tcPr>
          <w:p w:rsidR="00F276C6" w:rsidRPr="0066487A" w:rsidRDefault="00F276C6" w:rsidP="00981CEF">
            <w:pPr>
              <w:jc w:val="center"/>
            </w:pPr>
            <w:r w:rsidRPr="0066487A">
              <w:t>0</w:t>
            </w:r>
          </w:p>
        </w:tc>
        <w:tc>
          <w:tcPr>
            <w:tcW w:w="3297" w:type="dxa"/>
            <w:vAlign w:val="center"/>
          </w:tcPr>
          <w:p w:rsidR="00F276C6" w:rsidRPr="0066487A" w:rsidRDefault="00F276C6" w:rsidP="00981CEF">
            <w:pPr>
              <w:jc w:val="center"/>
            </w:pPr>
          </w:p>
        </w:tc>
      </w:tr>
    </w:tbl>
    <w:p w:rsidR="00F276C6" w:rsidRDefault="00F276C6" w:rsidP="001D005D"/>
    <w:p w:rsidR="00F276C6" w:rsidRDefault="00F276C6" w:rsidP="001D005D">
      <w:pPr>
        <w:pStyle w:val="Titre2"/>
        <w:numPr>
          <w:ilvl w:val="1"/>
          <w:numId w:val="4"/>
        </w:numPr>
      </w:pPr>
    </w:p>
    <w:p w:rsidR="00F276C6" w:rsidRDefault="00BD0A9E" w:rsidP="00E92758">
      <w:r>
        <w:rPr>
          <w:noProof/>
          <w:lang w:eastAsia="fr-FR"/>
        </w:rPr>
        <w:pict>
          <v:shape id="Image 4" o:spid="_x0000_i1048" type="#_x0000_t75" style="width:483pt;height:307.5pt;visibility:visible">
            <v:imagedata r:id="rId35" o:title=""/>
          </v:shape>
        </w:pict>
      </w:r>
    </w:p>
    <w:p w:rsidR="00F276C6" w:rsidRDefault="00F276C6" w:rsidP="00E92758"/>
    <w:p w:rsidR="00F276C6" w:rsidRDefault="00F276C6" w:rsidP="005759AC">
      <w:pPr>
        <w:pStyle w:val="Titre2"/>
        <w:numPr>
          <w:ilvl w:val="1"/>
          <w:numId w:val="4"/>
        </w:numPr>
      </w:pPr>
    </w:p>
    <w:p w:rsidR="00F276C6" w:rsidRPr="003528A4" w:rsidRDefault="00F276C6" w:rsidP="00E9275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46"/>
        <w:gridCol w:w="4946"/>
      </w:tblGrid>
      <w:tr w:rsidR="00F276C6" w:rsidTr="00404FE5">
        <w:trPr>
          <w:trHeight w:val="783"/>
        </w:trPr>
        <w:tc>
          <w:tcPr>
            <w:tcW w:w="4946" w:type="dxa"/>
            <w:vAlign w:val="center"/>
          </w:tcPr>
          <w:p w:rsidR="00F276C6" w:rsidRDefault="00F276C6" w:rsidP="00FE26D8">
            <w:pPr>
              <w:jc w:val="center"/>
            </w:pPr>
            <w:r>
              <w:t>De 0 à ______ pièces</w:t>
            </w:r>
          </w:p>
        </w:tc>
        <w:tc>
          <w:tcPr>
            <w:tcW w:w="4946" w:type="dxa"/>
            <w:vAlign w:val="center"/>
          </w:tcPr>
          <w:p w:rsidR="00F276C6" w:rsidRDefault="00F276C6" w:rsidP="00404FE5">
            <w:pPr>
              <w:jc w:val="left"/>
            </w:pPr>
            <w:r>
              <w:t>Procédé :</w:t>
            </w:r>
          </w:p>
        </w:tc>
      </w:tr>
      <w:tr w:rsidR="00F276C6" w:rsidTr="00404FE5">
        <w:trPr>
          <w:trHeight w:val="783"/>
        </w:trPr>
        <w:tc>
          <w:tcPr>
            <w:tcW w:w="4946" w:type="dxa"/>
            <w:vAlign w:val="center"/>
          </w:tcPr>
          <w:p w:rsidR="00F276C6" w:rsidRDefault="00F276C6" w:rsidP="00FE26D8">
            <w:pPr>
              <w:jc w:val="center"/>
            </w:pPr>
            <w:r>
              <w:t>Pour + de______ pièces</w:t>
            </w:r>
          </w:p>
        </w:tc>
        <w:tc>
          <w:tcPr>
            <w:tcW w:w="4946" w:type="dxa"/>
            <w:vAlign w:val="center"/>
          </w:tcPr>
          <w:p w:rsidR="00F276C6" w:rsidRDefault="00F276C6" w:rsidP="00404FE5">
            <w:pPr>
              <w:jc w:val="left"/>
            </w:pPr>
            <w:r>
              <w:t>Procédé :</w:t>
            </w:r>
          </w:p>
        </w:tc>
      </w:tr>
    </w:tbl>
    <w:p w:rsidR="00F276C6" w:rsidRDefault="00F276C6" w:rsidP="001D005D">
      <w:pPr>
        <w:pStyle w:val="Titre1"/>
        <w:numPr>
          <w:ilvl w:val="0"/>
          <w:numId w:val="4"/>
        </w:numPr>
      </w:pPr>
      <w:r>
        <w:lastRenderedPageBreak/>
        <w:t>Problématique : Faut</w:t>
      </w:r>
      <w:r w:rsidR="00FE26D8">
        <w:t>-</w:t>
      </w:r>
      <w:r>
        <w:t>il prendre des précautions lors de l’usinage du Zicral ?</w:t>
      </w:r>
    </w:p>
    <w:p w:rsidR="00F276C6" w:rsidRDefault="00F276C6" w:rsidP="00276016"/>
    <w:p w:rsidR="00F276C6" w:rsidRDefault="00F276C6" w:rsidP="00276016">
      <w:r>
        <w:t xml:space="preserve">La composition chimique du ZICRAL en % est la suivante : Al </w:t>
      </w:r>
      <w:proofErr w:type="spellStart"/>
      <w:r>
        <w:t>Zn6</w:t>
      </w:r>
      <w:proofErr w:type="spellEnd"/>
      <w:r>
        <w:t xml:space="preserve"> Mg Cu</w:t>
      </w:r>
    </w:p>
    <w:p w:rsidR="00F276C6" w:rsidRDefault="00F276C6" w:rsidP="001D005D">
      <w:pPr>
        <w:pStyle w:val="Titre2"/>
        <w:numPr>
          <w:ilvl w:val="1"/>
          <w:numId w:val="4"/>
        </w:num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2"/>
        <w:gridCol w:w="3260"/>
        <w:gridCol w:w="3261"/>
      </w:tblGrid>
      <w:tr w:rsidR="00F276C6" w:rsidRPr="008A41B3" w:rsidTr="00404FE5">
        <w:trPr>
          <w:trHeight w:val="594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76C6" w:rsidRPr="00404FE5" w:rsidRDefault="00F276C6" w:rsidP="00404FE5">
            <w:pPr>
              <w:jc w:val="left"/>
              <w:rPr>
                <w:b/>
                <w:sz w:val="16"/>
                <w:szCs w:val="16"/>
                <w:u w:val="single"/>
              </w:rPr>
            </w:pPr>
            <w:r w:rsidRPr="00404FE5">
              <w:rPr>
                <w:b/>
                <w:sz w:val="16"/>
                <w:szCs w:val="16"/>
                <w:u w:val="single"/>
              </w:rPr>
              <w:t>Mg :</w:t>
            </w:r>
          </w:p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2.1% à 2.9%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76C6" w:rsidRPr="00404FE5" w:rsidRDefault="00F276C6" w:rsidP="00404FE5">
            <w:pPr>
              <w:jc w:val="left"/>
              <w:rPr>
                <w:b/>
                <w:sz w:val="16"/>
                <w:szCs w:val="16"/>
                <w:u w:val="single"/>
              </w:rPr>
            </w:pPr>
            <w:r w:rsidRPr="00404FE5">
              <w:rPr>
                <w:b/>
                <w:sz w:val="16"/>
                <w:szCs w:val="16"/>
                <w:u w:val="single"/>
              </w:rPr>
              <w:t>Zn :</w:t>
            </w:r>
          </w:p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5.1% à 6.1%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76C6" w:rsidRPr="00404FE5" w:rsidRDefault="00F276C6" w:rsidP="00404FE5">
            <w:pPr>
              <w:jc w:val="left"/>
              <w:rPr>
                <w:b/>
                <w:sz w:val="16"/>
                <w:szCs w:val="16"/>
                <w:u w:val="single"/>
              </w:rPr>
            </w:pPr>
            <w:r w:rsidRPr="00404FE5">
              <w:rPr>
                <w:b/>
                <w:sz w:val="16"/>
                <w:szCs w:val="16"/>
                <w:u w:val="single"/>
              </w:rPr>
              <w:t>Al :</w:t>
            </w:r>
          </w:p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Le reste</w:t>
            </w:r>
          </w:p>
        </w:tc>
      </w:tr>
      <w:tr w:rsidR="00F276C6" w:rsidRPr="008A41B3" w:rsidTr="00404FE5">
        <w:trPr>
          <w:trHeight w:val="594"/>
        </w:trPr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Ti : Titane</w:t>
            </w:r>
          </w:p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0.20% maxi</w:t>
            </w:r>
          </w:p>
        </w:tc>
        <w:tc>
          <w:tcPr>
            <w:tcW w:w="3260" w:type="dxa"/>
            <w:tcBorders>
              <w:top w:val="single" w:sz="12" w:space="0" w:color="auto"/>
            </w:tcBorders>
            <w:vAlign w:val="center"/>
          </w:tcPr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Cr : Chrome</w:t>
            </w:r>
          </w:p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0.18 à 0.28%</w:t>
            </w:r>
          </w:p>
        </w:tc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Mn : Manganèse</w:t>
            </w:r>
          </w:p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0.3 maxi%</w:t>
            </w:r>
          </w:p>
        </w:tc>
      </w:tr>
      <w:tr w:rsidR="00F276C6" w:rsidRPr="008A41B3" w:rsidTr="00404FE5">
        <w:trPr>
          <w:trHeight w:val="594"/>
        </w:trPr>
        <w:tc>
          <w:tcPr>
            <w:tcW w:w="3402" w:type="dxa"/>
            <w:vAlign w:val="center"/>
          </w:tcPr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Si : Silicium</w:t>
            </w:r>
          </w:p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0.4% maxi</w:t>
            </w:r>
          </w:p>
        </w:tc>
        <w:tc>
          <w:tcPr>
            <w:tcW w:w="3260" w:type="dxa"/>
            <w:vAlign w:val="center"/>
          </w:tcPr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Fe : Fer</w:t>
            </w:r>
          </w:p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0.5% maxi</w:t>
            </w:r>
          </w:p>
        </w:tc>
        <w:tc>
          <w:tcPr>
            <w:tcW w:w="3261" w:type="dxa"/>
            <w:vAlign w:val="center"/>
          </w:tcPr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Cu : Cuivre</w:t>
            </w:r>
          </w:p>
          <w:p w:rsidR="00F276C6" w:rsidRPr="00404FE5" w:rsidRDefault="00F276C6" w:rsidP="00404FE5">
            <w:pPr>
              <w:jc w:val="center"/>
              <w:rPr>
                <w:sz w:val="16"/>
                <w:szCs w:val="16"/>
              </w:rPr>
            </w:pPr>
            <w:r w:rsidRPr="00404FE5">
              <w:rPr>
                <w:sz w:val="16"/>
                <w:szCs w:val="16"/>
              </w:rPr>
              <w:t>1.2% à 2.0%</w:t>
            </w:r>
          </w:p>
        </w:tc>
      </w:tr>
    </w:tbl>
    <w:p w:rsidR="00F276C6" w:rsidRDefault="00F276C6" w:rsidP="005D5327"/>
    <w:p w:rsidR="00F276C6" w:rsidRDefault="00F276C6" w:rsidP="005D5327"/>
    <w:p w:rsidR="00F276C6" w:rsidRDefault="00F276C6" w:rsidP="001D005D">
      <w:pPr>
        <w:pStyle w:val="Titre2"/>
        <w:numPr>
          <w:ilvl w:val="1"/>
          <w:numId w:val="4"/>
        </w:num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404FE5">
        <w:trPr>
          <w:trHeight w:val="2188"/>
        </w:trPr>
        <w:tc>
          <w:tcPr>
            <w:tcW w:w="9892" w:type="dxa"/>
          </w:tcPr>
          <w:p w:rsidR="00F276C6" w:rsidRDefault="00F276C6" w:rsidP="001D005D"/>
        </w:tc>
      </w:tr>
    </w:tbl>
    <w:p w:rsidR="00F276C6" w:rsidRDefault="00F276C6" w:rsidP="00A503EE"/>
    <w:p w:rsidR="00F276C6" w:rsidRDefault="00F276C6" w:rsidP="001D005D">
      <w:pPr>
        <w:pStyle w:val="Titre2"/>
        <w:numPr>
          <w:ilvl w:val="1"/>
          <w:numId w:val="4"/>
        </w:num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404FE5">
        <w:trPr>
          <w:trHeight w:val="2232"/>
        </w:trPr>
        <w:tc>
          <w:tcPr>
            <w:tcW w:w="9892" w:type="dxa"/>
          </w:tcPr>
          <w:p w:rsidR="00F276C6" w:rsidRDefault="00F276C6" w:rsidP="007C066E"/>
        </w:tc>
      </w:tr>
    </w:tbl>
    <w:p w:rsidR="00F276C6" w:rsidRDefault="00F276C6">
      <w:pPr>
        <w:jc w:val="left"/>
        <w:rPr>
          <w:rFonts w:cs="Arial"/>
          <w:b/>
          <w:bCs/>
          <w:i/>
          <w:kern w:val="32"/>
          <w:sz w:val="36"/>
          <w:szCs w:val="32"/>
        </w:rPr>
      </w:pPr>
      <w:r>
        <w:br w:type="page"/>
      </w:r>
    </w:p>
    <w:p w:rsidR="00F276C6" w:rsidRDefault="00F276C6" w:rsidP="001D005D">
      <w:pPr>
        <w:pStyle w:val="Titre1"/>
        <w:numPr>
          <w:ilvl w:val="0"/>
          <w:numId w:val="4"/>
        </w:numPr>
      </w:pPr>
      <w:r>
        <w:t>Problématique : Comment s’assurer que les roulements seront convenablement positionnés sur le poste d’assemblage ?</w:t>
      </w:r>
    </w:p>
    <w:p w:rsidR="00F276C6" w:rsidRDefault="00F276C6" w:rsidP="004F5C9D"/>
    <w:p w:rsidR="00F276C6" w:rsidRDefault="00F276C6" w:rsidP="006942A0">
      <w:pPr>
        <w:pStyle w:val="Titre2"/>
        <w:numPr>
          <w:ilvl w:val="1"/>
          <w:numId w:val="4"/>
        </w:numPr>
        <w:ind w:left="578" w:hanging="57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404FE5">
        <w:trPr>
          <w:trHeight w:val="1509"/>
        </w:trPr>
        <w:tc>
          <w:tcPr>
            <w:tcW w:w="9892" w:type="dxa"/>
          </w:tcPr>
          <w:p w:rsidR="00F276C6" w:rsidRDefault="00F276C6" w:rsidP="00404FE5">
            <w:pPr>
              <w:jc w:val="left"/>
              <w:rPr>
                <w:noProof/>
                <w:lang w:eastAsia="fr-FR"/>
              </w:rPr>
            </w:pPr>
            <w:r>
              <w:t>Calculs :</w:t>
            </w:r>
            <w:r>
              <w:rPr>
                <w:noProof/>
                <w:lang w:eastAsia="fr-FR"/>
              </w:rPr>
              <w:t xml:space="preserve"> </w:t>
            </w:r>
          </w:p>
          <w:p w:rsidR="00F276C6" w:rsidRDefault="00BD0A9E" w:rsidP="00554AFB">
            <w:r>
              <w:rPr>
                <w:noProof/>
                <w:lang w:eastAsia="fr-FR"/>
              </w:rPr>
              <w:pict>
                <v:shape id="_x0000_i1049" type="#_x0000_t75" style="width:153pt;height:225pt;visibility:visible">
                  <v:imagedata r:id="rId36" o:title=""/>
                </v:shape>
              </w:pict>
            </w:r>
          </w:p>
          <w:p w:rsidR="00F276C6" w:rsidRDefault="00F276C6" w:rsidP="00404FE5">
            <w:pPr>
              <w:jc w:val="center"/>
            </w:pPr>
            <w:proofErr w:type="spellStart"/>
            <w:r>
              <w:t>Δy</w:t>
            </w:r>
            <w:proofErr w:type="spellEnd"/>
            <w:r>
              <w:t xml:space="preserve"> =                         mm</w:t>
            </w:r>
          </w:p>
          <w:p w:rsidR="00F276C6" w:rsidRDefault="00F276C6" w:rsidP="00404FE5">
            <w:pPr>
              <w:jc w:val="center"/>
            </w:pPr>
          </w:p>
          <w:p w:rsidR="00F276C6" w:rsidRDefault="00F276C6" w:rsidP="00404FE5">
            <w:pPr>
              <w:jc w:val="center"/>
            </w:pPr>
            <w:r>
              <w:t>Compatibilité : _________________________</w:t>
            </w:r>
          </w:p>
          <w:p w:rsidR="00F276C6" w:rsidRDefault="00F276C6" w:rsidP="00404FE5">
            <w:pPr>
              <w:jc w:val="right"/>
            </w:pPr>
            <w:r>
              <w:t xml:space="preserve">            </w:t>
            </w:r>
          </w:p>
        </w:tc>
      </w:tr>
    </w:tbl>
    <w:p w:rsidR="00F276C6" w:rsidRPr="00512535" w:rsidRDefault="00F276C6" w:rsidP="004F5C9D"/>
    <w:p w:rsidR="00F276C6" w:rsidRPr="00293A51" w:rsidRDefault="00F276C6" w:rsidP="004F5C9D">
      <w:pPr>
        <w:pStyle w:val="Titre2"/>
        <w:numPr>
          <w:ilvl w:val="1"/>
          <w:numId w:val="4"/>
        </w:numPr>
        <w:ind w:left="578" w:hanging="57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404FE5">
        <w:trPr>
          <w:trHeight w:val="4493"/>
        </w:trPr>
        <w:tc>
          <w:tcPr>
            <w:tcW w:w="9892" w:type="dxa"/>
          </w:tcPr>
          <w:p w:rsidR="00F276C6" w:rsidRDefault="00F276C6" w:rsidP="00404FE5">
            <w:pPr>
              <w:jc w:val="left"/>
              <w:rPr>
                <w:noProof/>
                <w:lang w:eastAsia="fr-FR"/>
              </w:rPr>
            </w:pPr>
            <w:r>
              <w:t>Calculs :</w:t>
            </w:r>
            <w:r>
              <w:rPr>
                <w:noProof/>
                <w:lang w:eastAsia="fr-FR"/>
              </w:rPr>
              <w:t xml:space="preserve"> </w:t>
            </w:r>
          </w:p>
          <w:p w:rsidR="00F276C6" w:rsidRDefault="00F276C6" w:rsidP="00404FE5">
            <w:pPr>
              <w:jc w:val="left"/>
            </w:pPr>
          </w:p>
          <w:p w:rsidR="00F276C6" w:rsidRDefault="00F276C6" w:rsidP="00404FE5">
            <w:pPr>
              <w:jc w:val="left"/>
            </w:pPr>
          </w:p>
          <w:p w:rsidR="00F276C6" w:rsidRDefault="00F276C6" w:rsidP="00404FE5">
            <w:pPr>
              <w:jc w:val="left"/>
            </w:pPr>
          </w:p>
          <w:p w:rsidR="00F276C6" w:rsidRDefault="00BD0A9E" w:rsidP="00404FE5">
            <w:pPr>
              <w:jc w:val="right"/>
            </w:pPr>
            <w:r>
              <w:rPr>
                <w:noProof/>
                <w:lang w:eastAsia="fr-FR"/>
              </w:rPr>
              <w:pict>
                <v:shape id="_x0000_i1050" type="#_x0000_t75" style="width:132.75pt;height:92.25pt;visibility:visible">
                  <v:imagedata r:id="rId37" o:title="" cropright="12749f"/>
                </v:shape>
              </w:pict>
            </w:r>
          </w:p>
          <w:p w:rsidR="00F276C6" w:rsidRDefault="00F276C6" w:rsidP="00404FE5">
            <w:pPr>
              <w:jc w:val="right"/>
            </w:pPr>
          </w:p>
          <w:p w:rsidR="00F276C6" w:rsidRDefault="00F276C6" w:rsidP="00404FE5">
            <w:pPr>
              <w:jc w:val="left"/>
            </w:pPr>
            <w:proofErr w:type="spellStart"/>
            <w:r>
              <w:t>Dmaxi</w:t>
            </w:r>
            <w:proofErr w:type="spellEnd"/>
            <w:r>
              <w:t xml:space="preserve"> = </w:t>
            </w:r>
          </w:p>
          <w:p w:rsidR="00F276C6" w:rsidRDefault="00F276C6" w:rsidP="00404FE5">
            <w:pPr>
              <w:jc w:val="left"/>
            </w:pPr>
          </w:p>
          <w:p w:rsidR="00F276C6" w:rsidRDefault="00F276C6" w:rsidP="00404FE5">
            <w:pPr>
              <w:jc w:val="left"/>
            </w:pPr>
            <w:proofErr w:type="spellStart"/>
            <w:r>
              <w:t>Dmini</w:t>
            </w:r>
            <w:proofErr w:type="spellEnd"/>
            <w:r>
              <w:t xml:space="preserve"> = </w:t>
            </w:r>
          </w:p>
          <w:p w:rsidR="00F276C6" w:rsidRDefault="00F276C6" w:rsidP="00404FE5">
            <w:pPr>
              <w:jc w:val="left"/>
            </w:pPr>
          </w:p>
        </w:tc>
      </w:tr>
    </w:tbl>
    <w:p w:rsidR="00F276C6" w:rsidRDefault="00F276C6" w:rsidP="004F5C9D">
      <w:pPr>
        <w:jc w:val="left"/>
        <w:rPr>
          <w:rFonts w:ascii="Arial" w:hAnsi="Arial" w:cs="Arial"/>
          <w:iCs/>
          <w:kern w:val="32"/>
          <w:szCs w:val="28"/>
        </w:rPr>
      </w:pPr>
      <w:r>
        <w:br w:type="page"/>
      </w:r>
    </w:p>
    <w:p w:rsidR="00F276C6" w:rsidRPr="00293A51" w:rsidRDefault="00F276C6" w:rsidP="00F8141B">
      <w:pPr>
        <w:pStyle w:val="Titre2"/>
        <w:numPr>
          <w:ilvl w:val="1"/>
          <w:numId w:val="4"/>
        </w:numPr>
        <w:ind w:left="578" w:hanging="57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404FE5">
        <w:trPr>
          <w:trHeight w:val="9197"/>
        </w:trPr>
        <w:tc>
          <w:tcPr>
            <w:tcW w:w="9892" w:type="dxa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Image 1" o:spid="_x0000_i1051" type="#_x0000_t75" style="width:66.75pt;height:460.5pt;visibility:visible">
                  <v:imagedata r:id="rId38" o:title=""/>
                </v:shape>
              </w:pict>
            </w:r>
          </w:p>
        </w:tc>
      </w:tr>
    </w:tbl>
    <w:p w:rsidR="00F276C6" w:rsidRDefault="00F276C6" w:rsidP="004F5C9D">
      <w:pPr>
        <w:pStyle w:val="Titre2"/>
        <w:numPr>
          <w:ilvl w:val="1"/>
          <w:numId w:val="4"/>
        </w:numPr>
        <w:ind w:left="578" w:hanging="57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404FE5">
        <w:trPr>
          <w:trHeight w:val="3182"/>
        </w:trPr>
        <w:tc>
          <w:tcPr>
            <w:tcW w:w="9892" w:type="dxa"/>
            <w:vAlign w:val="center"/>
          </w:tcPr>
          <w:p w:rsidR="00F276C6" w:rsidRDefault="00F276C6" w:rsidP="00404FE5">
            <w:pPr>
              <w:jc w:val="right"/>
            </w:pPr>
          </w:p>
        </w:tc>
      </w:tr>
    </w:tbl>
    <w:p w:rsidR="00F276C6" w:rsidRDefault="00F276C6">
      <w:pPr>
        <w:jc w:val="left"/>
        <w:rPr>
          <w:rFonts w:cs="Arial"/>
          <w:b/>
          <w:bCs/>
          <w:i/>
          <w:kern w:val="32"/>
          <w:sz w:val="36"/>
          <w:szCs w:val="32"/>
        </w:rPr>
      </w:pPr>
      <w:r>
        <w:br w:type="page"/>
      </w:r>
    </w:p>
    <w:p w:rsidR="00F276C6" w:rsidRDefault="00F276C6" w:rsidP="001D005D">
      <w:pPr>
        <w:pStyle w:val="Titre1"/>
        <w:numPr>
          <w:ilvl w:val="0"/>
          <w:numId w:val="4"/>
        </w:numPr>
      </w:pPr>
      <w:r>
        <w:t xml:space="preserve">Problématique : Comment </w:t>
      </w:r>
      <w:proofErr w:type="gramStart"/>
      <w:r>
        <w:t>simplifier</w:t>
      </w:r>
      <w:proofErr w:type="gramEnd"/>
      <w:r>
        <w:t xml:space="preserve"> la liaison entre le flasque et le fût en carbone ?</w:t>
      </w:r>
    </w:p>
    <w:p w:rsidR="00F276C6" w:rsidRDefault="00F276C6" w:rsidP="0081338C"/>
    <w:p w:rsidR="00F276C6" w:rsidRDefault="00F276C6" w:rsidP="001D005D">
      <w:pPr>
        <w:pStyle w:val="Titre2"/>
        <w:numPr>
          <w:ilvl w:val="1"/>
          <w:numId w:val="4"/>
        </w:numPr>
      </w:pPr>
    </w:p>
    <w:p w:rsidR="00F276C6" w:rsidRPr="003F4C29" w:rsidRDefault="00F276C6" w:rsidP="003F4C29"/>
    <w:p w:rsidR="00F276C6" w:rsidRPr="00B72033" w:rsidRDefault="00BD0A9E" w:rsidP="007C066E">
      <w:pPr>
        <w:jc w:val="center"/>
      </w:pPr>
      <w:r>
        <w:rPr>
          <w:noProof/>
          <w:lang w:eastAsia="fr-FR"/>
        </w:rPr>
        <w:pict>
          <v:group id="_x0000_s1502" style="position:absolute;left:0;text-align:left;margin-left:9.85pt;margin-top:141.9pt;width:228.1pt;height:126.9pt;z-index:251672576" coordorigin="1274,7058" coordsize="4562,2538">
            <v:oval id="_x0000_s1105" style="position:absolute;left:5232;top:8397;width:604;height:1199" o:regroupid="1" filled="f"/>
            <v:rect id="_x0000_s1106" style="position:absolute;left:1274;top:7058;width:1853;height:1158" o:regroupid="1">
              <v:textbox>
                <w:txbxContent>
                  <w:p w:rsidR="00570A3C" w:rsidRPr="00570A3C" w:rsidRDefault="00570A3C" w:rsidP="00570A3C">
                    <w:pPr>
                      <w:rPr>
                        <w:sz w:val="20"/>
                        <w:szCs w:val="20"/>
                      </w:rPr>
                    </w:pPr>
                    <w:r w:rsidRPr="00570A3C">
                      <w:rPr>
                        <w:sz w:val="20"/>
                        <w:szCs w:val="20"/>
                      </w:rPr>
                      <w:t>La tolé</w:t>
                    </w:r>
                    <w:r>
                      <w:rPr>
                        <w:sz w:val="20"/>
                        <w:szCs w:val="20"/>
                      </w:rPr>
                      <w:t xml:space="preserve">rance de cette cote sera calculée à la question  </w:t>
                    </w:r>
                    <w:r w:rsidRPr="00570A3C">
                      <w:rPr>
                        <w:rFonts w:ascii="Arial" w:hAnsi="Arial" w:cs="Arial"/>
                        <w:sz w:val="20"/>
                        <w:szCs w:val="20"/>
                      </w:rPr>
                      <w:t>9.4</w:t>
                    </w:r>
                  </w:p>
                </w:txbxContent>
              </v:textbox>
            </v:rect>
            <v:shape id="_x0000_s1107" type="#_x0000_t32" style="position:absolute;left:3108;top:7753;width:1973;height:1" o:connectortype="straight" o:regroupid="1"/>
            <v:shape id="_x0000_s1108" type="#_x0000_t32" style="position:absolute;left:5081;top:7753;width:363;height:655" o:connectortype="straight" o:regroupid="1">
              <v:stroke endarrow="block"/>
            </v:shape>
          </v:group>
        </w:pict>
      </w:r>
      <w:r>
        <w:pict>
          <v:shape id="_x0000_i1052" type="#_x0000_t75" style="width:523.5pt;height:502.5pt;mso-position-horizontal:absolute">
            <v:imagedata r:id="rId39" o:title=""/>
          </v:shape>
        </w:pict>
      </w:r>
    </w:p>
    <w:p w:rsidR="00F276C6" w:rsidRDefault="00F276C6" w:rsidP="003F4C29">
      <w:pPr>
        <w:jc w:val="left"/>
      </w:pPr>
      <w:r>
        <w:br w:type="page"/>
      </w:r>
    </w:p>
    <w:p w:rsidR="00F276C6" w:rsidRPr="003F4C29" w:rsidRDefault="00F276C6" w:rsidP="003F4C29">
      <w:pPr>
        <w:jc w:val="left"/>
        <w:rPr>
          <w:rFonts w:ascii="Arial" w:hAnsi="Arial" w:cs="Arial"/>
          <w:iCs/>
          <w:kern w:val="32"/>
          <w:szCs w:val="28"/>
        </w:rPr>
      </w:pPr>
    </w:p>
    <w:p w:rsidR="00F276C6" w:rsidRDefault="00F276C6" w:rsidP="001D005D">
      <w:pPr>
        <w:sectPr w:rsidR="00F276C6" w:rsidSect="00B14869">
          <w:footerReference w:type="default" r:id="rId40"/>
          <w:pgSz w:w="11906" w:h="16838"/>
          <w:pgMar w:top="1440" w:right="1077" w:bottom="1440" w:left="1077" w:header="708" w:footer="708" w:gutter="0"/>
          <w:cols w:space="708"/>
          <w:docGrid w:linePitch="360"/>
        </w:sectPr>
      </w:pPr>
    </w:p>
    <w:p w:rsidR="00F276C6" w:rsidRDefault="00F276C6" w:rsidP="00373BB5">
      <w:pPr>
        <w:pStyle w:val="Titre2"/>
        <w:numPr>
          <w:ilvl w:val="1"/>
          <w:numId w:val="4"/>
        </w:numPr>
      </w:pPr>
    </w:p>
    <w:p w:rsidR="00F276C6" w:rsidRDefault="00BD0A9E" w:rsidP="001D005D">
      <w:r>
        <w:rPr>
          <w:noProof/>
          <w:lang w:eastAsia="fr-FR"/>
        </w:rPr>
        <w:pict>
          <v:shape id="_x0000_s1035" type="#_x0000_t32" style="position:absolute;left:0;text-align:left;margin-left:29.4pt;margin-top:236.75pt;width:203pt;height:0;z-index:251653120" o:connectortype="straight">
            <v:stroke dashstyle="longDashDot"/>
          </v:shape>
        </w:pict>
      </w:r>
      <w:r>
        <w:rPr>
          <w:noProof/>
          <w:lang w:eastAsia="fr-FR"/>
        </w:rPr>
        <w:pict>
          <v:rect id="_x0000_s1036" style="position:absolute;left:0;text-align:left;margin-left:108.9pt;margin-top:22.9pt;width:110.85pt;height:168.5pt;z-index:251643904">
            <v:stroke dashstyle="longDashDotDot"/>
          </v:rect>
        </w:pict>
      </w:r>
      <w:r>
        <w:rPr>
          <w:noProof/>
          <w:lang w:eastAsia="fr-FR"/>
        </w:rPr>
        <w:pict>
          <v:shape id="_x0000_i1053" type="#_x0000_t75" style="width:210.75pt;height:236.25pt;visibility:visible">
            <v:imagedata r:id="rId41" o:title=""/>
          </v:shape>
        </w:pict>
      </w:r>
    </w:p>
    <w:p w:rsidR="00F276C6" w:rsidRDefault="00F276C6" w:rsidP="00373BB5">
      <w:pPr>
        <w:pStyle w:val="Titre2"/>
        <w:numPr>
          <w:ilvl w:val="1"/>
          <w:numId w:val="4"/>
        </w:numPr>
      </w:pPr>
    </w:p>
    <w:p w:rsidR="00F276C6" w:rsidRDefault="00BD0A9E" w:rsidP="001D005D">
      <w:r>
        <w:rPr>
          <w:noProof/>
          <w:lang w:eastAsia="fr-FR"/>
        </w:rPr>
        <w:pict>
          <v:rect id="_x0000_s1037" style="position:absolute;left:0;text-align:left;margin-left:108.75pt;margin-top:19.25pt;width:110.85pt;height:209.25pt;z-index:251650048">
            <v:stroke dashstyle="longDashDotDot"/>
          </v:rect>
        </w:pict>
      </w:r>
      <w:r>
        <w:rPr>
          <w:noProof/>
          <w:lang w:eastAsia="fr-FR"/>
        </w:rPr>
        <w:pict>
          <v:rect id="_x0000_s1038" style="position:absolute;left:0;text-align:left;margin-left:363.85pt;margin-top:36.65pt;width:110.85pt;height:168.5pt;z-index:251644928">
            <v:stroke dashstyle="longDashDotDot"/>
          </v:rect>
        </w:pict>
      </w:r>
      <w:r>
        <w:rPr>
          <w:noProof/>
          <w:lang w:eastAsia="fr-FR"/>
        </w:rPr>
        <w:pict>
          <v:shape id="_x0000_i1054" type="#_x0000_t75" style="width:204.75pt;height:227.25pt;visibility:visible">
            <v:imagedata r:id="rId41" o:title=""/>
          </v:shape>
        </w:pict>
      </w:r>
    </w:p>
    <w:p w:rsidR="00F276C6" w:rsidRDefault="00BD0A9E" w:rsidP="001D005D">
      <w:r>
        <w:rPr>
          <w:noProof/>
          <w:lang w:eastAsia="fr-FR"/>
        </w:rPr>
        <w:pict>
          <v:shape id="_x0000_s1039" type="#_x0000_t32" style="position:absolute;left:0;text-align:left;margin-left:29.65pt;margin-top:2.55pt;width:195.75pt;height:0;z-index:251652096" o:connectortype="straight">
            <v:stroke dashstyle="longDashDot"/>
          </v:shape>
        </w:pict>
      </w:r>
    </w:p>
    <w:p w:rsidR="00F276C6" w:rsidRDefault="00F276C6" w:rsidP="001D005D">
      <w:pPr>
        <w:sectPr w:rsidR="00F276C6" w:rsidSect="00373BB5">
          <w:type w:val="continuous"/>
          <w:pgSz w:w="11906" w:h="16838"/>
          <w:pgMar w:top="1440" w:right="1077" w:bottom="1440" w:left="1077" w:header="708" w:footer="708" w:gutter="0"/>
          <w:cols w:num="2" w:sep="1" w:space="709"/>
          <w:docGrid w:linePitch="360"/>
        </w:sectPr>
      </w:pPr>
    </w:p>
    <w:p w:rsidR="00F276C6" w:rsidRDefault="00BD0A9E" w:rsidP="001D005D">
      <w:r>
        <w:rPr>
          <w:noProof/>
          <w:lang w:eastAsia="fr-FR"/>
        </w:rPr>
        <w:lastRenderedPageBreak/>
        <w:pict>
          <v:shape id="_x0000_s1040" type="#_x0000_t202" style="position:absolute;left:0;text-align:left;margin-left:168.9pt;margin-top:2.95pt;width:144.75pt;height:24pt;z-index:251659264">
            <v:textbox>
              <w:txbxContent>
                <w:p w:rsidR="00F276C6" w:rsidRDefault="00F276C6" w:rsidP="005759AC">
                  <w:pPr>
                    <w:jc w:val="center"/>
                  </w:pPr>
                  <w:proofErr w:type="spellStart"/>
                  <w:r>
                    <w:t>Echelle</w:t>
                  </w:r>
                  <w:proofErr w:type="spellEnd"/>
                  <w:r>
                    <w:t xml:space="preserve"> 2 :1</w:t>
                  </w:r>
                </w:p>
              </w:txbxContent>
            </v:textbox>
          </v:shape>
        </w:pict>
      </w:r>
    </w:p>
    <w:p w:rsidR="00F276C6" w:rsidRDefault="00F276C6" w:rsidP="001D005D"/>
    <w:p w:rsidR="00F276C6" w:rsidRPr="00732E3C" w:rsidRDefault="00F276C6" w:rsidP="003F4C29">
      <w:pPr>
        <w:pStyle w:val="Titre2"/>
        <w:numPr>
          <w:ilvl w:val="1"/>
          <w:numId w:val="4"/>
        </w:numPr>
        <w:ind w:left="578" w:hanging="578"/>
      </w:pPr>
    </w:p>
    <w:p w:rsidR="00F276C6" w:rsidRDefault="00F276C6" w:rsidP="001D005D">
      <w:r>
        <w:t>Détail du calcul</w:t>
      </w:r>
    </w:p>
    <w:p w:rsidR="00F276C6" w:rsidRDefault="00F276C6" w:rsidP="001D005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404FE5">
        <w:trPr>
          <w:trHeight w:val="4689"/>
        </w:trPr>
        <w:tc>
          <w:tcPr>
            <w:tcW w:w="9892" w:type="dxa"/>
          </w:tcPr>
          <w:p w:rsidR="00F276C6" w:rsidRDefault="00F276C6" w:rsidP="00C71A07"/>
        </w:tc>
      </w:tr>
    </w:tbl>
    <w:p w:rsidR="00F276C6" w:rsidRPr="003F4C29" w:rsidRDefault="00F276C6">
      <w:pPr>
        <w:jc w:val="left"/>
      </w:pPr>
      <w:r>
        <w:br w:type="page"/>
      </w:r>
    </w:p>
    <w:p w:rsidR="00F276C6" w:rsidRDefault="00F276C6" w:rsidP="00A92832">
      <w:pPr>
        <w:pStyle w:val="Titre1"/>
        <w:numPr>
          <w:ilvl w:val="0"/>
          <w:numId w:val="4"/>
        </w:numPr>
      </w:pPr>
      <w:r>
        <w:t xml:space="preserve">Problématique : Comment </w:t>
      </w:r>
      <w:proofErr w:type="gramStart"/>
      <w:r>
        <w:t>améliorer</w:t>
      </w:r>
      <w:proofErr w:type="gramEnd"/>
      <w:r>
        <w:t xml:space="preserve"> la fabrication de la portée de roulement dans le flasque ?</w:t>
      </w:r>
    </w:p>
    <w:p w:rsidR="00F276C6" w:rsidRDefault="00F276C6" w:rsidP="00047904">
      <w:pPr>
        <w:rPr>
          <w:szCs w:val="24"/>
        </w:rPr>
      </w:pPr>
    </w:p>
    <w:p w:rsidR="00F276C6" w:rsidRPr="00047904" w:rsidRDefault="00BD0A9E" w:rsidP="00047904">
      <w:r>
        <w:rPr>
          <w:noProof/>
          <w:lang w:eastAsia="fr-FR"/>
        </w:rPr>
        <w:pict>
          <v:group id="_x0000_s1041" style="position:absolute;left:0;text-align:left;margin-left:67.1pt;margin-top:12.7pt;width:222.9pt;height:156.1pt;z-index:251654144" coordorigin="2419,2926" coordsize="4458,3122">
            <v:group id="_x0000_s1042" style="position:absolute;left:2865;top:5580;width:4012;height:468" coordorigin="2865,5580" coordsize="4012,468">
              <v:shape id="_x0000_s1043" type="#_x0000_t32" style="position:absolute;left:2865;top:5580;width:3945;height:15" o:connectortype="straight">
                <v:stroke endarrow="block"/>
              </v:shape>
              <v:shape id="_x0000_s1044" type="#_x0000_t202" style="position:absolute;left:6382;top:5656;width:495;height:392" stroked="f">
                <v:textbox>
                  <w:txbxContent>
                    <w:p w:rsidR="00F276C6" w:rsidRDefault="00F276C6">
                      <w:r>
                        <w:t>Z</w:t>
                      </w:r>
                    </w:p>
                  </w:txbxContent>
                </v:textbox>
              </v:shape>
            </v:group>
            <v:group id="_x0000_s1045" style="position:absolute;left:2419;top:2926;width:447;height:2654" coordorigin="2419,2926" coordsize="447,2654">
              <v:shape id="_x0000_s1046" type="#_x0000_t32" style="position:absolute;left:2865;top:3240;width:1;height:2340;flip:y" o:connectortype="straight">
                <v:stroke endarrow="block"/>
              </v:shape>
              <v:shape id="_x0000_s1047" type="#_x0000_t202" style="position:absolute;left:2419;top:2926;width:388;height:426" stroked="f">
                <v:textbox>
                  <w:txbxContent>
                    <w:p w:rsidR="00F276C6" w:rsidRDefault="00F276C6">
                      <w:r>
                        <w:t>X</w:t>
                      </w:r>
                    </w:p>
                  </w:txbxContent>
                </v:textbox>
              </v:shape>
            </v:group>
          </v:group>
        </w:pict>
      </w:r>
    </w:p>
    <w:p w:rsidR="00F276C6" w:rsidRPr="00732E3C" w:rsidRDefault="00BD0A9E" w:rsidP="00047904">
      <w:pPr>
        <w:pStyle w:val="Titre2"/>
        <w:numPr>
          <w:ilvl w:val="1"/>
          <w:numId w:val="4"/>
        </w:numPr>
        <w:ind w:left="578" w:hanging="578"/>
      </w:pPr>
      <w:r>
        <w:rPr>
          <w:noProof/>
          <w:lang w:eastAsia="fr-FR"/>
        </w:rPr>
        <w:pict>
          <v:shape id="_x0000_s1048" type="#_x0000_t202" style="position:absolute;left:0;text-align:left;margin-left:49.2pt;margin-top:25.75pt;width:180.95pt;height:272.25pt;z-index:251651072" stroked="f">
            <v:textbox>
              <w:txbxContent>
                <w:p w:rsidR="00F276C6" w:rsidRDefault="00BD0A9E">
                  <w:r w:rsidRPr="00BD0A9E">
                    <w:rPr>
                      <w:noProof/>
                      <w:lang w:eastAsia="fr-FR"/>
                    </w:rPr>
                    <w:pict>
                      <v:shape id="_x0000_i1056" type="#_x0000_t75" style="width:165.75pt;height:257.25pt;rotation:180;visibility:visible">
                        <v:imagedata r:id="rId42" o:title=""/>
                      </v:shape>
                    </w:pict>
                  </w:r>
                </w:p>
              </w:txbxContent>
            </v:textbox>
          </v:shape>
        </w:pict>
      </w:r>
    </w:p>
    <w:p w:rsidR="00F276C6" w:rsidRPr="0062223E" w:rsidRDefault="00F276C6" w:rsidP="00B31FF2">
      <w:r>
        <w:t xml:space="preserve">                                                                                             </w:t>
      </w:r>
    </w:p>
    <w:p w:rsidR="00F276C6" w:rsidRDefault="00F276C6" w:rsidP="00A92832">
      <w:pPr>
        <w:jc w:val="left"/>
        <w:rPr>
          <w:rFonts w:ascii="Arial" w:hAnsi="Arial" w:cs="Arial"/>
          <w:iCs/>
          <w:kern w:val="32"/>
          <w:szCs w:val="28"/>
        </w:rPr>
      </w:pPr>
    </w:p>
    <w:p w:rsidR="00F276C6" w:rsidRDefault="00F276C6" w:rsidP="00B31FF2">
      <w:pPr>
        <w:pStyle w:val="Titre2"/>
        <w:numPr>
          <w:ilvl w:val="0"/>
          <w:numId w:val="0"/>
        </w:numPr>
        <w:ind w:left="578"/>
      </w:pPr>
    </w:p>
    <w:p w:rsidR="00F276C6" w:rsidRDefault="00F276C6" w:rsidP="00B31FF2"/>
    <w:p w:rsidR="00F276C6" w:rsidRDefault="00F276C6" w:rsidP="00B31FF2"/>
    <w:p w:rsidR="00F276C6" w:rsidRDefault="00F276C6" w:rsidP="00B31FF2"/>
    <w:p w:rsidR="00F276C6" w:rsidRDefault="00F276C6" w:rsidP="00B31FF2"/>
    <w:p w:rsidR="00F276C6" w:rsidRDefault="00F276C6" w:rsidP="00B31FF2"/>
    <w:p w:rsidR="00F276C6" w:rsidRDefault="00F276C6" w:rsidP="00B31FF2"/>
    <w:p w:rsidR="00F276C6" w:rsidRDefault="00F276C6" w:rsidP="00B31FF2"/>
    <w:p w:rsidR="00F276C6" w:rsidRDefault="00F276C6" w:rsidP="00B31FF2"/>
    <w:p w:rsidR="00F276C6" w:rsidRDefault="00F276C6" w:rsidP="00B31FF2"/>
    <w:p w:rsidR="00F276C6" w:rsidRDefault="00F276C6" w:rsidP="00B31FF2"/>
    <w:p w:rsidR="00F276C6" w:rsidRDefault="00F276C6" w:rsidP="00B31FF2"/>
    <w:p w:rsidR="00F276C6" w:rsidRDefault="00F276C6" w:rsidP="00B31FF2"/>
    <w:p w:rsidR="00F276C6" w:rsidRDefault="00F276C6" w:rsidP="00B31FF2"/>
    <w:p w:rsidR="00F276C6" w:rsidRDefault="00F276C6" w:rsidP="00B31FF2"/>
    <w:p w:rsidR="00F276C6" w:rsidRDefault="00F276C6" w:rsidP="00B31FF2"/>
    <w:p w:rsidR="00F276C6" w:rsidRDefault="00F276C6" w:rsidP="00A92832"/>
    <w:p w:rsidR="00F276C6" w:rsidRDefault="00F276C6" w:rsidP="00A92832"/>
    <w:p w:rsidR="00F276C6" w:rsidRDefault="00F276C6" w:rsidP="00A92832"/>
    <w:p w:rsidR="00F276C6" w:rsidRDefault="00F276C6" w:rsidP="005759AC">
      <w:pPr>
        <w:pStyle w:val="Titre2"/>
        <w:numPr>
          <w:ilvl w:val="1"/>
          <w:numId w:val="4"/>
        </w:numPr>
      </w:pPr>
    </w:p>
    <w:p w:rsidR="00F276C6" w:rsidRDefault="00F276C6" w:rsidP="00047904"/>
    <w:p w:rsidR="00F276C6" w:rsidRDefault="00BD0A9E" w:rsidP="00047904">
      <w:r>
        <w:rPr>
          <w:noProof/>
          <w:lang w:eastAsia="fr-FR"/>
        </w:rPr>
        <w:pict>
          <v:shape id="_x0000_s1049" type="#_x0000_t202" style="position:absolute;left:0;text-align:left;margin-left:277.45pt;margin-top:3.3pt;width:147.5pt;height:57.9pt;z-index:251646976">
            <v:textbox>
              <w:txbxContent>
                <w:p w:rsidR="00F276C6" w:rsidRDefault="00F276C6">
                  <w:r>
                    <w:t>Rayon maximum :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0" type="#_x0000_t202" style="position:absolute;left:0;text-align:left;margin-left:55.7pt;margin-top:3.3pt;width:174.45pt;height:142.7pt;z-index:251645952">
            <v:textbox>
              <w:txbxContent>
                <w:p w:rsidR="00F276C6" w:rsidRDefault="00F276C6">
                  <w:r>
                    <w:t>Dessin Plaquette :</w:t>
                  </w:r>
                </w:p>
              </w:txbxContent>
            </v:textbox>
          </v:shape>
        </w:pict>
      </w:r>
    </w:p>
    <w:p w:rsidR="00F276C6" w:rsidRDefault="00F276C6" w:rsidP="00047904"/>
    <w:p w:rsidR="00F276C6" w:rsidRDefault="00F276C6" w:rsidP="00047904"/>
    <w:p w:rsidR="00F276C6" w:rsidRDefault="00F276C6" w:rsidP="00047904"/>
    <w:p w:rsidR="00F276C6" w:rsidRDefault="00F276C6" w:rsidP="00047904"/>
    <w:p w:rsidR="00F276C6" w:rsidRDefault="00F276C6" w:rsidP="00047904"/>
    <w:p w:rsidR="00F276C6" w:rsidRDefault="00F276C6" w:rsidP="00047904"/>
    <w:p w:rsidR="00F276C6" w:rsidRDefault="00F276C6" w:rsidP="00047904"/>
    <w:p w:rsidR="00F276C6" w:rsidRDefault="00F276C6" w:rsidP="00047904"/>
    <w:p w:rsidR="00F276C6" w:rsidRDefault="00F276C6" w:rsidP="00047904"/>
    <w:p w:rsidR="00F276C6" w:rsidRDefault="00F276C6" w:rsidP="00047904">
      <w:pPr>
        <w:sectPr w:rsidR="00F276C6" w:rsidSect="00373BB5">
          <w:type w:val="continuous"/>
          <w:pgSz w:w="11906" w:h="16838"/>
          <w:pgMar w:top="1440" w:right="1077" w:bottom="1440" w:left="1077" w:header="708" w:footer="708" w:gutter="0"/>
          <w:cols w:space="708"/>
          <w:docGrid w:linePitch="360"/>
        </w:sectPr>
      </w:pPr>
    </w:p>
    <w:p w:rsidR="00F276C6" w:rsidRDefault="00F276C6" w:rsidP="00A92832">
      <w:pPr>
        <w:pStyle w:val="Titre1"/>
        <w:numPr>
          <w:ilvl w:val="0"/>
          <w:numId w:val="4"/>
        </w:numPr>
      </w:pPr>
      <w:r>
        <w:lastRenderedPageBreak/>
        <w:t xml:space="preserve">Problématique : Comment </w:t>
      </w:r>
      <w:proofErr w:type="gramStart"/>
      <w:r>
        <w:t>réaliser</w:t>
      </w:r>
      <w:proofErr w:type="gramEnd"/>
      <w:r>
        <w:t xml:space="preserve"> les surfaces permettant la liaison entre le flasque et les têtes de rayons ?</w:t>
      </w:r>
    </w:p>
    <w:p w:rsidR="00F276C6" w:rsidRPr="00E36C42" w:rsidRDefault="00F276C6" w:rsidP="00E36C42">
      <w:pPr>
        <w:pStyle w:val="Titre2"/>
        <w:numPr>
          <w:ilvl w:val="1"/>
          <w:numId w:val="4"/>
        </w:numPr>
      </w:pPr>
    </w:p>
    <w:p w:rsidR="00F276C6" w:rsidRDefault="00F276C6" w:rsidP="00A92832">
      <w:r>
        <w:t>Complétez le tableau ci-dessous</w:t>
      </w:r>
    </w:p>
    <w:tbl>
      <w:tblPr>
        <w:tblW w:w="20982" w:type="dxa"/>
        <w:tblCellMar>
          <w:left w:w="0" w:type="dxa"/>
          <w:right w:w="0" w:type="dxa"/>
        </w:tblCellMar>
        <w:tblLook w:val="00A0"/>
      </w:tblPr>
      <w:tblGrid>
        <w:gridCol w:w="7026"/>
        <w:gridCol w:w="2067"/>
        <w:gridCol w:w="2035"/>
        <w:gridCol w:w="2082"/>
        <w:gridCol w:w="2022"/>
        <w:gridCol w:w="5750"/>
      </w:tblGrid>
      <w:tr w:rsidR="00F276C6" w:rsidRPr="008650B7" w:rsidTr="0081338C">
        <w:trPr>
          <w:trHeight w:val="246"/>
        </w:trPr>
        <w:tc>
          <w:tcPr>
            <w:tcW w:w="4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76C6" w:rsidRPr="008650B7" w:rsidRDefault="00F276C6" w:rsidP="00065E95">
            <w:proofErr w:type="spellStart"/>
            <w:r w:rsidRPr="008650B7">
              <w:rPr>
                <w:lang w:val="en-US"/>
              </w:rPr>
              <w:t>TOLERANCEMENT</w:t>
            </w:r>
            <w:proofErr w:type="spellEnd"/>
            <w:r w:rsidRPr="008650B7">
              <w:rPr>
                <w:lang w:val="en-US"/>
              </w:rPr>
              <w:t xml:space="preserve"> </w:t>
            </w:r>
            <w:proofErr w:type="spellStart"/>
            <w:r w:rsidRPr="008650B7">
              <w:rPr>
                <w:lang w:val="en-US"/>
              </w:rPr>
              <w:t>NORMALISE</w:t>
            </w:r>
            <w:proofErr w:type="spellEnd"/>
            <w:r w:rsidRPr="008650B7">
              <w:rPr>
                <w:lang w:val="en-US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76C6" w:rsidRPr="0081338C" w:rsidRDefault="00F276C6" w:rsidP="00065E95">
            <w:pPr>
              <w:jc w:val="center"/>
              <w:rPr>
                <w:b/>
                <w:bCs/>
              </w:rPr>
            </w:pPr>
            <w:r w:rsidRPr="0081338C">
              <w:rPr>
                <w:b/>
                <w:bCs/>
              </w:rPr>
              <w:t xml:space="preserve">Analyse d’une spécification par zone de tolérance </w:t>
            </w:r>
          </w:p>
        </w:tc>
      </w:tr>
      <w:tr w:rsidR="00F276C6" w:rsidRPr="008650B7" w:rsidTr="00E04623">
        <w:trPr>
          <w:trHeight w:val="379"/>
        </w:trPr>
        <w:tc>
          <w:tcPr>
            <w:tcW w:w="4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Pr="00511DC2" w:rsidRDefault="00BD0A9E" w:rsidP="00E04623">
            <w:pPr>
              <w:jc w:val="center"/>
            </w:pPr>
            <w:r>
              <w:rPr>
                <w:noProof/>
                <w:lang w:eastAsia="fr-FR"/>
              </w:rPr>
              <w:pict>
                <v:shape id="_x0000_i1057" type="#_x0000_t75" style="width:132.75pt;height:30.75pt;visibility:visible">
                  <v:imagedata r:id="rId43" o:title=""/>
                </v:shape>
              </w:pic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Pr="008650B7" w:rsidRDefault="00F276C6" w:rsidP="00E04623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511DC2">
              <w:rPr>
                <w:b/>
                <w:bCs/>
              </w:rPr>
              <w:t>Eléments</w:t>
            </w:r>
            <w:proofErr w:type="spellEnd"/>
            <w:r w:rsidRPr="008650B7">
              <w:rPr>
                <w:b/>
                <w:bCs/>
                <w:lang w:val="en-US"/>
              </w:rPr>
              <w:t xml:space="preserve"> non</w:t>
            </w:r>
            <w:r w:rsidRPr="00511DC2">
              <w:rPr>
                <w:b/>
                <w:bCs/>
              </w:rPr>
              <w:t xml:space="preserve"> idéaux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Pr="008650B7" w:rsidRDefault="00F276C6" w:rsidP="00E04623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8650B7">
              <w:rPr>
                <w:b/>
                <w:bCs/>
                <w:lang w:val="en-US"/>
              </w:rPr>
              <w:t>Eléments</w:t>
            </w:r>
            <w:proofErr w:type="spellEnd"/>
            <w:r w:rsidRPr="008650B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650B7">
              <w:rPr>
                <w:b/>
                <w:bCs/>
                <w:lang w:val="en-US"/>
              </w:rPr>
              <w:t>idéaux</w:t>
            </w:r>
            <w:proofErr w:type="spellEnd"/>
          </w:p>
        </w:tc>
      </w:tr>
      <w:tr w:rsidR="00F276C6" w:rsidRPr="008650B7" w:rsidTr="00867A11">
        <w:trPr>
          <w:trHeight w:val="779"/>
        </w:trPr>
        <w:tc>
          <w:tcPr>
            <w:tcW w:w="4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Pr="008650B7" w:rsidRDefault="00F276C6" w:rsidP="00867A11">
            <w:pPr>
              <w:jc w:val="center"/>
            </w:pPr>
            <w:r w:rsidRPr="008650B7">
              <w:rPr>
                <w:b/>
                <w:bCs/>
              </w:rPr>
              <w:t>Type de spécification</w:t>
            </w:r>
          </w:p>
          <w:p w:rsidR="00F276C6" w:rsidRPr="008650B7" w:rsidRDefault="00F276C6" w:rsidP="00867A11">
            <w:pPr>
              <w:jc w:val="center"/>
            </w:pPr>
            <w:r w:rsidRPr="008650B7">
              <w:t xml:space="preserve">Forme </w:t>
            </w:r>
            <w:r w:rsidRPr="008650B7">
              <w:tab/>
              <w:t>Orientation Position</w:t>
            </w:r>
            <w:r>
              <w:t xml:space="preserve"> </w:t>
            </w:r>
            <w:r w:rsidRPr="008650B7">
              <w:t>Battement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Pr="008650B7" w:rsidRDefault="00F276C6" w:rsidP="00867A11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8650B7">
              <w:rPr>
                <w:b/>
                <w:bCs/>
                <w:lang w:val="en-US"/>
              </w:rPr>
              <w:t>Elément</w:t>
            </w:r>
            <w:proofErr w:type="spellEnd"/>
            <w:r w:rsidRPr="008650B7">
              <w:rPr>
                <w:b/>
                <w:bCs/>
                <w:lang w:val="en-US"/>
              </w:rPr>
              <w:t xml:space="preserve">(s) </w:t>
            </w:r>
            <w:proofErr w:type="spellStart"/>
            <w:r w:rsidRPr="008650B7">
              <w:rPr>
                <w:b/>
                <w:bCs/>
                <w:lang w:val="en-US"/>
              </w:rPr>
              <w:t>tolérancé</w:t>
            </w:r>
            <w:proofErr w:type="spellEnd"/>
            <w:r w:rsidRPr="008650B7">
              <w:rPr>
                <w:b/>
                <w:bCs/>
                <w:lang w:val="en-US"/>
              </w:rPr>
              <w:t>(s)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Pr="008650B7" w:rsidRDefault="00F276C6" w:rsidP="00867A11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8650B7">
              <w:rPr>
                <w:b/>
                <w:bCs/>
                <w:lang w:val="en-US"/>
              </w:rPr>
              <w:t>Elément</w:t>
            </w:r>
            <w:proofErr w:type="spellEnd"/>
            <w:r w:rsidRPr="008650B7">
              <w:rPr>
                <w:b/>
                <w:bCs/>
                <w:lang w:val="en-US"/>
              </w:rPr>
              <w:t xml:space="preserve">(s) de </w:t>
            </w:r>
            <w:proofErr w:type="spellStart"/>
            <w:r w:rsidRPr="008650B7">
              <w:rPr>
                <w:b/>
                <w:bCs/>
                <w:lang w:val="en-US"/>
              </w:rPr>
              <w:t>référence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Pr="008650B7" w:rsidRDefault="00F276C6" w:rsidP="00867A11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8650B7">
              <w:rPr>
                <w:b/>
                <w:bCs/>
                <w:lang w:val="en-US"/>
              </w:rPr>
              <w:t>Référence</w:t>
            </w:r>
            <w:proofErr w:type="spellEnd"/>
            <w:r w:rsidRPr="008650B7">
              <w:rPr>
                <w:b/>
                <w:bCs/>
                <w:lang w:val="en-US"/>
              </w:rPr>
              <w:t xml:space="preserve">(s) </w:t>
            </w:r>
            <w:proofErr w:type="spellStart"/>
            <w:r w:rsidRPr="008650B7">
              <w:rPr>
                <w:b/>
                <w:bCs/>
                <w:lang w:val="en-US"/>
              </w:rPr>
              <w:t>spécifiée</w:t>
            </w:r>
            <w:proofErr w:type="spellEnd"/>
            <w:r w:rsidRPr="008650B7">
              <w:rPr>
                <w:b/>
                <w:bCs/>
                <w:lang w:val="en-US"/>
              </w:rPr>
              <w:t>(s)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Pr="008650B7" w:rsidRDefault="00F276C6" w:rsidP="00867A11">
            <w:pPr>
              <w:jc w:val="center"/>
              <w:rPr>
                <w:b/>
                <w:bCs/>
                <w:lang w:val="en-US"/>
              </w:rPr>
            </w:pPr>
            <w:r w:rsidRPr="008650B7">
              <w:rPr>
                <w:b/>
                <w:bCs/>
                <w:lang w:val="en-US"/>
              </w:rPr>
              <w:t xml:space="preserve">Zone de </w:t>
            </w:r>
            <w:proofErr w:type="spellStart"/>
            <w:r w:rsidRPr="008650B7">
              <w:rPr>
                <w:b/>
                <w:bCs/>
                <w:lang w:val="en-US"/>
              </w:rPr>
              <w:t>tolérance</w:t>
            </w:r>
            <w:proofErr w:type="spellEnd"/>
          </w:p>
        </w:tc>
      </w:tr>
      <w:tr w:rsidR="00F276C6" w:rsidRPr="008650B7" w:rsidTr="00867A11">
        <w:trPr>
          <w:trHeight w:val="1085"/>
        </w:trPr>
        <w:tc>
          <w:tcPr>
            <w:tcW w:w="4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Pr="008650B7" w:rsidRDefault="00F276C6" w:rsidP="00867A11">
            <w:pPr>
              <w:jc w:val="center"/>
            </w:pPr>
            <w:r w:rsidRPr="008650B7">
              <w:rPr>
                <w:b/>
                <w:bCs/>
              </w:rPr>
              <w:t>Condition de conformité</w:t>
            </w:r>
          </w:p>
          <w:p w:rsidR="00F276C6" w:rsidRPr="008650B7" w:rsidRDefault="00F276C6" w:rsidP="00867A11">
            <w:pPr>
              <w:jc w:val="center"/>
            </w:pPr>
            <w:r w:rsidRPr="008650B7">
              <w:t xml:space="preserve">L’élément </w:t>
            </w:r>
            <w:proofErr w:type="spellStart"/>
            <w:r w:rsidRPr="008650B7">
              <w:t>tolérancé</w:t>
            </w:r>
            <w:proofErr w:type="spellEnd"/>
            <w:r w:rsidRPr="008650B7">
              <w:t xml:space="preserve"> doit se situer tout entier</w:t>
            </w:r>
            <w:r>
              <w:t xml:space="preserve"> </w:t>
            </w:r>
            <w:r w:rsidRPr="008650B7">
              <w:t>dans  la zone de tolérance.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Pr="008650B7" w:rsidRDefault="0046173B" w:rsidP="00867A11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□</w:t>
            </w:r>
            <w:r w:rsidR="00144877">
              <w:rPr>
                <w:rFonts w:ascii="Verdana" w:hAnsi="Verdana"/>
                <w:b/>
                <w:bCs/>
                <w:lang w:val="en-US"/>
              </w:rPr>
              <w:t xml:space="preserve"> </w:t>
            </w:r>
            <w:r w:rsidR="00F276C6" w:rsidRPr="008650B7">
              <w:rPr>
                <w:b/>
                <w:bCs/>
                <w:lang w:val="en-US"/>
              </w:rPr>
              <w:t>unique</w:t>
            </w:r>
          </w:p>
          <w:p w:rsidR="00F276C6" w:rsidRPr="008650B7" w:rsidRDefault="00144877" w:rsidP="00867A11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 xml:space="preserve">□ </w:t>
            </w:r>
            <w:proofErr w:type="spellStart"/>
            <w:r w:rsidR="00F276C6" w:rsidRPr="008650B7">
              <w:rPr>
                <w:b/>
                <w:bCs/>
                <w:lang w:val="en-US"/>
              </w:rPr>
              <w:t>groupe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Pr="008650B7" w:rsidRDefault="00144877" w:rsidP="00867A11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 xml:space="preserve">□ </w:t>
            </w:r>
            <w:r w:rsidR="00F276C6" w:rsidRPr="008650B7">
              <w:rPr>
                <w:b/>
                <w:bCs/>
                <w:lang w:val="en-US"/>
              </w:rPr>
              <w:t>unique</w:t>
            </w:r>
          </w:p>
          <w:p w:rsidR="00F276C6" w:rsidRPr="008650B7" w:rsidRDefault="00144877" w:rsidP="00867A11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 xml:space="preserve">□ </w:t>
            </w:r>
            <w:r w:rsidR="00F276C6" w:rsidRPr="008650B7">
              <w:rPr>
                <w:b/>
                <w:bCs/>
                <w:lang w:val="en-US"/>
              </w:rPr>
              <w:t>multiple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Default="00144877" w:rsidP="00867A11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 xml:space="preserve">□ </w:t>
            </w:r>
            <w:r w:rsidR="00F276C6" w:rsidRPr="008650B7">
              <w:rPr>
                <w:b/>
                <w:bCs/>
                <w:lang w:val="en-US"/>
              </w:rPr>
              <w:t>simple</w:t>
            </w:r>
          </w:p>
          <w:p w:rsidR="00F276C6" w:rsidRPr="00511DC2" w:rsidRDefault="00144877" w:rsidP="00867A11">
            <w:pPr>
              <w:jc w:val="center"/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 xml:space="preserve">□ </w:t>
            </w:r>
            <w:r w:rsidR="00F276C6" w:rsidRPr="008650B7">
              <w:rPr>
                <w:b/>
                <w:bCs/>
                <w:lang w:val="en-US"/>
              </w:rPr>
              <w:t>commune</w:t>
            </w:r>
          </w:p>
          <w:p w:rsidR="00F276C6" w:rsidRPr="008650B7" w:rsidRDefault="00144877" w:rsidP="00867A11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 xml:space="preserve">□ </w:t>
            </w:r>
            <w:r w:rsidR="00787EA6">
              <w:rPr>
                <w:b/>
                <w:bCs/>
              </w:rPr>
              <w:t>s</w:t>
            </w:r>
            <w:r w:rsidR="00F276C6" w:rsidRPr="00511DC2">
              <w:rPr>
                <w:b/>
                <w:bCs/>
              </w:rPr>
              <w:t>ystème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Pr="00511DC2" w:rsidRDefault="00144877" w:rsidP="00867A11">
            <w:pPr>
              <w:jc w:val="center"/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 xml:space="preserve">□ </w:t>
            </w:r>
            <w:r w:rsidR="00F276C6" w:rsidRPr="008650B7">
              <w:rPr>
                <w:b/>
                <w:bCs/>
                <w:lang w:val="en-US"/>
              </w:rPr>
              <w:t>simple</w:t>
            </w:r>
          </w:p>
          <w:p w:rsidR="00F276C6" w:rsidRPr="008650B7" w:rsidRDefault="00144877" w:rsidP="00867A11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 xml:space="preserve">□ </w:t>
            </w:r>
            <w:r w:rsidR="00F276C6" w:rsidRPr="00511DC2">
              <w:rPr>
                <w:b/>
                <w:bCs/>
              </w:rPr>
              <w:t>composée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276C6" w:rsidRPr="0081338C" w:rsidRDefault="00F276C6" w:rsidP="00867A11">
            <w:pPr>
              <w:jc w:val="center"/>
              <w:rPr>
                <w:b/>
                <w:bCs/>
              </w:rPr>
            </w:pPr>
            <w:r w:rsidRPr="0081338C">
              <w:rPr>
                <w:b/>
                <w:bCs/>
              </w:rPr>
              <w:t>Contraintes</w:t>
            </w:r>
          </w:p>
          <w:p w:rsidR="00F276C6" w:rsidRPr="0081338C" w:rsidRDefault="00F276C6" w:rsidP="00867A11">
            <w:pPr>
              <w:jc w:val="center"/>
              <w:rPr>
                <w:b/>
                <w:bCs/>
              </w:rPr>
            </w:pPr>
            <w:r w:rsidRPr="0081338C">
              <w:rPr>
                <w:b/>
                <w:bCs/>
              </w:rPr>
              <w:t>Orientation par rapport à la référence spécifiée</w:t>
            </w:r>
          </w:p>
        </w:tc>
      </w:tr>
      <w:tr w:rsidR="00F276C6" w:rsidRPr="008650B7" w:rsidTr="009279A3">
        <w:trPr>
          <w:trHeight w:val="8785"/>
        </w:trPr>
        <w:tc>
          <w:tcPr>
            <w:tcW w:w="4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76C6" w:rsidRPr="008650B7" w:rsidRDefault="00F276C6" w:rsidP="00065E95">
            <w:r w:rsidRPr="008650B7">
              <w:rPr>
                <w:b/>
                <w:bCs/>
              </w:rPr>
              <w:t>Spécification</w:t>
            </w:r>
            <w:r w:rsidRPr="008650B7">
              <w:t xml:space="preserve"> </w:t>
            </w:r>
          </w:p>
          <w:p w:rsidR="00F276C6" w:rsidRDefault="00F276C6" w:rsidP="00867A11">
            <w:r w:rsidRPr="008650B7">
              <w:t>Extrait d</w:t>
            </w:r>
            <w:r>
              <w:t>u</w:t>
            </w:r>
            <w:r w:rsidRPr="008650B7">
              <w:t xml:space="preserve"> dessin de définition</w:t>
            </w:r>
          </w:p>
          <w:p w:rsidR="00F276C6" w:rsidRDefault="00BD0A9E" w:rsidP="00867A11">
            <w:r>
              <w:rPr>
                <w:noProof/>
                <w:lang w:eastAsia="fr-FR"/>
              </w:rPr>
              <w:pict>
                <v:rect id="_x0000_s1283" style="position:absolute;left:0;text-align:left;margin-left:-2pt;margin-top:169.05pt;width:24.65pt;height:15.6pt;z-index:251664384" stroked="f"/>
              </w:pict>
            </w:r>
            <w:r>
              <w:rPr>
                <w:noProof/>
                <w:lang w:eastAsia="fr-FR"/>
              </w:rPr>
              <w:pict>
                <v:shape id="_x0000_i1058" type="#_x0000_t75" style="width:336.75pt;height:180pt;visibility:visible">
                  <v:imagedata r:id="rId44" o:title=""/>
                </v:shape>
              </w:pict>
            </w:r>
          </w:p>
          <w:p w:rsidR="00F276C6" w:rsidRPr="008650B7" w:rsidRDefault="00F276C6" w:rsidP="00867A11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76C6" w:rsidRPr="004846B9" w:rsidRDefault="00F276C6" w:rsidP="00065E95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76C6" w:rsidRPr="004846B9" w:rsidRDefault="00F276C6" w:rsidP="00065E95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76C6" w:rsidRPr="004846B9" w:rsidRDefault="00F276C6" w:rsidP="00065E95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76C6" w:rsidRPr="004846B9" w:rsidRDefault="00F276C6" w:rsidP="00065E95">
            <w:pPr>
              <w:jc w:val="center"/>
              <w:rPr>
                <w:b/>
                <w:bCs/>
              </w:rPr>
            </w:pP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76C6" w:rsidRPr="004846B9" w:rsidRDefault="00F276C6" w:rsidP="00065E95">
            <w:pPr>
              <w:jc w:val="center"/>
              <w:rPr>
                <w:b/>
                <w:bCs/>
              </w:rPr>
            </w:pPr>
          </w:p>
        </w:tc>
      </w:tr>
    </w:tbl>
    <w:p w:rsidR="00F276C6" w:rsidRDefault="00F276C6" w:rsidP="00A92832">
      <w:pPr>
        <w:jc w:val="left"/>
      </w:pPr>
    </w:p>
    <w:p w:rsidR="00F276C6" w:rsidRDefault="00F276C6" w:rsidP="00A92832">
      <w:pPr>
        <w:jc w:val="left"/>
        <w:sectPr w:rsidR="00F276C6" w:rsidSect="0081338C">
          <w:pgSz w:w="23814" w:h="16840" w:orient="landscape"/>
          <w:pgMar w:top="1077" w:right="1440" w:bottom="1077" w:left="1440" w:header="709" w:footer="709" w:gutter="0"/>
          <w:cols w:space="708"/>
          <w:docGrid w:linePitch="360"/>
        </w:sectPr>
      </w:pPr>
    </w:p>
    <w:p w:rsidR="00F276C6" w:rsidRDefault="00F276C6" w:rsidP="00A92832">
      <w:pPr>
        <w:jc w:val="left"/>
      </w:pPr>
    </w:p>
    <w:p w:rsidR="00F276C6" w:rsidRDefault="00F276C6" w:rsidP="00B40D25">
      <w:pPr>
        <w:pStyle w:val="Titre2"/>
        <w:numPr>
          <w:ilvl w:val="1"/>
          <w:numId w:val="4"/>
        </w:numPr>
        <w:ind w:left="578" w:hanging="578"/>
        <w:jc w:val="left"/>
      </w:pPr>
    </w:p>
    <w:p w:rsidR="00F276C6" w:rsidRDefault="00F276C6" w:rsidP="0053797D"/>
    <w:p w:rsidR="00F276C6" w:rsidRPr="0053797D" w:rsidRDefault="00F276C6" w:rsidP="0053797D"/>
    <w:p w:rsidR="00F276C6" w:rsidRDefault="00F276C6" w:rsidP="00E36C42">
      <w:pPr>
        <w:jc w:val="center"/>
      </w:pPr>
    </w:p>
    <w:p w:rsidR="00F276C6" w:rsidRDefault="00F276C6" w:rsidP="00E36C42">
      <w:pPr>
        <w:jc w:val="center"/>
      </w:pPr>
    </w:p>
    <w:p w:rsidR="00F276C6" w:rsidRDefault="00F276C6" w:rsidP="00E36C42">
      <w:pPr>
        <w:jc w:val="center"/>
      </w:pPr>
    </w:p>
    <w:p w:rsidR="00F276C6" w:rsidRDefault="00BD0A9E" w:rsidP="00E36C42">
      <w:pPr>
        <w:jc w:val="center"/>
      </w:pPr>
      <w:r>
        <w:rPr>
          <w:noProof/>
          <w:lang w:eastAsia="fr-FR"/>
        </w:rPr>
        <w:pict>
          <v:group id="_x0000_s1115" style="position:absolute;left:0;text-align:left;margin-left:30.8pt;margin-top:4.8pt;width:326.2pt;height:541.75pt;z-index:251660288" coordorigin="1693,3870" coordsize="6524,10835">
            <v:shape id="_x0000_s1051" type="#_x0000_t32" style="position:absolute;left:5925;top:3870;width:15;height:8940;flip:x" o:connectortype="straight">
              <v:stroke dashstyle="longDashDot"/>
            </v:shape>
            <v:shape id="_x0000_s1052" type="#_x0000_t202" style="position:absolute;left:1693;top:14153;width:2477;height:552" stroked="f">
              <v:textbox>
                <w:txbxContent>
                  <w:p w:rsidR="00F276C6" w:rsidRDefault="00920B31">
                    <w:proofErr w:type="spellStart"/>
                    <w:r>
                      <w:t>Echelle</w:t>
                    </w:r>
                    <w:proofErr w:type="spellEnd"/>
                    <w:r>
                      <w:t> </w:t>
                    </w:r>
                    <w:r w:rsidR="00F276C6">
                      <w:t xml:space="preserve"> 10 :</w:t>
                    </w:r>
                    <w:r>
                      <w:t xml:space="preserve"> </w:t>
                    </w:r>
                    <w:r w:rsidR="00F276C6">
                      <w:t>1</w:t>
                    </w:r>
                  </w:p>
                </w:txbxContent>
              </v:textbox>
            </v:shape>
            <v:shape id="_x0000_s1112" type="#_x0000_t32" style="position:absolute;left:3665;top:7492;width:4552;height:0" o:connectortype="straight">
              <v:stroke dashstyle="dashDot"/>
            </v:shape>
          </v:group>
        </w:pict>
      </w:r>
      <w:r>
        <w:rPr>
          <w:noProof/>
          <w:lang w:eastAsia="fr-FR"/>
        </w:rPr>
        <w:pict>
          <v:shape id="_x0000_i1059" type="#_x0000_t75" style="width:465.75pt;height:347.25pt;rotation:90;visibility:visible">
            <v:imagedata r:id="rId45" o:title=""/>
          </v:shape>
        </w:pict>
      </w:r>
    </w:p>
    <w:p w:rsidR="00F276C6" w:rsidRDefault="00F276C6" w:rsidP="00A92832"/>
    <w:p w:rsidR="00F276C6" w:rsidRDefault="00F276C6" w:rsidP="00A92832"/>
    <w:p w:rsidR="00F276C6" w:rsidRDefault="00F276C6" w:rsidP="000D136A">
      <w:pPr>
        <w:jc w:val="center"/>
      </w:pPr>
    </w:p>
    <w:p w:rsidR="00F276C6" w:rsidRDefault="00F276C6">
      <w:pPr>
        <w:jc w:val="left"/>
        <w:rPr>
          <w:rFonts w:ascii="Arial" w:hAnsi="Arial" w:cs="Arial"/>
          <w:iCs/>
          <w:kern w:val="32"/>
          <w:szCs w:val="28"/>
        </w:rPr>
      </w:pPr>
      <w:r>
        <w:br w:type="page"/>
      </w:r>
    </w:p>
    <w:p w:rsidR="00F276C6" w:rsidRDefault="00F276C6" w:rsidP="006544B3">
      <w:pPr>
        <w:jc w:val="center"/>
      </w:pPr>
    </w:p>
    <w:p w:rsidR="00F276C6" w:rsidRPr="002A33AC" w:rsidRDefault="00F276C6" w:rsidP="0053797D">
      <w:pPr>
        <w:pStyle w:val="Titre2"/>
        <w:numPr>
          <w:ilvl w:val="1"/>
          <w:numId w:val="4"/>
        </w:numPr>
        <w:ind w:left="578" w:hanging="578"/>
      </w:pPr>
    </w:p>
    <w:p w:rsidR="00F276C6" w:rsidRDefault="00F276C6" w:rsidP="00A92832"/>
    <w:p w:rsidR="00F276C6" w:rsidRDefault="00BD0A9E" w:rsidP="00920B31">
      <w:pPr>
        <w:jc w:val="center"/>
      </w:pPr>
      <w:r>
        <w:rPr>
          <w:noProof/>
          <w:lang w:eastAsia="fr-FR"/>
        </w:rPr>
        <w:pict>
          <v:group id="_x0000_s1114" style="position:absolute;left:0;text-align:left;margin-left:78.55pt;margin-top:.7pt;width:273.75pt;height:543.75pt;z-index:251661312" coordorigin="2638,2902" coordsize="5475,10875">
            <v:shape id="_x0000_s1054" type="#_x0000_t202" style="position:absolute;left:2638;top:13074;width:3087;height:703" stroked="f">
              <v:textbox>
                <w:txbxContent>
                  <w:p w:rsidR="00F276C6" w:rsidRDefault="00F276C6">
                    <w:proofErr w:type="spellStart"/>
                    <w:r>
                      <w:t>Echelle</w:t>
                    </w:r>
                    <w:proofErr w:type="spellEnd"/>
                    <w:r>
                      <w:t xml:space="preserve"> 10 :</w:t>
                    </w:r>
                    <w:r w:rsidR="00920B31">
                      <w:t xml:space="preserve"> </w:t>
                    </w:r>
                    <w:r>
                      <w:t>1</w:t>
                    </w:r>
                  </w:p>
                </w:txbxContent>
              </v:textbox>
            </v:shape>
            <v:shape id="_x0000_s1053" type="#_x0000_t32" style="position:absolute;left:5941;top:2902;width:0;height:9300" o:connectortype="straight">
              <v:stroke dashstyle="longDashDot"/>
            </v:shape>
            <v:shape id="_x0000_s1113" type="#_x0000_t32" style="position:absolute;left:3561;top:6606;width:4552;height:0" o:connectortype="straight">
              <v:stroke dashstyle="dashDot"/>
            </v:shape>
          </v:group>
        </w:pict>
      </w:r>
      <w:r>
        <w:rPr>
          <w:noProof/>
          <w:lang w:eastAsia="fr-FR"/>
        </w:rPr>
        <w:pict>
          <v:shape id="_x0000_i1060" type="#_x0000_t75" style="width:465.75pt;height:347.25pt;rotation:90;visibility:visible">
            <v:imagedata r:id="rId45" o:title=""/>
          </v:shape>
        </w:pict>
      </w:r>
    </w:p>
    <w:p w:rsidR="00F276C6" w:rsidRDefault="00F276C6" w:rsidP="00A92832"/>
    <w:p w:rsidR="00F276C6" w:rsidRDefault="00F276C6" w:rsidP="00A92832"/>
    <w:p w:rsidR="00F276C6" w:rsidRDefault="00F276C6" w:rsidP="00A92832"/>
    <w:p w:rsidR="00F276C6" w:rsidRPr="00701212" w:rsidRDefault="00F276C6" w:rsidP="00A92832"/>
    <w:p w:rsidR="00F276C6" w:rsidRPr="00633BCC" w:rsidRDefault="00F276C6" w:rsidP="009871AE">
      <w:pPr>
        <w:jc w:val="center"/>
      </w:pPr>
    </w:p>
    <w:p w:rsidR="00F276C6" w:rsidRDefault="00F276C6" w:rsidP="001D005D">
      <w:pPr>
        <w:jc w:val="left"/>
      </w:pPr>
    </w:p>
    <w:p w:rsidR="00F276C6" w:rsidRDefault="00F276C6">
      <w:pPr>
        <w:jc w:val="left"/>
        <w:rPr>
          <w:rFonts w:cs="Arial"/>
          <w:b/>
          <w:bCs/>
          <w:i/>
          <w:kern w:val="32"/>
          <w:sz w:val="36"/>
          <w:szCs w:val="32"/>
        </w:rPr>
      </w:pPr>
      <w:r>
        <w:br w:type="page"/>
      </w:r>
    </w:p>
    <w:p w:rsidR="00F276C6" w:rsidRDefault="00F276C6" w:rsidP="001D005D">
      <w:pPr>
        <w:pStyle w:val="Titre1"/>
        <w:numPr>
          <w:ilvl w:val="0"/>
          <w:numId w:val="4"/>
        </w:numPr>
      </w:pPr>
      <w:r>
        <w:t>Problématique : La modification de la forme du flasque est</w:t>
      </w:r>
      <w:r w:rsidR="00920B31">
        <w:t>-</w:t>
      </w:r>
      <w:r>
        <w:t xml:space="preserve"> elle techniquement envisageable ?</w:t>
      </w:r>
    </w:p>
    <w:p w:rsidR="00F276C6" w:rsidRDefault="00F276C6" w:rsidP="001D005D">
      <w:pPr>
        <w:pStyle w:val="Titre2"/>
        <w:numPr>
          <w:ilvl w:val="1"/>
          <w:numId w:val="4"/>
        </w:numPr>
      </w:pPr>
    </w:p>
    <w:p w:rsidR="00F276C6" w:rsidRDefault="00F276C6" w:rsidP="00464FE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404FE5">
        <w:trPr>
          <w:trHeight w:val="1339"/>
        </w:trPr>
        <w:tc>
          <w:tcPr>
            <w:tcW w:w="9892" w:type="dxa"/>
          </w:tcPr>
          <w:p w:rsidR="00F276C6" w:rsidRDefault="00F276C6" w:rsidP="007C066E"/>
        </w:tc>
      </w:tr>
    </w:tbl>
    <w:p w:rsidR="00F276C6" w:rsidRDefault="00F276C6" w:rsidP="00661411">
      <w:pPr>
        <w:pStyle w:val="Titre2"/>
        <w:numPr>
          <w:ilvl w:val="1"/>
          <w:numId w:val="4"/>
        </w:numPr>
        <w:ind w:left="578" w:hanging="578"/>
      </w:pPr>
    </w:p>
    <w:p w:rsidR="00F276C6" w:rsidRPr="00661411" w:rsidRDefault="00F276C6" w:rsidP="0066141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892"/>
      </w:tblGrid>
      <w:tr w:rsidR="00F276C6" w:rsidTr="00404FE5">
        <w:trPr>
          <w:trHeight w:val="8824"/>
        </w:trPr>
        <w:tc>
          <w:tcPr>
            <w:tcW w:w="9892" w:type="dxa"/>
            <w:tcBorders>
              <w:top w:val="single" w:sz="4" w:space="0" w:color="auto"/>
            </w:tcBorders>
            <w:vAlign w:val="center"/>
          </w:tcPr>
          <w:p w:rsidR="00F276C6" w:rsidRDefault="00BD0A9E" w:rsidP="00404FE5">
            <w:pPr>
              <w:jc w:val="center"/>
            </w:pPr>
            <w:r>
              <w:rPr>
                <w:noProof/>
                <w:lang w:eastAsia="fr-FR"/>
              </w:rPr>
              <w:pict>
                <v:shape id="_x0000_s1372" type="#_x0000_t202" style="position:absolute;left:0;text-align:left;margin-left:177.65pt;margin-top:138.8pt;width:11.75pt;height:14.65pt;z-index:251670528;mso-height-percent:200;mso-height-percent:200;mso-width-relative:margin;mso-height-relative:margin" filled="f" stroked="f">
                  <v:textbox style="mso-fit-shape-to-text:t" inset="0,0,0,0">
                    <w:txbxContent>
                      <w:p w:rsidR="005A370C" w:rsidRPr="005A370C" w:rsidRDefault="005A370C" w:rsidP="005A370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_x0000_s1371" type="#_x0000_t202" style="position:absolute;left:0;text-align:left;margin-left:200.3pt;margin-top:179.85pt;width:11.75pt;height:14.65pt;z-index:251669504;mso-height-percent:200;mso-height-percent:200;mso-width-relative:margin;mso-height-relative:margin" filled="f" stroked="f">
                  <v:textbox style="mso-fit-shape-to-text:t" inset="0,0,0,0">
                    <w:txbxContent>
                      <w:p w:rsidR="005A370C" w:rsidRPr="005A370C" w:rsidRDefault="005A370C" w:rsidP="005A370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369" type="#_x0000_t202" style="position:absolute;left:0;text-align:left;margin-left:127.9pt;margin-top:175.5pt;width:11.75pt;height:14.65pt;z-index:251668480;mso-height-percent:200;mso-height-percent:200;mso-width-relative:margin;mso-height-relative:margin" filled="f" stroked="f">
                  <v:textbox style="mso-fit-shape-to-text:t" inset="0,0,0,0">
                    <w:txbxContent>
                      <w:p w:rsidR="005A370C" w:rsidRPr="005A370C" w:rsidRDefault="005A370C">
                        <w:pPr>
                          <w:rPr>
                            <w:b/>
                          </w:rPr>
                        </w:pPr>
                        <w:r w:rsidRPr="005A370C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oval id="_x0000_s1367" style="position:absolute;left:0;text-align:left;margin-left:167.6pt;margin-top:145.8pt;width:3.7pt;height:3.7pt;z-index:251667456" fillcolor="black"/>
              </w:pict>
            </w:r>
            <w:r>
              <w:rPr>
                <w:noProof/>
                <w:lang w:eastAsia="fr-FR"/>
              </w:rPr>
              <w:pict>
                <v:shape id="_x0000_s1325" type="#_x0000_t32" style="position:absolute;left:0;text-align:left;margin-left:177.25pt;margin-top:166.8pt;width:39.2pt;height:27.3pt;flip:y;z-index:251665408" o:connectortype="straight" strokeweight=".25pt"/>
              </w:pict>
            </w:r>
            <w:r>
              <w:rPr>
                <w:noProof/>
                <w:lang w:eastAsia="fr-FR"/>
              </w:rPr>
              <w:pict>
                <v:shape id="_x0000_s1326" type="#_x0000_t32" style="position:absolute;left:0;text-align:left;margin-left:127.5pt;margin-top:169.2pt;width:32.15pt;height:23.05pt;flip:x y;z-index:251666432" o:connectortype="straight" strokeweight=".25pt"/>
              </w:pict>
            </w:r>
            <w:r>
              <w:rPr>
                <w:noProof/>
                <w:lang w:eastAsia="fr-FR"/>
              </w:rPr>
              <w:pict>
                <v:oval id="_x0000_s1055" style="position:absolute;left:0;text-align:left;margin-left:144.65pt;margin-top:181.4pt;width:3.55pt;height:3.55pt;z-index:251649024" fillcolor="black"/>
              </w:pict>
            </w:r>
            <w:r>
              <w:rPr>
                <w:noProof/>
                <w:lang w:eastAsia="fr-FR"/>
              </w:rPr>
              <w:pict>
                <v:oval id="_x0000_s1056" style="position:absolute;left:0;text-align:left;margin-left:190.4pt;margin-top:181.55pt;width:3.55pt;height:3.55pt;z-index:251648000" fillcolor="black"/>
              </w:pict>
            </w:r>
            <w:r>
              <w:rPr>
                <w:noProof/>
                <w:lang w:eastAsia="fr-FR"/>
              </w:rPr>
              <w:pict>
                <v:shape id="_x0000_i1061" type="#_x0000_t75" style="width:302.25pt;height:272.25pt;visibility:visible">
                  <v:imagedata r:id="rId46" o:title=""/>
                </v:shape>
              </w:pict>
            </w:r>
          </w:p>
          <w:p w:rsidR="00F276C6" w:rsidRDefault="00F276C6" w:rsidP="00404FE5">
            <w:pPr>
              <w:jc w:val="center"/>
            </w:pPr>
          </w:p>
          <w:p w:rsidR="00F276C6" w:rsidRDefault="00F276C6" w:rsidP="00404FE5">
            <w:pPr>
              <w:jc w:val="center"/>
            </w:pPr>
          </w:p>
        </w:tc>
      </w:tr>
      <w:tr w:rsidR="00F276C6" w:rsidTr="00404FE5">
        <w:trPr>
          <w:trHeight w:val="427"/>
        </w:trPr>
        <w:tc>
          <w:tcPr>
            <w:tcW w:w="9892" w:type="dxa"/>
            <w:tcBorders>
              <w:bottom w:val="single" w:sz="4" w:space="0" w:color="auto"/>
            </w:tcBorders>
            <w:vAlign w:val="bottom"/>
          </w:tcPr>
          <w:p w:rsidR="00F276C6" w:rsidRDefault="00F276C6" w:rsidP="00404FE5">
            <w:pPr>
              <w:jc w:val="right"/>
            </w:pPr>
            <w:r>
              <w:t xml:space="preserve">Échelle graphique : 10 </w:t>
            </w:r>
            <w:proofErr w:type="spellStart"/>
            <w:proofErr w:type="gramStart"/>
            <w:r>
              <w:t>daN</w:t>
            </w:r>
            <w:proofErr w:type="spellEnd"/>
            <w:proofErr w:type="gramEnd"/>
            <w:r>
              <w:t xml:space="preserve"> pour 1 mm</w:t>
            </w:r>
          </w:p>
        </w:tc>
      </w:tr>
    </w:tbl>
    <w:p w:rsidR="00F276C6" w:rsidRDefault="00F276C6">
      <w:pPr>
        <w:jc w:val="left"/>
        <w:rPr>
          <w:rFonts w:ascii="Arial" w:hAnsi="Arial" w:cs="Arial"/>
          <w:iCs/>
          <w:kern w:val="32"/>
          <w:szCs w:val="28"/>
        </w:rPr>
      </w:pPr>
      <w:r>
        <w:br w:type="page"/>
      </w:r>
    </w:p>
    <w:p w:rsidR="00F276C6" w:rsidRDefault="00F276C6" w:rsidP="001D005D">
      <w:pPr>
        <w:pStyle w:val="Titre2"/>
        <w:numPr>
          <w:ilvl w:val="1"/>
          <w:numId w:val="4"/>
        </w:numPr>
      </w:pPr>
    </w:p>
    <w:p w:rsidR="00F276C6" w:rsidRDefault="00F276C6" w:rsidP="00306CE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404FE5">
        <w:trPr>
          <w:trHeight w:val="2069"/>
        </w:trPr>
        <w:tc>
          <w:tcPr>
            <w:tcW w:w="9892" w:type="dxa"/>
          </w:tcPr>
          <w:p w:rsidR="00F276C6" w:rsidRDefault="00F276C6" w:rsidP="007C066E"/>
        </w:tc>
      </w:tr>
    </w:tbl>
    <w:p w:rsidR="00F276C6" w:rsidRDefault="00F276C6" w:rsidP="001D005D">
      <w:pPr>
        <w:pStyle w:val="Titre2"/>
        <w:numPr>
          <w:ilvl w:val="1"/>
          <w:numId w:val="4"/>
        </w:numPr>
      </w:pPr>
    </w:p>
    <w:p w:rsidR="00F276C6" w:rsidRDefault="00F276C6" w:rsidP="00464FE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404FE5">
        <w:trPr>
          <w:trHeight w:val="2365"/>
        </w:trPr>
        <w:tc>
          <w:tcPr>
            <w:tcW w:w="9892" w:type="dxa"/>
          </w:tcPr>
          <w:p w:rsidR="00F276C6" w:rsidRDefault="00F276C6" w:rsidP="007C066E"/>
        </w:tc>
      </w:tr>
    </w:tbl>
    <w:p w:rsidR="00F276C6" w:rsidRPr="00464FEA" w:rsidRDefault="00F276C6" w:rsidP="00464FEA"/>
    <w:p w:rsidR="00F276C6" w:rsidRDefault="00F276C6" w:rsidP="001D005D">
      <w:pPr>
        <w:pStyle w:val="Titre2"/>
        <w:numPr>
          <w:ilvl w:val="1"/>
          <w:numId w:val="4"/>
        </w:numPr>
      </w:pPr>
    </w:p>
    <w:p w:rsidR="00F276C6" w:rsidRDefault="00F276C6" w:rsidP="00464FE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92"/>
      </w:tblGrid>
      <w:tr w:rsidR="00F276C6" w:rsidTr="00404FE5">
        <w:trPr>
          <w:trHeight w:val="2657"/>
        </w:trPr>
        <w:tc>
          <w:tcPr>
            <w:tcW w:w="9892" w:type="dxa"/>
          </w:tcPr>
          <w:p w:rsidR="00F276C6" w:rsidRDefault="00F276C6" w:rsidP="007C066E"/>
        </w:tc>
      </w:tr>
    </w:tbl>
    <w:p w:rsidR="00F276C6" w:rsidRPr="00464FEA" w:rsidRDefault="00F276C6" w:rsidP="00464FEA"/>
    <w:p w:rsidR="00F276C6" w:rsidRDefault="00F276C6" w:rsidP="0080277B"/>
    <w:p w:rsidR="00F276C6" w:rsidRDefault="00F276C6"/>
    <w:p w:rsidR="00F276C6" w:rsidRDefault="00F276C6">
      <w:pPr>
        <w:sectPr w:rsidR="00F276C6" w:rsidSect="00B14869">
          <w:pgSz w:w="11906" w:h="16838"/>
          <w:pgMar w:top="1440" w:right="1077" w:bottom="1440" w:left="1077" w:header="708" w:footer="708" w:gutter="0"/>
          <w:cols w:space="708"/>
          <w:docGrid w:linePitch="360"/>
        </w:sectPr>
      </w:pPr>
    </w:p>
    <w:p w:rsidR="00F276C6" w:rsidRDefault="00F276C6" w:rsidP="007720E7">
      <w:pPr>
        <w:pStyle w:val="Titre1"/>
        <w:numPr>
          <w:ilvl w:val="0"/>
          <w:numId w:val="4"/>
        </w:numPr>
        <w:jc w:val="left"/>
      </w:pPr>
      <w:r>
        <w:lastRenderedPageBreak/>
        <w:t xml:space="preserve">Problématique : Comment </w:t>
      </w:r>
      <w:proofErr w:type="gramStart"/>
      <w:r>
        <w:t>orienter</w:t>
      </w:r>
      <w:proofErr w:type="gramEnd"/>
      <w:r>
        <w:t xml:space="preserve"> le flasque sur la palette </w:t>
      </w:r>
      <w:proofErr w:type="spellStart"/>
      <w:r>
        <w:t>Erowa</w:t>
      </w:r>
      <w:proofErr w:type="spellEnd"/>
      <w:r>
        <w:t xml:space="preserve"> ?</w:t>
      </w:r>
    </w:p>
    <w:p w:rsidR="00F276C6" w:rsidRDefault="00F276C6" w:rsidP="007720E7"/>
    <w:p w:rsidR="00F276C6" w:rsidRDefault="00D76AEF" w:rsidP="00D76AEF">
      <w:pPr>
        <w:numPr>
          <w:ilvl w:val="1"/>
          <w:numId w:val="4"/>
        </w:numPr>
      </w:pPr>
      <w:r>
        <w:t xml:space="preserve"> </w:t>
      </w:r>
    </w:p>
    <w:p w:rsidR="00F276C6" w:rsidRDefault="00F276C6" w:rsidP="007720E7">
      <w:pPr>
        <w:jc w:val="center"/>
      </w:pPr>
    </w:p>
    <w:p w:rsidR="00F276C6" w:rsidRDefault="00F276C6" w:rsidP="0053797D"/>
    <w:p w:rsidR="00F276C6" w:rsidRPr="0053797D" w:rsidRDefault="00BD0A9E" w:rsidP="00F2738F">
      <w:pPr>
        <w:jc w:val="center"/>
        <w:sectPr w:rsidR="00F276C6" w:rsidRPr="0053797D" w:rsidSect="00BF1667">
          <w:pgSz w:w="23814" w:h="16840"/>
          <w:pgMar w:top="1440" w:right="1077" w:bottom="1440" w:left="1077" w:header="709" w:footer="709" w:gutter="0"/>
          <w:cols w:space="708"/>
          <w:docGrid w:linePitch="360"/>
        </w:sectPr>
      </w:pPr>
      <w:r>
        <w:rPr>
          <w:noProof/>
          <w:lang w:eastAsia="fr-FR"/>
        </w:rPr>
        <w:pict>
          <v:group id="_x0000_s1284" style="position:absolute;left:0;text-align:left;margin-left:102.15pt;margin-top:66.45pt;width:740.25pt;height:484.5pt;z-index:251663360" coordorigin="3120,4680" coordsize="14805,9690">
            <v:shape id="_x0000_s1237" type="#_x0000_t32" style="position:absolute;left:3120;top:6195;width:375;height:0" o:connectortype="straight"/>
            <v:shape id="_x0000_s1238" type="#_x0000_t32" style="position:absolute;left:3120;top:6300;width:375;height:0" o:connectortype="straight"/>
            <v:shape id="_x0000_s1239" type="#_x0000_t32" style="position:absolute;left:3120;top:14265;width:375;height:0" o:connectortype="straight"/>
            <v:shape id="_x0000_s1240" type="#_x0000_t32" style="position:absolute;left:3120;top:14370;width:375;height:0" o:connectortype="straight"/>
            <v:rect id="_x0000_s1241" style="position:absolute;left:11955;top:12345;width:5970;height:143" stroked="f"/>
            <v:rect id="_x0000_s1242" style="position:absolute;left:5775;top:4680;width:1035;height:375" stroked="f"/>
            <v:shape id="_x0000_s1243" type="#_x0000_t202" style="position:absolute;left:3708;top:4720;width:630;height:276;mso-height-percent:200;mso-height-percent:200;mso-width-relative:margin;mso-height-relative:margin" filled="f" stroked="f">
              <v:textbox style="mso-fit-shape-to-text:t" inset="0,0,0,0">
                <w:txbxContent>
                  <w:p w:rsidR="00F865E6" w:rsidRPr="00744F3F" w:rsidRDefault="00F865E6">
                    <w:pPr>
                      <w:rPr>
                        <w:rFonts w:ascii="Arial" w:hAnsi="Arial" w:cs="Arial"/>
                        <w:szCs w:val="24"/>
                      </w:rPr>
                    </w:pPr>
                    <w:r w:rsidRPr="00744F3F">
                      <w:rPr>
                        <w:rFonts w:ascii="Arial" w:hAnsi="Arial" w:cs="Arial"/>
                        <w:szCs w:val="24"/>
                      </w:rPr>
                      <w:t>1/2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shape id="_x0000_i1062" type="#_x0000_t75" style="width:861pt;height:583.5pt;visibility:visible;mso-wrap-style:square">
            <v:imagedata r:id="rId47" o:title=""/>
          </v:shape>
        </w:pict>
      </w:r>
    </w:p>
    <w:p w:rsidR="00F276C6" w:rsidRPr="0080277B" w:rsidRDefault="00BD0A9E" w:rsidP="0080277B">
      <w:pPr>
        <w:pStyle w:val="Titre2"/>
        <w:numPr>
          <w:ilvl w:val="1"/>
          <w:numId w:val="4"/>
        </w:numPr>
      </w:pPr>
      <w:r>
        <w:rPr>
          <w:noProof/>
          <w:lang w:eastAsia="fr-FR"/>
        </w:rPr>
        <w:lastRenderedPageBreak/>
        <w:pict>
          <v:shape id="Image 25" o:spid="_x0000_s1057" type="#_x0000_t75" style="position:absolute;left:0;text-align:left;margin-left:399.85pt;margin-top:17.4pt;width:91.65pt;height:88.9pt;z-index:251657216;visibility:visible">
            <v:imagedata r:id="rId48" o:title="" grayscale="t"/>
          </v:shape>
        </w:pict>
      </w:r>
      <w:r w:rsidR="00F276C6" w:rsidRPr="0080277B">
        <w:t xml:space="preserve"> </w:t>
      </w:r>
    </w:p>
    <w:p w:rsidR="00F276C6" w:rsidRDefault="00F276C6" w:rsidP="004C2DFD">
      <w:proofErr w:type="spellStart"/>
      <w:r>
        <w:t>Echelle</w:t>
      </w:r>
      <w:proofErr w:type="spellEnd"/>
      <w:r>
        <w:t xml:space="preserve"> 1 :1</w:t>
      </w:r>
    </w:p>
    <w:p w:rsidR="00E40665" w:rsidRDefault="00E40665" w:rsidP="004C2DFD"/>
    <w:p w:rsidR="00E40665" w:rsidRDefault="00E40665" w:rsidP="004C2DFD"/>
    <w:p w:rsidR="00F276C6" w:rsidRDefault="00F276C6" w:rsidP="00C018D7">
      <w:pPr>
        <w:ind w:left="-993" w:firstLine="993"/>
        <w:jc w:val="center"/>
      </w:pPr>
    </w:p>
    <w:p w:rsidR="00F276C6" w:rsidRDefault="00BD0A9E" w:rsidP="00C018D7">
      <w:pPr>
        <w:ind w:left="-993" w:firstLine="993"/>
        <w:jc w:val="center"/>
      </w:pPr>
      <w:r>
        <w:rPr>
          <w:noProof/>
        </w:rPr>
        <w:pict>
          <v:shape id="_x0000_s1412" type="#_x0000_t202" style="position:absolute;left:0;text-align:left;margin-left:246.05pt;margin-top:234pt;width:19.8pt;height:14.7pt;z-index:251671552;mso-height-percent:200;mso-height-percent:200;mso-width-relative:margin;mso-height-relative:margin" filled="f" stroked="f">
            <v:textbox style="mso-fit-shape-to-text:t" inset="0,0,0,0">
              <w:txbxContent>
                <w:p w:rsidR="00191035" w:rsidRPr="00191035" w:rsidRDefault="00191035" w:rsidP="00191035">
                  <w:pPr>
                    <w:rPr>
                      <w:b/>
                    </w:rPr>
                  </w:pPr>
                  <w:r w:rsidRPr="00191035">
                    <w:rPr>
                      <w:b/>
                    </w:rPr>
                    <w:sym w:font="Symbol" w:char="F0C6"/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Image 15" o:spid="_x0000_i1063" type="#_x0000_t75" style="width:442.5pt;height:266.25pt;visibility:visible;mso-wrap-style:square">
            <v:imagedata r:id="rId49" o:title=""/>
          </v:shape>
        </w:pict>
      </w:r>
    </w:p>
    <w:p w:rsidR="00F276C6" w:rsidRPr="00464FEA" w:rsidRDefault="00BD0A9E" w:rsidP="00D76AEF">
      <w:pPr>
        <w:ind w:left="-993" w:firstLine="993"/>
        <w:jc w:val="center"/>
      </w:pPr>
      <w:r>
        <w:rPr>
          <w:noProof/>
        </w:rPr>
        <w:pict>
          <v:shape id="Image 18" o:spid="_x0000_s1198" type="#_x0000_t75" style="position:absolute;left:0;text-align:left;margin-left:50.85pt;margin-top:42.9pt;width:498.75pt;height:314.9pt;z-index:251642880;visibility:visible;mso-position-horizontal-relative:page">
            <v:imagedata r:id="rId50" o:title="" cropright="516f"/>
            <w10:wrap type="square" anchorx="page"/>
          </v:shape>
        </w:pict>
      </w:r>
      <w:r>
        <w:rPr>
          <w:noProof/>
          <w:lang w:eastAsia="fr-FR"/>
        </w:rPr>
        <w:pict>
          <v:shape id="Image 19" o:spid="_x0000_s1063" type="#_x0000_t75" style="position:absolute;left:0;text-align:left;margin-left:20pt;margin-top:8pt;width:120.05pt;height:58.2pt;z-index:251658240;visibility:visible">
            <v:imagedata r:id="rId51" o:title="" grayscale="t"/>
          </v:shape>
        </w:pict>
      </w:r>
    </w:p>
    <w:sectPr w:rsidR="00F276C6" w:rsidRPr="00464FEA" w:rsidSect="00C018D7">
      <w:pgSz w:w="11907" w:h="16839" w:orient="landscape" w:code="9"/>
      <w:pgMar w:top="426" w:right="708" w:bottom="107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65F" w:rsidRDefault="0038765F" w:rsidP="0070302F">
      <w:r>
        <w:separator/>
      </w:r>
    </w:p>
  </w:endnote>
  <w:endnote w:type="continuationSeparator" w:id="1">
    <w:p w:rsidR="0038765F" w:rsidRDefault="0038765F" w:rsidP="00703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3D1" w:rsidRDefault="00C973D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6C6" w:rsidRPr="00F64AD7" w:rsidRDefault="00F276C6" w:rsidP="000206A7">
    <w:pPr>
      <w:pStyle w:val="Pieddepage"/>
      <w:tabs>
        <w:tab w:val="clear" w:pos="4536"/>
        <w:tab w:val="clear" w:pos="9072"/>
        <w:tab w:val="right" w:pos="9781"/>
      </w:tabs>
    </w:pPr>
    <w:r>
      <w:t>E4 - Dossier Réponse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3D1" w:rsidRDefault="00C973D1">
    <w:pPr>
      <w:pStyle w:val="Pieddepag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6C6" w:rsidRPr="00F64AD7" w:rsidRDefault="00F276C6" w:rsidP="00E67FA8">
    <w:pPr>
      <w:pStyle w:val="Pieddepage"/>
      <w:tabs>
        <w:tab w:val="clear" w:pos="4536"/>
        <w:tab w:val="clear" w:pos="9072"/>
        <w:tab w:val="left" w:pos="10348"/>
      </w:tabs>
    </w:pPr>
    <w:r>
      <w:t xml:space="preserve">E4 - Dossier Réponse </w:t>
    </w:r>
    <w:r>
      <w:tab/>
      <w:t xml:space="preserve">DR </w:t>
    </w:r>
    <w:r w:rsidR="00BD0A9E">
      <w:rPr>
        <w:b/>
      </w:rPr>
      <w:fldChar w:fldCharType="begin"/>
    </w:r>
    <w:r>
      <w:rPr>
        <w:b/>
      </w:rPr>
      <w:instrText>PAGE</w:instrText>
    </w:r>
    <w:r w:rsidR="00BD0A9E">
      <w:rPr>
        <w:b/>
      </w:rPr>
      <w:fldChar w:fldCharType="separate"/>
    </w:r>
    <w:r w:rsidR="0038697B">
      <w:rPr>
        <w:b/>
        <w:noProof/>
      </w:rPr>
      <w:t>1</w:t>
    </w:r>
    <w:r w:rsidR="00BD0A9E">
      <w:rPr>
        <w:b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6C6" w:rsidRPr="00F64AD7" w:rsidRDefault="00F276C6" w:rsidP="000206A7">
    <w:pPr>
      <w:pStyle w:val="Pieddepage"/>
      <w:tabs>
        <w:tab w:val="clear" w:pos="4536"/>
        <w:tab w:val="clear" w:pos="9072"/>
        <w:tab w:val="right" w:pos="9781"/>
      </w:tabs>
    </w:pPr>
    <w:r>
      <w:t>E4 - Dossier Réponse</w:t>
    </w:r>
    <w:r>
      <w:tab/>
      <w:t xml:space="preserve">DR </w:t>
    </w:r>
    <w:r w:rsidR="00BD0A9E">
      <w:rPr>
        <w:b/>
      </w:rPr>
      <w:fldChar w:fldCharType="begin"/>
    </w:r>
    <w:r>
      <w:rPr>
        <w:b/>
      </w:rPr>
      <w:instrText>PAGE</w:instrText>
    </w:r>
    <w:r w:rsidR="00BD0A9E">
      <w:rPr>
        <w:b/>
      </w:rPr>
      <w:fldChar w:fldCharType="separate"/>
    </w:r>
    <w:r w:rsidR="0038697B">
      <w:rPr>
        <w:b/>
        <w:noProof/>
      </w:rPr>
      <w:t>5</w:t>
    </w:r>
    <w:r w:rsidR="00BD0A9E">
      <w:rPr>
        <w:b/>
      </w:rPr>
      <w:fldChar w:fldCharType="end"/>
    </w:r>
    <w:r>
      <w:t xml:space="preserve"> 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6C6" w:rsidRPr="00F64AD7" w:rsidRDefault="00F276C6" w:rsidP="000206A7">
    <w:pPr>
      <w:pStyle w:val="Pieddepage"/>
      <w:tabs>
        <w:tab w:val="clear" w:pos="4536"/>
        <w:tab w:val="clear" w:pos="9072"/>
        <w:tab w:val="right" w:pos="9781"/>
      </w:tabs>
    </w:pPr>
    <w:r>
      <w:t>E4 - Dossier Réponse</w:t>
    </w:r>
    <w:r>
      <w:tab/>
      <w:t xml:space="preserve">DR </w:t>
    </w:r>
    <w:r w:rsidR="00BD0A9E">
      <w:rPr>
        <w:b/>
      </w:rPr>
      <w:fldChar w:fldCharType="begin"/>
    </w:r>
    <w:r>
      <w:rPr>
        <w:b/>
      </w:rPr>
      <w:instrText>PAGE</w:instrText>
    </w:r>
    <w:r w:rsidR="00BD0A9E">
      <w:rPr>
        <w:b/>
      </w:rPr>
      <w:fldChar w:fldCharType="separate"/>
    </w:r>
    <w:r w:rsidR="0038697B">
      <w:rPr>
        <w:b/>
        <w:noProof/>
      </w:rPr>
      <w:t>19</w:t>
    </w:r>
    <w:r w:rsidR="00BD0A9E">
      <w:rPr>
        <w:b/>
      </w:rPr>
      <w:fldChar w:fldCharType="end"/>
    </w: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65F" w:rsidRDefault="0038765F" w:rsidP="0070302F">
      <w:r>
        <w:separator/>
      </w:r>
    </w:p>
  </w:footnote>
  <w:footnote w:type="continuationSeparator" w:id="1">
    <w:p w:rsidR="0038765F" w:rsidRDefault="0038765F" w:rsidP="007030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3D1" w:rsidRDefault="00C973D1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6C6" w:rsidRDefault="00F276C6" w:rsidP="009568CE">
    <w:pPr>
      <w:pStyle w:val="En-tte"/>
      <w:tabs>
        <w:tab w:val="clear" w:pos="4536"/>
        <w:tab w:val="clear" w:pos="9072"/>
        <w:tab w:val="right" w:pos="9781"/>
      </w:tabs>
      <w:rPr>
        <w:rFonts w:ascii="Tahoma" w:eastAsia="Batang" w:hAnsi="Tahoma"/>
      </w:rPr>
    </w:pPr>
    <w:r>
      <w:rPr>
        <w:rFonts w:ascii="Tahoma" w:eastAsia="Batang" w:hAnsi="Tahoma"/>
      </w:rPr>
      <w:t>SESSION 2010</w:t>
    </w:r>
    <w:r>
      <w:tab/>
    </w:r>
    <w:proofErr w:type="spellStart"/>
    <w:r>
      <w:rPr>
        <w:rFonts w:ascii="Tahoma" w:eastAsia="Batang" w:hAnsi="Tahoma"/>
      </w:rPr>
      <w:t>IPE4EPR</w:t>
    </w:r>
    <w:proofErr w:type="spell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3D1" w:rsidRDefault="00C973D1">
    <w:pPr>
      <w:pStyle w:val="En-tt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6C6" w:rsidRDefault="00F276C6" w:rsidP="009568CE">
    <w:pPr>
      <w:pStyle w:val="En-tte"/>
      <w:tabs>
        <w:tab w:val="clear" w:pos="4536"/>
        <w:tab w:val="clear" w:pos="9072"/>
        <w:tab w:val="right" w:pos="9781"/>
      </w:tabs>
      <w:rPr>
        <w:rFonts w:ascii="Tahoma" w:eastAsia="Batang" w:hAnsi="Tahoma"/>
      </w:rPr>
    </w:pPr>
    <w:r>
      <w:tab/>
    </w:r>
    <w:proofErr w:type="spellStart"/>
    <w:r>
      <w:rPr>
        <w:rFonts w:ascii="Tahoma" w:eastAsia="Batang" w:hAnsi="Tahoma"/>
      </w:rPr>
      <w:t>IPE4EPR</w:t>
    </w:r>
    <w:proofErr w:type="spellEnd"/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6C6" w:rsidRDefault="00F276C6" w:rsidP="009568CE">
    <w:pPr>
      <w:pStyle w:val="En-tte"/>
      <w:tabs>
        <w:tab w:val="clear" w:pos="4536"/>
        <w:tab w:val="clear" w:pos="9072"/>
        <w:tab w:val="right" w:pos="9781"/>
      </w:tabs>
      <w:rPr>
        <w:rFonts w:ascii="Tahoma" w:eastAsia="Batang" w:hAnsi="Tahoma"/>
      </w:rPr>
    </w:pPr>
    <w:r>
      <w:tab/>
    </w:r>
    <w:proofErr w:type="spellStart"/>
    <w:r>
      <w:rPr>
        <w:rFonts w:ascii="Tahoma" w:eastAsia="Batang" w:hAnsi="Tahoma"/>
      </w:rPr>
      <w:t>IPE4EPR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7B2E8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8E004C"/>
    <w:multiLevelType w:val="hybridMultilevel"/>
    <w:tmpl w:val="0B3449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752F0"/>
    <w:multiLevelType w:val="multilevel"/>
    <w:tmpl w:val="1EEE0D8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07C7942"/>
    <w:multiLevelType w:val="hybridMultilevel"/>
    <w:tmpl w:val="59B297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3137D"/>
    <w:multiLevelType w:val="hybridMultilevel"/>
    <w:tmpl w:val="B844A2BE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AB817E3"/>
    <w:multiLevelType w:val="hybridMultilevel"/>
    <w:tmpl w:val="1B80774A"/>
    <w:lvl w:ilvl="0" w:tplc="040C000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3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9351" w:hanging="360"/>
      </w:pPr>
      <w:rPr>
        <w:rFonts w:ascii="Wingdings" w:hAnsi="Wingdings" w:hint="default"/>
      </w:rPr>
    </w:lvl>
  </w:abstractNum>
  <w:abstractNum w:abstractNumId="6">
    <w:nsid w:val="2D33494A"/>
    <w:multiLevelType w:val="hybridMultilevel"/>
    <w:tmpl w:val="E07A63D0"/>
    <w:lvl w:ilvl="0" w:tplc="D774F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EF1496"/>
    <w:multiLevelType w:val="hybridMultilevel"/>
    <w:tmpl w:val="D820F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76C7C"/>
    <w:multiLevelType w:val="multilevel"/>
    <w:tmpl w:val="5508715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9">
    <w:nsid w:val="4B2B6BDE"/>
    <w:multiLevelType w:val="hybridMultilevel"/>
    <w:tmpl w:val="CC7EB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15DC7"/>
    <w:multiLevelType w:val="hybridMultilevel"/>
    <w:tmpl w:val="D902AF3C"/>
    <w:lvl w:ilvl="0" w:tplc="B6382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EE29B6"/>
    <w:multiLevelType w:val="hybridMultilevel"/>
    <w:tmpl w:val="DAA8E0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886320"/>
    <w:multiLevelType w:val="hybridMultilevel"/>
    <w:tmpl w:val="48A0A9D8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3"/>
  </w:num>
  <w:num w:numId="6">
    <w:abstractNumId w:val="11"/>
  </w:num>
  <w:num w:numId="7">
    <w:abstractNumId w:val="6"/>
  </w:num>
  <w:num w:numId="8">
    <w:abstractNumId w:val="12"/>
  </w:num>
  <w:num w:numId="9">
    <w:abstractNumId w:val="1"/>
  </w:num>
  <w:num w:numId="10">
    <w:abstractNumId w:val="4"/>
  </w:num>
  <w:num w:numId="11">
    <w:abstractNumId w:val="2"/>
  </w:num>
  <w:num w:numId="12">
    <w:abstractNumId w:val="8"/>
  </w:num>
  <w:num w:numId="13">
    <w:abstractNumId w:val="2"/>
  </w:num>
  <w:num w:numId="14">
    <w:abstractNumId w:val="2"/>
  </w:num>
  <w:num w:numId="15">
    <w:abstractNumId w:val="2"/>
  </w:num>
  <w:num w:numId="16">
    <w:abstractNumId w:val="9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5"/>
  </w:num>
  <w:num w:numId="20">
    <w:abstractNumId w:val="1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001"/>
  <w:doNotTrackMoves/>
  <w:defaultTabStop w:val="708"/>
  <w:hyphenationZone w:val="425"/>
  <w:drawingGridHorizontalSpacing w:val="6"/>
  <w:drawingGridVerticalSpacing w:val="6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4F09"/>
    <w:rsid w:val="00001CA7"/>
    <w:rsid w:val="00002B02"/>
    <w:rsid w:val="00003D41"/>
    <w:rsid w:val="00003F79"/>
    <w:rsid w:val="00005EA4"/>
    <w:rsid w:val="00006E8F"/>
    <w:rsid w:val="000076A9"/>
    <w:rsid w:val="00012304"/>
    <w:rsid w:val="00017AB6"/>
    <w:rsid w:val="000206A7"/>
    <w:rsid w:val="00020C38"/>
    <w:rsid w:val="000229BF"/>
    <w:rsid w:val="00022E7F"/>
    <w:rsid w:val="000234A1"/>
    <w:rsid w:val="00032200"/>
    <w:rsid w:val="00032708"/>
    <w:rsid w:val="00035261"/>
    <w:rsid w:val="00036B07"/>
    <w:rsid w:val="000451D8"/>
    <w:rsid w:val="00046F8E"/>
    <w:rsid w:val="00046FEA"/>
    <w:rsid w:val="00047904"/>
    <w:rsid w:val="00052231"/>
    <w:rsid w:val="00052A2A"/>
    <w:rsid w:val="0005490B"/>
    <w:rsid w:val="000566A9"/>
    <w:rsid w:val="00061C9F"/>
    <w:rsid w:val="00061F5C"/>
    <w:rsid w:val="00063999"/>
    <w:rsid w:val="00065E95"/>
    <w:rsid w:val="00067ED7"/>
    <w:rsid w:val="00075D4D"/>
    <w:rsid w:val="00076ACE"/>
    <w:rsid w:val="00077ABD"/>
    <w:rsid w:val="0008001E"/>
    <w:rsid w:val="00091202"/>
    <w:rsid w:val="000919A3"/>
    <w:rsid w:val="00094D92"/>
    <w:rsid w:val="00094F39"/>
    <w:rsid w:val="00097E61"/>
    <w:rsid w:val="000A2569"/>
    <w:rsid w:val="000A605B"/>
    <w:rsid w:val="000B0034"/>
    <w:rsid w:val="000B0D85"/>
    <w:rsid w:val="000B717A"/>
    <w:rsid w:val="000B74B9"/>
    <w:rsid w:val="000C171A"/>
    <w:rsid w:val="000C241F"/>
    <w:rsid w:val="000C29DE"/>
    <w:rsid w:val="000C397B"/>
    <w:rsid w:val="000C45F3"/>
    <w:rsid w:val="000C52DE"/>
    <w:rsid w:val="000C7460"/>
    <w:rsid w:val="000D090C"/>
    <w:rsid w:val="000D136A"/>
    <w:rsid w:val="000D1BA6"/>
    <w:rsid w:val="000D1C24"/>
    <w:rsid w:val="000D4714"/>
    <w:rsid w:val="000D4E2C"/>
    <w:rsid w:val="000D57D8"/>
    <w:rsid w:val="000D7AB3"/>
    <w:rsid w:val="000D7D1C"/>
    <w:rsid w:val="000E0922"/>
    <w:rsid w:val="000E2976"/>
    <w:rsid w:val="000E394D"/>
    <w:rsid w:val="000E65AA"/>
    <w:rsid w:val="000E65F9"/>
    <w:rsid w:val="000F2760"/>
    <w:rsid w:val="000F3375"/>
    <w:rsid w:val="000F6EEE"/>
    <w:rsid w:val="00104F09"/>
    <w:rsid w:val="00107E97"/>
    <w:rsid w:val="00110D9C"/>
    <w:rsid w:val="00111EE5"/>
    <w:rsid w:val="00115FD8"/>
    <w:rsid w:val="001207E4"/>
    <w:rsid w:val="00121115"/>
    <w:rsid w:val="00124E56"/>
    <w:rsid w:val="001260E0"/>
    <w:rsid w:val="00132630"/>
    <w:rsid w:val="001329FB"/>
    <w:rsid w:val="00137725"/>
    <w:rsid w:val="001407F3"/>
    <w:rsid w:val="00140D79"/>
    <w:rsid w:val="00142339"/>
    <w:rsid w:val="00142363"/>
    <w:rsid w:val="00143100"/>
    <w:rsid w:val="00144877"/>
    <w:rsid w:val="00147E34"/>
    <w:rsid w:val="00152A3A"/>
    <w:rsid w:val="0015680A"/>
    <w:rsid w:val="001579B7"/>
    <w:rsid w:val="00157A57"/>
    <w:rsid w:val="00160A60"/>
    <w:rsid w:val="00161A1F"/>
    <w:rsid w:val="00161DCF"/>
    <w:rsid w:val="00162A70"/>
    <w:rsid w:val="00165D1B"/>
    <w:rsid w:val="0016781C"/>
    <w:rsid w:val="00171A25"/>
    <w:rsid w:val="00177C7A"/>
    <w:rsid w:val="00177DEC"/>
    <w:rsid w:val="00177F0D"/>
    <w:rsid w:val="00180B5A"/>
    <w:rsid w:val="00183E1C"/>
    <w:rsid w:val="00183E59"/>
    <w:rsid w:val="001877DE"/>
    <w:rsid w:val="00191035"/>
    <w:rsid w:val="00192961"/>
    <w:rsid w:val="00192E06"/>
    <w:rsid w:val="00195649"/>
    <w:rsid w:val="00197061"/>
    <w:rsid w:val="00197381"/>
    <w:rsid w:val="001A2E63"/>
    <w:rsid w:val="001A4DB1"/>
    <w:rsid w:val="001A631B"/>
    <w:rsid w:val="001A6726"/>
    <w:rsid w:val="001B03DD"/>
    <w:rsid w:val="001B173B"/>
    <w:rsid w:val="001B2DA3"/>
    <w:rsid w:val="001B5404"/>
    <w:rsid w:val="001B6964"/>
    <w:rsid w:val="001B7FB0"/>
    <w:rsid w:val="001C1222"/>
    <w:rsid w:val="001C15F3"/>
    <w:rsid w:val="001C72F8"/>
    <w:rsid w:val="001D005D"/>
    <w:rsid w:val="001D1F04"/>
    <w:rsid w:val="001D26DE"/>
    <w:rsid w:val="001D3622"/>
    <w:rsid w:val="001D4603"/>
    <w:rsid w:val="001E00D2"/>
    <w:rsid w:val="001E3F15"/>
    <w:rsid w:val="001E4210"/>
    <w:rsid w:val="001E56C4"/>
    <w:rsid w:val="001E778C"/>
    <w:rsid w:val="001F22E2"/>
    <w:rsid w:val="001F5DC0"/>
    <w:rsid w:val="00201AFA"/>
    <w:rsid w:val="00201E1F"/>
    <w:rsid w:val="00202C8E"/>
    <w:rsid w:val="002052F5"/>
    <w:rsid w:val="00205518"/>
    <w:rsid w:val="00207A72"/>
    <w:rsid w:val="00211CF5"/>
    <w:rsid w:val="002123AD"/>
    <w:rsid w:val="00212715"/>
    <w:rsid w:val="002168A4"/>
    <w:rsid w:val="0022038E"/>
    <w:rsid w:val="0022084E"/>
    <w:rsid w:val="00232473"/>
    <w:rsid w:val="00235B6C"/>
    <w:rsid w:val="00235EA1"/>
    <w:rsid w:val="00236AFC"/>
    <w:rsid w:val="002376B6"/>
    <w:rsid w:val="00242422"/>
    <w:rsid w:val="00244064"/>
    <w:rsid w:val="0025158E"/>
    <w:rsid w:val="00253251"/>
    <w:rsid w:val="002539F7"/>
    <w:rsid w:val="00253F0A"/>
    <w:rsid w:val="00253F96"/>
    <w:rsid w:val="00256C6C"/>
    <w:rsid w:val="00256E05"/>
    <w:rsid w:val="00261F79"/>
    <w:rsid w:val="0026469E"/>
    <w:rsid w:val="00266631"/>
    <w:rsid w:val="002670ED"/>
    <w:rsid w:val="00271F4D"/>
    <w:rsid w:val="0027419D"/>
    <w:rsid w:val="002759D0"/>
    <w:rsid w:val="00276016"/>
    <w:rsid w:val="00282E15"/>
    <w:rsid w:val="00282E97"/>
    <w:rsid w:val="00283E28"/>
    <w:rsid w:val="00287E4A"/>
    <w:rsid w:val="00293A51"/>
    <w:rsid w:val="0029680A"/>
    <w:rsid w:val="002A33AC"/>
    <w:rsid w:val="002A56E8"/>
    <w:rsid w:val="002A5980"/>
    <w:rsid w:val="002B055E"/>
    <w:rsid w:val="002B0C10"/>
    <w:rsid w:val="002B7B83"/>
    <w:rsid w:val="002C15E0"/>
    <w:rsid w:val="002C1AA4"/>
    <w:rsid w:val="002C73BB"/>
    <w:rsid w:val="002D20C5"/>
    <w:rsid w:val="002D543F"/>
    <w:rsid w:val="002D6694"/>
    <w:rsid w:val="002D687B"/>
    <w:rsid w:val="002E1DBC"/>
    <w:rsid w:val="002E3DBB"/>
    <w:rsid w:val="002F148C"/>
    <w:rsid w:val="002F57F3"/>
    <w:rsid w:val="002F6ED2"/>
    <w:rsid w:val="002F794D"/>
    <w:rsid w:val="003000A2"/>
    <w:rsid w:val="00300CD6"/>
    <w:rsid w:val="00306CE9"/>
    <w:rsid w:val="003072F9"/>
    <w:rsid w:val="0030787A"/>
    <w:rsid w:val="003107D6"/>
    <w:rsid w:val="00311056"/>
    <w:rsid w:val="00312160"/>
    <w:rsid w:val="0032062C"/>
    <w:rsid w:val="00320EE8"/>
    <w:rsid w:val="00320F79"/>
    <w:rsid w:val="003242B1"/>
    <w:rsid w:val="00325BD9"/>
    <w:rsid w:val="003301AF"/>
    <w:rsid w:val="003309E7"/>
    <w:rsid w:val="00330F22"/>
    <w:rsid w:val="003318B9"/>
    <w:rsid w:val="00332685"/>
    <w:rsid w:val="00333424"/>
    <w:rsid w:val="00335D4E"/>
    <w:rsid w:val="003372B5"/>
    <w:rsid w:val="00345F7A"/>
    <w:rsid w:val="00347A47"/>
    <w:rsid w:val="003528A4"/>
    <w:rsid w:val="00353262"/>
    <w:rsid w:val="00353F9B"/>
    <w:rsid w:val="00360459"/>
    <w:rsid w:val="00362D25"/>
    <w:rsid w:val="00363877"/>
    <w:rsid w:val="0036652C"/>
    <w:rsid w:val="00371187"/>
    <w:rsid w:val="00373BB5"/>
    <w:rsid w:val="003742C2"/>
    <w:rsid w:val="0037478A"/>
    <w:rsid w:val="003759F2"/>
    <w:rsid w:val="00380BEB"/>
    <w:rsid w:val="00381375"/>
    <w:rsid w:val="00381DF6"/>
    <w:rsid w:val="0038299B"/>
    <w:rsid w:val="00383B63"/>
    <w:rsid w:val="0038697B"/>
    <w:rsid w:val="0038765F"/>
    <w:rsid w:val="003932F2"/>
    <w:rsid w:val="00394162"/>
    <w:rsid w:val="003A01ED"/>
    <w:rsid w:val="003A0272"/>
    <w:rsid w:val="003A3D11"/>
    <w:rsid w:val="003A43E8"/>
    <w:rsid w:val="003A5689"/>
    <w:rsid w:val="003A57AA"/>
    <w:rsid w:val="003A73F0"/>
    <w:rsid w:val="003A7B22"/>
    <w:rsid w:val="003B17F1"/>
    <w:rsid w:val="003B248D"/>
    <w:rsid w:val="003B4740"/>
    <w:rsid w:val="003B577A"/>
    <w:rsid w:val="003C3B0B"/>
    <w:rsid w:val="003C424A"/>
    <w:rsid w:val="003C75E2"/>
    <w:rsid w:val="003E009C"/>
    <w:rsid w:val="003E0546"/>
    <w:rsid w:val="003E43AE"/>
    <w:rsid w:val="003E5920"/>
    <w:rsid w:val="003E5CE4"/>
    <w:rsid w:val="003F4C29"/>
    <w:rsid w:val="003F4D6B"/>
    <w:rsid w:val="003F5677"/>
    <w:rsid w:val="003F5900"/>
    <w:rsid w:val="003F7EA6"/>
    <w:rsid w:val="00401432"/>
    <w:rsid w:val="00404FE5"/>
    <w:rsid w:val="004068BC"/>
    <w:rsid w:val="0041093D"/>
    <w:rsid w:val="00410FB4"/>
    <w:rsid w:val="00412B9A"/>
    <w:rsid w:val="00414B9E"/>
    <w:rsid w:val="00416AC4"/>
    <w:rsid w:val="00417791"/>
    <w:rsid w:val="004236B3"/>
    <w:rsid w:val="00425FD2"/>
    <w:rsid w:val="004302EA"/>
    <w:rsid w:val="004310DA"/>
    <w:rsid w:val="0043125E"/>
    <w:rsid w:val="00432834"/>
    <w:rsid w:val="00432F12"/>
    <w:rsid w:val="0043311A"/>
    <w:rsid w:val="00437D89"/>
    <w:rsid w:val="00440596"/>
    <w:rsid w:val="00441F7A"/>
    <w:rsid w:val="004425AB"/>
    <w:rsid w:val="00443428"/>
    <w:rsid w:val="0045126B"/>
    <w:rsid w:val="004518D8"/>
    <w:rsid w:val="00452021"/>
    <w:rsid w:val="00453199"/>
    <w:rsid w:val="0045545D"/>
    <w:rsid w:val="004563A4"/>
    <w:rsid w:val="00457F09"/>
    <w:rsid w:val="0046173B"/>
    <w:rsid w:val="00464E8B"/>
    <w:rsid w:val="00464FEA"/>
    <w:rsid w:val="0046756C"/>
    <w:rsid w:val="00472A45"/>
    <w:rsid w:val="00476505"/>
    <w:rsid w:val="0047780D"/>
    <w:rsid w:val="00482607"/>
    <w:rsid w:val="00482E8B"/>
    <w:rsid w:val="00483A8D"/>
    <w:rsid w:val="004846B9"/>
    <w:rsid w:val="004861F6"/>
    <w:rsid w:val="004864F3"/>
    <w:rsid w:val="0049063E"/>
    <w:rsid w:val="00494007"/>
    <w:rsid w:val="0049576F"/>
    <w:rsid w:val="004A5FDB"/>
    <w:rsid w:val="004B0887"/>
    <w:rsid w:val="004B50A4"/>
    <w:rsid w:val="004B7B2E"/>
    <w:rsid w:val="004C1454"/>
    <w:rsid w:val="004C2DFD"/>
    <w:rsid w:val="004C2F18"/>
    <w:rsid w:val="004C34F3"/>
    <w:rsid w:val="004C56C9"/>
    <w:rsid w:val="004D1F9F"/>
    <w:rsid w:val="004E00E7"/>
    <w:rsid w:val="004E25F9"/>
    <w:rsid w:val="004E31ED"/>
    <w:rsid w:val="004E4774"/>
    <w:rsid w:val="004E4C09"/>
    <w:rsid w:val="004E60C2"/>
    <w:rsid w:val="004F1660"/>
    <w:rsid w:val="004F1EC8"/>
    <w:rsid w:val="004F2EC9"/>
    <w:rsid w:val="004F4267"/>
    <w:rsid w:val="004F5C1E"/>
    <w:rsid w:val="004F5C9D"/>
    <w:rsid w:val="00510ACB"/>
    <w:rsid w:val="00511DC2"/>
    <w:rsid w:val="00512535"/>
    <w:rsid w:val="00512BA9"/>
    <w:rsid w:val="005178CD"/>
    <w:rsid w:val="00517987"/>
    <w:rsid w:val="00520824"/>
    <w:rsid w:val="0052126A"/>
    <w:rsid w:val="005248A3"/>
    <w:rsid w:val="00525573"/>
    <w:rsid w:val="005260C3"/>
    <w:rsid w:val="00533A4B"/>
    <w:rsid w:val="00533BF7"/>
    <w:rsid w:val="0053654B"/>
    <w:rsid w:val="00536A54"/>
    <w:rsid w:val="0053797D"/>
    <w:rsid w:val="00543D8B"/>
    <w:rsid w:val="005462D1"/>
    <w:rsid w:val="00554AFB"/>
    <w:rsid w:val="0055597B"/>
    <w:rsid w:val="00556C75"/>
    <w:rsid w:val="00557125"/>
    <w:rsid w:val="005633AA"/>
    <w:rsid w:val="00570A3C"/>
    <w:rsid w:val="00573A53"/>
    <w:rsid w:val="005747EE"/>
    <w:rsid w:val="005759AC"/>
    <w:rsid w:val="00576D01"/>
    <w:rsid w:val="00580147"/>
    <w:rsid w:val="005832E5"/>
    <w:rsid w:val="00585ACC"/>
    <w:rsid w:val="0059016C"/>
    <w:rsid w:val="0059239E"/>
    <w:rsid w:val="005A2BB7"/>
    <w:rsid w:val="005A370C"/>
    <w:rsid w:val="005A4F73"/>
    <w:rsid w:val="005A5017"/>
    <w:rsid w:val="005A7773"/>
    <w:rsid w:val="005B24D2"/>
    <w:rsid w:val="005B42DA"/>
    <w:rsid w:val="005B5B74"/>
    <w:rsid w:val="005C029F"/>
    <w:rsid w:val="005C129F"/>
    <w:rsid w:val="005C31F4"/>
    <w:rsid w:val="005C3BC0"/>
    <w:rsid w:val="005C76C4"/>
    <w:rsid w:val="005D1323"/>
    <w:rsid w:val="005D2A15"/>
    <w:rsid w:val="005D3BFF"/>
    <w:rsid w:val="005D3F83"/>
    <w:rsid w:val="005D5327"/>
    <w:rsid w:val="005E10C2"/>
    <w:rsid w:val="005E2E08"/>
    <w:rsid w:val="005E3672"/>
    <w:rsid w:val="005E6B28"/>
    <w:rsid w:val="005F18F9"/>
    <w:rsid w:val="005F20DF"/>
    <w:rsid w:val="005F33D9"/>
    <w:rsid w:val="005F3FE8"/>
    <w:rsid w:val="00603604"/>
    <w:rsid w:val="006055BA"/>
    <w:rsid w:val="00610267"/>
    <w:rsid w:val="00610C6F"/>
    <w:rsid w:val="00611653"/>
    <w:rsid w:val="00616527"/>
    <w:rsid w:val="006200D8"/>
    <w:rsid w:val="00621257"/>
    <w:rsid w:val="00621B17"/>
    <w:rsid w:val="0062223E"/>
    <w:rsid w:val="0062228E"/>
    <w:rsid w:val="006226C5"/>
    <w:rsid w:val="00624F31"/>
    <w:rsid w:val="00630FE2"/>
    <w:rsid w:val="0063254C"/>
    <w:rsid w:val="00632E14"/>
    <w:rsid w:val="00633911"/>
    <w:rsid w:val="00633BCC"/>
    <w:rsid w:val="00640299"/>
    <w:rsid w:val="00641091"/>
    <w:rsid w:val="00641162"/>
    <w:rsid w:val="00641330"/>
    <w:rsid w:val="006471F9"/>
    <w:rsid w:val="00647775"/>
    <w:rsid w:val="006544B3"/>
    <w:rsid w:val="00660206"/>
    <w:rsid w:val="00661411"/>
    <w:rsid w:val="006632C5"/>
    <w:rsid w:val="0066487A"/>
    <w:rsid w:val="0066567F"/>
    <w:rsid w:val="006734DF"/>
    <w:rsid w:val="00676A36"/>
    <w:rsid w:val="006828AD"/>
    <w:rsid w:val="00682A33"/>
    <w:rsid w:val="006876EB"/>
    <w:rsid w:val="006926F9"/>
    <w:rsid w:val="00692E12"/>
    <w:rsid w:val="00693707"/>
    <w:rsid w:val="006942A0"/>
    <w:rsid w:val="006A1B8C"/>
    <w:rsid w:val="006A24C2"/>
    <w:rsid w:val="006A269B"/>
    <w:rsid w:val="006A3954"/>
    <w:rsid w:val="006A3F40"/>
    <w:rsid w:val="006A439E"/>
    <w:rsid w:val="006B073E"/>
    <w:rsid w:val="006B275A"/>
    <w:rsid w:val="006B35C8"/>
    <w:rsid w:val="006B3D50"/>
    <w:rsid w:val="006B3DD8"/>
    <w:rsid w:val="006B5ECE"/>
    <w:rsid w:val="006B7FB7"/>
    <w:rsid w:val="006C08B2"/>
    <w:rsid w:val="006C0F4B"/>
    <w:rsid w:val="006C2062"/>
    <w:rsid w:val="006C5530"/>
    <w:rsid w:val="006C6367"/>
    <w:rsid w:val="006D0637"/>
    <w:rsid w:val="006D1792"/>
    <w:rsid w:val="006D182B"/>
    <w:rsid w:val="006D456B"/>
    <w:rsid w:val="006D73CA"/>
    <w:rsid w:val="006D73D8"/>
    <w:rsid w:val="006D77B9"/>
    <w:rsid w:val="006D7B0C"/>
    <w:rsid w:val="006E0EC8"/>
    <w:rsid w:val="006E10B7"/>
    <w:rsid w:val="006E1B1A"/>
    <w:rsid w:val="006E379B"/>
    <w:rsid w:val="006E7264"/>
    <w:rsid w:val="006E77BF"/>
    <w:rsid w:val="006E7BB8"/>
    <w:rsid w:val="006F0730"/>
    <w:rsid w:val="006F6A8E"/>
    <w:rsid w:val="006F6AD3"/>
    <w:rsid w:val="006F7FD5"/>
    <w:rsid w:val="00701212"/>
    <w:rsid w:val="00701EAE"/>
    <w:rsid w:val="0070302F"/>
    <w:rsid w:val="007033EC"/>
    <w:rsid w:val="0070551D"/>
    <w:rsid w:val="007060CF"/>
    <w:rsid w:val="0071067A"/>
    <w:rsid w:val="00710CAD"/>
    <w:rsid w:val="00712870"/>
    <w:rsid w:val="007145E3"/>
    <w:rsid w:val="00714A87"/>
    <w:rsid w:val="00717723"/>
    <w:rsid w:val="00717E1F"/>
    <w:rsid w:val="00720DB5"/>
    <w:rsid w:val="00722844"/>
    <w:rsid w:val="007232F3"/>
    <w:rsid w:val="00723E0D"/>
    <w:rsid w:val="0072754A"/>
    <w:rsid w:val="00730312"/>
    <w:rsid w:val="00732E3C"/>
    <w:rsid w:val="007357CF"/>
    <w:rsid w:val="00740CE5"/>
    <w:rsid w:val="00740FE6"/>
    <w:rsid w:val="0074286D"/>
    <w:rsid w:val="00744F3F"/>
    <w:rsid w:val="00747BEE"/>
    <w:rsid w:val="007502D4"/>
    <w:rsid w:val="007546DD"/>
    <w:rsid w:val="00754851"/>
    <w:rsid w:val="00755AF5"/>
    <w:rsid w:val="007627F8"/>
    <w:rsid w:val="00762D0C"/>
    <w:rsid w:val="007645E0"/>
    <w:rsid w:val="0077074F"/>
    <w:rsid w:val="00770FF9"/>
    <w:rsid w:val="00771CF5"/>
    <w:rsid w:val="007720E7"/>
    <w:rsid w:val="00772DEB"/>
    <w:rsid w:val="00773ED3"/>
    <w:rsid w:val="00775727"/>
    <w:rsid w:val="00777942"/>
    <w:rsid w:val="007807C9"/>
    <w:rsid w:val="00786C25"/>
    <w:rsid w:val="00787B29"/>
    <w:rsid w:val="00787EA6"/>
    <w:rsid w:val="00795EA9"/>
    <w:rsid w:val="00796BB0"/>
    <w:rsid w:val="007A2BBE"/>
    <w:rsid w:val="007A3911"/>
    <w:rsid w:val="007A4FA1"/>
    <w:rsid w:val="007A4FA9"/>
    <w:rsid w:val="007A6D64"/>
    <w:rsid w:val="007B1A6C"/>
    <w:rsid w:val="007B1D25"/>
    <w:rsid w:val="007B1DA6"/>
    <w:rsid w:val="007B3244"/>
    <w:rsid w:val="007B38FB"/>
    <w:rsid w:val="007B3D68"/>
    <w:rsid w:val="007B5B14"/>
    <w:rsid w:val="007B6312"/>
    <w:rsid w:val="007C066E"/>
    <w:rsid w:val="007C12A2"/>
    <w:rsid w:val="007C3A39"/>
    <w:rsid w:val="007D0C6F"/>
    <w:rsid w:val="007D5366"/>
    <w:rsid w:val="007D5B1C"/>
    <w:rsid w:val="007D7ED1"/>
    <w:rsid w:val="007E1396"/>
    <w:rsid w:val="007E14B4"/>
    <w:rsid w:val="007E2BE9"/>
    <w:rsid w:val="007E3887"/>
    <w:rsid w:val="007E4409"/>
    <w:rsid w:val="007E78B4"/>
    <w:rsid w:val="007F062D"/>
    <w:rsid w:val="007F137F"/>
    <w:rsid w:val="007F1BF7"/>
    <w:rsid w:val="007F3556"/>
    <w:rsid w:val="007F397F"/>
    <w:rsid w:val="0080277B"/>
    <w:rsid w:val="008035C1"/>
    <w:rsid w:val="00807A56"/>
    <w:rsid w:val="00811206"/>
    <w:rsid w:val="00811336"/>
    <w:rsid w:val="00811BAA"/>
    <w:rsid w:val="00812CAB"/>
    <w:rsid w:val="0081338C"/>
    <w:rsid w:val="0082175A"/>
    <w:rsid w:val="0082244E"/>
    <w:rsid w:val="00824A2C"/>
    <w:rsid w:val="00824DA3"/>
    <w:rsid w:val="00827CBE"/>
    <w:rsid w:val="008316FD"/>
    <w:rsid w:val="008338AA"/>
    <w:rsid w:val="00834285"/>
    <w:rsid w:val="0083443E"/>
    <w:rsid w:val="008345A9"/>
    <w:rsid w:val="00834DC6"/>
    <w:rsid w:val="00837CC9"/>
    <w:rsid w:val="00837FE8"/>
    <w:rsid w:val="00841CE5"/>
    <w:rsid w:val="008432FA"/>
    <w:rsid w:val="0084436F"/>
    <w:rsid w:val="00845BC7"/>
    <w:rsid w:val="00852B0C"/>
    <w:rsid w:val="00854085"/>
    <w:rsid w:val="00855BD9"/>
    <w:rsid w:val="00856677"/>
    <w:rsid w:val="00857A3C"/>
    <w:rsid w:val="00861AAA"/>
    <w:rsid w:val="00862862"/>
    <w:rsid w:val="00863D1E"/>
    <w:rsid w:val="0086432A"/>
    <w:rsid w:val="008650B7"/>
    <w:rsid w:val="00867264"/>
    <w:rsid w:val="008672E5"/>
    <w:rsid w:val="00867A11"/>
    <w:rsid w:val="008766E3"/>
    <w:rsid w:val="008840A0"/>
    <w:rsid w:val="00884E1A"/>
    <w:rsid w:val="008900A3"/>
    <w:rsid w:val="008941A5"/>
    <w:rsid w:val="008A03C2"/>
    <w:rsid w:val="008A2829"/>
    <w:rsid w:val="008A41B3"/>
    <w:rsid w:val="008A4423"/>
    <w:rsid w:val="008A4494"/>
    <w:rsid w:val="008A6080"/>
    <w:rsid w:val="008B06E1"/>
    <w:rsid w:val="008B172C"/>
    <w:rsid w:val="008B288B"/>
    <w:rsid w:val="008B2F15"/>
    <w:rsid w:val="008B342E"/>
    <w:rsid w:val="008B69D2"/>
    <w:rsid w:val="008B7C17"/>
    <w:rsid w:val="008C00EE"/>
    <w:rsid w:val="008C03AB"/>
    <w:rsid w:val="008C32A2"/>
    <w:rsid w:val="008C357B"/>
    <w:rsid w:val="008C488C"/>
    <w:rsid w:val="008C51D4"/>
    <w:rsid w:val="008C56DA"/>
    <w:rsid w:val="008C66E0"/>
    <w:rsid w:val="008C7497"/>
    <w:rsid w:val="008C7870"/>
    <w:rsid w:val="008D1139"/>
    <w:rsid w:val="008D3549"/>
    <w:rsid w:val="008D377D"/>
    <w:rsid w:val="008D3FEE"/>
    <w:rsid w:val="008D41CC"/>
    <w:rsid w:val="008D58CA"/>
    <w:rsid w:val="008D5B78"/>
    <w:rsid w:val="008D5BAE"/>
    <w:rsid w:val="008E3087"/>
    <w:rsid w:val="008E33C9"/>
    <w:rsid w:val="008E3BD9"/>
    <w:rsid w:val="008E5CC8"/>
    <w:rsid w:val="008E61EC"/>
    <w:rsid w:val="008E6D1C"/>
    <w:rsid w:val="008E7B70"/>
    <w:rsid w:val="008F2586"/>
    <w:rsid w:val="008F321D"/>
    <w:rsid w:val="008F50F2"/>
    <w:rsid w:val="008F5B5E"/>
    <w:rsid w:val="008F7B13"/>
    <w:rsid w:val="0090061E"/>
    <w:rsid w:val="00902C2D"/>
    <w:rsid w:val="00904E27"/>
    <w:rsid w:val="009153AF"/>
    <w:rsid w:val="00916669"/>
    <w:rsid w:val="0092009F"/>
    <w:rsid w:val="00920B31"/>
    <w:rsid w:val="00920BB8"/>
    <w:rsid w:val="009231B3"/>
    <w:rsid w:val="0092341E"/>
    <w:rsid w:val="00923EEF"/>
    <w:rsid w:val="009251F2"/>
    <w:rsid w:val="009266AD"/>
    <w:rsid w:val="00926AC1"/>
    <w:rsid w:val="009279A3"/>
    <w:rsid w:val="00930465"/>
    <w:rsid w:val="00931E1B"/>
    <w:rsid w:val="00932499"/>
    <w:rsid w:val="00932F09"/>
    <w:rsid w:val="00937CE3"/>
    <w:rsid w:val="00937FBB"/>
    <w:rsid w:val="00940C90"/>
    <w:rsid w:val="00942A05"/>
    <w:rsid w:val="00944CC4"/>
    <w:rsid w:val="00950850"/>
    <w:rsid w:val="00952FE8"/>
    <w:rsid w:val="009568CE"/>
    <w:rsid w:val="00956EE4"/>
    <w:rsid w:val="009623EE"/>
    <w:rsid w:val="009632D0"/>
    <w:rsid w:val="00963AEF"/>
    <w:rsid w:val="009676EB"/>
    <w:rsid w:val="00970E53"/>
    <w:rsid w:val="00971332"/>
    <w:rsid w:val="00972EB7"/>
    <w:rsid w:val="00973921"/>
    <w:rsid w:val="0097775D"/>
    <w:rsid w:val="009810BF"/>
    <w:rsid w:val="0098117E"/>
    <w:rsid w:val="00981CEF"/>
    <w:rsid w:val="00983A98"/>
    <w:rsid w:val="00984AEA"/>
    <w:rsid w:val="0098568E"/>
    <w:rsid w:val="009871AE"/>
    <w:rsid w:val="009940B0"/>
    <w:rsid w:val="0099445C"/>
    <w:rsid w:val="009951D4"/>
    <w:rsid w:val="009A2CA7"/>
    <w:rsid w:val="009A34BE"/>
    <w:rsid w:val="009A549D"/>
    <w:rsid w:val="009A7DE7"/>
    <w:rsid w:val="009B1525"/>
    <w:rsid w:val="009B1CA0"/>
    <w:rsid w:val="009B256F"/>
    <w:rsid w:val="009B35D7"/>
    <w:rsid w:val="009B394E"/>
    <w:rsid w:val="009B44BA"/>
    <w:rsid w:val="009B4674"/>
    <w:rsid w:val="009B4701"/>
    <w:rsid w:val="009B7B37"/>
    <w:rsid w:val="009C126C"/>
    <w:rsid w:val="009C2CF3"/>
    <w:rsid w:val="009C3336"/>
    <w:rsid w:val="009C3698"/>
    <w:rsid w:val="009C4488"/>
    <w:rsid w:val="009C59D2"/>
    <w:rsid w:val="009C74A4"/>
    <w:rsid w:val="009D0163"/>
    <w:rsid w:val="009D0C70"/>
    <w:rsid w:val="009D1B61"/>
    <w:rsid w:val="009D50C1"/>
    <w:rsid w:val="009D6D9D"/>
    <w:rsid w:val="009E3D9A"/>
    <w:rsid w:val="009E4214"/>
    <w:rsid w:val="009E467F"/>
    <w:rsid w:val="009E5C5D"/>
    <w:rsid w:val="009E5F75"/>
    <w:rsid w:val="009E6E7F"/>
    <w:rsid w:val="009F1BC1"/>
    <w:rsid w:val="009F1E87"/>
    <w:rsid w:val="009F3460"/>
    <w:rsid w:val="009F4B37"/>
    <w:rsid w:val="009F4D01"/>
    <w:rsid w:val="009F5692"/>
    <w:rsid w:val="00A0215E"/>
    <w:rsid w:val="00A03A38"/>
    <w:rsid w:val="00A106C2"/>
    <w:rsid w:val="00A1403C"/>
    <w:rsid w:val="00A14124"/>
    <w:rsid w:val="00A1464B"/>
    <w:rsid w:val="00A21117"/>
    <w:rsid w:val="00A214E9"/>
    <w:rsid w:val="00A229F5"/>
    <w:rsid w:val="00A270EE"/>
    <w:rsid w:val="00A2749C"/>
    <w:rsid w:val="00A35AA0"/>
    <w:rsid w:val="00A37330"/>
    <w:rsid w:val="00A37BB1"/>
    <w:rsid w:val="00A44757"/>
    <w:rsid w:val="00A44C05"/>
    <w:rsid w:val="00A458B2"/>
    <w:rsid w:val="00A47616"/>
    <w:rsid w:val="00A477F6"/>
    <w:rsid w:val="00A503EE"/>
    <w:rsid w:val="00A5532D"/>
    <w:rsid w:val="00A57588"/>
    <w:rsid w:val="00A57DF5"/>
    <w:rsid w:val="00A61020"/>
    <w:rsid w:val="00A63105"/>
    <w:rsid w:val="00A6337D"/>
    <w:rsid w:val="00A64AA2"/>
    <w:rsid w:val="00A70E55"/>
    <w:rsid w:val="00A764B0"/>
    <w:rsid w:val="00A764B7"/>
    <w:rsid w:val="00A76832"/>
    <w:rsid w:val="00A77489"/>
    <w:rsid w:val="00A7795D"/>
    <w:rsid w:val="00A77B5C"/>
    <w:rsid w:val="00A80E7A"/>
    <w:rsid w:val="00A823C0"/>
    <w:rsid w:val="00A826B0"/>
    <w:rsid w:val="00A84801"/>
    <w:rsid w:val="00A85EE2"/>
    <w:rsid w:val="00A90598"/>
    <w:rsid w:val="00A91B77"/>
    <w:rsid w:val="00A92832"/>
    <w:rsid w:val="00A92BD1"/>
    <w:rsid w:val="00A93AD4"/>
    <w:rsid w:val="00A93F4E"/>
    <w:rsid w:val="00A96F49"/>
    <w:rsid w:val="00A97CB9"/>
    <w:rsid w:val="00AA0140"/>
    <w:rsid w:val="00AA1019"/>
    <w:rsid w:val="00AB1117"/>
    <w:rsid w:val="00AB4967"/>
    <w:rsid w:val="00AB541A"/>
    <w:rsid w:val="00AB6D33"/>
    <w:rsid w:val="00AC1416"/>
    <w:rsid w:val="00AC4113"/>
    <w:rsid w:val="00AC738F"/>
    <w:rsid w:val="00AC787D"/>
    <w:rsid w:val="00AD0A2B"/>
    <w:rsid w:val="00AD107A"/>
    <w:rsid w:val="00AD380A"/>
    <w:rsid w:val="00AE13F0"/>
    <w:rsid w:val="00AE4AA8"/>
    <w:rsid w:val="00AF0057"/>
    <w:rsid w:val="00AF03C6"/>
    <w:rsid w:val="00AF16F1"/>
    <w:rsid w:val="00AF3418"/>
    <w:rsid w:val="00AF5EC5"/>
    <w:rsid w:val="00AF6C31"/>
    <w:rsid w:val="00B023B9"/>
    <w:rsid w:val="00B0709E"/>
    <w:rsid w:val="00B0759F"/>
    <w:rsid w:val="00B079DF"/>
    <w:rsid w:val="00B120CE"/>
    <w:rsid w:val="00B14869"/>
    <w:rsid w:val="00B2281B"/>
    <w:rsid w:val="00B23443"/>
    <w:rsid w:val="00B23750"/>
    <w:rsid w:val="00B27DF6"/>
    <w:rsid w:val="00B3131D"/>
    <w:rsid w:val="00B31FF2"/>
    <w:rsid w:val="00B3352C"/>
    <w:rsid w:val="00B40D25"/>
    <w:rsid w:val="00B442E3"/>
    <w:rsid w:val="00B44576"/>
    <w:rsid w:val="00B45086"/>
    <w:rsid w:val="00B46352"/>
    <w:rsid w:val="00B463AF"/>
    <w:rsid w:val="00B47469"/>
    <w:rsid w:val="00B50EB5"/>
    <w:rsid w:val="00B51C3B"/>
    <w:rsid w:val="00B5341F"/>
    <w:rsid w:val="00B54BDE"/>
    <w:rsid w:val="00B557AF"/>
    <w:rsid w:val="00B6118E"/>
    <w:rsid w:val="00B61FC5"/>
    <w:rsid w:val="00B62386"/>
    <w:rsid w:val="00B64072"/>
    <w:rsid w:val="00B657D9"/>
    <w:rsid w:val="00B67813"/>
    <w:rsid w:val="00B70BAF"/>
    <w:rsid w:val="00B71CA9"/>
    <w:rsid w:val="00B71D20"/>
    <w:rsid w:val="00B72033"/>
    <w:rsid w:val="00B724D8"/>
    <w:rsid w:val="00B73751"/>
    <w:rsid w:val="00B737EF"/>
    <w:rsid w:val="00B80FD4"/>
    <w:rsid w:val="00B8348F"/>
    <w:rsid w:val="00B85752"/>
    <w:rsid w:val="00B86094"/>
    <w:rsid w:val="00BA1832"/>
    <w:rsid w:val="00BA1858"/>
    <w:rsid w:val="00BA28D0"/>
    <w:rsid w:val="00BA2B61"/>
    <w:rsid w:val="00BA438A"/>
    <w:rsid w:val="00BA4EC9"/>
    <w:rsid w:val="00BA55E2"/>
    <w:rsid w:val="00BB2835"/>
    <w:rsid w:val="00BB6478"/>
    <w:rsid w:val="00BC1257"/>
    <w:rsid w:val="00BC1260"/>
    <w:rsid w:val="00BC3A82"/>
    <w:rsid w:val="00BC4C98"/>
    <w:rsid w:val="00BC5577"/>
    <w:rsid w:val="00BD0A21"/>
    <w:rsid w:val="00BD0A9E"/>
    <w:rsid w:val="00BD1BC3"/>
    <w:rsid w:val="00BD310F"/>
    <w:rsid w:val="00BD5E9F"/>
    <w:rsid w:val="00BD7A4C"/>
    <w:rsid w:val="00BE304E"/>
    <w:rsid w:val="00BE482F"/>
    <w:rsid w:val="00BE5FD6"/>
    <w:rsid w:val="00BF1667"/>
    <w:rsid w:val="00BF20BD"/>
    <w:rsid w:val="00BF3163"/>
    <w:rsid w:val="00BF4D1A"/>
    <w:rsid w:val="00BF4E11"/>
    <w:rsid w:val="00BF6B2C"/>
    <w:rsid w:val="00BF7BC4"/>
    <w:rsid w:val="00C0004A"/>
    <w:rsid w:val="00C018D7"/>
    <w:rsid w:val="00C03A34"/>
    <w:rsid w:val="00C05644"/>
    <w:rsid w:val="00C12DF6"/>
    <w:rsid w:val="00C15B96"/>
    <w:rsid w:val="00C15B9F"/>
    <w:rsid w:val="00C15FFB"/>
    <w:rsid w:val="00C20065"/>
    <w:rsid w:val="00C220A0"/>
    <w:rsid w:val="00C25348"/>
    <w:rsid w:val="00C27673"/>
    <w:rsid w:val="00C27956"/>
    <w:rsid w:val="00C34CDD"/>
    <w:rsid w:val="00C3543D"/>
    <w:rsid w:val="00C35FF2"/>
    <w:rsid w:val="00C41583"/>
    <w:rsid w:val="00C420E2"/>
    <w:rsid w:val="00C4595A"/>
    <w:rsid w:val="00C47B6C"/>
    <w:rsid w:val="00C50EC3"/>
    <w:rsid w:val="00C50FE7"/>
    <w:rsid w:val="00C52B9A"/>
    <w:rsid w:val="00C53DCB"/>
    <w:rsid w:val="00C60DC9"/>
    <w:rsid w:val="00C60E6B"/>
    <w:rsid w:val="00C60EF1"/>
    <w:rsid w:val="00C62767"/>
    <w:rsid w:val="00C628F1"/>
    <w:rsid w:val="00C65A7A"/>
    <w:rsid w:val="00C677FC"/>
    <w:rsid w:val="00C70436"/>
    <w:rsid w:val="00C71A07"/>
    <w:rsid w:val="00C71A20"/>
    <w:rsid w:val="00C7329D"/>
    <w:rsid w:val="00C808F7"/>
    <w:rsid w:val="00C80998"/>
    <w:rsid w:val="00C81F2F"/>
    <w:rsid w:val="00C8211A"/>
    <w:rsid w:val="00C83BF0"/>
    <w:rsid w:val="00C90D41"/>
    <w:rsid w:val="00C93653"/>
    <w:rsid w:val="00C95353"/>
    <w:rsid w:val="00C9592A"/>
    <w:rsid w:val="00C973D1"/>
    <w:rsid w:val="00C9781D"/>
    <w:rsid w:val="00CA2530"/>
    <w:rsid w:val="00CA3945"/>
    <w:rsid w:val="00CA7D9C"/>
    <w:rsid w:val="00CB0AFD"/>
    <w:rsid w:val="00CB0C71"/>
    <w:rsid w:val="00CB25E7"/>
    <w:rsid w:val="00CB3A52"/>
    <w:rsid w:val="00CB5BD8"/>
    <w:rsid w:val="00CC0271"/>
    <w:rsid w:val="00CC3D8C"/>
    <w:rsid w:val="00CC6717"/>
    <w:rsid w:val="00CD11AF"/>
    <w:rsid w:val="00CD1A27"/>
    <w:rsid w:val="00CD29FD"/>
    <w:rsid w:val="00CD57E9"/>
    <w:rsid w:val="00CE445A"/>
    <w:rsid w:val="00CE4DB0"/>
    <w:rsid w:val="00CE569F"/>
    <w:rsid w:val="00CE69D4"/>
    <w:rsid w:val="00CE7BB7"/>
    <w:rsid w:val="00CE7E8A"/>
    <w:rsid w:val="00CF1EB5"/>
    <w:rsid w:val="00CF2845"/>
    <w:rsid w:val="00CF3BF3"/>
    <w:rsid w:val="00CF4A3D"/>
    <w:rsid w:val="00CF58A6"/>
    <w:rsid w:val="00CF61FA"/>
    <w:rsid w:val="00CF65EA"/>
    <w:rsid w:val="00CF6D54"/>
    <w:rsid w:val="00CF7156"/>
    <w:rsid w:val="00D02B65"/>
    <w:rsid w:val="00D034E0"/>
    <w:rsid w:val="00D064B3"/>
    <w:rsid w:val="00D07754"/>
    <w:rsid w:val="00D07C55"/>
    <w:rsid w:val="00D12941"/>
    <w:rsid w:val="00D1377A"/>
    <w:rsid w:val="00D21053"/>
    <w:rsid w:val="00D21ECD"/>
    <w:rsid w:val="00D2387A"/>
    <w:rsid w:val="00D2492F"/>
    <w:rsid w:val="00D301F7"/>
    <w:rsid w:val="00D318E2"/>
    <w:rsid w:val="00D31A44"/>
    <w:rsid w:val="00D33D59"/>
    <w:rsid w:val="00D34473"/>
    <w:rsid w:val="00D35DF7"/>
    <w:rsid w:val="00D43C10"/>
    <w:rsid w:val="00D45071"/>
    <w:rsid w:val="00D457B7"/>
    <w:rsid w:val="00D4599E"/>
    <w:rsid w:val="00D476A1"/>
    <w:rsid w:val="00D47A43"/>
    <w:rsid w:val="00D51832"/>
    <w:rsid w:val="00D52A49"/>
    <w:rsid w:val="00D53BA3"/>
    <w:rsid w:val="00D559AD"/>
    <w:rsid w:val="00D60112"/>
    <w:rsid w:val="00D622A5"/>
    <w:rsid w:val="00D6529E"/>
    <w:rsid w:val="00D671FA"/>
    <w:rsid w:val="00D7420E"/>
    <w:rsid w:val="00D75A02"/>
    <w:rsid w:val="00D76AEF"/>
    <w:rsid w:val="00D81A1A"/>
    <w:rsid w:val="00D827F9"/>
    <w:rsid w:val="00D832BA"/>
    <w:rsid w:val="00D9025A"/>
    <w:rsid w:val="00D931F4"/>
    <w:rsid w:val="00D93EE4"/>
    <w:rsid w:val="00D95888"/>
    <w:rsid w:val="00D96994"/>
    <w:rsid w:val="00D97DCA"/>
    <w:rsid w:val="00DA00E9"/>
    <w:rsid w:val="00DA0B40"/>
    <w:rsid w:val="00DA15EB"/>
    <w:rsid w:val="00DA2638"/>
    <w:rsid w:val="00DA6A7F"/>
    <w:rsid w:val="00DB1DC5"/>
    <w:rsid w:val="00DB7A3E"/>
    <w:rsid w:val="00DC3465"/>
    <w:rsid w:val="00DC73C8"/>
    <w:rsid w:val="00DD6754"/>
    <w:rsid w:val="00DE0BFA"/>
    <w:rsid w:val="00DE18E0"/>
    <w:rsid w:val="00DE217D"/>
    <w:rsid w:val="00DE3235"/>
    <w:rsid w:val="00DE60DE"/>
    <w:rsid w:val="00DF0F4B"/>
    <w:rsid w:val="00DF2893"/>
    <w:rsid w:val="00DF7D41"/>
    <w:rsid w:val="00E0208A"/>
    <w:rsid w:val="00E02CF9"/>
    <w:rsid w:val="00E03E9E"/>
    <w:rsid w:val="00E04623"/>
    <w:rsid w:val="00E0605C"/>
    <w:rsid w:val="00E06C6F"/>
    <w:rsid w:val="00E1265A"/>
    <w:rsid w:val="00E13075"/>
    <w:rsid w:val="00E1396B"/>
    <w:rsid w:val="00E15EDE"/>
    <w:rsid w:val="00E1635F"/>
    <w:rsid w:val="00E2552C"/>
    <w:rsid w:val="00E26643"/>
    <w:rsid w:val="00E319D0"/>
    <w:rsid w:val="00E3224B"/>
    <w:rsid w:val="00E36C42"/>
    <w:rsid w:val="00E37573"/>
    <w:rsid w:val="00E40065"/>
    <w:rsid w:val="00E40665"/>
    <w:rsid w:val="00E411B0"/>
    <w:rsid w:val="00E43466"/>
    <w:rsid w:val="00E435EA"/>
    <w:rsid w:val="00E43768"/>
    <w:rsid w:val="00E450B8"/>
    <w:rsid w:val="00E454D8"/>
    <w:rsid w:val="00E46561"/>
    <w:rsid w:val="00E47E10"/>
    <w:rsid w:val="00E50DAE"/>
    <w:rsid w:val="00E52C0F"/>
    <w:rsid w:val="00E56316"/>
    <w:rsid w:val="00E6110F"/>
    <w:rsid w:val="00E65F6F"/>
    <w:rsid w:val="00E673BF"/>
    <w:rsid w:val="00E67D7C"/>
    <w:rsid w:val="00E67FA8"/>
    <w:rsid w:val="00E70350"/>
    <w:rsid w:val="00E7267D"/>
    <w:rsid w:val="00E7588A"/>
    <w:rsid w:val="00E803E3"/>
    <w:rsid w:val="00E829A2"/>
    <w:rsid w:val="00E83628"/>
    <w:rsid w:val="00E84C0B"/>
    <w:rsid w:val="00E85777"/>
    <w:rsid w:val="00E87974"/>
    <w:rsid w:val="00E90A06"/>
    <w:rsid w:val="00E90EAC"/>
    <w:rsid w:val="00E91D78"/>
    <w:rsid w:val="00E92758"/>
    <w:rsid w:val="00E9470E"/>
    <w:rsid w:val="00E95CFB"/>
    <w:rsid w:val="00EA6339"/>
    <w:rsid w:val="00EA6618"/>
    <w:rsid w:val="00EA7FF2"/>
    <w:rsid w:val="00EB094E"/>
    <w:rsid w:val="00EB0D5C"/>
    <w:rsid w:val="00EB1921"/>
    <w:rsid w:val="00EB3735"/>
    <w:rsid w:val="00EB3A0E"/>
    <w:rsid w:val="00EB4415"/>
    <w:rsid w:val="00EB61DC"/>
    <w:rsid w:val="00EC09FD"/>
    <w:rsid w:val="00EC0F79"/>
    <w:rsid w:val="00ED107C"/>
    <w:rsid w:val="00ED366F"/>
    <w:rsid w:val="00ED3942"/>
    <w:rsid w:val="00ED3B93"/>
    <w:rsid w:val="00ED44DA"/>
    <w:rsid w:val="00ED4B33"/>
    <w:rsid w:val="00ED5ACE"/>
    <w:rsid w:val="00EE10A3"/>
    <w:rsid w:val="00EE115C"/>
    <w:rsid w:val="00EE1387"/>
    <w:rsid w:val="00EE13DB"/>
    <w:rsid w:val="00EE252B"/>
    <w:rsid w:val="00EE25A8"/>
    <w:rsid w:val="00EE2BAE"/>
    <w:rsid w:val="00EE31E7"/>
    <w:rsid w:val="00EE4AA0"/>
    <w:rsid w:val="00EE5F79"/>
    <w:rsid w:val="00EE6D2C"/>
    <w:rsid w:val="00EF0890"/>
    <w:rsid w:val="00EF1981"/>
    <w:rsid w:val="00EF2E7D"/>
    <w:rsid w:val="00EF35A8"/>
    <w:rsid w:val="00EF470C"/>
    <w:rsid w:val="00EF4888"/>
    <w:rsid w:val="00EF503B"/>
    <w:rsid w:val="00EF57D4"/>
    <w:rsid w:val="00EF6A90"/>
    <w:rsid w:val="00EF7727"/>
    <w:rsid w:val="00F04DF0"/>
    <w:rsid w:val="00F06065"/>
    <w:rsid w:val="00F11115"/>
    <w:rsid w:val="00F12893"/>
    <w:rsid w:val="00F17B84"/>
    <w:rsid w:val="00F20656"/>
    <w:rsid w:val="00F22B15"/>
    <w:rsid w:val="00F23857"/>
    <w:rsid w:val="00F23BFE"/>
    <w:rsid w:val="00F24938"/>
    <w:rsid w:val="00F268A5"/>
    <w:rsid w:val="00F2738F"/>
    <w:rsid w:val="00F276C6"/>
    <w:rsid w:val="00F27DE1"/>
    <w:rsid w:val="00F35EBA"/>
    <w:rsid w:val="00F43AB5"/>
    <w:rsid w:val="00F442DC"/>
    <w:rsid w:val="00F54B9E"/>
    <w:rsid w:val="00F54D73"/>
    <w:rsid w:val="00F54F8A"/>
    <w:rsid w:val="00F55614"/>
    <w:rsid w:val="00F60DE3"/>
    <w:rsid w:val="00F61431"/>
    <w:rsid w:val="00F6163B"/>
    <w:rsid w:val="00F61DE0"/>
    <w:rsid w:val="00F64AD7"/>
    <w:rsid w:val="00F64BEE"/>
    <w:rsid w:val="00F65BA9"/>
    <w:rsid w:val="00F6688A"/>
    <w:rsid w:val="00F700E3"/>
    <w:rsid w:val="00F70F7E"/>
    <w:rsid w:val="00F77299"/>
    <w:rsid w:val="00F8141B"/>
    <w:rsid w:val="00F83433"/>
    <w:rsid w:val="00F84C22"/>
    <w:rsid w:val="00F84E36"/>
    <w:rsid w:val="00F865E6"/>
    <w:rsid w:val="00F912B5"/>
    <w:rsid w:val="00F921F7"/>
    <w:rsid w:val="00FA0ACC"/>
    <w:rsid w:val="00FA1202"/>
    <w:rsid w:val="00FA2BD9"/>
    <w:rsid w:val="00FB1B40"/>
    <w:rsid w:val="00FB1E2E"/>
    <w:rsid w:val="00FB38A0"/>
    <w:rsid w:val="00FB4EF2"/>
    <w:rsid w:val="00FB4FF6"/>
    <w:rsid w:val="00FB57C6"/>
    <w:rsid w:val="00FB5D51"/>
    <w:rsid w:val="00FB5F5C"/>
    <w:rsid w:val="00FB5FC3"/>
    <w:rsid w:val="00FB6DDD"/>
    <w:rsid w:val="00FB6FCD"/>
    <w:rsid w:val="00FC0105"/>
    <w:rsid w:val="00FC3BE3"/>
    <w:rsid w:val="00FC6BD2"/>
    <w:rsid w:val="00FD0719"/>
    <w:rsid w:val="00FD2406"/>
    <w:rsid w:val="00FD3566"/>
    <w:rsid w:val="00FD4ED1"/>
    <w:rsid w:val="00FD673E"/>
    <w:rsid w:val="00FD6BFC"/>
    <w:rsid w:val="00FE26D8"/>
    <w:rsid w:val="00FE671A"/>
    <w:rsid w:val="00FF087A"/>
    <w:rsid w:val="00FF1980"/>
    <w:rsid w:val="00FF3618"/>
    <w:rsid w:val="00FF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42">
      <o:colormenu v:ext="edit" fillcolor="none [3212]" strokecolor="none"/>
    </o:shapedefaults>
    <o:shapelayout v:ext="edit">
      <o:idmap v:ext="edit" data="1"/>
      <o:rules v:ext="edit">
        <o:r id="V:Rule4" type="callout" idref="#_x0000_s1034"/>
        <o:r id="V:Rule21" type="connector" idref="#_x0000_s1239"/>
        <o:r id="V:Rule22" type="connector" idref="#_x0000_s1029"/>
        <o:r id="V:Rule23" type="connector" idref="#_x0000_s1030"/>
        <o:r id="V:Rule24" type="connector" idref="#_x0000_s1238"/>
        <o:r id="V:Rule25" type="connector" idref="#_x0000_s1237"/>
        <o:r id="V:Rule26" type="connector" idref="#_x0000_s1240"/>
        <o:r id="V:Rule27" type="connector" idref="#_x0000_s1107"/>
        <o:r id="V:Rule28" type="connector" idref="#_x0000_s1053"/>
        <o:r id="V:Rule29" type="connector" idref="#_x0000_s1325"/>
        <o:r id="V:Rule30" type="connector" idref="#_x0000_s1043"/>
        <o:r id="V:Rule31" type="connector" idref="#_x0000_s1035"/>
        <o:r id="V:Rule32" type="connector" idref="#_x0000_s1112"/>
        <o:r id="V:Rule33" type="connector" idref="#_x0000_s1051"/>
        <o:r id="V:Rule34" type="connector" idref="#_x0000_s1028"/>
        <o:r id="V:Rule35" type="connector" idref="#_x0000_s1039"/>
        <o:r id="V:Rule36" type="connector" idref="#_x0000_s1326"/>
        <o:r id="V:Rule37" type="connector" idref="#_x0000_s1113"/>
        <o:r id="V:Rule38" type="connector" idref="#_x0000_s1108"/>
        <o:r id="V:Rule39" type="connector" idref="#_x0000_s1046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11206"/>
    <w:pPr>
      <w:jc w:val="both"/>
    </w:pPr>
    <w:rPr>
      <w:rFonts w:ascii="Calibri" w:hAnsi="Calibri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660206"/>
    <w:pPr>
      <w:keepNext/>
      <w:spacing w:before="240" w:after="60"/>
      <w:ind w:left="432" w:hanging="432"/>
      <w:outlineLvl w:val="0"/>
    </w:pPr>
    <w:rPr>
      <w:rFonts w:cs="Arial"/>
      <w:b/>
      <w:bCs/>
      <w:i/>
      <w:kern w:val="32"/>
      <w:sz w:val="36"/>
      <w:szCs w:val="32"/>
    </w:rPr>
  </w:style>
  <w:style w:type="paragraph" w:styleId="Titre2">
    <w:name w:val="heading 2"/>
    <w:basedOn w:val="Titre1"/>
    <w:next w:val="Normal"/>
    <w:link w:val="Titre2Car"/>
    <w:uiPriority w:val="99"/>
    <w:qFormat/>
    <w:rsid w:val="00A93AD4"/>
    <w:pPr>
      <w:numPr>
        <w:ilvl w:val="1"/>
      </w:numPr>
      <w:ind w:left="576" w:hanging="576"/>
      <w:outlineLvl w:val="1"/>
    </w:pPr>
    <w:rPr>
      <w:rFonts w:ascii="Arial" w:hAnsi="Arial"/>
      <w:b w:val="0"/>
      <w:bCs w:val="0"/>
      <w:i w:val="0"/>
      <w:iC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CE4DB0"/>
    <w:pPr>
      <w:keepNext/>
      <w:spacing w:before="240" w:after="60"/>
      <w:ind w:left="720" w:hanging="720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link w:val="Titre4Car"/>
    <w:autoRedefine/>
    <w:uiPriority w:val="99"/>
    <w:qFormat/>
    <w:rsid w:val="00F64AD7"/>
    <w:pPr>
      <w:keepNext/>
      <w:tabs>
        <w:tab w:val="left" w:pos="567"/>
      </w:tabs>
      <w:spacing w:before="240" w:after="60"/>
      <w:ind w:left="864" w:hanging="864"/>
      <w:outlineLvl w:val="3"/>
    </w:pPr>
    <w:rPr>
      <w:rFonts w:ascii="Arial" w:hAnsi="Arial"/>
      <w:bCs/>
      <w:szCs w:val="28"/>
      <w:lang w:eastAsia="fr-FR"/>
    </w:rPr>
  </w:style>
  <w:style w:type="paragraph" w:styleId="Titre5">
    <w:name w:val="heading 5"/>
    <w:basedOn w:val="Normal"/>
    <w:next w:val="Normal"/>
    <w:link w:val="Titre5Car"/>
    <w:uiPriority w:val="99"/>
    <w:qFormat/>
    <w:rsid w:val="00C83BF0"/>
    <w:pPr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C83BF0"/>
    <w:pPr>
      <w:spacing w:before="240" w:after="60"/>
      <w:ind w:left="1152" w:hanging="1152"/>
      <w:outlineLvl w:val="5"/>
    </w:pPr>
    <w:rPr>
      <w:rFonts w:ascii="Times New Roman" w:hAnsi="Times New Roman"/>
      <w:b/>
      <w:bCs/>
      <w:sz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C83BF0"/>
    <w:pPr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qFormat/>
    <w:rsid w:val="00C83BF0"/>
    <w:pPr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C83BF0"/>
    <w:pPr>
      <w:spacing w:before="240" w:after="60"/>
      <w:ind w:left="1584" w:hanging="1584"/>
      <w:outlineLvl w:val="8"/>
    </w:pPr>
    <w:rPr>
      <w:rFonts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8603CA"/>
    <w:rPr>
      <w:rFonts w:ascii="Calibri" w:hAnsi="Calibri" w:cs="Arial"/>
      <w:b/>
      <w:bCs/>
      <w:i/>
      <w:kern w:val="32"/>
      <w:sz w:val="36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603C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9"/>
    <w:rsid w:val="008603CA"/>
    <w:rPr>
      <w:rFonts w:ascii="Calibri" w:hAnsi="Calibri" w:cs="Arial"/>
      <w:b/>
      <w:bCs/>
      <w:sz w:val="24"/>
      <w:szCs w:val="26"/>
      <w:lang w:eastAsia="en-US"/>
    </w:rPr>
  </w:style>
  <w:style w:type="character" w:customStyle="1" w:styleId="Titre4Car">
    <w:name w:val="Titre 4 Car"/>
    <w:basedOn w:val="Policepardfaut"/>
    <w:link w:val="Titre4"/>
    <w:uiPriority w:val="99"/>
    <w:rsid w:val="008603CA"/>
    <w:rPr>
      <w:rFonts w:ascii="Arial" w:hAnsi="Arial"/>
      <w:bCs/>
      <w:sz w:val="24"/>
      <w:szCs w:val="28"/>
    </w:rPr>
  </w:style>
  <w:style w:type="character" w:customStyle="1" w:styleId="Titre5Car">
    <w:name w:val="Titre 5 Car"/>
    <w:basedOn w:val="Policepardfaut"/>
    <w:link w:val="Titre5"/>
    <w:uiPriority w:val="99"/>
    <w:rsid w:val="008603CA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Titre6Car">
    <w:name w:val="Titre 6 Car"/>
    <w:basedOn w:val="Policepardfaut"/>
    <w:link w:val="Titre6"/>
    <w:uiPriority w:val="99"/>
    <w:rsid w:val="008603CA"/>
    <w:rPr>
      <w:b/>
      <w:bCs/>
      <w:lang w:eastAsia="en-US"/>
    </w:rPr>
  </w:style>
  <w:style w:type="character" w:customStyle="1" w:styleId="Titre7Car">
    <w:name w:val="Titre 7 Car"/>
    <w:basedOn w:val="Policepardfaut"/>
    <w:link w:val="Titre7"/>
    <w:uiPriority w:val="99"/>
    <w:rsid w:val="008603CA"/>
    <w:rPr>
      <w:sz w:val="24"/>
      <w:lang w:eastAsia="en-US"/>
    </w:rPr>
  </w:style>
  <w:style w:type="character" w:customStyle="1" w:styleId="Titre8Car">
    <w:name w:val="Titre 8 Car"/>
    <w:basedOn w:val="Policepardfaut"/>
    <w:link w:val="Titre8"/>
    <w:uiPriority w:val="99"/>
    <w:rsid w:val="008603CA"/>
    <w:rPr>
      <w:i/>
      <w:iCs/>
      <w:sz w:val="24"/>
      <w:lang w:eastAsia="en-US"/>
    </w:rPr>
  </w:style>
  <w:style w:type="character" w:customStyle="1" w:styleId="Titre9Car">
    <w:name w:val="Titre 9 Car"/>
    <w:basedOn w:val="Policepardfaut"/>
    <w:link w:val="Titre9"/>
    <w:uiPriority w:val="99"/>
    <w:rsid w:val="008603CA"/>
    <w:rPr>
      <w:rFonts w:ascii="Calibri" w:hAnsi="Calibri" w:cs="Arial"/>
      <w:lang w:eastAsia="en-US"/>
    </w:rPr>
  </w:style>
  <w:style w:type="paragraph" w:styleId="Titre">
    <w:name w:val="Title"/>
    <w:basedOn w:val="Normal"/>
    <w:link w:val="TitreCar"/>
    <w:uiPriority w:val="99"/>
    <w:qFormat/>
    <w:rsid w:val="00B14869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 w:after="120"/>
      <w:jc w:val="center"/>
      <w:outlineLvl w:val="0"/>
    </w:pPr>
    <w:rPr>
      <w:rFonts w:ascii="Arial" w:hAnsi="Arial" w:cs="Arial"/>
      <w:b/>
      <w:bCs/>
      <w:kern w:val="28"/>
      <w:sz w:val="36"/>
      <w:szCs w:val="3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8603C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lgende">
    <w:name w:val="légende"/>
    <w:basedOn w:val="Normal"/>
    <w:uiPriority w:val="99"/>
    <w:rsid w:val="00C83BF0"/>
    <w:rPr>
      <w:i/>
      <w:sz w:val="22"/>
    </w:rPr>
  </w:style>
  <w:style w:type="paragraph" w:styleId="Liste">
    <w:name w:val="List"/>
    <w:basedOn w:val="Normal"/>
    <w:uiPriority w:val="99"/>
    <w:rsid w:val="00C83BF0"/>
    <w:pPr>
      <w:ind w:left="283" w:hanging="283"/>
    </w:pPr>
  </w:style>
  <w:style w:type="paragraph" w:styleId="TM2">
    <w:name w:val="toc 2"/>
    <w:basedOn w:val="Titre2"/>
    <w:next w:val="Normal"/>
    <w:autoRedefine/>
    <w:uiPriority w:val="99"/>
    <w:rsid w:val="001407F3"/>
    <w:pPr>
      <w:tabs>
        <w:tab w:val="left" w:pos="880"/>
        <w:tab w:val="right" w:leader="dot" w:pos="9062"/>
      </w:tabs>
      <w:spacing w:before="60"/>
      <w:ind w:left="284" w:firstLine="0"/>
    </w:pPr>
    <w:rPr>
      <w:noProof/>
      <w:sz w:val="28"/>
    </w:rPr>
  </w:style>
  <w:style w:type="paragraph" w:styleId="TM1">
    <w:name w:val="toc 1"/>
    <w:basedOn w:val="Titre1"/>
    <w:next w:val="Normal"/>
    <w:autoRedefine/>
    <w:uiPriority w:val="99"/>
    <w:rsid w:val="00CF61FA"/>
    <w:pPr>
      <w:ind w:left="0" w:firstLine="0"/>
    </w:pPr>
  </w:style>
  <w:style w:type="paragraph" w:styleId="TM3">
    <w:name w:val="toc 3"/>
    <w:basedOn w:val="Normal"/>
    <w:next w:val="Normal"/>
    <w:autoRedefine/>
    <w:uiPriority w:val="99"/>
    <w:rsid w:val="00C83BF0"/>
    <w:pPr>
      <w:ind w:left="480"/>
    </w:pPr>
  </w:style>
  <w:style w:type="character" w:styleId="Lienhypertexte">
    <w:name w:val="Hyperlink"/>
    <w:basedOn w:val="Policepardfaut"/>
    <w:uiPriority w:val="99"/>
    <w:rsid w:val="00C83BF0"/>
    <w:rPr>
      <w:rFonts w:cs="Times New Roman"/>
      <w:color w:val="0000FF"/>
      <w:u w:val="single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5C31F4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5C31F4"/>
    <w:rPr>
      <w:rFonts w:ascii="Cambria" w:hAnsi="Cambria" w:cs="Times New Roman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rsid w:val="005C31F4"/>
    <w:pPr>
      <w:ind w:firstLine="426"/>
    </w:pPr>
    <w:rPr>
      <w:rFonts w:ascii="Times New Roman" w:hAnsi="Times New Roman"/>
      <w:szCs w:val="20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sid w:val="005C31F4"/>
    <w:rPr>
      <w:rFonts w:cs="Times New Roman"/>
      <w:sz w:val="24"/>
      <w:lang w:eastAsia="en-US"/>
    </w:rPr>
  </w:style>
  <w:style w:type="character" w:customStyle="1" w:styleId="lienrouge1">
    <w:name w:val="lienrouge1"/>
    <w:basedOn w:val="Policepardfaut"/>
    <w:uiPriority w:val="99"/>
    <w:rsid w:val="005C31F4"/>
    <w:rPr>
      <w:rFonts w:ascii="Arial" w:hAnsi="Arial" w:cs="Arial"/>
      <w:color w:val="CC0000"/>
      <w:sz w:val="15"/>
      <w:szCs w:val="15"/>
    </w:rPr>
  </w:style>
  <w:style w:type="paragraph" w:styleId="Paragraphedeliste">
    <w:name w:val="List Paragraph"/>
    <w:basedOn w:val="Normal"/>
    <w:uiPriority w:val="99"/>
    <w:qFormat/>
    <w:rsid w:val="003742C2"/>
    <w:pPr>
      <w:ind w:left="720"/>
      <w:contextualSpacing/>
      <w:jc w:val="left"/>
    </w:pPr>
  </w:style>
  <w:style w:type="paragraph" w:styleId="Corpsdetexte">
    <w:name w:val="Body Text"/>
    <w:basedOn w:val="Normal"/>
    <w:link w:val="CorpsdetexteCar"/>
    <w:uiPriority w:val="99"/>
    <w:rsid w:val="005C31F4"/>
    <w:pPr>
      <w:spacing w:after="120"/>
      <w:jc w:val="left"/>
    </w:pPr>
    <w:rPr>
      <w:rFonts w:ascii="Times New Roman" w:hAnsi="Times New Roma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5C31F4"/>
    <w:rPr>
      <w:rFonts w:cs="Times New Roman"/>
      <w:sz w:val="24"/>
      <w:szCs w:val="24"/>
    </w:rPr>
  </w:style>
  <w:style w:type="character" w:customStyle="1" w:styleId="texteblancb">
    <w:name w:val="texteblancb"/>
    <w:basedOn w:val="Policepardfaut"/>
    <w:uiPriority w:val="99"/>
    <w:rsid w:val="005C31F4"/>
    <w:rPr>
      <w:rFonts w:cs="Times New Roman"/>
    </w:rPr>
  </w:style>
  <w:style w:type="paragraph" w:styleId="Listepuces">
    <w:name w:val="List Bullet"/>
    <w:basedOn w:val="Normal"/>
    <w:uiPriority w:val="99"/>
    <w:rsid w:val="00381DF6"/>
    <w:pPr>
      <w:tabs>
        <w:tab w:val="num" w:pos="360"/>
      </w:tabs>
      <w:ind w:left="360" w:hanging="360"/>
      <w:contextualSpacing/>
    </w:pPr>
  </w:style>
  <w:style w:type="paragraph" w:styleId="En-tte">
    <w:name w:val="header"/>
    <w:basedOn w:val="Normal"/>
    <w:link w:val="En-tteCar"/>
    <w:uiPriority w:val="99"/>
    <w:rsid w:val="007030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70302F"/>
    <w:rPr>
      <w:rFonts w:ascii="Arial" w:hAnsi="Arial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7030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70302F"/>
    <w:rPr>
      <w:rFonts w:ascii="Arial" w:hAnsi="Arial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sid w:val="00A7683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A7683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754851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Sansinterligne">
    <w:name w:val="No Spacing"/>
    <w:link w:val="SansinterligneCar"/>
    <w:uiPriority w:val="99"/>
    <w:qFormat/>
    <w:rsid w:val="00B724D8"/>
    <w:rPr>
      <w:rFonts w:ascii="Calibri" w:hAnsi="Calibr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0D090C"/>
    <w:rPr>
      <w:rFonts w:cs="Times New Roman"/>
      <w:color w:val="808080"/>
    </w:rPr>
  </w:style>
  <w:style w:type="table" w:styleId="Grilledutableau">
    <w:name w:val="Table Grid"/>
    <w:basedOn w:val="TableauNormal"/>
    <w:uiPriority w:val="99"/>
    <w:rsid w:val="008628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8">
    <w:name w:val="Table Grid 8"/>
    <w:basedOn w:val="TableauNormal"/>
    <w:uiPriority w:val="99"/>
    <w:rsid w:val="00862862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7">
    <w:name w:val="Table Grid 7"/>
    <w:basedOn w:val="TableauNormal"/>
    <w:uiPriority w:val="99"/>
    <w:rsid w:val="00862862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Ple1">
    <w:name w:val="Table Subtle 1"/>
    <w:basedOn w:val="TableauNormal"/>
    <w:uiPriority w:val="99"/>
    <w:rsid w:val="0086286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e2">
    <w:name w:val="Table Subtle 2"/>
    <w:basedOn w:val="TableauNormal"/>
    <w:uiPriority w:val="99"/>
    <w:rsid w:val="00862862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ommaireremerciement">
    <w:name w:val="sommaire remerciement"/>
    <w:basedOn w:val="Titre"/>
    <w:uiPriority w:val="99"/>
    <w:rsid w:val="00B70BAF"/>
    <w:pPr>
      <w:pageBreakBefore/>
      <w:spacing w:before="480" w:after="480"/>
    </w:pPr>
    <w:rPr>
      <w:szCs w:val="28"/>
    </w:r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B70BAF"/>
    <w:rPr>
      <w:rFonts w:ascii="Calibri" w:hAnsi="Calibri"/>
      <w:sz w:val="22"/>
      <w:szCs w:val="22"/>
      <w:lang w:val="fr-FR" w:eastAsia="en-US" w:bidi="ar-SA"/>
    </w:rPr>
  </w:style>
  <w:style w:type="paragraph" w:styleId="Explorateurdedocuments">
    <w:name w:val="Document Map"/>
    <w:basedOn w:val="Normal"/>
    <w:link w:val="ExplorateurdedocumentsCar"/>
    <w:uiPriority w:val="99"/>
    <w:rsid w:val="00B70BA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locked/>
    <w:rsid w:val="00B70BAF"/>
    <w:rPr>
      <w:rFonts w:ascii="Tahoma" w:hAnsi="Tahoma" w:cs="Tahoma"/>
      <w:sz w:val="16"/>
      <w:szCs w:val="16"/>
    </w:rPr>
  </w:style>
  <w:style w:type="paragraph" w:styleId="En-ttedetabledesmatires">
    <w:name w:val="TOC Heading"/>
    <w:basedOn w:val="Titre1"/>
    <w:next w:val="Normal"/>
    <w:uiPriority w:val="99"/>
    <w:qFormat/>
    <w:rsid w:val="00432F12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 w:cs="Times New Roman"/>
      <w:i w:val="0"/>
      <w:color w:val="365F91"/>
      <w:kern w:val="0"/>
      <w:szCs w:val="28"/>
    </w:rPr>
  </w:style>
  <w:style w:type="character" w:styleId="Marquedecommentaire">
    <w:name w:val="annotation reference"/>
    <w:basedOn w:val="Policepardfaut"/>
    <w:uiPriority w:val="99"/>
    <w:rsid w:val="00E03E9E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E03E9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E03E9E"/>
    <w:rPr>
      <w:rFonts w:ascii="Calibri" w:eastAsia="Times New Roman" w:hAnsi="Calibri" w:cs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03E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locked/>
    <w:rsid w:val="00E03E9E"/>
    <w:rPr>
      <w:b/>
      <w:bCs/>
    </w:rPr>
  </w:style>
  <w:style w:type="paragraph" w:styleId="Retraitcorpsdetexte2">
    <w:name w:val="Body Text Indent 2"/>
    <w:basedOn w:val="Normal"/>
    <w:link w:val="Retraitcorpsdetexte2Car"/>
    <w:uiPriority w:val="99"/>
    <w:rsid w:val="00EB0D5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sid w:val="00EB0D5C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Textepardfaut">
    <w:name w:val="Texte par défaut"/>
    <w:basedOn w:val="Normal"/>
    <w:uiPriority w:val="99"/>
    <w:rsid w:val="00EB0D5C"/>
    <w:pPr>
      <w:jc w:val="left"/>
    </w:pPr>
    <w:rPr>
      <w:rFonts w:ascii="Times New Roman" w:hAnsi="Times New Roman"/>
      <w:noProof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97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image" Target="media/image4.png"/><Relationship Id="rId26" Type="http://schemas.openxmlformats.org/officeDocument/2006/relationships/image" Target="media/image12.png"/><Relationship Id="rId39" Type="http://schemas.openxmlformats.org/officeDocument/2006/relationships/image" Target="media/image23.png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34" Type="http://schemas.openxmlformats.org/officeDocument/2006/relationships/image" Target="media/image18.png"/><Relationship Id="rId42" Type="http://schemas.openxmlformats.org/officeDocument/2006/relationships/image" Target="media/image25.png"/><Relationship Id="rId47" Type="http://schemas.openxmlformats.org/officeDocument/2006/relationships/image" Target="media/image30.png"/><Relationship Id="rId50" Type="http://schemas.openxmlformats.org/officeDocument/2006/relationships/image" Target="media/image33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33" Type="http://schemas.openxmlformats.org/officeDocument/2006/relationships/footer" Target="footer5.xml"/><Relationship Id="rId38" Type="http://schemas.openxmlformats.org/officeDocument/2006/relationships/image" Target="media/image22.png"/><Relationship Id="rId46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29" Type="http://schemas.openxmlformats.org/officeDocument/2006/relationships/image" Target="media/image15.png"/><Relationship Id="rId41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10.png"/><Relationship Id="rId32" Type="http://schemas.openxmlformats.org/officeDocument/2006/relationships/header" Target="header5.xml"/><Relationship Id="rId37" Type="http://schemas.openxmlformats.org/officeDocument/2006/relationships/image" Target="media/image21.png"/><Relationship Id="rId40" Type="http://schemas.openxmlformats.org/officeDocument/2006/relationships/footer" Target="footer6.xml"/><Relationship Id="rId45" Type="http://schemas.openxmlformats.org/officeDocument/2006/relationships/image" Target="media/image28.png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36" Type="http://schemas.openxmlformats.org/officeDocument/2006/relationships/image" Target="media/image20.png"/><Relationship Id="rId49" Type="http://schemas.openxmlformats.org/officeDocument/2006/relationships/image" Target="media/image32.png"/><Relationship Id="rId10" Type="http://schemas.openxmlformats.org/officeDocument/2006/relationships/footer" Target="footer2.xml"/><Relationship Id="rId19" Type="http://schemas.openxmlformats.org/officeDocument/2006/relationships/image" Target="media/image5.png"/><Relationship Id="rId31" Type="http://schemas.openxmlformats.org/officeDocument/2006/relationships/image" Target="media/image17.png"/><Relationship Id="rId44" Type="http://schemas.openxmlformats.org/officeDocument/2006/relationships/image" Target="media/image27.pn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19.png"/><Relationship Id="rId43" Type="http://schemas.openxmlformats.org/officeDocument/2006/relationships/image" Target="media/image26.png"/><Relationship Id="rId48" Type="http://schemas.openxmlformats.org/officeDocument/2006/relationships/image" Target="media/image31.png"/><Relationship Id="rId8" Type="http://schemas.openxmlformats.org/officeDocument/2006/relationships/header" Target="header2.xml"/><Relationship Id="rId51" Type="http://schemas.openxmlformats.org/officeDocument/2006/relationships/image" Target="media/image3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ele\Desktop\Christophe\Sujet%20IPM%202010\Sujet%202010%20du%2008-12-2009\Dossier%20r&#233;ponse%20du%2008-12-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Dossier réponse du 08-12-09</Template>
  <TotalTime>138</TotalTime>
  <Pages>20</Pages>
  <Words>478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eps</vt:lpstr>
    </vt:vector>
  </TitlesOfParts>
  <Company>Lycée La Fayette Site de Fontaineroux 77850 HERICY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eps</dc:title>
  <dc:subject/>
  <dc:creator>christele</dc:creator>
  <cp:keywords/>
  <dc:description/>
  <cp:lastModifiedBy>LMartin</cp:lastModifiedBy>
  <cp:revision>23</cp:revision>
  <cp:lastPrinted>2010-03-08T13:25:00Z</cp:lastPrinted>
  <dcterms:created xsi:type="dcterms:W3CDTF">2010-02-02T09:41:00Z</dcterms:created>
  <dcterms:modified xsi:type="dcterms:W3CDTF">2010-03-08T13:43:00Z</dcterms:modified>
</cp:coreProperties>
</file>