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45098D" w:rsidP="00AE41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ab/>
      </w:r>
    </w:p>
    <w:tbl>
      <w:tblPr>
        <w:tblW w:w="10348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656"/>
        <w:gridCol w:w="7274"/>
        <w:gridCol w:w="1418"/>
      </w:tblGrid>
      <w:tr w:rsidR="00A73A93" w:rsidRPr="005D564F" w:rsidTr="00A73A93">
        <w:trPr>
          <w:trHeight w:val="454"/>
        </w:trPr>
        <w:tc>
          <w:tcPr>
            <w:tcW w:w="165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D564F" w:rsidRDefault="00A73A93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7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5D564F" w:rsidRDefault="00A73A93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5D564F">
              <w:rPr>
                <w:rFonts w:ascii="Arial" w:hAnsi="Arial" w:cs="Arial"/>
                <w:b/>
                <w:bCs/>
                <w:sz w:val="24"/>
              </w:rPr>
              <w:t>BAR</w:t>
            </w:r>
            <w:r>
              <w:rPr>
                <w:rFonts w:ascii="Arial" w:hAnsi="Arial" w:cs="Arial"/>
                <w:b/>
                <w:bCs/>
                <w:sz w:val="24"/>
              </w:rPr>
              <w:t>È</w:t>
            </w:r>
            <w:r w:rsidRPr="005D564F">
              <w:rPr>
                <w:rFonts w:ascii="Arial" w:hAnsi="Arial" w:cs="Arial"/>
                <w:b/>
                <w:bCs/>
                <w:sz w:val="24"/>
              </w:rPr>
              <w:t>ME DE CORRECTION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5D564F" w:rsidRDefault="00A73A93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15241B" w:rsidP="003941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>THÈ</w:t>
            </w:r>
            <w:r w:rsidR="00593DE5"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>ME</w:t>
            </w:r>
            <w:r w:rsidR="00A73A93" w:rsidRPr="00516AA2"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 xml:space="preserve"> 1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2156D1" w:rsidRDefault="00A73A93" w:rsidP="000A05AD">
            <w:pPr>
              <w:spacing w:beforeLines="30" w:before="72" w:afterLines="30" w:after="72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156D1">
              <w:rPr>
                <w:rFonts w:ascii="Arial" w:hAnsi="Arial" w:cs="Arial"/>
                <w:b/>
                <w:caps/>
                <w:sz w:val="22"/>
                <w:szCs w:val="22"/>
              </w:rPr>
              <w:t>INVENTORIER LES MENUISERIES EXTÉRIEURES DU BÂTIMENT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AE416F">
              <w:rPr>
                <w:rFonts w:ascii="Arial" w:hAnsi="Arial" w:cs="Arial"/>
                <w:caps/>
                <w:sz w:val="24"/>
                <w:szCs w:val="24"/>
              </w:rPr>
              <w:t>15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 xml:space="preserve"> pts</w:t>
            </w: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15241B" w:rsidP="003941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>THÈ</w:t>
            </w:r>
            <w:r w:rsidR="00593DE5"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>ME</w:t>
            </w:r>
            <w:r w:rsidR="00A73A93" w:rsidRPr="00516AA2">
              <w:rPr>
                <w:rFonts w:ascii="Arial" w:hAnsi="Arial" w:cs="Arial"/>
                <w:b/>
                <w:bCs/>
                <w:iCs/>
                <w:sz w:val="22"/>
                <w:szCs w:val="22"/>
                <w:lang w:bidi="fr-FR"/>
              </w:rPr>
              <w:t xml:space="preserve"> 2</w:t>
            </w:r>
          </w:p>
        </w:tc>
        <w:tc>
          <w:tcPr>
            <w:tcW w:w="72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8839CE" w:rsidRDefault="00EF76E7" w:rsidP="00AE416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fldChar w:fldCharType="begin"/>
            </w:r>
            <w:r>
              <w:instrText xml:space="preserve"> REF ETUDE2 \h  \* MERGEFORMAT </w:instrText>
            </w:r>
            <w:r>
              <w:fldChar w:fldCharType="separate"/>
            </w:r>
            <w:r w:rsidR="0015241B">
              <w:rPr>
                <w:rFonts w:ascii="Arial" w:hAnsi="Arial" w:cs="Arial"/>
                <w:b/>
                <w:caps/>
                <w:sz w:val="22"/>
                <w:szCs w:val="22"/>
              </w:rPr>
              <w:t>Établir la fiche de dÉ</w:t>
            </w:r>
            <w:r w:rsidR="008F215E" w:rsidRPr="008F215E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bit du Châssis </w:t>
            </w:r>
            <w:r w:rsidR="008F215E" w:rsidRPr="0015241B">
              <w:rPr>
                <w:rFonts w:ascii="Arial" w:hAnsi="Arial" w:cs="Arial"/>
                <w:b/>
                <w:sz w:val="22"/>
                <w:szCs w:val="28"/>
              </w:rPr>
              <w:t>M2</w:t>
            </w:r>
            <w:r w:rsidR="008F215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fldChar w:fldCharType="end"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AE416F">
              <w:rPr>
                <w:rFonts w:ascii="Arial" w:hAnsi="Arial" w:cs="Arial"/>
                <w:caps/>
                <w:sz w:val="24"/>
                <w:szCs w:val="24"/>
              </w:rPr>
              <w:t>20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 xml:space="preserve"> pts</w:t>
            </w: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15241B" w:rsidP="003941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THÈ</w:t>
            </w:r>
            <w:r w:rsidR="00593DE5">
              <w:rPr>
                <w:rFonts w:ascii="Arial" w:hAnsi="Arial" w:cs="Arial"/>
                <w:b/>
                <w:sz w:val="22"/>
                <w:szCs w:val="22"/>
              </w:rPr>
              <w:t>ME</w:t>
            </w:r>
            <w:r w:rsidR="00A73A93" w:rsidRPr="00516AA2">
              <w:rPr>
                <w:rFonts w:ascii="Arial" w:hAnsi="Arial" w:cs="Arial"/>
                <w:b/>
                <w:sz w:val="22"/>
                <w:szCs w:val="22"/>
              </w:rPr>
              <w:t xml:space="preserve"> 3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2156D1" w:rsidRDefault="0015241B" w:rsidP="000A05AD">
            <w:pPr>
              <w:spacing w:beforeLines="30" w:before="72" w:afterLines="30" w:after="72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ORGANISER ET PRÉ</w:t>
            </w:r>
            <w:r w:rsidR="00AE416F">
              <w:rPr>
                <w:rFonts w:ascii="Arial" w:hAnsi="Arial" w:cs="Arial"/>
                <w:b/>
                <w:caps/>
                <w:sz w:val="22"/>
                <w:szCs w:val="22"/>
              </w:rPr>
              <w:t>PARER SON POSTE DE TRAVAIL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AE416F">
              <w:rPr>
                <w:rFonts w:ascii="Arial" w:hAnsi="Arial" w:cs="Arial"/>
                <w:caps/>
                <w:sz w:val="24"/>
                <w:szCs w:val="24"/>
              </w:rPr>
              <w:t>1</w:t>
            </w:r>
            <w:r w:rsidR="00761264">
              <w:rPr>
                <w:rFonts w:ascii="Arial" w:hAnsi="Arial" w:cs="Arial"/>
                <w:caps/>
                <w:sz w:val="24"/>
                <w:szCs w:val="24"/>
              </w:rPr>
              <w:t>2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 xml:space="preserve"> pts</w:t>
            </w:r>
          </w:p>
        </w:tc>
      </w:tr>
      <w:tr w:rsidR="00A73A93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93" w:rsidRPr="00516AA2" w:rsidRDefault="0015241B" w:rsidP="003941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THÈ</w:t>
            </w:r>
            <w:r w:rsidR="00AE416F">
              <w:rPr>
                <w:rFonts w:ascii="Arial" w:hAnsi="Arial" w:cs="Arial"/>
                <w:b/>
                <w:sz w:val="22"/>
                <w:szCs w:val="22"/>
              </w:rPr>
              <w:t>ME 4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2156D1" w:rsidRDefault="00AE416F" w:rsidP="00203C9A">
            <w:pPr>
              <w:rPr>
                <w:rFonts w:ascii="Arial" w:hAnsi="Arial" w:cs="Arial"/>
                <w:b/>
                <w:bCs/>
                <w:iCs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CONTRÔLER L’APPROVISIONNEMENT EN VERRE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3A93" w:rsidRPr="00104C0A" w:rsidRDefault="00A73A93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104C0A">
              <w:rPr>
                <w:rFonts w:ascii="Arial" w:hAnsi="Arial" w:cs="Arial"/>
                <w:caps/>
                <w:sz w:val="24"/>
                <w:szCs w:val="24"/>
              </w:rPr>
              <w:t xml:space="preserve">-- / </w:t>
            </w:r>
            <w:r w:rsidR="00761264">
              <w:rPr>
                <w:rFonts w:ascii="Arial" w:hAnsi="Arial" w:cs="Arial"/>
                <w:caps/>
                <w:sz w:val="24"/>
                <w:szCs w:val="24"/>
              </w:rPr>
              <w:t>18</w:t>
            </w:r>
            <w:r w:rsidR="00110584" w:rsidRPr="00104C0A">
              <w:rPr>
                <w:rFonts w:ascii="Arial" w:hAnsi="Arial" w:cs="Arial"/>
                <w:caps/>
                <w:sz w:val="24"/>
                <w:szCs w:val="24"/>
              </w:rPr>
              <w:t xml:space="preserve"> pts</w:t>
            </w:r>
          </w:p>
        </w:tc>
      </w:tr>
      <w:tr w:rsidR="00593DE5" w:rsidRPr="005E30EE" w:rsidTr="00A73A93">
        <w:trPr>
          <w:trHeight w:val="907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E5" w:rsidRPr="00516AA2" w:rsidRDefault="0015241B" w:rsidP="003941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THÈ</w:t>
            </w:r>
            <w:r w:rsidR="00593DE5">
              <w:rPr>
                <w:rFonts w:ascii="Arial" w:hAnsi="Arial" w:cs="Arial"/>
                <w:b/>
                <w:sz w:val="22"/>
                <w:szCs w:val="22"/>
              </w:rPr>
              <w:t>ME 5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DE5" w:rsidRPr="00A4280F" w:rsidRDefault="00A4280F" w:rsidP="00761264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4280F">
              <w:rPr>
                <w:rFonts w:ascii="Arial" w:hAnsi="Arial" w:cs="Arial"/>
                <w:b/>
                <w:caps/>
                <w:sz w:val="22"/>
                <w:szCs w:val="28"/>
              </w:rPr>
              <w:t>É</w:t>
            </w:r>
            <w:r>
              <w:rPr>
                <w:rFonts w:ascii="Arial" w:hAnsi="Arial" w:cs="Arial"/>
                <w:b/>
                <w:caps/>
                <w:sz w:val="22"/>
                <w:szCs w:val="28"/>
              </w:rPr>
              <w:t>tablir la mise en sÉcuritÉ</w:t>
            </w:r>
            <w:r w:rsidRPr="00A4280F">
              <w:rPr>
                <w:rFonts w:ascii="Arial" w:hAnsi="Arial" w:cs="Arial"/>
                <w:b/>
                <w:caps/>
                <w:sz w:val="22"/>
                <w:szCs w:val="28"/>
              </w:rPr>
              <w:t xml:space="preserve"> du site de pose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DE5" w:rsidRPr="00104C0A" w:rsidRDefault="00AE416F" w:rsidP="000A05AD">
            <w:pPr>
              <w:spacing w:beforeLines="30" w:before="72" w:afterLines="30" w:after="72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  <w:r w:rsidRPr="00AE416F">
              <w:rPr>
                <w:rFonts w:ascii="Arial" w:hAnsi="Arial" w:cs="Arial"/>
                <w:caps/>
                <w:sz w:val="24"/>
                <w:szCs w:val="24"/>
              </w:rPr>
              <w:t>-</w:t>
            </w:r>
            <w:r>
              <w:rPr>
                <w:rFonts w:ascii="Arial" w:hAnsi="Arial" w:cs="Arial"/>
                <w:caps/>
                <w:sz w:val="24"/>
                <w:szCs w:val="24"/>
              </w:rPr>
              <w:t>- / 15 PTS</w:t>
            </w:r>
          </w:p>
        </w:tc>
      </w:tr>
      <w:tr w:rsidR="0015241B" w:rsidRPr="005E30EE" w:rsidTr="0015241B">
        <w:trPr>
          <w:trHeight w:val="728"/>
        </w:trPr>
        <w:tc>
          <w:tcPr>
            <w:tcW w:w="893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241B" w:rsidRPr="002156D1" w:rsidRDefault="0015241B" w:rsidP="00A73A93">
            <w:pPr>
              <w:jc w:val="right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5E30EE">
              <w:rPr>
                <w:rFonts w:ascii="Arial" w:hAnsi="Arial" w:cs="Arial"/>
                <w:b/>
                <w:bCs/>
                <w:sz w:val="24"/>
                <w:u w:val="single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5241B" w:rsidRDefault="0015241B" w:rsidP="00A73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  <w:p w:rsidR="0015241B" w:rsidRDefault="0015241B" w:rsidP="00AE416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16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- / 80 PTS</w:t>
            </w:r>
          </w:p>
          <w:p w:rsidR="0015241B" w:rsidRDefault="0015241B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5241B" w:rsidRPr="00104C0A" w:rsidRDefault="0015241B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</w:tr>
    </w:tbl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15241B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br w:type="column"/>
      </w:r>
    </w:p>
    <w:p w:rsidR="008217DA" w:rsidRDefault="00A4280F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F6CE7A" wp14:editId="045BF77D">
                <wp:simplePos x="0" y="0"/>
                <wp:positionH relativeFrom="column">
                  <wp:posOffset>996950</wp:posOffset>
                </wp:positionH>
                <wp:positionV relativeFrom="paragraph">
                  <wp:posOffset>9525</wp:posOffset>
                </wp:positionV>
                <wp:extent cx="4889500" cy="1127125"/>
                <wp:effectExtent l="19050" t="19050" r="25400" b="15875"/>
                <wp:wrapNone/>
                <wp:docPr id="4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0" cy="11271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A5F65" id="Rectangle 2" o:spid="_x0000_s1026" style="position:absolute;margin-left:78.5pt;margin-top:.75pt;width:385pt;height:8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" filled="f" strokeweight="2.25pt"/>
            </w:pict>
          </mc:Fallback>
        </mc:AlternateContent>
      </w: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:rsidR="00093B80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C</w:t>
      </w:r>
      <w:r w:rsidR="00093B80">
        <w:rPr>
          <w:rFonts w:ascii="Arial" w:hAnsi="Arial" w:cs="Arial"/>
          <w:b/>
          <w:bCs/>
          <w:iCs/>
          <w:sz w:val="32"/>
          <w:szCs w:val="32"/>
          <w:lang w:bidi="fr-FR"/>
        </w:rPr>
        <w:t>ERTIFICAT D’</w:t>
      </w:r>
      <w:r>
        <w:rPr>
          <w:rFonts w:ascii="Arial" w:hAnsi="Arial" w:cs="Arial"/>
          <w:b/>
          <w:bCs/>
          <w:iCs/>
          <w:sz w:val="32"/>
          <w:szCs w:val="32"/>
          <w:lang w:bidi="fr-FR"/>
        </w:rPr>
        <w:t>AP</w:t>
      </w:r>
      <w:r w:rsidR="00093B80">
        <w:rPr>
          <w:rFonts w:ascii="Arial" w:hAnsi="Arial" w:cs="Arial"/>
          <w:b/>
          <w:bCs/>
          <w:iCs/>
          <w:sz w:val="32"/>
          <w:szCs w:val="32"/>
          <w:lang w:bidi="fr-FR"/>
        </w:rPr>
        <w:t>TITUDE PROFESSIONNELLE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MENUISIER ALUMINIUM-VERRE</w:t>
      </w: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Pr="00331F61" w:rsidRDefault="009653CC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Session 20</w:t>
      </w:r>
      <w:r w:rsidR="00593DE5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  <w:r w:rsidR="00DB55DB">
        <w:rPr>
          <w:rFonts w:ascii="Arial" w:hAnsi="Arial" w:cs="Arial"/>
          <w:b/>
          <w:bCs/>
          <w:iCs/>
          <w:sz w:val="32"/>
          <w:szCs w:val="32"/>
          <w:lang w:bidi="fr-FR"/>
        </w:rPr>
        <w:t>1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Cs/>
          <w:iCs/>
          <w:sz w:val="32"/>
          <w:szCs w:val="32"/>
          <w:lang w:bidi="fr-FR"/>
        </w:rPr>
        <w:t>Durée : 3 heures</w:t>
      </w:r>
      <w:r w:rsidRPr="00331F61">
        <w:rPr>
          <w:rFonts w:ascii="Arial" w:hAnsi="Arial" w:cs="Arial"/>
          <w:bCs/>
          <w:iCs/>
          <w:sz w:val="32"/>
          <w:szCs w:val="32"/>
          <w:lang w:bidi="fr-FR"/>
        </w:rPr>
        <w:tab/>
      </w:r>
      <w:r w:rsidRPr="00331F61">
        <w:rPr>
          <w:rFonts w:ascii="Arial" w:hAnsi="Arial" w:cs="Arial"/>
          <w:bCs/>
          <w:iCs/>
          <w:sz w:val="32"/>
          <w:szCs w:val="32"/>
          <w:lang w:bidi="fr-FR"/>
        </w:rPr>
        <w:tab/>
        <w:t>Coefficient : 4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EP1</w:t>
      </w:r>
    </w:p>
    <w:p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Analyse d’une situation professionnelle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F4077D">
        <w:rPr>
          <w:rFonts w:ascii="Arial" w:hAnsi="Arial" w:cs="Arial"/>
          <w:b/>
          <w:bCs/>
          <w:iCs/>
          <w:sz w:val="32"/>
          <w:szCs w:val="32"/>
          <w:lang w:bidi="fr-FR"/>
        </w:rPr>
        <w:t>SUJET RÉPONSE</w:t>
      </w:r>
      <w:r w:rsidR="00B63591">
        <w:rPr>
          <w:rFonts w:ascii="Arial" w:hAnsi="Arial" w:cs="Arial"/>
          <w:b/>
          <w:bCs/>
          <w:iCs/>
          <w:sz w:val="32"/>
          <w:szCs w:val="32"/>
          <w:lang w:bidi="fr-FR"/>
        </w:rPr>
        <w:t>S</w:t>
      </w:r>
    </w:p>
    <w:p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331F61">
        <w:rPr>
          <w:rFonts w:ascii="Arial" w:hAnsi="Arial" w:cs="Arial"/>
          <w:bCs/>
          <w:iCs/>
          <w:sz w:val="24"/>
          <w:szCs w:val="24"/>
          <w:lang w:bidi="fr-FR"/>
        </w:rPr>
        <w:t xml:space="preserve">Ce dossier comporte </w:t>
      </w:r>
      <w:r w:rsidR="00C345CA">
        <w:rPr>
          <w:rFonts w:ascii="Arial" w:hAnsi="Arial" w:cs="Arial"/>
          <w:bCs/>
          <w:iCs/>
          <w:sz w:val="24"/>
          <w:szCs w:val="24"/>
          <w:lang w:bidi="fr-FR"/>
        </w:rPr>
        <w:t>6</w:t>
      </w:r>
      <w:r w:rsidR="00EF76E7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r w:rsidRPr="003A0C78">
        <w:rPr>
          <w:rFonts w:ascii="Arial" w:hAnsi="Arial" w:cs="Arial"/>
          <w:bCs/>
          <w:iCs/>
          <w:sz w:val="24"/>
          <w:szCs w:val="24"/>
          <w:lang w:bidi="fr-FR"/>
        </w:rPr>
        <w:t xml:space="preserve">pages, numérotées de </w:t>
      </w:r>
      <w:r w:rsidR="00C345CA">
        <w:rPr>
          <w:rFonts w:ascii="Arial" w:hAnsi="Arial" w:cs="Arial"/>
          <w:b/>
          <w:bCs/>
          <w:iCs/>
          <w:sz w:val="24"/>
          <w:szCs w:val="24"/>
          <w:lang w:bidi="fr-FR"/>
        </w:rPr>
        <w:t>1/6</w:t>
      </w:r>
      <w:r w:rsidR="00EF76E7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  <w:r w:rsidRPr="003A0C78">
        <w:rPr>
          <w:rFonts w:ascii="Arial" w:hAnsi="Arial" w:cs="Arial"/>
          <w:bCs/>
          <w:iCs/>
          <w:sz w:val="24"/>
          <w:szCs w:val="24"/>
          <w:lang w:bidi="fr-FR"/>
        </w:rPr>
        <w:t xml:space="preserve">à </w:t>
      </w:r>
      <w:r w:rsidR="00C345CA">
        <w:rPr>
          <w:rFonts w:ascii="Arial" w:hAnsi="Arial" w:cs="Arial"/>
          <w:b/>
          <w:bCs/>
          <w:iCs/>
          <w:sz w:val="24"/>
          <w:szCs w:val="24"/>
          <w:lang w:bidi="fr-FR"/>
        </w:rPr>
        <w:t>6/6</w:t>
      </w: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217DA" w:rsidRPr="00110584" w:rsidRDefault="00110584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Assurez-vous que cet exemplaire est complet. S’il est incomplet, demandez un autre exemplaire au chef de salle. </w:t>
      </w:r>
    </w:p>
    <w:p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416F" w:rsidRDefault="00F979E0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t>L’usage de calculatrice avec mode examen actif est autorisé.</w:t>
      </w: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br/>
        <w:t>L’usage de calculatrice sans mémoire, type collège, est autorisé.</w:t>
      </w:r>
    </w:p>
    <w:p w:rsidR="00AE416F" w:rsidRDefault="00AE416F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416F" w:rsidRDefault="00AE416F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797743" w:rsidRPr="006226D3" w:rsidRDefault="00A4280F" w:rsidP="00EC420E">
      <w:pPr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7939"/>
        <w:gridCol w:w="1752"/>
      </w:tblGrid>
      <w:tr w:rsidR="002268CD" w:rsidRPr="00127748" w:rsidTr="00B07EDE">
        <w:trPr>
          <w:trHeight w:val="397"/>
        </w:trPr>
        <w:tc>
          <w:tcPr>
            <w:tcW w:w="1383" w:type="dxa"/>
            <w:vAlign w:val="center"/>
          </w:tcPr>
          <w:p w:rsidR="002268CD" w:rsidRPr="00127748" w:rsidRDefault="008C7C1A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THÈ</w:t>
            </w:r>
            <w:r w:rsidR="00593DE5">
              <w:rPr>
                <w:rFonts w:ascii="Arial" w:hAnsi="Arial" w:cs="Arial"/>
                <w:b/>
                <w:sz w:val="24"/>
                <w:szCs w:val="24"/>
              </w:rPr>
              <w:t>ME</w:t>
            </w:r>
            <w:r w:rsidR="00CF5C6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268CD"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939" w:type="dxa"/>
            <w:vAlign w:val="center"/>
          </w:tcPr>
          <w:p w:rsidR="002268CD" w:rsidRPr="00A10A87" w:rsidRDefault="003444A4" w:rsidP="00DA1EF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ETUDE1"/>
            <w:r>
              <w:rPr>
                <w:rFonts w:ascii="Arial" w:hAnsi="Arial" w:cs="Arial"/>
                <w:sz w:val="28"/>
                <w:szCs w:val="28"/>
              </w:rPr>
              <w:t>Inventorier les menuiseries</w:t>
            </w:r>
            <w:r w:rsidR="00E13448">
              <w:rPr>
                <w:rFonts w:ascii="Arial" w:hAnsi="Arial" w:cs="Arial"/>
                <w:sz w:val="28"/>
                <w:szCs w:val="28"/>
              </w:rPr>
              <w:t xml:space="preserve"> extérieures</w:t>
            </w:r>
            <w:r>
              <w:rPr>
                <w:rFonts w:ascii="Arial" w:hAnsi="Arial" w:cs="Arial"/>
                <w:sz w:val="28"/>
                <w:szCs w:val="28"/>
              </w:rPr>
              <w:t xml:space="preserve"> du bâtiment  </w:t>
            </w:r>
            <w:bookmarkEnd w:id="0"/>
          </w:p>
        </w:tc>
        <w:tc>
          <w:tcPr>
            <w:tcW w:w="1752" w:type="dxa"/>
            <w:vAlign w:val="center"/>
          </w:tcPr>
          <w:p w:rsidR="002268CD" w:rsidRPr="00127748" w:rsidRDefault="00761264" w:rsidP="00EF10A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 PTS</w:t>
            </w:r>
          </w:p>
        </w:tc>
      </w:tr>
    </w:tbl>
    <w:p w:rsidR="00B91419" w:rsidRPr="00EC420E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sz w:val="24"/>
          <w:szCs w:val="24"/>
          <w:lang w:bidi="fr-FR"/>
        </w:rPr>
      </w:pPr>
    </w:p>
    <w:p w:rsidR="00B91419" w:rsidRPr="00EC420E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/>
          <w:iCs/>
          <w:sz w:val="24"/>
          <w:szCs w:val="24"/>
          <w:lang w:bidi="fr-FR"/>
        </w:rPr>
      </w:pPr>
    </w:p>
    <w:p w:rsidR="00FD7E74" w:rsidRPr="00066F1A" w:rsidRDefault="00FD7E74" w:rsidP="00ED3E01">
      <w:pPr>
        <w:rPr>
          <w:b/>
          <w:sz w:val="28"/>
          <w:szCs w:val="28"/>
        </w:rPr>
      </w:pPr>
    </w:p>
    <w:p w:rsidR="00693530" w:rsidRDefault="00693530" w:rsidP="00ED3E01">
      <w:pPr>
        <w:rPr>
          <w:sz w:val="24"/>
          <w:szCs w:val="24"/>
        </w:rPr>
      </w:pPr>
    </w:p>
    <w:p w:rsidR="00932143" w:rsidRDefault="00BC3019" w:rsidP="00BC3019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Afin de préparer la fabrication</w:t>
      </w:r>
      <w:r w:rsidR="00EB7BBB">
        <w:rPr>
          <w:rFonts w:ascii="Arial" w:hAnsi="Arial" w:cs="Arial"/>
          <w:sz w:val="24"/>
          <w:szCs w:val="24"/>
        </w:rPr>
        <w:t xml:space="preserve"> des menuiseries aluminium du projet d’extension de l’école, </w:t>
      </w:r>
      <w:r>
        <w:rPr>
          <w:rFonts w:ascii="Arial" w:hAnsi="Arial" w:cs="Arial"/>
          <w:sz w:val="24"/>
          <w:szCs w:val="24"/>
        </w:rPr>
        <w:t>il est demandé d’effectuer l’inventaire des menuiseries en complétant le tableau ci-contre.</w:t>
      </w:r>
    </w:p>
    <w:p w:rsidR="00EB7BBB" w:rsidRDefault="00EB7BBB" w:rsidP="00BC3019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EB7BBB" w:rsidRDefault="00EB7BBB" w:rsidP="00BC3019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EB7BBB" w:rsidRDefault="000E63C4" w:rsidP="00BC3019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Document</w:t>
      </w:r>
      <w:r w:rsidR="00EB7BBB">
        <w:rPr>
          <w:rFonts w:ascii="Arial" w:hAnsi="Arial" w:cs="Arial"/>
          <w:sz w:val="24"/>
          <w:szCs w:val="24"/>
        </w:rPr>
        <w:t> :</w:t>
      </w:r>
    </w:p>
    <w:p w:rsidR="00EB7BBB" w:rsidRDefault="00EB7BBB" w:rsidP="00EB7BBB">
      <w:pPr>
        <w:pStyle w:val="Paragraphedeliste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Doss</w:t>
      </w:r>
      <w:r w:rsidR="000E63C4">
        <w:rPr>
          <w:rFonts w:ascii="Arial" w:hAnsi="Arial" w:cs="Arial"/>
          <w:sz w:val="24"/>
          <w:szCs w:val="24"/>
        </w:rPr>
        <w:t>ier Technique page</w:t>
      </w:r>
      <w:r w:rsidR="00C17BC5">
        <w:rPr>
          <w:rFonts w:ascii="Arial" w:hAnsi="Arial" w:cs="Arial"/>
          <w:sz w:val="24"/>
          <w:szCs w:val="24"/>
        </w:rPr>
        <w:t xml:space="preserve"> 3/4</w:t>
      </w:r>
      <w:r w:rsidR="00DF137A">
        <w:rPr>
          <w:rFonts w:ascii="Arial" w:hAnsi="Arial" w:cs="Arial"/>
          <w:sz w:val="24"/>
          <w:szCs w:val="24"/>
        </w:rPr>
        <w:t xml:space="preserve"> </w:t>
      </w: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C7C1A" w:rsidRDefault="008C7C1A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B91419" w:rsidRDefault="00B9141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pPr w:leftFromText="141" w:rightFromText="141" w:vertAnchor="text" w:horzAnchor="margin" w:tblpXSpec="right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2650"/>
        <w:gridCol w:w="2021"/>
        <w:gridCol w:w="2868"/>
        <w:gridCol w:w="2394"/>
      </w:tblGrid>
      <w:tr w:rsidR="00932143" w:rsidTr="00EB7BBB">
        <w:trPr>
          <w:trHeight w:val="326"/>
        </w:trPr>
        <w:tc>
          <w:tcPr>
            <w:tcW w:w="851" w:type="dxa"/>
            <w:shd w:val="clear" w:color="auto" w:fill="auto"/>
            <w:vAlign w:val="center"/>
          </w:tcPr>
          <w:p w:rsidR="00932143" w:rsidRPr="00B81A2A" w:rsidRDefault="00932143" w:rsidP="0093214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 xml:space="preserve">Repère </w:t>
            </w: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Désignation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B81A2A" w:rsidRDefault="00EB7BBB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Schématisation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Dimensions en mm</w:t>
            </w:r>
          </w:p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Largeur x Hauteur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932143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2A">
              <w:rPr>
                <w:rFonts w:ascii="Arial" w:hAnsi="Arial" w:cs="Arial"/>
                <w:b/>
                <w:sz w:val="24"/>
                <w:szCs w:val="24"/>
              </w:rPr>
              <w:t>Localisation</w:t>
            </w:r>
          </w:p>
          <w:p w:rsidR="00932143" w:rsidRPr="00B81A2A" w:rsidRDefault="00932143" w:rsidP="0093214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(Façade)</w:t>
            </w: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932143" w:rsidRPr="00EB7BBB" w:rsidRDefault="00932143" w:rsidP="00EB7B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M1</w:t>
            </w: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Default="00EB7BBB" w:rsidP="00932143">
            <w:pPr>
              <w:rPr>
                <w:rFonts w:ascii="Arial" w:hAnsi="Arial" w:cs="Arial"/>
                <w:sz w:val="22"/>
                <w:szCs w:val="22"/>
              </w:rPr>
            </w:pPr>
            <w:r w:rsidRPr="00EB7BBB">
              <w:rPr>
                <w:rFonts w:ascii="Arial" w:hAnsi="Arial" w:cs="Arial"/>
                <w:sz w:val="22"/>
                <w:szCs w:val="22"/>
              </w:rPr>
              <w:t xml:space="preserve">Fenêtre </w:t>
            </w:r>
            <w:r>
              <w:rPr>
                <w:rFonts w:ascii="Arial" w:hAnsi="Arial" w:cs="Arial"/>
                <w:sz w:val="22"/>
                <w:szCs w:val="22"/>
              </w:rPr>
              <w:t>châssis aluminium</w:t>
            </w:r>
          </w:p>
          <w:p w:rsidR="00EB7BBB" w:rsidRPr="00EB7BBB" w:rsidRDefault="00EB7BBB" w:rsidP="0093214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Ouverture à soufflet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EF76E7" w:rsidP="009321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127000</wp:posOffset>
                      </wp:positionV>
                      <wp:extent cx="415290" cy="372110"/>
                      <wp:effectExtent l="0" t="0" r="22860" b="27940"/>
                      <wp:wrapNone/>
                      <wp:docPr id="42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290" cy="372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3DBE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0" o:spid="_x0000_s1026" type="#_x0000_t32" style="position:absolute;margin-left:43.9pt;margin-top:10pt;width:32.7pt;height:29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127000</wp:posOffset>
                      </wp:positionV>
                      <wp:extent cx="424815" cy="372110"/>
                      <wp:effectExtent l="0" t="0" r="32385" b="27940"/>
                      <wp:wrapNone/>
                      <wp:docPr id="41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24815" cy="372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0D27E" id="AutoShape 89" o:spid="_x0000_s1026" type="#_x0000_t32" style="position:absolute;margin-left:10.45pt;margin-top:10pt;width:33.45pt;height:29.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127000</wp:posOffset>
                      </wp:positionV>
                      <wp:extent cx="840105" cy="372110"/>
                      <wp:effectExtent l="0" t="0" r="17145" b="27940"/>
                      <wp:wrapNone/>
                      <wp:docPr id="4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0105" cy="37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744BCC" id="Rectangle 88" o:spid="_x0000_s1026" style="position:absolute;margin-left:10.45pt;margin-top:10pt;width:66.15pt;height:29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1352C2" w:rsidP="009321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EB7BBB">
              <w:rPr>
                <w:rFonts w:ascii="Arial" w:hAnsi="Arial" w:cs="Arial"/>
                <w:sz w:val="28"/>
                <w:szCs w:val="28"/>
              </w:rPr>
              <w:t>00</w:t>
            </w:r>
            <w:r w:rsidR="007F4E10">
              <w:rPr>
                <w:rFonts w:ascii="Arial" w:hAnsi="Arial" w:cs="Arial"/>
                <w:sz w:val="28"/>
                <w:szCs w:val="28"/>
              </w:rPr>
              <w:t>0</w:t>
            </w:r>
            <w:r>
              <w:rPr>
                <w:rFonts w:ascii="Arial" w:hAnsi="Arial" w:cs="Arial"/>
                <w:sz w:val="28"/>
                <w:szCs w:val="28"/>
              </w:rPr>
              <w:t xml:space="preserve">  x </w:t>
            </w:r>
            <w:r w:rsidR="00EB7BBB">
              <w:rPr>
                <w:rFonts w:ascii="Arial" w:hAnsi="Arial" w:cs="Arial"/>
                <w:sz w:val="28"/>
                <w:szCs w:val="28"/>
              </w:rPr>
              <w:t>50</w:t>
            </w: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EB7BBB" w:rsidP="009321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Sud</w:t>
            </w: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7BBB">
              <w:rPr>
                <w:rFonts w:ascii="Arial" w:hAnsi="Arial" w:cs="Arial"/>
                <w:b/>
                <w:color w:val="000000"/>
                <w:sz w:val="24"/>
                <w:szCs w:val="24"/>
              </w:rPr>
              <w:t>M2</w:t>
            </w: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932143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7BBB">
              <w:rPr>
                <w:rFonts w:ascii="Arial" w:hAnsi="Arial" w:cs="Arial"/>
                <w:b/>
                <w:color w:val="000000"/>
                <w:sz w:val="24"/>
                <w:szCs w:val="24"/>
              </w:rPr>
              <w:t>M3</w:t>
            </w: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932143" w:rsidRPr="00EB7BBB" w:rsidRDefault="00932143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7BBB">
              <w:rPr>
                <w:rFonts w:ascii="Arial" w:hAnsi="Arial" w:cs="Arial"/>
                <w:b/>
                <w:color w:val="000000"/>
                <w:sz w:val="24"/>
                <w:szCs w:val="24"/>
              </w:rPr>
              <w:t>M4</w:t>
            </w: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932143" w:rsidRPr="00EB7BBB" w:rsidRDefault="00932143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7BBB">
              <w:rPr>
                <w:rFonts w:ascii="Arial" w:hAnsi="Arial" w:cs="Arial"/>
                <w:b/>
                <w:color w:val="000000"/>
                <w:sz w:val="24"/>
                <w:szCs w:val="24"/>
              </w:rPr>
              <w:t>M5</w:t>
            </w: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932143" w:rsidRPr="00EB7BBB" w:rsidRDefault="00932143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7BBB">
              <w:rPr>
                <w:rFonts w:ascii="Arial" w:hAnsi="Arial" w:cs="Arial"/>
                <w:b/>
                <w:color w:val="000000"/>
                <w:sz w:val="24"/>
                <w:szCs w:val="24"/>
              </w:rPr>
              <w:t>M6</w:t>
            </w: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932143" w:rsidRPr="00EB7BBB" w:rsidRDefault="00932143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7BBB">
              <w:rPr>
                <w:rFonts w:ascii="Arial" w:hAnsi="Arial" w:cs="Arial"/>
                <w:b/>
                <w:color w:val="000000"/>
                <w:sz w:val="24"/>
                <w:szCs w:val="24"/>
              </w:rPr>
              <w:t>M7</w:t>
            </w: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932143" w:rsidTr="00EB7BBB">
        <w:trPr>
          <w:trHeight w:val="1021"/>
        </w:trPr>
        <w:tc>
          <w:tcPr>
            <w:tcW w:w="851" w:type="dxa"/>
            <w:shd w:val="clear" w:color="auto" w:fill="auto"/>
            <w:vAlign w:val="center"/>
          </w:tcPr>
          <w:p w:rsidR="00932143" w:rsidRPr="00EB7BBB" w:rsidRDefault="00932143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7BBB">
              <w:rPr>
                <w:rFonts w:ascii="Arial" w:hAnsi="Arial" w:cs="Arial"/>
                <w:b/>
                <w:color w:val="000000"/>
                <w:sz w:val="24"/>
                <w:szCs w:val="24"/>
              </w:rPr>
              <w:t>M8</w:t>
            </w: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EB7BBB" w:rsidRPr="00EB7BBB" w:rsidRDefault="00EB7BBB" w:rsidP="00EB7BB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  <w:vAlign w:val="center"/>
          </w:tcPr>
          <w:p w:rsidR="00932143" w:rsidRPr="002012DF" w:rsidRDefault="00932143" w:rsidP="00932143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932143" w:rsidRPr="002012DF" w:rsidRDefault="00932143" w:rsidP="00932143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</w:tbl>
    <w:p w:rsidR="002012DF" w:rsidRDefault="002012DF" w:rsidP="00ED3E01">
      <w:pPr>
        <w:rPr>
          <w:sz w:val="28"/>
          <w:szCs w:val="28"/>
        </w:rPr>
      </w:pPr>
    </w:p>
    <w:p w:rsidR="00ED3E01" w:rsidRDefault="002012DF" w:rsidP="00ED3E0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pPr w:leftFromText="141" w:rightFromText="141" w:vertAnchor="text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7797"/>
        <w:gridCol w:w="1894"/>
      </w:tblGrid>
      <w:tr w:rsidR="002268CD" w:rsidRPr="00A10A87" w:rsidTr="00B07EDE">
        <w:trPr>
          <w:trHeight w:val="424"/>
        </w:trPr>
        <w:tc>
          <w:tcPr>
            <w:tcW w:w="1383" w:type="dxa"/>
            <w:vAlign w:val="center"/>
          </w:tcPr>
          <w:p w:rsidR="002268CD" w:rsidRPr="00A10A87" w:rsidRDefault="008C7C1A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THÈ</w:t>
            </w:r>
            <w:r w:rsidR="00593DE5">
              <w:rPr>
                <w:rFonts w:ascii="Arial" w:hAnsi="Arial" w:cs="Arial"/>
                <w:b/>
                <w:sz w:val="24"/>
                <w:szCs w:val="24"/>
              </w:rPr>
              <w:t>ME</w:t>
            </w:r>
            <w:r w:rsidR="00CF5C6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93530" w:rsidRPr="00A10A8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797" w:type="dxa"/>
            <w:vAlign w:val="center"/>
          </w:tcPr>
          <w:p w:rsidR="002268CD" w:rsidRPr="00A10A87" w:rsidRDefault="00EF10AD" w:rsidP="00AE416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ETUDE2"/>
            <w:r>
              <w:rPr>
                <w:rFonts w:ascii="Arial" w:hAnsi="Arial" w:cs="Arial"/>
                <w:sz w:val="28"/>
                <w:szCs w:val="28"/>
              </w:rPr>
              <w:t>É</w:t>
            </w:r>
            <w:r w:rsidR="003444A4" w:rsidRPr="00A10A87">
              <w:rPr>
                <w:rFonts w:ascii="Arial" w:hAnsi="Arial" w:cs="Arial"/>
                <w:sz w:val="28"/>
                <w:szCs w:val="28"/>
              </w:rPr>
              <w:t>tablir la fiche d</w:t>
            </w:r>
            <w:r w:rsidR="00083CEF">
              <w:rPr>
                <w:rFonts w:ascii="Arial" w:hAnsi="Arial" w:cs="Arial"/>
                <w:sz w:val="28"/>
                <w:szCs w:val="28"/>
              </w:rPr>
              <w:t>e débit d</w:t>
            </w:r>
            <w:r w:rsidR="00AE416F">
              <w:rPr>
                <w:rFonts w:ascii="Arial" w:hAnsi="Arial" w:cs="Arial"/>
                <w:sz w:val="28"/>
                <w:szCs w:val="28"/>
              </w:rPr>
              <w:t>u Châssis M2</w:t>
            </w:r>
            <w:bookmarkEnd w:id="1"/>
          </w:p>
        </w:tc>
        <w:tc>
          <w:tcPr>
            <w:tcW w:w="1894" w:type="dxa"/>
            <w:vAlign w:val="center"/>
          </w:tcPr>
          <w:p w:rsidR="002268CD" w:rsidRPr="00A10A87" w:rsidRDefault="00761264" w:rsidP="002268C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 PTS</w:t>
            </w:r>
          </w:p>
        </w:tc>
      </w:tr>
    </w:tbl>
    <w:p w:rsidR="003F6513" w:rsidRPr="00A10A87" w:rsidRDefault="003F6513" w:rsidP="00083CEF">
      <w:pPr>
        <w:pStyle w:val="Paragraphedeliste"/>
        <w:spacing w:after="200" w:line="276" w:lineRule="auto"/>
        <w:ind w:left="0"/>
        <w:rPr>
          <w:rFonts w:ascii="Arial" w:hAnsi="Arial" w:cs="Arial"/>
          <w:sz w:val="28"/>
          <w:szCs w:val="28"/>
        </w:rPr>
      </w:pPr>
    </w:p>
    <w:p w:rsidR="00AE1B16" w:rsidRPr="00AE1B16" w:rsidRDefault="00AE1B16" w:rsidP="00AE1B16">
      <w:pPr>
        <w:pStyle w:val="Paragraphedeliste"/>
        <w:spacing w:after="200" w:line="276" w:lineRule="auto"/>
        <w:ind w:left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 w:rsidRPr="0095576C">
        <w:rPr>
          <w:rFonts w:ascii="Arial" w:hAnsi="Arial" w:cs="Arial"/>
          <w:sz w:val="24"/>
          <w:szCs w:val="24"/>
        </w:rPr>
        <w:t xml:space="preserve">Dans le cadre de la préparation </w:t>
      </w:r>
      <w:r>
        <w:rPr>
          <w:rFonts w:ascii="Arial" w:hAnsi="Arial" w:cs="Arial"/>
          <w:sz w:val="24"/>
          <w:szCs w:val="24"/>
        </w:rPr>
        <w:t xml:space="preserve">à la fabrication, </w:t>
      </w:r>
      <w:r>
        <w:rPr>
          <w:rFonts w:ascii="Arial" w:hAnsi="Arial" w:cs="Arial"/>
          <w:bCs/>
          <w:iCs/>
          <w:sz w:val="24"/>
          <w:szCs w:val="24"/>
          <w:lang w:bidi="fr-FR"/>
        </w:rPr>
        <w:t>il est demandé de :</w:t>
      </w:r>
    </w:p>
    <w:p w:rsidR="00AE1B16" w:rsidRDefault="00AA372F" w:rsidP="00AA372F">
      <w:pPr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Calculer </w:t>
      </w:r>
      <w:r w:rsidR="00EB7BBB">
        <w:rPr>
          <w:rFonts w:ascii="Arial" w:hAnsi="Arial" w:cs="Arial"/>
          <w:bCs/>
          <w:iCs/>
          <w:sz w:val="24"/>
          <w:szCs w:val="24"/>
          <w:lang w:bidi="fr-FR"/>
        </w:rPr>
        <w:t>les cotes de fabrication (produit fini)</w:t>
      </w:r>
      <w:r w:rsidR="006226D3">
        <w:rPr>
          <w:rFonts w:ascii="Arial" w:hAnsi="Arial" w:cs="Arial"/>
          <w:bCs/>
          <w:iCs/>
          <w:sz w:val="24"/>
          <w:szCs w:val="24"/>
          <w:lang w:bidi="fr-FR"/>
        </w:rPr>
        <w:t>.</w:t>
      </w:r>
    </w:p>
    <w:p w:rsidR="00AE1B16" w:rsidRPr="00794E3E" w:rsidRDefault="008C7C1A" w:rsidP="00AE1B16">
      <w:pPr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É</w:t>
      </w:r>
      <w:r w:rsidR="009653CC">
        <w:rPr>
          <w:rFonts w:ascii="Arial" w:hAnsi="Arial" w:cs="Arial"/>
          <w:bCs/>
          <w:iCs/>
          <w:sz w:val="24"/>
          <w:szCs w:val="24"/>
          <w:lang w:bidi="fr-FR"/>
        </w:rPr>
        <w:t xml:space="preserve">tablir </w:t>
      </w:r>
      <w:r w:rsidR="00AE1B16" w:rsidRPr="00794E3E">
        <w:rPr>
          <w:rFonts w:ascii="Arial" w:hAnsi="Arial" w:cs="Arial"/>
          <w:bCs/>
          <w:iCs/>
          <w:sz w:val="24"/>
          <w:szCs w:val="24"/>
          <w:lang w:bidi="fr-FR"/>
        </w:rPr>
        <w:t>la fic</w:t>
      </w:r>
      <w:r w:rsidR="00AE1B16">
        <w:rPr>
          <w:rFonts w:ascii="Arial" w:hAnsi="Arial" w:cs="Arial"/>
          <w:bCs/>
          <w:iCs/>
          <w:sz w:val="24"/>
          <w:szCs w:val="24"/>
          <w:lang w:bidi="fr-FR"/>
        </w:rPr>
        <w:t>he de débit d</w:t>
      </w:r>
      <w:r w:rsidR="003F17C9">
        <w:rPr>
          <w:rFonts w:ascii="Arial" w:hAnsi="Arial" w:cs="Arial"/>
          <w:bCs/>
          <w:iCs/>
          <w:sz w:val="24"/>
          <w:szCs w:val="24"/>
          <w:lang w:bidi="fr-FR"/>
        </w:rPr>
        <w:t>u châssis Soufflet</w:t>
      </w:r>
      <w:r w:rsidR="00C17BC5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r w:rsidR="00AE1B16">
        <w:rPr>
          <w:rFonts w:ascii="Arial" w:hAnsi="Arial" w:cs="Arial"/>
          <w:bCs/>
          <w:iCs/>
          <w:sz w:val="24"/>
          <w:szCs w:val="24"/>
          <w:lang w:bidi="fr-FR"/>
        </w:rPr>
        <w:t>repéré M2</w:t>
      </w:r>
      <w:r w:rsidR="00AE1B16" w:rsidRPr="00794E3E">
        <w:rPr>
          <w:rFonts w:ascii="Arial" w:hAnsi="Arial" w:cs="Arial"/>
          <w:bCs/>
          <w:iCs/>
          <w:sz w:val="24"/>
          <w:szCs w:val="24"/>
          <w:lang w:bidi="fr-FR"/>
        </w:rPr>
        <w:t>.</w:t>
      </w:r>
    </w:p>
    <w:p w:rsidR="00AE1B16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DONNÉE COMPLÉMENTAIRE :</w:t>
      </w:r>
    </w:p>
    <w:p w:rsidR="00AE1B16" w:rsidRPr="00C90974" w:rsidRDefault="00AE1B16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</w:p>
    <w:p w:rsidR="00AA372F" w:rsidRDefault="00761264" w:rsidP="00AE416F">
      <w:pPr>
        <w:widowControl w:val="0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Dossi</w:t>
      </w:r>
      <w:r w:rsidR="00C11D04">
        <w:rPr>
          <w:rFonts w:ascii="Arial" w:hAnsi="Arial" w:cs="Arial"/>
          <w:bCs/>
          <w:iCs/>
          <w:sz w:val="24"/>
          <w:szCs w:val="24"/>
          <w:lang w:bidi="fr-FR"/>
        </w:rPr>
        <w:t xml:space="preserve">er </w:t>
      </w:r>
      <w:r w:rsidR="00C17BC5">
        <w:rPr>
          <w:rFonts w:ascii="Arial" w:hAnsi="Arial" w:cs="Arial"/>
          <w:bCs/>
          <w:iCs/>
          <w:sz w:val="24"/>
          <w:szCs w:val="24"/>
          <w:lang w:bidi="fr-FR"/>
        </w:rPr>
        <w:t>Technique page 4/4</w:t>
      </w:r>
    </w:p>
    <w:p w:rsidR="00AA372F" w:rsidRDefault="00EF76E7" w:rsidP="00AE1B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85725</wp:posOffset>
                </wp:positionV>
                <wp:extent cx="431800" cy="342900"/>
                <wp:effectExtent l="0" t="0" r="6350" b="0"/>
                <wp:wrapNone/>
                <wp:docPr id="3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53CC" w:rsidRPr="00C9465C" w:rsidRDefault="009653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140pt;margin-top:6.75pt;width:34pt;height:27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" stroked="f">
                <v:textbox>
                  <w:txbxContent>
                    <w:p w:rsidR="009653CC" w:rsidRPr="00C9465C" w:rsidRDefault="009653C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F0C55" w:rsidRPr="00AE1B16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11D0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39370</wp:posOffset>
            </wp:positionV>
            <wp:extent cx="4544695" cy="2606675"/>
            <wp:effectExtent l="0" t="0" r="8255" b="3175"/>
            <wp:wrapNone/>
            <wp:docPr id="91" name="Image 91" descr="doc08753320190628094953_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doc08753320190628094953_0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23" t="14178" r="25104" b="50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695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C17BC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4602114</wp:posOffset>
                </wp:positionH>
                <wp:positionV relativeFrom="paragraph">
                  <wp:posOffset>130403</wp:posOffset>
                </wp:positionV>
                <wp:extent cx="437088" cy="575945"/>
                <wp:effectExtent l="6667" t="0" r="26988" b="26987"/>
                <wp:wrapNone/>
                <wp:docPr id="38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37088" cy="575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86EE6" w:rsidRPr="00386EE6" w:rsidRDefault="00386EE6" w:rsidP="00386E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4" o:spid="_x0000_s1027" style="position:absolute;margin-left:362.35pt;margin-top:10.25pt;width:34.4pt;height:45.35pt;rotation:-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">
                <v:textbox>
                  <w:txbxContent>
                    <w:p w:rsidR="00386EE6" w:rsidRPr="00386EE6" w:rsidRDefault="00386EE6" w:rsidP="00386EE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500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0534E9" w:rsidRDefault="000534E9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33637" w:rsidRDefault="00EF76E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73025</wp:posOffset>
                </wp:positionV>
                <wp:extent cx="575945" cy="288290"/>
                <wp:effectExtent l="0" t="0" r="14605" b="16510"/>
                <wp:wrapNone/>
                <wp:docPr id="37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86EE6" w:rsidRPr="00386EE6" w:rsidRDefault="00386EE6" w:rsidP="00386E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86EE6">
                              <w:rPr>
                                <w:rFonts w:ascii="Arial" w:hAnsi="Arial" w:cs="Arial"/>
                                <w:b/>
                              </w:rPr>
                              <w:t>1 000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3" o:spid="_x0000_s1028" style="position:absolute;margin-left:188.25pt;margin-top:5.75pt;width:45.35pt;height:22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">
                <v:textbox>
                  <w:txbxContent>
                    <w:p w:rsidR="00386EE6" w:rsidRPr="00386EE6" w:rsidRDefault="00386EE6" w:rsidP="00386EE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386EE6">
                        <w:rPr>
                          <w:rFonts w:ascii="Arial" w:hAnsi="Arial" w:cs="Arial"/>
                          <w:b/>
                        </w:rPr>
                        <w:t>1 000</w:t>
                      </w:r>
                    </w:p>
                  </w:txbxContent>
                </v:textbox>
              </v:roundrect>
            </w:pict>
          </mc:Fallback>
        </mc:AlternateContent>
      </w:r>
    </w:p>
    <w:p w:rsidR="00333637" w:rsidRDefault="00333637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3336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F6513" w:rsidRPr="00D55652" w:rsidRDefault="00BB6EA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Largeur de fabrication</w:t>
      </w:r>
      <w:r w:rsidR="00CF5C63">
        <w:rPr>
          <w:rFonts w:ascii="Arial" w:hAnsi="Arial" w:cs="Arial"/>
          <w:b/>
          <w:bCs/>
          <w:iCs/>
          <w:sz w:val="24"/>
          <w:szCs w:val="24"/>
          <w:lang w:bidi="fr-FR"/>
        </w:rPr>
        <w:t> : …</w:t>
      </w:r>
      <w:r w:rsidR="00D55652">
        <w:rPr>
          <w:rFonts w:ascii="Arial" w:hAnsi="Arial" w:cs="Arial"/>
          <w:b/>
          <w:bCs/>
          <w:iCs/>
          <w:sz w:val="24"/>
          <w:szCs w:val="24"/>
          <w:lang w:bidi="fr-FR"/>
        </w:rPr>
        <w:t>………………………</w:t>
      </w:r>
    </w:p>
    <w:p w:rsidR="003F6513" w:rsidRPr="00A10A87" w:rsidRDefault="003F651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F6513" w:rsidRDefault="003F651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71063" w:rsidRPr="00D55652" w:rsidRDefault="00BB6EA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sz w:val="24"/>
          <w:szCs w:val="24"/>
          <w:lang w:bidi="fr-FR"/>
        </w:rPr>
        <w:t>Hauteur de fabrication : …</w:t>
      </w:r>
      <w:r w:rsidR="00D55652">
        <w:rPr>
          <w:rFonts w:ascii="Arial" w:hAnsi="Arial" w:cs="Arial"/>
          <w:b/>
          <w:bCs/>
          <w:iCs/>
          <w:sz w:val="24"/>
          <w:szCs w:val="24"/>
          <w:lang w:bidi="fr-FR"/>
        </w:rPr>
        <w:t>……………………….</w:t>
      </w:r>
    </w:p>
    <w:p w:rsidR="00871063" w:rsidRDefault="0087106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871063" w:rsidRDefault="0087106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AE1B16" w:rsidRPr="00A10A87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pPr w:leftFromText="141" w:rightFromText="141" w:vertAnchor="text" w:horzAnchor="margin" w:tblpXSpec="right" w:tblpY="10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1571"/>
        <w:gridCol w:w="3402"/>
        <w:gridCol w:w="823"/>
        <w:gridCol w:w="1417"/>
        <w:gridCol w:w="1843"/>
      </w:tblGrid>
      <w:tr w:rsidR="005826BD" w:rsidRPr="00171A60" w:rsidTr="001352C2">
        <w:trPr>
          <w:trHeight w:val="476"/>
        </w:trPr>
        <w:tc>
          <w:tcPr>
            <w:tcW w:w="10995" w:type="dxa"/>
            <w:gridSpan w:val="6"/>
            <w:vAlign w:val="center"/>
          </w:tcPr>
          <w:p w:rsidR="005826BD" w:rsidRPr="00171A60" w:rsidRDefault="00386EE6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Extension Salle de Classe LES POMMIERS</w:t>
            </w:r>
          </w:p>
        </w:tc>
      </w:tr>
      <w:tr w:rsidR="005826BD" w:rsidRPr="00171A60" w:rsidTr="001352C2">
        <w:trPr>
          <w:trHeight w:val="476"/>
        </w:trPr>
        <w:tc>
          <w:tcPr>
            <w:tcW w:w="10995" w:type="dxa"/>
            <w:gridSpan w:val="6"/>
            <w:vAlign w:val="center"/>
          </w:tcPr>
          <w:p w:rsidR="005826BD" w:rsidRPr="00EF10AD" w:rsidRDefault="005826BD" w:rsidP="00AE416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EF10AD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FICHE DE DÉBIT D</w:t>
            </w:r>
            <w:r w:rsidR="00AE416F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U</w:t>
            </w:r>
            <w:r w:rsidRPr="00EF10AD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 xml:space="preserve"> PROFILÉ DU CHÂSSIS M2</w:t>
            </w:r>
          </w:p>
        </w:tc>
      </w:tr>
      <w:tr w:rsidR="007945F7" w:rsidRPr="00171A60" w:rsidTr="001352C2">
        <w:trPr>
          <w:trHeight w:val="554"/>
        </w:trPr>
        <w:tc>
          <w:tcPr>
            <w:tcW w:w="1939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Profil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Référence</w:t>
            </w:r>
          </w:p>
        </w:tc>
        <w:tc>
          <w:tcPr>
            <w:tcW w:w="3402" w:type="dxa"/>
            <w:vAlign w:val="center"/>
          </w:tcPr>
          <w:p w:rsidR="007945F7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Désignation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Qté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C</w:t>
            </w: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oupe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5F7" w:rsidRPr="00171A60" w:rsidRDefault="007945F7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Débit</w:t>
            </w:r>
          </w:p>
        </w:tc>
      </w:tr>
      <w:tr w:rsidR="00761264" w:rsidRPr="00171A60" w:rsidTr="001352C2">
        <w:trPr>
          <w:trHeight w:val="921"/>
        </w:trPr>
        <w:tc>
          <w:tcPr>
            <w:tcW w:w="1939" w:type="dxa"/>
            <w:vMerge w:val="restart"/>
            <w:shd w:val="clear" w:color="auto" w:fill="auto"/>
          </w:tcPr>
          <w:p w:rsidR="00761264" w:rsidRPr="00171A60" w:rsidRDefault="00C11D0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77184" behindDoc="1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29210</wp:posOffset>
                  </wp:positionV>
                  <wp:extent cx="1042035" cy="1022985"/>
                  <wp:effectExtent l="0" t="0" r="5715" b="5715"/>
                  <wp:wrapTight wrapText="bothSides">
                    <wp:wrapPolygon edited="0">
                      <wp:start x="0" y="0"/>
                      <wp:lineTo x="0" y="21318"/>
                      <wp:lineTo x="21324" y="21318"/>
                      <wp:lineTo x="21324" y="0"/>
                      <wp:lineTo x="0" y="0"/>
                    </wp:wrapPolygon>
                  </wp:wrapTight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102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761264" w:rsidRPr="0013398C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</w:tcPr>
          <w:p w:rsidR="00761264" w:rsidRPr="00761264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761264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Longueur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761264" w:rsidRPr="00761264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61264" w:rsidRPr="0013398C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61264" w:rsidRPr="0013398C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761264" w:rsidRPr="00171A60" w:rsidTr="001352C2">
        <w:trPr>
          <w:trHeight w:val="921"/>
        </w:trPr>
        <w:tc>
          <w:tcPr>
            <w:tcW w:w="1939" w:type="dxa"/>
            <w:vMerge/>
            <w:shd w:val="clear" w:color="auto" w:fill="auto"/>
          </w:tcPr>
          <w:p w:rsidR="00761264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761264" w:rsidRPr="0013398C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</w:tcPr>
          <w:p w:rsidR="00761264" w:rsidRPr="00761264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H</w:t>
            </w:r>
            <w:r w:rsidRPr="00761264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auteur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761264" w:rsidRPr="00761264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61264" w:rsidRPr="0013398C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61264" w:rsidRPr="0013398C" w:rsidRDefault="00761264" w:rsidP="009321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761264" w:rsidRPr="00171A60" w:rsidTr="001352C2">
        <w:trPr>
          <w:trHeight w:val="1231"/>
        </w:trPr>
        <w:tc>
          <w:tcPr>
            <w:tcW w:w="1939" w:type="dxa"/>
            <w:vMerge w:val="restart"/>
            <w:shd w:val="clear" w:color="auto" w:fill="auto"/>
          </w:tcPr>
          <w:p w:rsidR="00761264" w:rsidRPr="00171A60" w:rsidRDefault="00C11D0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bidi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78208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107950</wp:posOffset>
                  </wp:positionV>
                  <wp:extent cx="1043940" cy="1111885"/>
                  <wp:effectExtent l="0" t="0" r="3810" b="0"/>
                  <wp:wrapTight wrapText="bothSides">
                    <wp:wrapPolygon edited="0">
                      <wp:start x="0" y="0"/>
                      <wp:lineTo x="0" y="21094"/>
                      <wp:lineTo x="21285" y="21094"/>
                      <wp:lineTo x="21285" y="0"/>
                      <wp:lineTo x="0" y="0"/>
                    </wp:wrapPolygon>
                  </wp:wrapTight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11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761264" w:rsidRPr="0013398C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</w:tcPr>
          <w:p w:rsidR="00761264" w:rsidRPr="00761264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761264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Longueur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761264" w:rsidRPr="0013398C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shd w:val="clear" w:color="auto" w:fill="auto"/>
          </w:tcPr>
          <w:p w:rsidR="00761264" w:rsidRDefault="00761264" w:rsidP="0013398C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61264" w:rsidRPr="0013398C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highlight w:val="yellow"/>
                <w:lang w:bidi="fr-FR"/>
              </w:rPr>
            </w:pPr>
          </w:p>
        </w:tc>
      </w:tr>
      <w:tr w:rsidR="00761264" w:rsidRPr="00171A60" w:rsidTr="00826C3F">
        <w:trPr>
          <w:trHeight w:val="536"/>
        </w:trPr>
        <w:tc>
          <w:tcPr>
            <w:tcW w:w="1939" w:type="dxa"/>
            <w:vMerge/>
            <w:shd w:val="clear" w:color="auto" w:fill="auto"/>
          </w:tcPr>
          <w:p w:rsidR="00761264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761264" w:rsidRPr="0013398C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402" w:type="dxa"/>
          </w:tcPr>
          <w:p w:rsidR="00761264" w:rsidRPr="00761264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761264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Hauteur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761264" w:rsidRPr="0013398C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7" w:type="dxa"/>
            <w:shd w:val="clear" w:color="auto" w:fill="auto"/>
          </w:tcPr>
          <w:p w:rsidR="00761264" w:rsidRDefault="00761264" w:rsidP="0013398C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61264" w:rsidRPr="0013398C" w:rsidRDefault="00761264" w:rsidP="001339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highlight w:val="yellow"/>
                <w:lang w:bidi="fr-FR"/>
              </w:rPr>
            </w:pPr>
          </w:p>
        </w:tc>
      </w:tr>
    </w:tbl>
    <w:p w:rsidR="00761264" w:rsidRDefault="0076126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761264" w:rsidRPr="00A10A87" w:rsidRDefault="00761264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1"/>
        <w:gridCol w:w="1255"/>
        <w:gridCol w:w="2977"/>
        <w:gridCol w:w="3118"/>
      </w:tblGrid>
      <w:tr w:rsidR="008B502B" w:rsidRPr="00171A60" w:rsidTr="00C9465C">
        <w:trPr>
          <w:trHeight w:val="535"/>
        </w:trPr>
        <w:tc>
          <w:tcPr>
            <w:tcW w:w="10881" w:type="dxa"/>
            <w:gridSpan w:val="4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VITRAGE</w:t>
            </w:r>
          </w:p>
        </w:tc>
      </w:tr>
      <w:tr w:rsidR="008B502B" w:rsidRPr="00171A60" w:rsidTr="00C9465C">
        <w:trPr>
          <w:trHeight w:val="557"/>
        </w:trPr>
        <w:tc>
          <w:tcPr>
            <w:tcW w:w="3531" w:type="dxa"/>
            <w:shd w:val="clear" w:color="auto" w:fill="auto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Composition</w:t>
            </w:r>
          </w:p>
        </w:tc>
        <w:tc>
          <w:tcPr>
            <w:tcW w:w="1255" w:type="dxa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Qté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Largeur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502B" w:rsidRPr="00171A60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 w:rsidRPr="00171A60"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Hauteur</w:t>
            </w:r>
          </w:p>
        </w:tc>
      </w:tr>
      <w:tr w:rsidR="008B502B" w:rsidRPr="00171A60" w:rsidTr="00C9465C">
        <w:trPr>
          <w:trHeight w:val="565"/>
        </w:trPr>
        <w:tc>
          <w:tcPr>
            <w:tcW w:w="3531" w:type="dxa"/>
            <w:shd w:val="clear" w:color="auto" w:fill="auto"/>
            <w:vAlign w:val="center"/>
          </w:tcPr>
          <w:p w:rsidR="008B502B" w:rsidRPr="00A07285" w:rsidRDefault="00A07285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bidi="fr-FR"/>
              </w:rPr>
            </w:pPr>
            <w:r w:rsidRPr="00A07285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bidi="fr-FR"/>
              </w:rPr>
              <w:t>Verre 4/16/4</w:t>
            </w:r>
          </w:p>
        </w:tc>
        <w:tc>
          <w:tcPr>
            <w:tcW w:w="1255" w:type="dxa"/>
            <w:vAlign w:val="center"/>
          </w:tcPr>
          <w:p w:rsidR="008B502B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B502B" w:rsidRPr="0013398C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8B502B" w:rsidRPr="0013398C" w:rsidRDefault="008B502B" w:rsidP="00C9465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</w:tbl>
    <w:p w:rsidR="00AE1B16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2268CD" w:rsidRDefault="00AE1B1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7797"/>
        <w:gridCol w:w="1894"/>
      </w:tblGrid>
      <w:tr w:rsidR="002268CD" w:rsidRPr="00A10A87" w:rsidTr="009F11AA">
        <w:trPr>
          <w:trHeight w:val="397"/>
        </w:trPr>
        <w:tc>
          <w:tcPr>
            <w:tcW w:w="1383" w:type="dxa"/>
            <w:vAlign w:val="center"/>
          </w:tcPr>
          <w:p w:rsidR="002268CD" w:rsidRPr="00A10A87" w:rsidRDefault="008C7C1A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THÈ</w:t>
            </w:r>
            <w:r w:rsidR="00EB7BBB">
              <w:rPr>
                <w:rFonts w:ascii="Arial" w:hAnsi="Arial" w:cs="Arial"/>
                <w:b/>
                <w:sz w:val="24"/>
                <w:szCs w:val="24"/>
              </w:rPr>
              <w:t>ME</w:t>
            </w:r>
            <w:r w:rsidR="00CF5C6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53B92" w:rsidRPr="00A10A8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797" w:type="dxa"/>
            <w:vAlign w:val="center"/>
          </w:tcPr>
          <w:p w:rsidR="002268CD" w:rsidRPr="00A10A87" w:rsidRDefault="00593DE5" w:rsidP="00DA1EF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Organiser et préparer son poste de travail</w:t>
            </w:r>
          </w:p>
        </w:tc>
        <w:tc>
          <w:tcPr>
            <w:tcW w:w="1894" w:type="dxa"/>
            <w:vAlign w:val="center"/>
          </w:tcPr>
          <w:p w:rsidR="002268CD" w:rsidRPr="00A10A87" w:rsidRDefault="00761264" w:rsidP="002268C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 PTS</w:t>
            </w:r>
          </w:p>
        </w:tc>
      </w:tr>
    </w:tbl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153B92" w:rsidRPr="00A10A87" w:rsidRDefault="00153B9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153B92" w:rsidRPr="00B81A2A" w:rsidRDefault="003F6513" w:rsidP="0076262E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 w:rsidRPr="00B81A2A">
        <w:rPr>
          <w:rFonts w:ascii="Arial" w:hAnsi="Arial" w:cs="Arial"/>
          <w:sz w:val="24"/>
          <w:szCs w:val="24"/>
        </w:rPr>
        <w:t>En vue d</w:t>
      </w:r>
      <w:r w:rsidR="00593DE5">
        <w:rPr>
          <w:rFonts w:ascii="Arial" w:hAnsi="Arial" w:cs="Arial"/>
          <w:sz w:val="24"/>
          <w:szCs w:val="24"/>
        </w:rPr>
        <w:t xml:space="preserve">e réaliser </w:t>
      </w:r>
      <w:r w:rsidRPr="00B81A2A">
        <w:rPr>
          <w:rFonts w:ascii="Arial" w:hAnsi="Arial" w:cs="Arial"/>
          <w:sz w:val="24"/>
          <w:szCs w:val="24"/>
        </w:rPr>
        <w:t xml:space="preserve">la </w:t>
      </w:r>
      <w:r w:rsidR="00593DE5">
        <w:rPr>
          <w:rFonts w:ascii="Arial" w:hAnsi="Arial" w:cs="Arial"/>
          <w:sz w:val="24"/>
          <w:szCs w:val="24"/>
        </w:rPr>
        <w:t xml:space="preserve">pose </w:t>
      </w:r>
      <w:r w:rsidRPr="00B81A2A">
        <w:rPr>
          <w:rFonts w:ascii="Arial" w:hAnsi="Arial" w:cs="Arial"/>
          <w:sz w:val="24"/>
          <w:szCs w:val="24"/>
        </w:rPr>
        <w:t xml:space="preserve">des </w:t>
      </w:r>
      <w:r w:rsidR="00593DE5">
        <w:rPr>
          <w:rFonts w:ascii="Arial" w:hAnsi="Arial" w:cs="Arial"/>
          <w:sz w:val="24"/>
          <w:szCs w:val="24"/>
        </w:rPr>
        <w:t>vitrages sur le chantier</w:t>
      </w:r>
      <w:r w:rsidR="009F11AA">
        <w:rPr>
          <w:rFonts w:ascii="Arial" w:hAnsi="Arial" w:cs="Arial"/>
          <w:sz w:val="24"/>
          <w:szCs w:val="24"/>
        </w:rPr>
        <w:t>,</w:t>
      </w:r>
      <w:r w:rsidRPr="00B81A2A">
        <w:rPr>
          <w:rFonts w:ascii="Arial" w:hAnsi="Arial" w:cs="Arial"/>
          <w:sz w:val="24"/>
          <w:szCs w:val="24"/>
        </w:rPr>
        <w:t xml:space="preserve"> il est demandé de r</w:t>
      </w:r>
      <w:r w:rsidR="00153B92" w:rsidRPr="00B81A2A">
        <w:rPr>
          <w:rFonts w:ascii="Arial" w:hAnsi="Arial" w:cs="Arial"/>
          <w:sz w:val="24"/>
          <w:szCs w:val="24"/>
        </w:rPr>
        <w:t>enseigner l</w:t>
      </w:r>
      <w:r w:rsidR="008C7C1A">
        <w:rPr>
          <w:rFonts w:ascii="Arial" w:hAnsi="Arial" w:cs="Arial"/>
          <w:sz w:val="24"/>
          <w:szCs w:val="24"/>
        </w:rPr>
        <w:t xml:space="preserve">e tableau </w:t>
      </w:r>
      <w:r w:rsidR="008C7C1A">
        <w:rPr>
          <w:rFonts w:ascii="Arial" w:hAnsi="Arial" w:cs="Arial"/>
          <w:sz w:val="24"/>
          <w:szCs w:val="24"/>
        </w:rPr>
        <w:br/>
        <w:t>ci-</w:t>
      </w:r>
      <w:r w:rsidR="00593DE5">
        <w:rPr>
          <w:rFonts w:ascii="Arial" w:hAnsi="Arial" w:cs="Arial"/>
          <w:sz w:val="24"/>
          <w:szCs w:val="24"/>
        </w:rPr>
        <w:t xml:space="preserve">contre en </w:t>
      </w:r>
      <w:r w:rsidR="00BF269A">
        <w:rPr>
          <w:rFonts w:ascii="Arial" w:hAnsi="Arial" w:cs="Arial"/>
          <w:sz w:val="24"/>
          <w:szCs w:val="24"/>
        </w:rPr>
        <w:t>cochant dans la liste</w:t>
      </w:r>
      <w:r w:rsidR="007C37A5">
        <w:rPr>
          <w:rFonts w:ascii="Arial" w:hAnsi="Arial" w:cs="Arial"/>
          <w:sz w:val="24"/>
          <w:szCs w:val="24"/>
        </w:rPr>
        <w:t>,</w:t>
      </w:r>
      <w:r w:rsidR="00BF269A">
        <w:rPr>
          <w:rFonts w:ascii="Arial" w:hAnsi="Arial" w:cs="Arial"/>
          <w:sz w:val="24"/>
          <w:szCs w:val="24"/>
        </w:rPr>
        <w:t xml:space="preserve"> les </w:t>
      </w:r>
      <w:r w:rsidR="008C7C1A">
        <w:rPr>
          <w:rFonts w:ascii="Arial" w:hAnsi="Arial" w:cs="Arial"/>
          <w:sz w:val="24"/>
          <w:szCs w:val="24"/>
        </w:rPr>
        <w:t>outils et É</w:t>
      </w:r>
      <w:r w:rsidR="00593DE5">
        <w:rPr>
          <w:rFonts w:ascii="Arial" w:hAnsi="Arial" w:cs="Arial"/>
          <w:sz w:val="24"/>
          <w:szCs w:val="24"/>
        </w:rPr>
        <w:t>quipements de Protection Individuelle (EPI) requis pour cette opération</w:t>
      </w:r>
      <w:r w:rsidR="00BF269A">
        <w:rPr>
          <w:rFonts w:ascii="Arial" w:hAnsi="Arial" w:cs="Arial"/>
          <w:sz w:val="24"/>
          <w:szCs w:val="24"/>
        </w:rPr>
        <w:t>.</w:t>
      </w:r>
    </w:p>
    <w:p w:rsidR="00153B92" w:rsidRPr="00B81A2A" w:rsidRDefault="00593DE5" w:rsidP="00153B92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B92" w:rsidRPr="00B81A2A" w:rsidRDefault="00C32A1B" w:rsidP="00153B92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93DE5" w:rsidRDefault="00593DE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</w:p>
    <w:p w:rsidR="00CF0C55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EB7BBB" w:rsidRPr="00A10A87" w:rsidRDefault="00EB7BBB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127D0C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163D8D" w:rsidRDefault="00163D8D" w:rsidP="00C32A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593DE5" w:rsidRPr="00127D0C" w:rsidRDefault="00593DE5" w:rsidP="00C32A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bCs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F6513" w:rsidRPr="00A10A87" w:rsidRDefault="003F651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F6513" w:rsidRPr="00A10A87" w:rsidRDefault="003F651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3F6513" w:rsidRPr="00A10A87" w:rsidRDefault="003F6513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CF0C55" w:rsidRPr="00A10A87" w:rsidRDefault="00CF0C55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:rsidR="004B68D3" w:rsidRPr="00A10A87" w:rsidRDefault="004B68D3" w:rsidP="00266CF0">
      <w:pPr>
        <w:rPr>
          <w:rFonts w:ascii="Arial" w:hAnsi="Arial" w:cs="Arial"/>
          <w:iCs/>
          <w:sz w:val="24"/>
          <w:szCs w:val="24"/>
          <w:lang w:bidi="fr-FR"/>
        </w:rPr>
      </w:pPr>
    </w:p>
    <w:p w:rsidR="00153B92" w:rsidRPr="00A10A87" w:rsidRDefault="00153B92" w:rsidP="00266CF0">
      <w:pPr>
        <w:rPr>
          <w:rFonts w:ascii="Arial" w:hAnsi="Arial" w:cs="Arial"/>
          <w:iCs/>
          <w:sz w:val="24"/>
          <w:szCs w:val="24"/>
          <w:lang w:bidi="fr-FR"/>
        </w:rPr>
      </w:pPr>
    </w:p>
    <w:tbl>
      <w:tblPr>
        <w:tblpPr w:leftFromText="141" w:rightFromText="141" w:vertAnchor="text" w:horzAnchor="page" w:tblpX="14293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851"/>
      </w:tblGrid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  <w:t>Outillage / EPI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Ponceuse électrique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Casque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Maillet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Ventouse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Ciseaux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Main de levage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Niveau à bulle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Bleu de travail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Chaussures de sécurité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Cales de vitrage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Perceuse électrique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Couteau à déparcloser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Visseuse sans fil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Gants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P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Harnais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  <w:tr w:rsidR="00593DE5" w:rsidRPr="00394108" w:rsidTr="00593DE5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593DE5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  <w:lang w:bidi="fr-FR"/>
              </w:rPr>
              <w:t>Lunettes de protection</w:t>
            </w:r>
          </w:p>
        </w:tc>
        <w:tc>
          <w:tcPr>
            <w:tcW w:w="851" w:type="dxa"/>
            <w:vAlign w:val="center"/>
          </w:tcPr>
          <w:p w:rsidR="00593DE5" w:rsidRPr="00394108" w:rsidRDefault="00593DE5" w:rsidP="00593D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  <w:lang w:bidi="fr-FR"/>
              </w:rPr>
            </w:pPr>
          </w:p>
        </w:tc>
      </w:tr>
    </w:tbl>
    <w:p w:rsidR="00B91419" w:rsidRPr="00A10A87" w:rsidRDefault="00B91419" w:rsidP="00266CF0">
      <w:pPr>
        <w:rPr>
          <w:rFonts w:ascii="Arial" w:hAnsi="Arial" w:cs="Arial"/>
          <w:sz w:val="24"/>
          <w:szCs w:val="24"/>
        </w:rPr>
      </w:pPr>
    </w:p>
    <w:p w:rsidR="002268CD" w:rsidRPr="00A10A87" w:rsidRDefault="002268CD" w:rsidP="00266CF0">
      <w:pPr>
        <w:rPr>
          <w:rFonts w:ascii="Arial" w:hAnsi="Arial" w:cs="Arial"/>
          <w:sz w:val="24"/>
          <w:szCs w:val="24"/>
        </w:rPr>
      </w:pPr>
    </w:p>
    <w:p w:rsidR="002268CD" w:rsidRDefault="002268CD" w:rsidP="00266CF0">
      <w:pPr>
        <w:rPr>
          <w:rFonts w:ascii="Arial" w:hAnsi="Arial" w:cs="Arial"/>
          <w:sz w:val="24"/>
          <w:szCs w:val="24"/>
        </w:rPr>
      </w:pPr>
    </w:p>
    <w:p w:rsidR="002268CD" w:rsidRDefault="002268CD" w:rsidP="00266CF0">
      <w:pPr>
        <w:rPr>
          <w:rFonts w:ascii="Arial" w:hAnsi="Arial" w:cs="Arial"/>
          <w:sz w:val="24"/>
          <w:szCs w:val="24"/>
        </w:rPr>
      </w:pPr>
    </w:p>
    <w:p w:rsidR="002268CD" w:rsidRDefault="002268CD" w:rsidP="00266CF0">
      <w:pPr>
        <w:rPr>
          <w:rFonts w:ascii="Arial" w:hAnsi="Arial" w:cs="Arial"/>
          <w:sz w:val="24"/>
          <w:szCs w:val="24"/>
        </w:rPr>
      </w:pPr>
    </w:p>
    <w:p w:rsidR="002268CD" w:rsidRDefault="002268CD" w:rsidP="00266CF0">
      <w:pPr>
        <w:rPr>
          <w:rFonts w:ascii="Arial" w:hAnsi="Arial" w:cs="Arial"/>
          <w:sz w:val="24"/>
          <w:szCs w:val="24"/>
        </w:rPr>
      </w:pPr>
    </w:p>
    <w:p w:rsidR="00B81A2A" w:rsidRDefault="00B81A2A" w:rsidP="00266CF0">
      <w:pPr>
        <w:rPr>
          <w:rFonts w:ascii="Arial" w:hAnsi="Arial" w:cs="Arial"/>
          <w:sz w:val="24"/>
          <w:szCs w:val="24"/>
        </w:rPr>
      </w:pPr>
    </w:p>
    <w:p w:rsidR="00B81A2A" w:rsidRDefault="00B81A2A" w:rsidP="00266CF0">
      <w:pPr>
        <w:rPr>
          <w:rFonts w:ascii="Arial" w:hAnsi="Arial" w:cs="Arial"/>
          <w:sz w:val="24"/>
          <w:szCs w:val="24"/>
        </w:rPr>
      </w:pPr>
    </w:p>
    <w:p w:rsidR="00B81A2A" w:rsidRDefault="00B81A2A" w:rsidP="00266CF0">
      <w:pPr>
        <w:rPr>
          <w:rFonts w:ascii="Arial" w:hAnsi="Arial" w:cs="Arial"/>
          <w:sz w:val="24"/>
          <w:szCs w:val="24"/>
        </w:rPr>
      </w:pPr>
    </w:p>
    <w:p w:rsidR="00B81A2A" w:rsidRDefault="00B81A2A" w:rsidP="00266CF0">
      <w:pPr>
        <w:rPr>
          <w:rFonts w:ascii="Arial" w:hAnsi="Arial" w:cs="Arial"/>
          <w:sz w:val="24"/>
          <w:szCs w:val="24"/>
        </w:rPr>
      </w:pPr>
    </w:p>
    <w:p w:rsidR="002E42DA" w:rsidRDefault="002E42DA" w:rsidP="00266CF0">
      <w:pPr>
        <w:rPr>
          <w:rFonts w:ascii="Arial" w:hAnsi="Arial" w:cs="Arial"/>
          <w:sz w:val="24"/>
          <w:szCs w:val="24"/>
        </w:rPr>
      </w:pPr>
    </w:p>
    <w:p w:rsidR="00B81A2A" w:rsidRDefault="00B81A2A" w:rsidP="00266CF0">
      <w:pPr>
        <w:rPr>
          <w:rFonts w:ascii="Arial" w:hAnsi="Arial" w:cs="Arial"/>
          <w:sz w:val="24"/>
          <w:szCs w:val="24"/>
        </w:rPr>
      </w:pPr>
    </w:p>
    <w:p w:rsidR="002268CD" w:rsidRDefault="002268CD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C32A1B" w:rsidRDefault="00C32A1B" w:rsidP="00266CF0">
      <w:pPr>
        <w:rPr>
          <w:rFonts w:ascii="Arial" w:hAnsi="Arial" w:cs="Arial"/>
          <w:sz w:val="24"/>
          <w:szCs w:val="24"/>
        </w:rPr>
      </w:pPr>
    </w:p>
    <w:p w:rsidR="002268CD" w:rsidRDefault="00C32A1B" w:rsidP="00266C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513"/>
        <w:gridCol w:w="1418"/>
      </w:tblGrid>
      <w:tr w:rsidR="002268CD" w:rsidRPr="008016D3" w:rsidTr="008C7C1A">
        <w:trPr>
          <w:trHeight w:val="421"/>
        </w:trPr>
        <w:tc>
          <w:tcPr>
            <w:tcW w:w="2376" w:type="dxa"/>
            <w:vAlign w:val="center"/>
          </w:tcPr>
          <w:p w:rsidR="002268CD" w:rsidRPr="008016D3" w:rsidRDefault="008C7C1A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THÈ</w:t>
            </w:r>
            <w:r w:rsidR="00593DE5">
              <w:rPr>
                <w:rFonts w:ascii="Arial" w:hAnsi="Arial" w:cs="Arial"/>
                <w:b/>
                <w:sz w:val="24"/>
                <w:szCs w:val="24"/>
              </w:rPr>
              <w:t>ME</w:t>
            </w:r>
            <w:r w:rsidR="00CF5C6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A1EF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 w:rsidR="002268CD" w:rsidRPr="00871063" w:rsidRDefault="00593DE5" w:rsidP="00593DE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Contrôler l’approvisionnement en verre (transport)</w:t>
            </w:r>
          </w:p>
        </w:tc>
        <w:tc>
          <w:tcPr>
            <w:tcW w:w="1418" w:type="dxa"/>
            <w:vAlign w:val="center"/>
          </w:tcPr>
          <w:p w:rsidR="002268CD" w:rsidRPr="008016D3" w:rsidRDefault="00761264" w:rsidP="00D73DE9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 PTS</w:t>
            </w:r>
          </w:p>
        </w:tc>
      </w:tr>
    </w:tbl>
    <w:p w:rsidR="008C7C1A" w:rsidRDefault="008C7C1A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593DE5" w:rsidRDefault="008C7C1A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êtes chargé(e)</w:t>
      </w:r>
      <w:r w:rsidR="00593DE5">
        <w:rPr>
          <w:rFonts w:ascii="Arial" w:hAnsi="Arial" w:cs="Arial"/>
          <w:sz w:val="24"/>
          <w:szCs w:val="24"/>
        </w:rPr>
        <w:t xml:space="preserve"> d’effectuer le transport de l’ensemble des vitrages sur le site de pose.</w:t>
      </w:r>
    </w:p>
    <w:p w:rsidR="00BF269A" w:rsidRDefault="00593DE5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Vous avez à votre disposition un </w:t>
      </w:r>
      <w:r w:rsidR="00BF269A">
        <w:rPr>
          <w:rFonts w:ascii="Arial" w:hAnsi="Arial" w:cs="Arial"/>
          <w:sz w:val="24"/>
          <w:szCs w:val="24"/>
        </w:rPr>
        <w:t>véhicule de type</w:t>
      </w:r>
      <w:r w:rsidR="008C7C1A">
        <w:rPr>
          <w:rFonts w:ascii="Arial" w:hAnsi="Arial" w:cs="Arial"/>
          <w:sz w:val="24"/>
          <w:szCs w:val="24"/>
        </w:rPr>
        <w:t xml:space="preserve"> PEUGEOT BOXER dans lequel </w:t>
      </w:r>
      <w:r w:rsidR="00BF269A">
        <w:rPr>
          <w:rFonts w:ascii="Arial" w:hAnsi="Arial" w:cs="Arial"/>
          <w:sz w:val="24"/>
          <w:szCs w:val="24"/>
        </w:rPr>
        <w:t xml:space="preserve">un </w:t>
      </w:r>
      <w:r w:rsidR="008C7C1A">
        <w:rPr>
          <w:rFonts w:ascii="Arial" w:hAnsi="Arial" w:cs="Arial"/>
          <w:sz w:val="24"/>
          <w:szCs w:val="24"/>
        </w:rPr>
        <w:br/>
      </w:r>
      <w:r w:rsidR="00BF269A">
        <w:rPr>
          <w:rFonts w:ascii="Arial" w:hAnsi="Arial" w:cs="Arial"/>
          <w:sz w:val="24"/>
          <w:szCs w:val="24"/>
        </w:rPr>
        <w:t>porte-panneaux est utilisé</w:t>
      </w:r>
      <w:r w:rsidR="008C7C1A">
        <w:rPr>
          <w:rFonts w:ascii="Arial" w:hAnsi="Arial" w:cs="Arial"/>
          <w:sz w:val="24"/>
          <w:szCs w:val="24"/>
        </w:rPr>
        <w:t xml:space="preserve"> pour poser le verre. Le porte-</w:t>
      </w:r>
      <w:r w:rsidR="00BF269A">
        <w:rPr>
          <w:rFonts w:ascii="Arial" w:hAnsi="Arial" w:cs="Arial"/>
          <w:sz w:val="24"/>
          <w:szCs w:val="24"/>
        </w:rPr>
        <w:t xml:space="preserve">panneaux </w:t>
      </w:r>
      <w:r w:rsidR="008C7C1A">
        <w:rPr>
          <w:rFonts w:ascii="Arial" w:hAnsi="Arial" w:cs="Arial"/>
          <w:sz w:val="24"/>
          <w:szCs w:val="24"/>
        </w:rPr>
        <w:t>a</w:t>
      </w:r>
      <w:r w:rsidR="00BF269A">
        <w:rPr>
          <w:rFonts w:ascii="Arial" w:hAnsi="Arial" w:cs="Arial"/>
          <w:sz w:val="24"/>
          <w:szCs w:val="24"/>
        </w:rPr>
        <w:t xml:space="preserve"> une masse</w:t>
      </w:r>
      <w:r w:rsidR="008C7C1A">
        <w:rPr>
          <w:rFonts w:ascii="Arial" w:hAnsi="Arial" w:cs="Arial"/>
          <w:sz w:val="24"/>
          <w:szCs w:val="24"/>
        </w:rPr>
        <w:t xml:space="preserve"> de</w:t>
      </w:r>
      <w:r w:rsidR="00BF269A">
        <w:rPr>
          <w:rFonts w:ascii="Arial" w:hAnsi="Arial" w:cs="Arial"/>
          <w:sz w:val="24"/>
          <w:szCs w:val="24"/>
        </w:rPr>
        <w:t xml:space="preserve"> m</w:t>
      </w:r>
      <w:r w:rsidR="00274AAC">
        <w:rPr>
          <w:rFonts w:ascii="Arial" w:hAnsi="Arial" w:cs="Arial"/>
          <w:sz w:val="24"/>
          <w:szCs w:val="24"/>
        </w:rPr>
        <w:t>1</w:t>
      </w:r>
      <w:r w:rsidR="00BF269A">
        <w:rPr>
          <w:rFonts w:ascii="Arial" w:hAnsi="Arial" w:cs="Arial"/>
          <w:sz w:val="24"/>
          <w:szCs w:val="24"/>
        </w:rPr>
        <w:t xml:space="preserve"> = 70kg et peut supporter une charge totale</w:t>
      </w:r>
      <w:r w:rsidR="008C7C1A">
        <w:rPr>
          <w:rFonts w:ascii="Arial" w:hAnsi="Arial" w:cs="Arial"/>
          <w:sz w:val="24"/>
          <w:szCs w:val="24"/>
        </w:rPr>
        <w:t xml:space="preserve"> de</w:t>
      </w:r>
      <w:r w:rsidR="00BF269A">
        <w:rPr>
          <w:rFonts w:ascii="Arial" w:hAnsi="Arial" w:cs="Arial"/>
          <w:sz w:val="24"/>
          <w:szCs w:val="24"/>
        </w:rPr>
        <w:t xml:space="preserve"> </w:t>
      </w:r>
      <w:r w:rsidR="00274AAC">
        <w:rPr>
          <w:rFonts w:ascii="Arial" w:hAnsi="Arial" w:cs="Arial"/>
          <w:sz w:val="24"/>
          <w:szCs w:val="24"/>
        </w:rPr>
        <w:t>Cp</w:t>
      </w:r>
      <w:r w:rsidR="00BF269A">
        <w:rPr>
          <w:rFonts w:ascii="Arial" w:hAnsi="Arial" w:cs="Arial"/>
          <w:sz w:val="24"/>
          <w:szCs w:val="24"/>
        </w:rPr>
        <w:t xml:space="preserve"> = 450kg. </w:t>
      </w:r>
    </w:p>
    <w:p w:rsidR="00BF269A" w:rsidRDefault="00BF269A" w:rsidP="00C9465C">
      <w:pPr>
        <w:pStyle w:val="Paragraphedeliste"/>
        <w:spacing w:after="200" w:line="276" w:lineRule="auto"/>
        <w:ind w:left="360"/>
        <w:rPr>
          <w:rFonts w:ascii="Arial" w:hAnsi="Arial" w:cs="Arial"/>
          <w:b/>
          <w:sz w:val="24"/>
          <w:szCs w:val="24"/>
        </w:rPr>
      </w:pPr>
    </w:p>
    <w:p w:rsidR="00BF269A" w:rsidRDefault="00BF269A" w:rsidP="00C9465C">
      <w:pPr>
        <w:pStyle w:val="Paragraphedeliste"/>
        <w:spacing w:after="200"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BF269A">
        <w:rPr>
          <w:rFonts w:ascii="Arial" w:hAnsi="Arial" w:cs="Arial"/>
          <w:b/>
          <w:sz w:val="24"/>
          <w:szCs w:val="24"/>
        </w:rPr>
        <w:t>Question 1 :</w:t>
      </w:r>
    </w:p>
    <w:p w:rsidR="008C7C1A" w:rsidRPr="00BF269A" w:rsidRDefault="008C7C1A" w:rsidP="00C9465C">
      <w:pPr>
        <w:pStyle w:val="Paragraphedeliste"/>
        <w:spacing w:after="200" w:line="276" w:lineRule="auto"/>
        <w:ind w:left="360"/>
        <w:rPr>
          <w:rFonts w:ascii="Arial" w:hAnsi="Arial" w:cs="Arial"/>
          <w:b/>
          <w:sz w:val="24"/>
          <w:szCs w:val="24"/>
        </w:rPr>
      </w:pPr>
    </w:p>
    <w:p w:rsidR="00BF269A" w:rsidRDefault="00593DE5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devez vérifier si la charge totale des vitrages</w:t>
      </w:r>
      <w:r w:rsidR="00BF269A">
        <w:rPr>
          <w:rFonts w:ascii="Arial" w:hAnsi="Arial" w:cs="Arial"/>
          <w:sz w:val="24"/>
          <w:szCs w:val="24"/>
        </w:rPr>
        <w:t xml:space="preserve"> peut être supportée par le porte-panneaux.</w:t>
      </w: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BF269A" w:rsidRDefault="00BF269A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donne les caractéristiques des vitrages suivants :</w:t>
      </w: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 </w:t>
      </w:r>
      <w:r w:rsidR="00BF269A">
        <w:rPr>
          <w:rFonts w:ascii="Arial" w:hAnsi="Arial" w:cs="Arial"/>
          <w:sz w:val="24"/>
          <w:szCs w:val="24"/>
        </w:rPr>
        <w:t>Verre 4/12/44.2 (31</w:t>
      </w:r>
      <w:r w:rsidR="00471E86">
        <w:rPr>
          <w:rFonts w:ascii="Arial" w:hAnsi="Arial" w:cs="Arial"/>
          <w:sz w:val="24"/>
          <w:szCs w:val="24"/>
        </w:rPr>
        <w:t>kg</w:t>
      </w:r>
      <w:r w:rsidR="00BF269A">
        <w:rPr>
          <w:rFonts w:ascii="Arial" w:hAnsi="Arial" w:cs="Arial"/>
          <w:sz w:val="24"/>
          <w:szCs w:val="24"/>
        </w:rPr>
        <w:t>/m</w:t>
      </w:r>
      <w:r w:rsidR="00CF5C63">
        <w:rPr>
          <w:rFonts w:ascii="Arial" w:hAnsi="Arial" w:cs="Arial"/>
          <w:sz w:val="24"/>
          <w:szCs w:val="24"/>
        </w:rPr>
        <w:t>²) =</w:t>
      </w:r>
      <w:r w:rsidR="00BF26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2,78 m².</w:t>
      </w: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 Verre 44.2 / 2 faces (21</w:t>
      </w:r>
      <w:r w:rsidR="00471E86">
        <w:rPr>
          <w:rFonts w:ascii="Arial" w:hAnsi="Arial" w:cs="Arial"/>
          <w:sz w:val="24"/>
          <w:szCs w:val="24"/>
        </w:rPr>
        <w:t>kg</w:t>
      </w:r>
      <w:r>
        <w:rPr>
          <w:rFonts w:ascii="Arial" w:hAnsi="Arial" w:cs="Arial"/>
          <w:sz w:val="24"/>
          <w:szCs w:val="24"/>
        </w:rPr>
        <w:t>/m²) = 0,29 m²</w:t>
      </w: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 Verre 44.2/8/44.2 (42</w:t>
      </w:r>
      <w:r w:rsidR="00471E86">
        <w:rPr>
          <w:rFonts w:ascii="Arial" w:hAnsi="Arial" w:cs="Arial"/>
          <w:sz w:val="24"/>
          <w:szCs w:val="24"/>
        </w:rPr>
        <w:t>kg</w:t>
      </w:r>
      <w:r>
        <w:rPr>
          <w:rFonts w:ascii="Arial" w:hAnsi="Arial" w:cs="Arial"/>
          <w:sz w:val="24"/>
          <w:szCs w:val="24"/>
        </w:rPr>
        <w:t>/m²) = 1,56 m²</w:t>
      </w: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 Verre 4/16/4 (20</w:t>
      </w:r>
      <w:r w:rsidR="00471E86">
        <w:rPr>
          <w:rFonts w:ascii="Arial" w:hAnsi="Arial" w:cs="Arial"/>
          <w:sz w:val="24"/>
          <w:szCs w:val="24"/>
        </w:rPr>
        <w:t>kg</w:t>
      </w:r>
      <w:r>
        <w:rPr>
          <w:rFonts w:ascii="Arial" w:hAnsi="Arial" w:cs="Arial"/>
          <w:sz w:val="24"/>
          <w:szCs w:val="24"/>
        </w:rPr>
        <w:t>/m²) = 4,26 m²</w:t>
      </w: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Calculer la </w:t>
      </w:r>
      <w:r w:rsidR="00471E86">
        <w:rPr>
          <w:rFonts w:ascii="Arial" w:hAnsi="Arial" w:cs="Arial"/>
          <w:sz w:val="24"/>
          <w:szCs w:val="24"/>
        </w:rPr>
        <w:t xml:space="preserve">masse de chaque type de verre utilisé, puis calculer la Masse Totale </w:t>
      </w:r>
      <w:r w:rsidR="00E27DBF">
        <w:rPr>
          <w:rFonts w:ascii="Arial" w:hAnsi="Arial" w:cs="Arial"/>
          <w:sz w:val="24"/>
          <w:szCs w:val="24"/>
        </w:rPr>
        <w:t>de verre CTV en (</w:t>
      </w:r>
      <w:r w:rsidR="00471E86">
        <w:rPr>
          <w:rFonts w:ascii="Arial" w:hAnsi="Arial" w:cs="Arial"/>
          <w:sz w:val="24"/>
          <w:szCs w:val="24"/>
        </w:rPr>
        <w:t>kg) du vitrage. I</w:t>
      </w:r>
      <w:r w:rsidR="00E27DBF">
        <w:rPr>
          <w:rFonts w:ascii="Arial" w:hAnsi="Arial" w:cs="Arial"/>
          <w:sz w:val="24"/>
          <w:szCs w:val="24"/>
        </w:rPr>
        <w:t>ndiquer</w:t>
      </w:r>
      <w:r w:rsidR="00471E86">
        <w:rPr>
          <w:rFonts w:ascii="Arial" w:hAnsi="Arial" w:cs="Arial"/>
          <w:sz w:val="24"/>
          <w:szCs w:val="24"/>
        </w:rPr>
        <w:t xml:space="preserve"> en conclusion </w:t>
      </w:r>
      <w:r w:rsidR="00E27DBF">
        <w:rPr>
          <w:rFonts w:ascii="Arial" w:hAnsi="Arial" w:cs="Arial"/>
          <w:sz w:val="24"/>
          <w:szCs w:val="24"/>
        </w:rPr>
        <w:t>si le porte-panneaux utilisé peut supporter la charge requise.</w:t>
      </w: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DF3723" w:rsidRDefault="00DF3723" w:rsidP="00BF269A">
      <w:pPr>
        <w:pStyle w:val="Paragraphedeliste"/>
        <w:spacing w:after="200"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274AAC">
        <w:rPr>
          <w:rFonts w:ascii="Arial" w:hAnsi="Arial" w:cs="Arial"/>
          <w:b/>
          <w:sz w:val="24"/>
          <w:szCs w:val="24"/>
        </w:rPr>
        <w:t>Question 2 :</w:t>
      </w:r>
    </w:p>
    <w:p w:rsidR="008C7C1A" w:rsidRPr="00274AAC" w:rsidRDefault="008C7C1A" w:rsidP="00BF269A">
      <w:pPr>
        <w:pStyle w:val="Paragraphedeliste"/>
        <w:spacing w:after="200" w:line="276" w:lineRule="auto"/>
        <w:ind w:left="360"/>
        <w:rPr>
          <w:rFonts w:ascii="Arial" w:hAnsi="Arial" w:cs="Arial"/>
          <w:b/>
          <w:sz w:val="24"/>
          <w:szCs w:val="24"/>
        </w:rPr>
      </w:pPr>
    </w:p>
    <w:p w:rsidR="00BF269A" w:rsidRDefault="00DF3723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Avant le transport, vous devez vérifier si la charge totale (ouvriers + outils + porte-panneaux + verre) est inférieur</w:t>
      </w:r>
      <w:r w:rsidR="00274AA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à la charge maximale autorisée </w:t>
      </w:r>
      <w:r w:rsidR="00A76197">
        <w:rPr>
          <w:rFonts w:ascii="Arial" w:hAnsi="Arial" w:cs="Arial"/>
          <w:sz w:val="24"/>
          <w:szCs w:val="24"/>
        </w:rPr>
        <w:t>du</w:t>
      </w:r>
      <w:r>
        <w:rPr>
          <w:rFonts w:ascii="Arial" w:hAnsi="Arial" w:cs="Arial"/>
          <w:sz w:val="24"/>
          <w:szCs w:val="24"/>
        </w:rPr>
        <w:t xml:space="preserve"> véhicule.</w:t>
      </w:r>
    </w:p>
    <w:p w:rsidR="00DF3723" w:rsidRDefault="00DF3723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BF269A" w:rsidRDefault="00DF3723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</w:t>
      </w:r>
      <w:r w:rsidR="00274AAC">
        <w:rPr>
          <w:rFonts w:ascii="Arial" w:hAnsi="Arial" w:cs="Arial"/>
          <w:sz w:val="24"/>
          <w:szCs w:val="24"/>
        </w:rPr>
        <w:t xml:space="preserve">suppose les charges suivantes : </w:t>
      </w:r>
    </w:p>
    <w:p w:rsidR="00DF3723" w:rsidRDefault="00DF3723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 </w:t>
      </w:r>
      <w:r w:rsidR="00274AAC">
        <w:rPr>
          <w:rFonts w:ascii="Arial" w:hAnsi="Arial" w:cs="Arial"/>
          <w:sz w:val="24"/>
          <w:szCs w:val="24"/>
        </w:rPr>
        <w:t>m1 : masse du porte-panneaux = 70kg</w:t>
      </w:r>
    </w:p>
    <w:p w:rsidR="00274AAC" w:rsidRDefault="00274AAC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 m2 : masse du verre = 250kg</w:t>
      </w:r>
    </w:p>
    <w:p w:rsidR="00274AAC" w:rsidRDefault="00274AAC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 m3 : masse des deux ouvriers = 90 + 85 = 175kg</w:t>
      </w:r>
    </w:p>
    <w:p w:rsidR="008B77D6" w:rsidRDefault="00274AAC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 m4 : masse des outils, équipements et accessoires = 90kg</w:t>
      </w:r>
    </w:p>
    <w:p w:rsidR="00E27DBF" w:rsidRDefault="00E27DBF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 m5 : masse du véhicule = 2 050kg.</w:t>
      </w:r>
    </w:p>
    <w:p w:rsidR="00593DE5" w:rsidRDefault="00593DE5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</w:p>
    <w:p w:rsidR="00E27DBF" w:rsidRDefault="00E27DBF" w:rsidP="00C9465C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Masse Totale (véhicule + chargement) </w:t>
      </w:r>
      <w:r w:rsidR="00471E86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aximale </w:t>
      </w:r>
      <w:r w:rsidR="00471E8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utorisée est MT = 3 000kg.</w:t>
      </w:r>
    </w:p>
    <w:p w:rsidR="00593DE5" w:rsidRPr="00593DE5" w:rsidRDefault="00E27DBF" w:rsidP="00471E86">
      <w:pPr>
        <w:pStyle w:val="Paragraphedeliste"/>
        <w:spacing w:after="20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 la charge totale C en (kg) de l’ensemble (m1 + m2 + m3 + m4 + m5) et vérifi</w:t>
      </w:r>
      <w:r w:rsidR="00471E86">
        <w:rPr>
          <w:rFonts w:ascii="Arial" w:hAnsi="Arial" w:cs="Arial"/>
          <w:sz w:val="24"/>
          <w:szCs w:val="24"/>
        </w:rPr>
        <w:t>er si le résultat est conforme à la Masse Totale Maximale Autorisée.</w:t>
      </w:r>
    </w:p>
    <w:p w:rsidR="00433755" w:rsidRPr="00F56251" w:rsidRDefault="00A76197" w:rsidP="00F56251">
      <w:pPr>
        <w:spacing w:after="200" w:line="276" w:lineRule="auto"/>
        <w:ind w:left="567"/>
        <w:rPr>
          <w:rFonts w:ascii="Arial" w:hAnsi="Arial" w:cs="Arial"/>
          <w:b/>
          <w:sz w:val="24"/>
          <w:szCs w:val="24"/>
        </w:rPr>
      </w:pPr>
      <w:r w:rsidRPr="00F56251">
        <w:rPr>
          <w:rFonts w:ascii="Arial" w:hAnsi="Arial" w:cs="Arial"/>
          <w:b/>
          <w:sz w:val="24"/>
          <w:szCs w:val="24"/>
        </w:rPr>
        <w:lastRenderedPageBreak/>
        <w:t>Question 1</w:t>
      </w:r>
    </w:p>
    <w:p w:rsidR="00A76197" w:rsidRPr="00A76197" w:rsidRDefault="00A76197" w:rsidP="00D85541">
      <w:pPr>
        <w:pStyle w:val="Paragraphedeliste"/>
        <w:spacing w:after="20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701"/>
        <w:gridCol w:w="1701"/>
        <w:gridCol w:w="3969"/>
      </w:tblGrid>
      <w:tr w:rsidR="00471E86" w:rsidRPr="00E37216" w:rsidTr="00A56006">
        <w:trPr>
          <w:trHeight w:val="686"/>
        </w:trPr>
        <w:tc>
          <w:tcPr>
            <w:tcW w:w="2268" w:type="dxa"/>
            <w:vAlign w:val="center"/>
          </w:tcPr>
          <w:p w:rsidR="00471E86" w:rsidRPr="00E37216" w:rsidRDefault="00471E86" w:rsidP="008C7C1A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216">
              <w:rPr>
                <w:rFonts w:ascii="Arial" w:hAnsi="Arial" w:cs="Arial"/>
                <w:b/>
                <w:sz w:val="22"/>
                <w:szCs w:val="22"/>
              </w:rPr>
              <w:t>Type de verre</w:t>
            </w:r>
          </w:p>
        </w:tc>
        <w:tc>
          <w:tcPr>
            <w:tcW w:w="1701" w:type="dxa"/>
            <w:vAlign w:val="center"/>
          </w:tcPr>
          <w:p w:rsidR="00471E86" w:rsidRPr="00E37216" w:rsidRDefault="00471E86" w:rsidP="008C7C1A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216">
              <w:rPr>
                <w:rFonts w:ascii="Arial" w:hAnsi="Arial" w:cs="Arial"/>
                <w:b/>
                <w:sz w:val="22"/>
                <w:szCs w:val="22"/>
              </w:rPr>
              <w:t>Masse/m²</w:t>
            </w:r>
          </w:p>
        </w:tc>
        <w:tc>
          <w:tcPr>
            <w:tcW w:w="1701" w:type="dxa"/>
            <w:vAlign w:val="center"/>
          </w:tcPr>
          <w:p w:rsidR="00471E86" w:rsidRPr="00E37216" w:rsidRDefault="00471E86" w:rsidP="008C7C1A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216">
              <w:rPr>
                <w:rFonts w:ascii="Arial" w:hAnsi="Arial" w:cs="Arial"/>
                <w:b/>
                <w:sz w:val="22"/>
                <w:szCs w:val="22"/>
              </w:rPr>
              <w:t>Surface en m²</w:t>
            </w:r>
          </w:p>
        </w:tc>
        <w:tc>
          <w:tcPr>
            <w:tcW w:w="3969" w:type="dxa"/>
            <w:vAlign w:val="bottom"/>
          </w:tcPr>
          <w:p w:rsidR="00471E86" w:rsidRPr="00E37216" w:rsidRDefault="00471E86" w:rsidP="00A5600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216">
              <w:rPr>
                <w:rFonts w:ascii="Arial" w:hAnsi="Arial" w:cs="Arial"/>
                <w:b/>
                <w:sz w:val="22"/>
                <w:szCs w:val="22"/>
              </w:rPr>
              <w:t>Masse calculée</w:t>
            </w:r>
            <w:bookmarkStart w:id="2" w:name="_GoBack"/>
            <w:bookmarkEnd w:id="2"/>
          </w:p>
        </w:tc>
      </w:tr>
      <w:tr w:rsidR="00471E86" w:rsidRPr="00E37216" w:rsidTr="00E37216">
        <w:trPr>
          <w:trHeight w:val="851"/>
        </w:trPr>
        <w:tc>
          <w:tcPr>
            <w:tcW w:w="2268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4/12/44.2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2,78</w:t>
            </w:r>
          </w:p>
        </w:tc>
        <w:tc>
          <w:tcPr>
            <w:tcW w:w="3969" w:type="dxa"/>
            <w:vAlign w:val="center"/>
          </w:tcPr>
          <w:p w:rsidR="00471E86" w:rsidRPr="00E37216" w:rsidRDefault="00471E86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E86" w:rsidRPr="00E37216" w:rsidTr="00E37216">
        <w:trPr>
          <w:trHeight w:val="851"/>
        </w:trPr>
        <w:tc>
          <w:tcPr>
            <w:tcW w:w="2268" w:type="dxa"/>
            <w:vAlign w:val="center"/>
          </w:tcPr>
          <w:p w:rsidR="00A76197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44.2 (2 faces)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0,29</w:t>
            </w:r>
          </w:p>
        </w:tc>
        <w:tc>
          <w:tcPr>
            <w:tcW w:w="3969" w:type="dxa"/>
            <w:vAlign w:val="center"/>
          </w:tcPr>
          <w:p w:rsidR="00471E86" w:rsidRPr="00E37216" w:rsidRDefault="00471E86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E86" w:rsidRPr="00E37216" w:rsidTr="00E37216">
        <w:trPr>
          <w:trHeight w:val="851"/>
        </w:trPr>
        <w:tc>
          <w:tcPr>
            <w:tcW w:w="2268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44.2/8/44.2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1,56</w:t>
            </w:r>
          </w:p>
        </w:tc>
        <w:tc>
          <w:tcPr>
            <w:tcW w:w="3969" w:type="dxa"/>
            <w:vAlign w:val="center"/>
          </w:tcPr>
          <w:p w:rsidR="00471E86" w:rsidRPr="00E37216" w:rsidRDefault="00471E86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E86" w:rsidRPr="00E37216" w:rsidTr="00E37216">
        <w:trPr>
          <w:trHeight w:val="851"/>
        </w:trPr>
        <w:tc>
          <w:tcPr>
            <w:tcW w:w="2268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4/16/4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471E86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4,26</w:t>
            </w:r>
          </w:p>
        </w:tc>
        <w:tc>
          <w:tcPr>
            <w:tcW w:w="3969" w:type="dxa"/>
            <w:vAlign w:val="center"/>
          </w:tcPr>
          <w:p w:rsidR="00471E86" w:rsidRPr="00E37216" w:rsidRDefault="00471E86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197" w:rsidRPr="00E37216" w:rsidTr="00E37216">
        <w:trPr>
          <w:trHeight w:val="851"/>
        </w:trPr>
        <w:tc>
          <w:tcPr>
            <w:tcW w:w="5670" w:type="dxa"/>
            <w:gridSpan w:val="3"/>
            <w:vAlign w:val="center"/>
          </w:tcPr>
          <w:p w:rsidR="00A76197" w:rsidRPr="00E37216" w:rsidRDefault="00A76197" w:rsidP="00CF5C63">
            <w:pPr>
              <w:pStyle w:val="Paragraphedeliste"/>
              <w:spacing w:after="20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37216">
              <w:rPr>
                <w:rFonts w:ascii="Arial" w:hAnsi="Arial" w:cs="Arial"/>
                <w:sz w:val="24"/>
                <w:szCs w:val="24"/>
              </w:rPr>
              <w:t>Masse Totale du Verre (CTV) en kg</w:t>
            </w:r>
          </w:p>
        </w:tc>
        <w:tc>
          <w:tcPr>
            <w:tcW w:w="3969" w:type="dxa"/>
            <w:vAlign w:val="center"/>
          </w:tcPr>
          <w:p w:rsidR="00A76197" w:rsidRPr="00E37216" w:rsidRDefault="00A76197" w:rsidP="00E37216">
            <w:pPr>
              <w:pStyle w:val="Paragraphedeliste"/>
              <w:spacing w:after="20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33755" w:rsidRDefault="00433755" w:rsidP="00D85541">
      <w:pPr>
        <w:pStyle w:val="Paragraphedeliste"/>
        <w:spacing w:after="200" w:line="276" w:lineRule="auto"/>
        <w:rPr>
          <w:sz w:val="28"/>
          <w:szCs w:val="28"/>
        </w:rPr>
      </w:pP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 w:rsidRPr="000E63C4">
        <w:rPr>
          <w:rFonts w:ascii="Arial" w:hAnsi="Arial" w:cs="Arial"/>
          <w:sz w:val="24"/>
          <w:szCs w:val="24"/>
        </w:rPr>
        <w:t>Conclusion :</w:t>
      </w: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 w:rsidRPr="000E63C4">
        <w:rPr>
          <w:rFonts w:ascii="Arial" w:hAnsi="Arial" w:cs="Arial"/>
          <w:sz w:val="24"/>
          <w:szCs w:val="24"/>
        </w:rPr>
        <w:t>Le porte-panneaux…     PEUT     NE PEUT PAS     supporter la masse de verre</w:t>
      </w: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 w:rsidRPr="000E63C4">
        <w:rPr>
          <w:rFonts w:ascii="Arial" w:hAnsi="Arial" w:cs="Arial"/>
          <w:sz w:val="24"/>
          <w:szCs w:val="24"/>
        </w:rPr>
        <w:t>(</w:t>
      </w:r>
      <w:r w:rsidR="00CF5C63" w:rsidRPr="000E63C4">
        <w:rPr>
          <w:rFonts w:ascii="Arial" w:hAnsi="Arial" w:cs="Arial"/>
          <w:sz w:val="24"/>
          <w:szCs w:val="24"/>
        </w:rPr>
        <w:t>Entourer</w:t>
      </w:r>
      <w:r w:rsidRPr="000E63C4">
        <w:rPr>
          <w:rFonts w:ascii="Arial" w:hAnsi="Arial" w:cs="Arial"/>
          <w:sz w:val="24"/>
          <w:szCs w:val="24"/>
        </w:rPr>
        <w:t xml:space="preserve"> la réponse)</w:t>
      </w:r>
    </w:p>
    <w:p w:rsidR="00A76197" w:rsidRPr="000E63C4" w:rsidRDefault="00A76197" w:rsidP="00D85541">
      <w:pPr>
        <w:pStyle w:val="Paragraphedeliste"/>
        <w:spacing w:after="200" w:line="276" w:lineRule="auto"/>
        <w:rPr>
          <w:sz w:val="24"/>
          <w:szCs w:val="24"/>
        </w:rPr>
      </w:pPr>
    </w:p>
    <w:p w:rsidR="00433755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0E63C4">
        <w:rPr>
          <w:rFonts w:ascii="Arial" w:hAnsi="Arial" w:cs="Arial"/>
          <w:b/>
          <w:sz w:val="24"/>
          <w:szCs w:val="24"/>
        </w:rPr>
        <w:t xml:space="preserve">Question 2 </w:t>
      </w: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 w:rsidRPr="000E63C4">
        <w:rPr>
          <w:rFonts w:ascii="Arial" w:hAnsi="Arial" w:cs="Arial"/>
          <w:sz w:val="24"/>
          <w:szCs w:val="24"/>
        </w:rPr>
        <w:t>Charge Totale C (kg) = m1 + m2 + m3 + m4 + m5 = ________</w:t>
      </w:r>
      <w:r w:rsidR="00F56251">
        <w:rPr>
          <w:rFonts w:ascii="Arial" w:hAnsi="Arial" w:cs="Arial"/>
          <w:sz w:val="24"/>
          <w:szCs w:val="24"/>
        </w:rPr>
        <w:t>__________________________</w:t>
      </w: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 w:rsidRPr="000E63C4">
        <w:rPr>
          <w:rFonts w:ascii="Arial" w:hAnsi="Arial" w:cs="Arial"/>
          <w:sz w:val="24"/>
          <w:szCs w:val="24"/>
        </w:rPr>
        <w:t xml:space="preserve">                                                                                = _______________ kg</w:t>
      </w: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 w:rsidRPr="000E63C4">
        <w:rPr>
          <w:rFonts w:ascii="Arial" w:hAnsi="Arial" w:cs="Arial"/>
          <w:sz w:val="24"/>
          <w:szCs w:val="24"/>
        </w:rPr>
        <w:t>Conclusion :</w:t>
      </w:r>
    </w:p>
    <w:p w:rsidR="00A76197" w:rsidRPr="000E63C4" w:rsidRDefault="00A7619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 w:rsidRPr="000E63C4">
        <w:rPr>
          <w:rFonts w:ascii="Arial" w:hAnsi="Arial" w:cs="Arial"/>
          <w:sz w:val="24"/>
          <w:szCs w:val="24"/>
        </w:rPr>
        <w:t>La Charge Totale</w:t>
      </w:r>
      <w:r w:rsidR="001A16F7">
        <w:rPr>
          <w:rFonts w:ascii="Arial" w:hAnsi="Arial" w:cs="Arial"/>
          <w:sz w:val="24"/>
          <w:szCs w:val="24"/>
        </w:rPr>
        <w:t xml:space="preserve"> C est…     INFÉRIEURE     SUPÉ</w:t>
      </w:r>
      <w:r w:rsidRPr="000E63C4">
        <w:rPr>
          <w:rFonts w:ascii="Arial" w:hAnsi="Arial" w:cs="Arial"/>
          <w:sz w:val="24"/>
          <w:szCs w:val="24"/>
        </w:rPr>
        <w:t>RIEURE     à la Masse Totale Maximale Autorisée</w:t>
      </w:r>
    </w:p>
    <w:p w:rsidR="00433755" w:rsidRDefault="00433755" w:rsidP="00D85541">
      <w:pPr>
        <w:pStyle w:val="Paragraphedeliste"/>
        <w:spacing w:after="200" w:line="276" w:lineRule="auto"/>
        <w:rPr>
          <w:sz w:val="28"/>
          <w:szCs w:val="28"/>
        </w:rPr>
      </w:pPr>
    </w:p>
    <w:p w:rsidR="00433755" w:rsidRDefault="00433755" w:rsidP="00D85541">
      <w:pPr>
        <w:pStyle w:val="Paragraphedeliste"/>
        <w:spacing w:after="200" w:line="276" w:lineRule="auto"/>
        <w:rPr>
          <w:sz w:val="28"/>
          <w:szCs w:val="28"/>
        </w:rPr>
      </w:pPr>
    </w:p>
    <w:p w:rsidR="00433755" w:rsidRDefault="00433755" w:rsidP="00D85541">
      <w:pPr>
        <w:pStyle w:val="Paragraphedeliste"/>
        <w:spacing w:after="200" w:line="276" w:lineRule="auto"/>
        <w:rPr>
          <w:sz w:val="28"/>
          <w:szCs w:val="28"/>
        </w:rPr>
      </w:pPr>
    </w:p>
    <w:p w:rsidR="00433755" w:rsidRDefault="00433755" w:rsidP="00D85541">
      <w:pPr>
        <w:pStyle w:val="Paragraphedeliste"/>
        <w:spacing w:after="200" w:line="276" w:lineRule="auto"/>
        <w:rPr>
          <w:sz w:val="28"/>
          <w:szCs w:val="28"/>
        </w:rPr>
      </w:pPr>
    </w:p>
    <w:p w:rsidR="006C322D" w:rsidRPr="004F3F2D" w:rsidRDefault="006C322D" w:rsidP="004F3F2D">
      <w:pPr>
        <w:spacing w:after="200" w:line="276" w:lineRule="auto"/>
        <w:rPr>
          <w:rFonts w:ascii="Arial" w:hAnsi="Arial" w:cs="Arial"/>
          <w:sz w:val="28"/>
          <w:szCs w:val="28"/>
        </w:rPr>
      </w:pP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513"/>
        <w:gridCol w:w="1418"/>
      </w:tblGrid>
      <w:tr w:rsidR="006C322D" w:rsidRPr="008016D3" w:rsidTr="008C7C1A">
        <w:trPr>
          <w:trHeight w:val="382"/>
        </w:trPr>
        <w:tc>
          <w:tcPr>
            <w:tcW w:w="2376" w:type="dxa"/>
            <w:vAlign w:val="center"/>
          </w:tcPr>
          <w:p w:rsidR="006C322D" w:rsidRPr="008016D3" w:rsidRDefault="008C7C1A" w:rsidP="00171A6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THÈ</w:t>
            </w:r>
            <w:r w:rsidR="00593DE5">
              <w:rPr>
                <w:rFonts w:ascii="Arial" w:hAnsi="Arial" w:cs="Arial"/>
                <w:b/>
                <w:sz w:val="24"/>
                <w:szCs w:val="24"/>
              </w:rPr>
              <w:t>ME</w:t>
            </w:r>
            <w:r w:rsidR="00CF5C6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608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  <w:vAlign w:val="center"/>
          </w:tcPr>
          <w:p w:rsidR="006C322D" w:rsidRPr="0017590D" w:rsidRDefault="008C7C1A" w:rsidP="00171A6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É</w:t>
            </w:r>
            <w:r w:rsidR="00593DE5">
              <w:rPr>
                <w:rFonts w:ascii="Arial" w:hAnsi="Arial" w:cs="Arial"/>
                <w:sz w:val="28"/>
                <w:szCs w:val="28"/>
              </w:rPr>
              <w:t>tablir la mise en sécurité du site de pose</w:t>
            </w:r>
          </w:p>
        </w:tc>
        <w:tc>
          <w:tcPr>
            <w:tcW w:w="1418" w:type="dxa"/>
            <w:vAlign w:val="center"/>
          </w:tcPr>
          <w:p w:rsidR="006C322D" w:rsidRPr="008016D3" w:rsidRDefault="006C322D" w:rsidP="007612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11111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61264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0E65E3">
              <w:rPr>
                <w:rFonts w:ascii="Arial" w:hAnsi="Arial" w:cs="Arial"/>
                <w:b/>
                <w:sz w:val="24"/>
                <w:szCs w:val="24"/>
              </w:rPr>
              <w:t xml:space="preserve"> pts</w:t>
            </w:r>
          </w:p>
        </w:tc>
      </w:tr>
    </w:tbl>
    <w:p w:rsidR="006C322D" w:rsidRDefault="006C322D" w:rsidP="006C322D">
      <w:pPr>
        <w:pStyle w:val="Paragraphedeliste"/>
        <w:spacing w:after="200" w:line="276" w:lineRule="auto"/>
        <w:rPr>
          <w:rFonts w:ascii="Arial" w:hAnsi="Arial" w:cs="Arial"/>
          <w:sz w:val="28"/>
          <w:szCs w:val="28"/>
        </w:rPr>
      </w:pPr>
    </w:p>
    <w:p w:rsidR="006C322D" w:rsidRPr="006C322D" w:rsidRDefault="006C322D" w:rsidP="006C322D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6C322D" w:rsidRDefault="008C7C1A" w:rsidP="00814DE3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êtes chargé(e)</w:t>
      </w:r>
      <w:r w:rsidR="00593DE5">
        <w:rPr>
          <w:rFonts w:ascii="Arial" w:hAnsi="Arial" w:cs="Arial"/>
          <w:sz w:val="24"/>
          <w:szCs w:val="24"/>
        </w:rPr>
        <w:t xml:space="preserve"> d’assurer la mise en place de la sécurité du chantier.</w:t>
      </w:r>
    </w:p>
    <w:p w:rsidR="00593DE5" w:rsidRDefault="00593DE5" w:rsidP="00814DE3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Sur le dessin ci-contre, repérer les éléments relatifs à la</w:t>
      </w:r>
      <w:r w:rsidR="003F17C9">
        <w:rPr>
          <w:rFonts w:ascii="Arial" w:hAnsi="Arial" w:cs="Arial"/>
          <w:sz w:val="24"/>
          <w:szCs w:val="24"/>
        </w:rPr>
        <w:t xml:space="preserve"> sécurité</w:t>
      </w:r>
      <w:r>
        <w:rPr>
          <w:rFonts w:ascii="Arial" w:hAnsi="Arial" w:cs="Arial"/>
          <w:sz w:val="24"/>
          <w:szCs w:val="24"/>
        </w:rPr>
        <w:t xml:space="preserve"> du chantier en </w:t>
      </w:r>
      <w:r w:rsidR="003F17C9">
        <w:rPr>
          <w:rFonts w:ascii="Arial" w:hAnsi="Arial" w:cs="Arial"/>
          <w:sz w:val="24"/>
          <w:szCs w:val="24"/>
        </w:rPr>
        <w:t>vous référant à la liste ci-dessous.</w:t>
      </w:r>
    </w:p>
    <w:p w:rsidR="00593DE5" w:rsidRPr="006C322D" w:rsidRDefault="00593DE5" w:rsidP="00814DE3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</w:p>
    <w:p w:rsidR="006C322D" w:rsidRDefault="00593DE5" w:rsidP="00593DE5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Clôture mobile de type Heras</w:t>
      </w:r>
    </w:p>
    <w:p w:rsidR="00593DE5" w:rsidRDefault="00593DE5" w:rsidP="00593DE5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Local de vie (vestiaire, collation…)</w:t>
      </w:r>
    </w:p>
    <w:p w:rsidR="00593DE5" w:rsidRDefault="00593DE5" w:rsidP="00593DE5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Déchets Gravas</w:t>
      </w:r>
    </w:p>
    <w:p w:rsidR="00593DE5" w:rsidRDefault="00593DE5" w:rsidP="00593DE5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Déchets Métaux</w:t>
      </w:r>
    </w:p>
    <w:p w:rsidR="000B286F" w:rsidRPr="00593DE5" w:rsidRDefault="00593DE5" w:rsidP="00D85541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593DE5">
        <w:rPr>
          <w:rFonts w:ascii="Arial" w:hAnsi="Arial" w:cs="Arial"/>
          <w:sz w:val="28"/>
          <w:szCs w:val="28"/>
        </w:rPr>
        <w:t>Déchets Verre</w:t>
      </w:r>
    </w:p>
    <w:p w:rsidR="000B286F" w:rsidRPr="00593DE5" w:rsidRDefault="00593DE5" w:rsidP="00D85541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593DE5">
        <w:rPr>
          <w:rFonts w:ascii="Arial" w:hAnsi="Arial" w:cs="Arial"/>
          <w:sz w:val="28"/>
          <w:szCs w:val="28"/>
        </w:rPr>
        <w:t>Site de pose</w:t>
      </w:r>
    </w:p>
    <w:p w:rsidR="00593DE5" w:rsidRPr="00593DE5" w:rsidRDefault="00593DE5" w:rsidP="00D85541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Affichage sécurité chantier</w:t>
      </w:r>
    </w:p>
    <w:p w:rsidR="000B286F" w:rsidRPr="00593DE5" w:rsidRDefault="00593DE5" w:rsidP="00D85541">
      <w:pPr>
        <w:pStyle w:val="Paragraphedeliste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593DE5">
        <w:rPr>
          <w:rFonts w:ascii="Arial" w:hAnsi="Arial" w:cs="Arial"/>
          <w:sz w:val="28"/>
          <w:szCs w:val="28"/>
        </w:rPr>
        <w:t>Stockage matériel et équipement</w:t>
      </w: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0B286F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</w:p>
    <w:p w:rsidR="000B286F" w:rsidRDefault="004F3F2D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</w:p>
    <w:p w:rsidR="000B286F" w:rsidRDefault="000B286F" w:rsidP="00C13716">
      <w:pPr>
        <w:pStyle w:val="Paragraphedeliste"/>
        <w:spacing w:after="200" w:line="276" w:lineRule="auto"/>
        <w:ind w:left="0"/>
        <w:rPr>
          <w:rFonts w:ascii="Arial" w:hAnsi="Arial" w:cs="Arial"/>
          <w:sz w:val="24"/>
          <w:szCs w:val="24"/>
        </w:rPr>
      </w:pPr>
    </w:p>
    <w:p w:rsidR="00593DE5" w:rsidRPr="000E63C4" w:rsidRDefault="00EF76E7" w:rsidP="000E63C4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1824" behindDoc="0" locked="0" layoutInCell="1" allowOverlap="1" wp14:anchorId="3CDFE9EC" wp14:editId="751DDCDF">
                <wp:simplePos x="0" y="0"/>
                <wp:positionH relativeFrom="column">
                  <wp:posOffset>2073909</wp:posOffset>
                </wp:positionH>
                <wp:positionV relativeFrom="paragraph">
                  <wp:posOffset>159385</wp:posOffset>
                </wp:positionV>
                <wp:extent cx="0" cy="558165"/>
                <wp:effectExtent l="76200" t="38100" r="57150" b="13335"/>
                <wp:wrapNone/>
                <wp:docPr id="36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81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423AC" id="AutoShape 77" o:spid="_x0000_s1026" type="#_x0000_t32" style="position:absolute;margin-left:163.3pt;margin-top:12.55pt;width:0;height:43.95pt;flip:y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 wp14:anchorId="15AF448F" wp14:editId="7FE5EB00">
                <wp:simplePos x="0" y="0"/>
                <wp:positionH relativeFrom="column">
                  <wp:posOffset>6056629</wp:posOffset>
                </wp:positionH>
                <wp:positionV relativeFrom="paragraph">
                  <wp:posOffset>159385</wp:posOffset>
                </wp:positionV>
                <wp:extent cx="0" cy="2700020"/>
                <wp:effectExtent l="0" t="0" r="19050" b="24130"/>
                <wp:wrapNone/>
                <wp:docPr id="35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000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A1345" id="AutoShape 57" o:spid="_x0000_s1026" type="#_x0000_t32" style="position:absolute;margin-left:476.9pt;margin-top:12.55pt;width:0;height:212.6pt;flip:y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" strokeweight="1pt">
                <v:stroke dashstyle="longDashDot"/>
              </v:shape>
            </w:pict>
          </mc:Fallback>
        </mc:AlternateContent>
      </w:r>
      <w:r w:rsidR="008C7C1A">
        <w:rPr>
          <w:noProof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 wp14:anchorId="32756306" wp14:editId="5C64B91E">
                <wp:simplePos x="0" y="0"/>
                <wp:positionH relativeFrom="column">
                  <wp:posOffset>1203960</wp:posOffset>
                </wp:positionH>
                <wp:positionV relativeFrom="paragraph">
                  <wp:posOffset>159384</wp:posOffset>
                </wp:positionV>
                <wp:extent cx="4852670" cy="0"/>
                <wp:effectExtent l="0" t="0" r="0" b="19050"/>
                <wp:wrapNone/>
                <wp:docPr id="3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2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7D1BA" id="AutoShape 55" o:spid="_x0000_s1026" type="#_x0000_t32" style="position:absolute;margin-left:94.8pt;margin-top:12.55pt;width:382.1pt;height:0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" strokeweight="1pt">
                <v:stroke dashstyle="longDashDo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F1E88DF" wp14:editId="717585BC">
                <wp:simplePos x="0" y="0"/>
                <wp:positionH relativeFrom="column">
                  <wp:posOffset>320675</wp:posOffset>
                </wp:positionH>
                <wp:positionV relativeFrom="paragraph">
                  <wp:posOffset>159385</wp:posOffset>
                </wp:positionV>
                <wp:extent cx="883285" cy="6473190"/>
                <wp:effectExtent l="9525" t="11430" r="12065" b="11430"/>
                <wp:wrapNone/>
                <wp:docPr id="65" name="Rectangle 54" descr="Briques horizontal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285" cy="647319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75FCC" id="Rectangle 54" o:spid="_x0000_s1026" alt="Briques horizontales" style="position:absolute;margin-left:25.25pt;margin-top:12.55pt;width:69.55pt;height:50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" fillcolor="black" strokeweight="1pt">
                <v:fill r:id="rId11" o:title="" type="pattern"/>
              </v:rect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2873375</wp:posOffset>
                </wp:positionH>
                <wp:positionV relativeFrom="paragraph">
                  <wp:posOffset>103505</wp:posOffset>
                </wp:positionV>
                <wp:extent cx="1454785" cy="883285"/>
                <wp:effectExtent l="0" t="0" r="12065" b="12065"/>
                <wp:wrapNone/>
                <wp:docPr id="3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4785" cy="883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DFED6" id="Rectangle 62" o:spid="_x0000_s1026" style="position:absolute;margin-left:226.25pt;margin-top:8.15pt;width:114.55pt;height:69.5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" strokeweight="1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103505</wp:posOffset>
                </wp:positionV>
                <wp:extent cx="1454785" cy="883285"/>
                <wp:effectExtent l="0" t="0" r="12065" b="12065"/>
                <wp:wrapNone/>
                <wp:docPr id="6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4785" cy="883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63D38" id="Rectangle 60" o:spid="_x0000_s1026" style="position:absolute;margin-left:353.35pt;margin-top:8.15pt;width:114.55pt;height:69.5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" strokeweight="1pt"/>
            </w:pict>
          </mc:Fallback>
        </mc:AlternateConten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1772285</wp:posOffset>
                </wp:positionH>
                <wp:positionV relativeFrom="paragraph">
                  <wp:posOffset>113030</wp:posOffset>
                </wp:positionV>
                <wp:extent cx="539750" cy="539750"/>
                <wp:effectExtent l="0" t="0" r="12700" b="12700"/>
                <wp:wrapNone/>
                <wp:docPr id="31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C312EC" id="Oval 72" o:spid="_x0000_s1026" style="position:absolute;margin-left:139.55pt;margin-top:8.9pt;width:42.5pt;height:4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"/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1132205</wp:posOffset>
                </wp:positionH>
                <wp:positionV relativeFrom="paragraph">
                  <wp:posOffset>114935</wp:posOffset>
                </wp:positionV>
                <wp:extent cx="71755" cy="899795"/>
                <wp:effectExtent l="0" t="0" r="23495" b="14605"/>
                <wp:wrapNone/>
                <wp:docPr id="3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6722E" id="Rectangle 84" o:spid="_x0000_s1026" style="position:absolute;margin-left:89.15pt;margin-top:9.05pt;width:5.65pt;height:70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"/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5147944</wp:posOffset>
                </wp:positionH>
                <wp:positionV relativeFrom="paragraph">
                  <wp:posOffset>180340</wp:posOffset>
                </wp:positionV>
                <wp:extent cx="0" cy="242570"/>
                <wp:effectExtent l="76200" t="38100" r="57150" b="24130"/>
                <wp:wrapNone/>
                <wp:docPr id="29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25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00F5E" id="AutoShape 82" o:spid="_x0000_s1026" type="#_x0000_t32" style="position:absolute;margin-left:405.35pt;margin-top:14.2pt;width:0;height:19.1pt;flip:y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" strokeweight="1pt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3670299</wp:posOffset>
                </wp:positionH>
                <wp:positionV relativeFrom="paragraph">
                  <wp:posOffset>180340</wp:posOffset>
                </wp:positionV>
                <wp:extent cx="0" cy="242570"/>
                <wp:effectExtent l="76200" t="38100" r="57150" b="24130"/>
                <wp:wrapNone/>
                <wp:docPr id="28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25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43968" id="AutoShape 83" o:spid="_x0000_s1026" type="#_x0000_t32" style="position:absolute;margin-left:289pt;margin-top:14.2pt;width:0;height:19.1pt;flip:y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" strokeweight="1pt">
                <v:stroke endarrow="block"/>
              </v:shape>
            </w:pict>
          </mc:Fallback>
        </mc:AlternateConten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20320</wp:posOffset>
                </wp:positionV>
                <wp:extent cx="539750" cy="539750"/>
                <wp:effectExtent l="0" t="0" r="12700" b="12700"/>
                <wp:wrapNone/>
                <wp:docPr id="27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7C3FBB" id="Oval 70" o:spid="_x0000_s1026" style="position:absolute;margin-left:268.5pt;margin-top:1.6pt;width:42.5pt;height:4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4851400</wp:posOffset>
                </wp:positionH>
                <wp:positionV relativeFrom="paragraph">
                  <wp:posOffset>20320</wp:posOffset>
                </wp:positionV>
                <wp:extent cx="539750" cy="539750"/>
                <wp:effectExtent l="0" t="0" r="12700" b="12700"/>
                <wp:wrapNone/>
                <wp:docPr id="26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BA6C75" id="Oval 71" o:spid="_x0000_s1026" style="position:absolute;margin-left:382pt;margin-top:1.6pt;width:42.5pt;height:42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"/>
            </w:pict>
          </mc:Fallback>
        </mc:AlternateConten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133350</wp:posOffset>
                </wp:positionV>
                <wp:extent cx="398780" cy="1261745"/>
                <wp:effectExtent l="0" t="0" r="20320" b="14605"/>
                <wp:wrapNone/>
                <wp:docPr id="25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1261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DE5" w:rsidRPr="00593DE5" w:rsidRDefault="00CC6B58" w:rsidP="00593D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Construction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29" type="#_x0000_t202" style="position:absolute;left:0;text-align:left;margin-left:38pt;margin-top:10.5pt;width:31.4pt;height:99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">
                <v:textbox style="layout-flow:vertical;mso-layout-flow-alt:bottom-to-top">
                  <w:txbxContent>
                    <w:p w:rsidR="00593DE5" w:rsidRPr="00593DE5" w:rsidRDefault="00CC6B58" w:rsidP="00593D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Construction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78740</wp:posOffset>
                </wp:positionV>
                <wp:extent cx="539750" cy="539750"/>
                <wp:effectExtent l="0" t="0" r="12700" b="12700"/>
                <wp:wrapNone/>
                <wp:docPr id="24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D38B6F" id="Oval 66" o:spid="_x0000_s1026" style="position:absolute;margin-left:118.55pt;margin-top:6.2pt;width:42.5pt;height:42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"/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157479</wp:posOffset>
                </wp:positionV>
                <wp:extent cx="301625" cy="0"/>
                <wp:effectExtent l="38100" t="76200" r="0" b="95250"/>
                <wp:wrapNone/>
                <wp:docPr id="23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72BF9" id="AutoShape 76" o:spid="_x0000_s1026" type="#_x0000_t32" style="position:absolute;margin-left:94.8pt;margin-top:12.4pt;width:23.75pt;height:0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" strokeweight="1pt">
                <v:stroke endarrow="block"/>
              </v:shape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1132205</wp:posOffset>
                </wp:positionH>
                <wp:positionV relativeFrom="paragraph">
                  <wp:posOffset>37465</wp:posOffset>
                </wp:positionV>
                <wp:extent cx="71755" cy="899795"/>
                <wp:effectExtent l="0" t="0" r="23495" b="14605"/>
                <wp:wrapNone/>
                <wp:docPr id="2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8DF5C" id="Rectangle 86" o:spid="_x0000_s1026" style="position:absolute;margin-left:89.15pt;margin-top:2.95pt;width:5.65pt;height:70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"/>
            </w:pict>
          </mc:Fallback>
        </mc:AlternateConten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62230</wp:posOffset>
                </wp:positionV>
                <wp:extent cx="862965" cy="90805"/>
                <wp:effectExtent l="38100" t="19050" r="0" b="42545"/>
                <wp:wrapNone/>
                <wp:docPr id="2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965" cy="90805"/>
                        </a:xfrm>
                        <a:prstGeom prst="leftArrow">
                          <a:avLst>
                            <a:gd name="adj1" fmla="val 50000"/>
                            <a:gd name="adj2" fmla="val 237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7A72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59" o:spid="_x0000_s1026" type="#_x0000_t66" style="position:absolute;margin-left:424.5pt;margin-top:4.9pt;width:67.95pt;height:7.1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"/>
            </w:pict>
          </mc:Fallback>
        </mc:AlternateContent>
      </w:r>
      <w:r w:rsidR="003F17C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Entrée du chantier</w: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5147945</wp:posOffset>
                </wp:positionH>
                <wp:positionV relativeFrom="paragraph">
                  <wp:posOffset>186055</wp:posOffset>
                </wp:positionV>
                <wp:extent cx="539750" cy="539750"/>
                <wp:effectExtent l="0" t="0" r="12700" b="12700"/>
                <wp:wrapNone/>
                <wp:docPr id="20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62893E" id="Oval 75" o:spid="_x0000_s1026" style="position:absolute;margin-left:405.35pt;margin-top:14.65pt;width:42.5pt;height:4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"/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38272" behindDoc="0" locked="0" layoutInCell="1" allowOverlap="1">
                <wp:simplePos x="0" y="0"/>
                <wp:positionH relativeFrom="column">
                  <wp:posOffset>6056629</wp:posOffset>
                </wp:positionH>
                <wp:positionV relativeFrom="paragraph">
                  <wp:posOffset>103505</wp:posOffset>
                </wp:positionV>
                <wp:extent cx="0" cy="2700020"/>
                <wp:effectExtent l="0" t="0" r="19050" b="24130"/>
                <wp:wrapNone/>
                <wp:docPr id="19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0002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62C82" id="AutoShape 58" o:spid="_x0000_s1026" type="#_x0000_t32" style="position:absolute;margin-left:476.9pt;margin-top:8.15pt;width:0;height:212.6pt;flip:y;z-index:25163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" strokeweight="1pt">
                <v:stroke dashstyle="longDashDot"/>
              </v:shape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6139815</wp:posOffset>
                </wp:positionH>
                <wp:positionV relativeFrom="paragraph">
                  <wp:posOffset>160655</wp:posOffset>
                </wp:positionV>
                <wp:extent cx="114300" cy="2129790"/>
                <wp:effectExtent l="8890" t="13970" r="10160" b="8890"/>
                <wp:wrapNone/>
                <wp:docPr id="18" name="Rectangle 74" descr="50 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12979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3D991" id="Rectangle 74" o:spid="_x0000_s1026" alt="50 %" style="position:absolute;margin-left:483.45pt;margin-top:12.65pt;width:9pt;height:167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" fillcolor="black">
                <v:fill r:id="rId12" o:title="" type="pattern"/>
              </v:rect>
            </w:pict>
          </mc:Fallback>
        </mc:AlternateContent>
      </w: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5630545</wp:posOffset>
                </wp:positionH>
                <wp:positionV relativeFrom="paragraph">
                  <wp:posOffset>31115</wp:posOffset>
                </wp:positionV>
                <wp:extent cx="509270" cy="271145"/>
                <wp:effectExtent l="0" t="0" r="81280" b="52705"/>
                <wp:wrapNone/>
                <wp:docPr id="17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270" cy="271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C4828" id="AutoShape 78" o:spid="_x0000_s1026" type="#_x0000_t32" style="position:absolute;margin-left:443.35pt;margin-top:2.45pt;width:40.1pt;height:2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" strokeweight="1pt">
                <v:stroke endarrow="block"/>
              </v:shape>
            </w:pict>
          </mc:Fallback>
        </mc:AlternateConten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1132205</wp:posOffset>
                </wp:positionH>
                <wp:positionV relativeFrom="paragraph">
                  <wp:posOffset>121285</wp:posOffset>
                </wp:positionV>
                <wp:extent cx="71755" cy="899795"/>
                <wp:effectExtent l="0" t="0" r="23495" b="14605"/>
                <wp:wrapNone/>
                <wp:docPr id="16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66CF9" id="Rectangle 85" o:spid="_x0000_s1026" style="position:absolute;margin-left:89.15pt;margin-top:9.55pt;width:5.65pt;height:7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i/CIAIAADw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3344545</wp:posOffset>
                </wp:positionH>
                <wp:positionV relativeFrom="paragraph">
                  <wp:posOffset>131445</wp:posOffset>
                </wp:positionV>
                <wp:extent cx="539750" cy="539750"/>
                <wp:effectExtent l="0" t="0" r="12700" b="12700"/>
                <wp:wrapNone/>
                <wp:docPr id="15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1719B9" id="Oval 67" o:spid="_x0000_s1026" style="position:absolute;margin-left:263.35pt;margin-top:10.35pt;width:42.5pt;height:42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4039870</wp:posOffset>
                </wp:positionH>
                <wp:positionV relativeFrom="paragraph">
                  <wp:posOffset>131445</wp:posOffset>
                </wp:positionV>
                <wp:extent cx="539750" cy="539750"/>
                <wp:effectExtent l="0" t="0" r="12700" b="12700"/>
                <wp:wrapNone/>
                <wp:docPr id="14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4FBF4C" id="Oval 68" o:spid="_x0000_s1026" style="position:absolute;margin-left:318.1pt;margin-top:10.35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4716145</wp:posOffset>
                </wp:positionH>
                <wp:positionV relativeFrom="paragraph">
                  <wp:posOffset>131445</wp:posOffset>
                </wp:positionV>
                <wp:extent cx="539750" cy="539750"/>
                <wp:effectExtent l="0" t="0" r="12700" b="12700"/>
                <wp:wrapNone/>
                <wp:docPr id="13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A35999" id="Oval 69" o:spid="_x0000_s1026" style="position:absolute;margin-left:371.35pt;margin-top:10.35pt;width:42.5pt;height:42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"/>
            </w:pict>
          </mc:Fallback>
        </mc:AlternateConten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6388100</wp:posOffset>
                </wp:positionH>
                <wp:positionV relativeFrom="paragraph">
                  <wp:posOffset>66675</wp:posOffset>
                </wp:positionV>
                <wp:extent cx="361950" cy="914400"/>
                <wp:effectExtent l="9525" t="5080" r="9525" b="13970"/>
                <wp:wrapNone/>
                <wp:docPr id="1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37A" w:rsidRDefault="00DF137A">
                            <w:r>
                              <w:t xml:space="preserve">PANNEAU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503pt;margin-top:5.25pt;width:28.5pt;height:1in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">
                <v:textbox style="layout-flow:vertical;mso-layout-flow-alt:bottom-to-top">
                  <w:txbxContent>
                    <w:p w:rsidR="00DF137A" w:rsidRDefault="00DF137A">
                      <w:r>
                        <w:t xml:space="preserve">PANNEAU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2848" behindDoc="0" locked="0" layoutInCell="1" allowOverlap="1">
                <wp:simplePos x="0" y="0"/>
                <wp:positionH relativeFrom="column">
                  <wp:posOffset>4328159</wp:posOffset>
                </wp:positionH>
                <wp:positionV relativeFrom="paragraph">
                  <wp:posOffset>66675</wp:posOffset>
                </wp:positionV>
                <wp:extent cx="0" cy="349885"/>
                <wp:effectExtent l="76200" t="0" r="76200" b="50165"/>
                <wp:wrapNone/>
                <wp:docPr id="11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9F73B" id="AutoShape 80" o:spid="_x0000_s1026" type="#_x0000_t32" style="position:absolute;margin-left:340.8pt;margin-top:5.25pt;width:0;height:27.55pt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" strokeweight="1pt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4959349</wp:posOffset>
                </wp:positionH>
                <wp:positionV relativeFrom="paragraph">
                  <wp:posOffset>66675</wp:posOffset>
                </wp:positionV>
                <wp:extent cx="0" cy="349885"/>
                <wp:effectExtent l="76200" t="0" r="76200" b="50165"/>
                <wp:wrapNone/>
                <wp:docPr id="10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435CF" id="AutoShape 79" o:spid="_x0000_s1026" type="#_x0000_t32" style="position:absolute;margin-left:390.5pt;margin-top:5.25pt;width:0;height:27.55pt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" strokeweight="1pt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>
                <wp:simplePos x="0" y="0"/>
                <wp:positionH relativeFrom="column">
                  <wp:posOffset>3628389</wp:posOffset>
                </wp:positionH>
                <wp:positionV relativeFrom="paragraph">
                  <wp:posOffset>66675</wp:posOffset>
                </wp:positionV>
                <wp:extent cx="0" cy="349885"/>
                <wp:effectExtent l="76200" t="0" r="76200" b="50165"/>
                <wp:wrapNone/>
                <wp:docPr id="9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49E46" id="AutoShape 81" o:spid="_x0000_s1026" type="#_x0000_t32" style="position:absolute;margin-left:285.7pt;margin-top:5.25pt;width:0;height:27.55pt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" strokeweight="1pt">
                <v:stroke endarrow="block"/>
              </v:shape>
            </w:pict>
          </mc:Fallback>
        </mc:AlternateContent>
      </w:r>
    </w:p>
    <w:p w:rsidR="00593DE5" w:rsidRDefault="00593DE5" w:rsidP="00D85541">
      <w:pPr>
        <w:pStyle w:val="Paragraphedeliste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93DE5" w:rsidRDefault="00EF76E7" w:rsidP="00D85541">
      <w:pPr>
        <w:pStyle w:val="Paragraphedeliste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3517900</wp:posOffset>
                </wp:positionH>
                <wp:positionV relativeFrom="paragraph">
                  <wp:posOffset>13335</wp:posOffset>
                </wp:positionV>
                <wp:extent cx="431800" cy="899795"/>
                <wp:effectExtent l="0" t="0" r="25400" b="14605"/>
                <wp:wrapNone/>
                <wp:docPr id="8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27AAA" id="Rectangle 64" o:spid="_x0000_s1026" style="position:absolute;margin-left:277pt;margin-top:1.05pt;width:34pt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" strokeweight="1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13335</wp:posOffset>
                </wp:positionV>
                <wp:extent cx="431800" cy="899795"/>
                <wp:effectExtent l="0" t="0" r="25400" b="14605"/>
                <wp:wrapNone/>
                <wp:docPr id="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FDC36" id="Rectangle 65" o:spid="_x0000_s1026" style="position:absolute;margin-left:326.6pt;margin-top:1.05pt;width:34pt;height:70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" strokeweight="1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4716145</wp:posOffset>
                </wp:positionH>
                <wp:positionV relativeFrom="paragraph">
                  <wp:posOffset>13335</wp:posOffset>
                </wp:positionV>
                <wp:extent cx="431800" cy="899795"/>
                <wp:effectExtent l="0" t="0" r="25400" b="14605"/>
                <wp:wrapNone/>
                <wp:docPr id="6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D5F92" id="Rectangle 63" o:spid="_x0000_s1026" style="position:absolute;margin-left:371.35pt;margin-top:1.05pt;width:34pt;height:70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" strokeweight="1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37248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989964</wp:posOffset>
                </wp:positionV>
                <wp:extent cx="4852670" cy="0"/>
                <wp:effectExtent l="0" t="0" r="0" b="19050"/>
                <wp:wrapNone/>
                <wp:docPr id="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2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29BE0" id="AutoShape 56" o:spid="_x0000_s1026" type="#_x0000_t32" style="position:absolute;margin-left:94.8pt;margin-top:77.95pt;width:382.1pt;height:0;z-index:251637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" strokeweight="1pt">
                <v:stroke dashstyle="longDashDot"/>
              </v:shape>
            </w:pict>
          </mc:Fallback>
        </mc:AlternateContent>
      </w:r>
    </w:p>
    <w:sectPr w:rsidR="00593DE5" w:rsidSect="00AE416F">
      <w:headerReference w:type="default" r:id="rId13"/>
      <w:footerReference w:type="default" r:id="rId14"/>
      <w:headerReference w:type="first" r:id="rId15"/>
      <w:footerReference w:type="first" r:id="rId16"/>
      <w:pgSz w:w="23814" w:h="16840" w:orient="landscape" w:code="8"/>
      <w:pgMar w:top="680" w:right="680" w:bottom="680" w:left="680" w:header="709" w:footer="510" w:gutter="0"/>
      <w:cols w:num="2" w:space="73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A06" w:rsidRDefault="00522A06">
      <w:r>
        <w:separator/>
      </w:r>
    </w:p>
  </w:endnote>
  <w:endnote w:type="continuationSeparator" w:id="0">
    <w:p w:rsidR="00522A06" w:rsidRDefault="0052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936"/>
      <w:gridCol w:w="5103"/>
      <w:gridCol w:w="3118"/>
      <w:gridCol w:w="3469"/>
      <w:gridCol w:w="1860"/>
      <w:gridCol w:w="1862"/>
      <w:gridCol w:w="1660"/>
      <w:gridCol w:w="1662"/>
    </w:tblGrid>
    <w:tr w:rsidR="0041713D" w:rsidRPr="0043520C" w:rsidTr="0041713D">
      <w:trPr>
        <w:trHeight w:val="441"/>
        <w:jc w:val="center"/>
      </w:trPr>
      <w:tc>
        <w:tcPr>
          <w:tcW w:w="3936" w:type="dxa"/>
          <w:shd w:val="clear" w:color="auto" w:fill="auto"/>
          <w:vAlign w:val="center"/>
        </w:tcPr>
        <w:p w:rsidR="0041713D" w:rsidRPr="0043520C" w:rsidRDefault="0041713D" w:rsidP="00C80ED4">
          <w:pPr>
            <w:jc w:val="center"/>
            <w:rPr>
              <w:rFonts w:ascii="Arial" w:hAnsi="Arial" w:cs="Arial"/>
              <w:b/>
            </w:rPr>
          </w:pPr>
          <w:r w:rsidRPr="0043520C">
            <w:rPr>
              <w:rFonts w:ascii="Arial" w:hAnsi="Arial" w:cs="Arial"/>
              <w:b/>
            </w:rPr>
            <w:t xml:space="preserve">CAP MENUISIER ALUMINIUM- VERRE </w:t>
          </w:r>
        </w:p>
      </w:tc>
      <w:tc>
        <w:tcPr>
          <w:tcW w:w="5103" w:type="dxa"/>
          <w:shd w:val="clear" w:color="auto" w:fill="auto"/>
          <w:vAlign w:val="center"/>
        </w:tcPr>
        <w:p w:rsidR="0041713D" w:rsidRPr="0043520C" w:rsidRDefault="0041713D" w:rsidP="00C80ED4">
          <w:pPr>
            <w:jc w:val="center"/>
            <w:rPr>
              <w:rFonts w:ascii="Arial" w:hAnsi="Arial" w:cs="Arial"/>
              <w:b/>
            </w:rPr>
          </w:pPr>
          <w:r w:rsidRPr="0043520C">
            <w:rPr>
              <w:rFonts w:ascii="Arial" w:hAnsi="Arial" w:cs="Arial"/>
              <w:b/>
            </w:rPr>
            <w:t>ÉPREUVE EP1 : ANALYSE D’UNE SITUATION PROFESSIONNELLE</w:t>
          </w:r>
        </w:p>
      </w:tc>
      <w:tc>
        <w:tcPr>
          <w:tcW w:w="3118" w:type="dxa"/>
          <w:shd w:val="clear" w:color="auto" w:fill="auto"/>
          <w:vAlign w:val="center"/>
        </w:tcPr>
        <w:p w:rsidR="0041713D" w:rsidRPr="0043520C" w:rsidRDefault="0041713D" w:rsidP="00C80ED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2106-CAP MAV EP1 2</w:t>
          </w:r>
        </w:p>
      </w:tc>
      <w:tc>
        <w:tcPr>
          <w:tcW w:w="3469" w:type="dxa"/>
          <w:shd w:val="clear" w:color="auto" w:fill="auto"/>
          <w:vAlign w:val="center"/>
        </w:tcPr>
        <w:p w:rsidR="0041713D" w:rsidRPr="0043520C" w:rsidRDefault="0041713D" w:rsidP="00EF76E7">
          <w:pPr>
            <w:jc w:val="center"/>
            <w:rPr>
              <w:rFonts w:ascii="Arial" w:hAnsi="Arial" w:cs="Arial"/>
              <w:b/>
            </w:rPr>
          </w:pPr>
          <w:r w:rsidRPr="0043520C">
            <w:rPr>
              <w:rFonts w:ascii="Arial" w:hAnsi="Arial" w:cs="Arial"/>
              <w:b/>
            </w:rPr>
            <w:t xml:space="preserve">DOSSIER </w:t>
          </w:r>
          <w:r w:rsidR="00F979E0">
            <w:rPr>
              <w:rFonts w:ascii="Arial" w:hAnsi="Arial" w:cs="Arial"/>
              <w:b/>
            </w:rPr>
            <w:t>SUJET RÉ</w:t>
          </w:r>
          <w:r>
            <w:rPr>
              <w:rFonts w:ascii="Arial" w:hAnsi="Arial" w:cs="Arial"/>
              <w:b/>
            </w:rPr>
            <w:t>PONSES</w:t>
          </w:r>
        </w:p>
      </w:tc>
      <w:tc>
        <w:tcPr>
          <w:tcW w:w="1860" w:type="dxa"/>
          <w:shd w:val="clear" w:color="auto" w:fill="auto"/>
          <w:vAlign w:val="center"/>
        </w:tcPr>
        <w:p w:rsidR="0041713D" w:rsidRPr="0043520C" w:rsidRDefault="0041713D" w:rsidP="00C80ED4">
          <w:pPr>
            <w:jc w:val="center"/>
            <w:rPr>
              <w:rFonts w:ascii="Arial" w:hAnsi="Arial" w:cs="Arial"/>
              <w:b/>
            </w:rPr>
          </w:pPr>
          <w:r w:rsidRPr="0043520C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:rsidR="0041713D" w:rsidRPr="0043520C" w:rsidRDefault="0041713D" w:rsidP="00C80ED4">
          <w:pPr>
            <w:jc w:val="center"/>
            <w:rPr>
              <w:rFonts w:ascii="Arial" w:hAnsi="Arial" w:cs="Arial"/>
              <w:b/>
            </w:rPr>
          </w:pPr>
          <w:r w:rsidRPr="0043520C">
            <w:rPr>
              <w:rFonts w:ascii="Arial" w:hAnsi="Arial" w:cs="Arial"/>
              <w:b/>
            </w:rPr>
            <w:t>Coefficient. : 4</w:t>
          </w:r>
        </w:p>
      </w:tc>
      <w:tc>
        <w:tcPr>
          <w:tcW w:w="1660" w:type="dxa"/>
          <w:shd w:val="clear" w:color="auto" w:fill="auto"/>
          <w:vAlign w:val="center"/>
        </w:tcPr>
        <w:p w:rsidR="0041713D" w:rsidRPr="0043520C" w:rsidRDefault="0041713D" w:rsidP="00C80ED4">
          <w:pPr>
            <w:jc w:val="center"/>
            <w:rPr>
              <w:rFonts w:ascii="Arial" w:hAnsi="Arial" w:cs="Arial"/>
              <w:b/>
            </w:rPr>
          </w:pPr>
          <w:r w:rsidRPr="0043520C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62" w:type="dxa"/>
          <w:shd w:val="clear" w:color="auto" w:fill="auto"/>
          <w:vAlign w:val="center"/>
        </w:tcPr>
        <w:p w:rsidR="0041713D" w:rsidRPr="0043520C" w:rsidRDefault="0041713D" w:rsidP="00C80ED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DSR</w:t>
          </w:r>
          <w:r w:rsidRPr="0043520C">
            <w:rPr>
              <w:rFonts w:ascii="Arial" w:hAnsi="Arial" w:cs="Arial"/>
              <w:b/>
            </w:rPr>
            <w:t xml:space="preserve"> </w:t>
          </w:r>
          <w:r w:rsidRPr="0043520C">
            <w:rPr>
              <w:rStyle w:val="Numrodepage"/>
              <w:rFonts w:ascii="Arial" w:hAnsi="Arial" w:cs="Arial"/>
              <w:b/>
            </w:rPr>
            <w:fldChar w:fldCharType="begin"/>
          </w:r>
          <w:r w:rsidRPr="0043520C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43520C">
            <w:rPr>
              <w:rStyle w:val="Numrodepage"/>
              <w:rFonts w:ascii="Arial" w:hAnsi="Arial" w:cs="Arial"/>
              <w:b/>
            </w:rPr>
            <w:fldChar w:fldCharType="separate"/>
          </w:r>
          <w:r w:rsidR="00A56006">
            <w:rPr>
              <w:rStyle w:val="Numrodepage"/>
              <w:rFonts w:ascii="Arial" w:hAnsi="Arial" w:cs="Arial"/>
              <w:b/>
              <w:noProof/>
            </w:rPr>
            <w:t>6</w:t>
          </w:r>
          <w:r w:rsidRPr="0043520C">
            <w:rPr>
              <w:rStyle w:val="Numrodepage"/>
              <w:rFonts w:ascii="Arial" w:hAnsi="Arial" w:cs="Arial"/>
              <w:b/>
            </w:rPr>
            <w:fldChar w:fldCharType="end"/>
          </w:r>
          <w:r w:rsidR="006226D3">
            <w:rPr>
              <w:rStyle w:val="Numrodepage"/>
              <w:rFonts w:ascii="Arial" w:hAnsi="Arial" w:cs="Arial"/>
              <w:b/>
            </w:rPr>
            <w:t>/</w:t>
          </w:r>
          <w:r w:rsidRPr="0043520C">
            <w:rPr>
              <w:rStyle w:val="Numrodepage"/>
              <w:rFonts w:ascii="Arial" w:hAnsi="Arial" w:cs="Arial"/>
              <w:b/>
            </w:rPr>
            <w:fldChar w:fldCharType="begin"/>
          </w:r>
          <w:r w:rsidRPr="0043520C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43520C">
            <w:rPr>
              <w:rStyle w:val="Numrodepage"/>
              <w:rFonts w:ascii="Arial" w:hAnsi="Arial" w:cs="Arial"/>
              <w:b/>
            </w:rPr>
            <w:fldChar w:fldCharType="separate"/>
          </w:r>
          <w:r w:rsidR="00A56006">
            <w:rPr>
              <w:rStyle w:val="Numrodepage"/>
              <w:rFonts w:ascii="Arial" w:hAnsi="Arial" w:cs="Arial"/>
              <w:b/>
              <w:noProof/>
            </w:rPr>
            <w:t>6</w:t>
          </w:r>
          <w:r w:rsidRPr="0043520C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6324AF" w:rsidRPr="00EF76E7" w:rsidRDefault="006324AF" w:rsidP="00EF76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19"/>
      <w:gridCol w:w="4678"/>
      <w:gridCol w:w="3402"/>
      <w:gridCol w:w="3118"/>
      <w:gridCol w:w="2069"/>
      <w:gridCol w:w="1862"/>
      <w:gridCol w:w="1660"/>
      <w:gridCol w:w="1662"/>
    </w:tblGrid>
    <w:tr w:rsidR="0041713D" w:rsidRPr="00CF45DE" w:rsidTr="0041713D">
      <w:trPr>
        <w:trHeight w:val="441"/>
        <w:jc w:val="center"/>
      </w:trPr>
      <w:tc>
        <w:tcPr>
          <w:tcW w:w="4219" w:type="dxa"/>
          <w:shd w:val="clear" w:color="auto" w:fill="auto"/>
          <w:vAlign w:val="center"/>
        </w:tcPr>
        <w:p w:rsidR="0041713D" w:rsidRPr="00CF45DE" w:rsidRDefault="0041713D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CAP MENUISIERALUMINIUM- VERRE</w:t>
          </w:r>
        </w:p>
      </w:tc>
      <w:tc>
        <w:tcPr>
          <w:tcW w:w="4678" w:type="dxa"/>
          <w:shd w:val="clear" w:color="auto" w:fill="auto"/>
          <w:vAlign w:val="center"/>
        </w:tcPr>
        <w:p w:rsidR="0041713D" w:rsidRPr="00CF45DE" w:rsidRDefault="0041713D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EP1 : ANALYSE D’UNE SITUATION PROFESSIONNELLE</w:t>
          </w:r>
        </w:p>
      </w:tc>
      <w:tc>
        <w:tcPr>
          <w:tcW w:w="3402" w:type="dxa"/>
          <w:shd w:val="clear" w:color="auto" w:fill="auto"/>
          <w:vAlign w:val="center"/>
        </w:tcPr>
        <w:p w:rsidR="0041713D" w:rsidRPr="00CF45DE" w:rsidRDefault="0041713D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2106-CAP MAV EP1 2</w:t>
          </w:r>
        </w:p>
      </w:tc>
      <w:tc>
        <w:tcPr>
          <w:tcW w:w="3118" w:type="dxa"/>
          <w:shd w:val="clear" w:color="auto" w:fill="auto"/>
          <w:vAlign w:val="center"/>
        </w:tcPr>
        <w:p w:rsidR="0041713D" w:rsidRPr="00CF45DE" w:rsidRDefault="0041713D" w:rsidP="000E65E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 RÉPONSES</w:t>
          </w:r>
        </w:p>
      </w:tc>
      <w:tc>
        <w:tcPr>
          <w:tcW w:w="2069" w:type="dxa"/>
          <w:shd w:val="clear" w:color="auto" w:fill="auto"/>
          <w:vAlign w:val="center"/>
        </w:tcPr>
        <w:p w:rsidR="0041713D" w:rsidRPr="00CF45DE" w:rsidRDefault="0041713D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:rsidR="0041713D" w:rsidRPr="00CF45DE" w:rsidRDefault="0041713D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Coefficient. : 4</w:t>
          </w:r>
        </w:p>
      </w:tc>
      <w:tc>
        <w:tcPr>
          <w:tcW w:w="1660" w:type="dxa"/>
          <w:shd w:val="clear" w:color="auto" w:fill="auto"/>
          <w:vAlign w:val="center"/>
        </w:tcPr>
        <w:p w:rsidR="0041713D" w:rsidRPr="00CF45DE" w:rsidRDefault="0041713D" w:rsidP="00593DE5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62" w:type="dxa"/>
          <w:shd w:val="clear" w:color="auto" w:fill="auto"/>
          <w:vAlign w:val="center"/>
        </w:tcPr>
        <w:p w:rsidR="0041713D" w:rsidRPr="00CF45DE" w:rsidRDefault="0041713D" w:rsidP="00761264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SR</w:t>
          </w:r>
          <w:r w:rsidR="006226D3">
            <w:rPr>
              <w:rFonts w:ascii="Arial" w:hAnsi="Arial" w:cs="Arial"/>
              <w:b/>
            </w:rPr>
            <w:t xml:space="preserve"> </w:t>
          </w:r>
          <w:r>
            <w:rPr>
              <w:rStyle w:val="Numrodepage"/>
              <w:rFonts w:ascii="Arial" w:hAnsi="Arial" w:cs="Arial"/>
              <w:b/>
            </w:rPr>
            <w:t>1/6</w:t>
          </w:r>
        </w:p>
      </w:tc>
    </w:tr>
  </w:tbl>
  <w:p w:rsidR="006324AF" w:rsidRPr="004A32D5" w:rsidRDefault="006324AF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A06" w:rsidRDefault="00522A06">
      <w:r>
        <w:separator/>
      </w:r>
    </w:p>
  </w:footnote>
  <w:footnote w:type="continuationSeparator" w:id="0">
    <w:p w:rsidR="00522A06" w:rsidRDefault="00522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057"/>
      <w:gridCol w:w="454"/>
      <w:gridCol w:w="11057"/>
    </w:tblGrid>
    <w:tr w:rsidR="006324AF" w:rsidTr="00CF45DE">
      <w:trPr>
        <w:trHeight w:val="2688"/>
        <w:jc w:val="center"/>
      </w:trPr>
      <w:tc>
        <w:tcPr>
          <w:tcW w:w="11057" w:type="dxa"/>
          <w:shd w:val="clear" w:color="auto" w:fill="auto"/>
          <w:vAlign w:val="center"/>
        </w:tcPr>
        <w:p w:rsidR="006324AF" w:rsidRDefault="006324AF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  <w:tc>
        <w:tcPr>
          <w:tcW w:w="454" w:type="dxa"/>
          <w:tcBorders>
            <w:top w:val="nil"/>
            <w:bottom w:val="nil"/>
          </w:tcBorders>
          <w:shd w:val="clear" w:color="auto" w:fill="auto"/>
          <w:vAlign w:val="center"/>
        </w:tcPr>
        <w:p w:rsidR="006324AF" w:rsidRDefault="006324AF">
          <w:pPr>
            <w:pStyle w:val="En-tte"/>
          </w:pPr>
        </w:p>
      </w:tc>
      <w:tc>
        <w:tcPr>
          <w:tcW w:w="11057" w:type="dxa"/>
          <w:shd w:val="clear" w:color="auto" w:fill="auto"/>
          <w:vAlign w:val="center"/>
        </w:tcPr>
        <w:p w:rsidR="006324AF" w:rsidRDefault="006324AF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:rsidR="006324AF" w:rsidRDefault="006324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57"/>
      <w:gridCol w:w="454"/>
      <w:gridCol w:w="11057"/>
    </w:tblGrid>
    <w:tr w:rsidR="006324AF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04"/>
            <w:gridCol w:w="4316"/>
            <w:gridCol w:w="148"/>
            <w:gridCol w:w="334"/>
            <w:gridCol w:w="149"/>
            <w:gridCol w:w="5090"/>
          </w:tblGrid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EF76E7" w:rsidP="00900956">
                <w:pPr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mc:AlternateContent>
                    <mc:Choice Requires="wps">
                      <w:drawing>
                        <wp:anchor distT="0" distB="0" distL="114300" distR="114300" simplePos="0" relativeHeight="251656192" behindDoc="0" locked="0" layoutInCell="0" allowOverlap="1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7620"/>
                          <wp:wrapNone/>
                          <wp:docPr id="4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324AF" w:rsidRDefault="006324AF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31" type="#_x0000_t202" style="position:absolute;margin-left:-8.4pt;margin-top:9pt;width:28.8pt;height:8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wFgwIAABMFAAAOAAAAZHJzL2Uyb0RvYy54bWysVNuO2yAQfa/Uf0C8Z31Z52IrzmovTVVp&#10;e5F2+wEEcIyKgQKJvar67x1wkk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" o:allowincell="f" stroked="f">
                          <v:textbox style="layout-flow:vertical;mso-layout-flow-alt:bottom-to-top">
                            <w:txbxContent>
                              <w:p w:rsidR="006324AF" w:rsidRDefault="006324AF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6324AF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6324AF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:rsidR="006324AF" w:rsidRDefault="006324AF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(en majuscule, suivi s’il y a lieu, du nom d’épouse)</w:t>
                </w:r>
              </w:p>
              <w:p w:rsidR="006324AF" w:rsidRDefault="006324AF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:rsidR="006324AF" w:rsidRDefault="00EF76E7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mc:AlternateContent>
                    <mc:Choice Requires="wps">
                      <w:drawing>
                        <wp:anchor distT="0" distB="0" distL="114300" distR="114300" simplePos="0" relativeHeight="251657216" behindDoc="0" locked="0" layoutInCell="1" allowOverlap="1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28575" b="19050"/>
                          <wp:wrapNone/>
                          <wp:docPr id="3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D671E32" id="Rectangle 14" o:spid="_x0000_s1026" style="position:absolute;margin-left:96pt;margin-top:2.85pt;width:141.7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">
                          <w10:wrap anchorx="page" anchory="page"/>
                        </v:rect>
                      </w:pict>
                    </mc:Fallback>
                  </mc:AlternateContent>
                </w:r>
              </w:p>
              <w:p w:rsidR="006324AF" w:rsidRDefault="006324AF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:rsidR="006324AF" w:rsidRDefault="006324AF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6324AF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:rsidR="006324AF" w:rsidRDefault="006324AF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:rsidR="006324AF" w:rsidRDefault="006324AF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6324AF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:rsidR="006324AF" w:rsidRDefault="006324AF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:rsidR="006324AF" w:rsidRDefault="006324AF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6324AF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:rsidR="006324AF" w:rsidRDefault="00EF76E7" w:rsidP="00900956">
                <w:pPr>
                  <w:rPr>
                    <w:sz w:val="24"/>
                  </w:rPr>
                </w:pPr>
                <w:r>
                  <w:rPr>
                    <w:noProof/>
                    <w:sz w:val="24"/>
                  </w:rPr>
                  <mc:AlternateContent>
                    <mc:Choice Requires="wps">
                      <w:drawing>
                        <wp:anchor distT="0" distB="0" distL="114300" distR="114300" simplePos="0" relativeHeight="251658240" behindDoc="0" locked="0" layoutInCell="0" allowOverlap="1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7620"/>
                          <wp:wrapNone/>
                          <wp:docPr id="2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324AF" w:rsidRDefault="006324AF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id="Text Box 15" o:spid="_x0000_s1032" type="#_x0000_t202" style="position:absolute;margin-left:-8.4pt;margin-top:5.75pt;width:28.8pt;height:8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+ghgIAABo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" o:allowincell="f" stroked="f">
                          <v:textbox style="layout-flow:vertical;mso-layout-flow-alt:bottom-to-top">
                            <w:txbxContent>
                              <w:p w:rsidR="006324AF" w:rsidRDefault="006324AF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:rsidR="006324AF" w:rsidRDefault="00EF76E7" w:rsidP="00900956">
                <w:pPr>
                  <w:spacing w:before="120"/>
                  <w:jc w:val="center"/>
                </w:pPr>
                <w:r>
                  <w:rPr>
                    <w:noProof/>
                    <w:sz w:val="24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24765" b="15240"/>
                          <wp:wrapNone/>
                          <wp:docPr id="1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24AF" w:rsidRDefault="006324AF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id="Text Box 16" o:spid="_x0000_s1033" type="#_x0000_t202" style="position:absolute;left:0;text-align:left;margin-left:4pt;margin-top:21.85pt;width:179.55pt;height:51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">
                          <v:textbox>
                            <w:txbxContent>
                              <w:p w:rsidR="006324AF" w:rsidRDefault="006324AF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 w:rsidR="006324AF">
                  <w:rPr>
                    <w:sz w:val="24"/>
                  </w:rPr>
                  <w:t>Appréciation du correcteur</w:t>
                </w:r>
              </w:p>
            </w:tc>
          </w:tr>
        </w:tbl>
        <w:p w:rsidR="006324AF" w:rsidRDefault="006324AF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6324AF" w:rsidRDefault="006324AF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6324AF" w:rsidRPr="00CF45DE" w:rsidRDefault="006324AF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6324AF" w:rsidTr="00CF45DE">
      <w:trPr>
        <w:trHeight w:val="2880"/>
      </w:trPr>
      <w:tc>
        <w:tcPr>
          <w:tcW w:w="11057" w:type="dxa"/>
          <w:vMerge/>
          <w:shd w:val="clear" w:color="auto" w:fill="auto"/>
        </w:tcPr>
        <w:p w:rsidR="006324AF" w:rsidRPr="00CF45DE" w:rsidRDefault="006324AF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:rsidR="006324AF" w:rsidRDefault="006324AF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:rsidR="006324AF" w:rsidRDefault="006324AF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:rsidR="006324AF" w:rsidRDefault="006324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0F90"/>
    <w:multiLevelType w:val="hybridMultilevel"/>
    <w:tmpl w:val="80325F9E"/>
    <w:lvl w:ilvl="0" w:tplc="87148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42E55"/>
    <w:multiLevelType w:val="hybridMultilevel"/>
    <w:tmpl w:val="695C6940"/>
    <w:lvl w:ilvl="0" w:tplc="87148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4039"/>
    <w:multiLevelType w:val="hybridMultilevel"/>
    <w:tmpl w:val="8A509EAC"/>
    <w:lvl w:ilvl="0" w:tplc="FFCCE4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B4919"/>
    <w:multiLevelType w:val="hybridMultilevel"/>
    <w:tmpl w:val="E3246DE2"/>
    <w:lvl w:ilvl="0" w:tplc="DB641C8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E42D1"/>
    <w:multiLevelType w:val="hybridMultilevel"/>
    <w:tmpl w:val="35A212E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10FCE"/>
    <w:multiLevelType w:val="hybridMultilevel"/>
    <w:tmpl w:val="04EC0CCC"/>
    <w:lvl w:ilvl="0" w:tplc="87148D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FE3366"/>
    <w:multiLevelType w:val="hybridMultilevel"/>
    <w:tmpl w:val="765E969C"/>
    <w:lvl w:ilvl="0" w:tplc="FAAAE8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9B1D92"/>
    <w:multiLevelType w:val="hybridMultilevel"/>
    <w:tmpl w:val="8E6C36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C27E22"/>
    <w:multiLevelType w:val="hybridMultilevel"/>
    <w:tmpl w:val="61EE557C"/>
    <w:lvl w:ilvl="0" w:tplc="1F3CB0B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246A66"/>
    <w:multiLevelType w:val="hybridMultilevel"/>
    <w:tmpl w:val="2B4C6774"/>
    <w:lvl w:ilvl="0" w:tplc="87148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11"/>
  </w:num>
  <w:num w:numId="7">
    <w:abstractNumId w:val="7"/>
  </w:num>
  <w:num w:numId="8">
    <w:abstractNumId w:val="2"/>
  </w:num>
  <w:num w:numId="9">
    <w:abstractNumId w:val="8"/>
  </w:num>
  <w:num w:numId="10">
    <w:abstractNumId w:val="9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06"/>
    <w:rsid w:val="000017D0"/>
    <w:rsid w:val="00001D37"/>
    <w:rsid w:val="000065DC"/>
    <w:rsid w:val="00015766"/>
    <w:rsid w:val="00032804"/>
    <w:rsid w:val="00045059"/>
    <w:rsid w:val="000460F2"/>
    <w:rsid w:val="00047018"/>
    <w:rsid w:val="000504AE"/>
    <w:rsid w:val="00051007"/>
    <w:rsid w:val="000534E9"/>
    <w:rsid w:val="00083CEF"/>
    <w:rsid w:val="00087B6A"/>
    <w:rsid w:val="00093B80"/>
    <w:rsid w:val="000A05AD"/>
    <w:rsid w:val="000A6B0A"/>
    <w:rsid w:val="000B286F"/>
    <w:rsid w:val="000D07E5"/>
    <w:rsid w:val="000E615E"/>
    <w:rsid w:val="000E63C4"/>
    <w:rsid w:val="000E65E3"/>
    <w:rsid w:val="001016FA"/>
    <w:rsid w:val="001049D4"/>
    <w:rsid w:val="00104C0A"/>
    <w:rsid w:val="00110584"/>
    <w:rsid w:val="00111119"/>
    <w:rsid w:val="00124619"/>
    <w:rsid w:val="00127C2B"/>
    <w:rsid w:val="00127D0C"/>
    <w:rsid w:val="0013344A"/>
    <w:rsid w:val="0013398C"/>
    <w:rsid w:val="00134EBE"/>
    <w:rsid w:val="001352C2"/>
    <w:rsid w:val="00135790"/>
    <w:rsid w:val="0015241B"/>
    <w:rsid w:val="00153B92"/>
    <w:rsid w:val="00153D13"/>
    <w:rsid w:val="00163D8D"/>
    <w:rsid w:val="00165E81"/>
    <w:rsid w:val="00171A60"/>
    <w:rsid w:val="001727A1"/>
    <w:rsid w:val="00172FDC"/>
    <w:rsid w:val="00173DAF"/>
    <w:rsid w:val="0017590D"/>
    <w:rsid w:val="001764CE"/>
    <w:rsid w:val="00176B42"/>
    <w:rsid w:val="001800E4"/>
    <w:rsid w:val="00197AB2"/>
    <w:rsid w:val="001A16F7"/>
    <w:rsid w:val="001A5B70"/>
    <w:rsid w:val="001A621A"/>
    <w:rsid w:val="001C0744"/>
    <w:rsid w:val="001E6612"/>
    <w:rsid w:val="002012DF"/>
    <w:rsid w:val="00203C9A"/>
    <w:rsid w:val="00206BC6"/>
    <w:rsid w:val="00213C67"/>
    <w:rsid w:val="002156D1"/>
    <w:rsid w:val="002214BF"/>
    <w:rsid w:val="002268CD"/>
    <w:rsid w:val="00237824"/>
    <w:rsid w:val="00245FED"/>
    <w:rsid w:val="002517BD"/>
    <w:rsid w:val="00256DDD"/>
    <w:rsid w:val="00260980"/>
    <w:rsid w:val="00266CF0"/>
    <w:rsid w:val="00274AAC"/>
    <w:rsid w:val="00284EFF"/>
    <w:rsid w:val="00295D18"/>
    <w:rsid w:val="002B12AF"/>
    <w:rsid w:val="002B440E"/>
    <w:rsid w:val="002D00E0"/>
    <w:rsid w:val="002D4A59"/>
    <w:rsid w:val="002E42DA"/>
    <w:rsid w:val="002F4E09"/>
    <w:rsid w:val="00301A27"/>
    <w:rsid w:val="003063E4"/>
    <w:rsid w:val="00316AE0"/>
    <w:rsid w:val="00317975"/>
    <w:rsid w:val="00333637"/>
    <w:rsid w:val="00335C6D"/>
    <w:rsid w:val="003444A4"/>
    <w:rsid w:val="00355015"/>
    <w:rsid w:val="00386EE6"/>
    <w:rsid w:val="00394108"/>
    <w:rsid w:val="003C198D"/>
    <w:rsid w:val="003C3E0C"/>
    <w:rsid w:val="003D0F64"/>
    <w:rsid w:val="003D2000"/>
    <w:rsid w:val="003D5592"/>
    <w:rsid w:val="003D7904"/>
    <w:rsid w:val="003F17C9"/>
    <w:rsid w:val="003F414D"/>
    <w:rsid w:val="003F5630"/>
    <w:rsid w:val="003F5B89"/>
    <w:rsid w:val="003F6513"/>
    <w:rsid w:val="0041713D"/>
    <w:rsid w:val="00420227"/>
    <w:rsid w:val="00425B3E"/>
    <w:rsid w:val="00433755"/>
    <w:rsid w:val="00442320"/>
    <w:rsid w:val="004456B1"/>
    <w:rsid w:val="0045098D"/>
    <w:rsid w:val="00452CE8"/>
    <w:rsid w:val="0046525C"/>
    <w:rsid w:val="00466C7A"/>
    <w:rsid w:val="00471E86"/>
    <w:rsid w:val="004858F8"/>
    <w:rsid w:val="00494AA5"/>
    <w:rsid w:val="004A32D5"/>
    <w:rsid w:val="004B68D3"/>
    <w:rsid w:val="004B71A6"/>
    <w:rsid w:val="004E5043"/>
    <w:rsid w:val="004E7F69"/>
    <w:rsid w:val="004F3F2D"/>
    <w:rsid w:val="00507616"/>
    <w:rsid w:val="00510DEF"/>
    <w:rsid w:val="005116DC"/>
    <w:rsid w:val="00516AA2"/>
    <w:rsid w:val="005201E7"/>
    <w:rsid w:val="00522A06"/>
    <w:rsid w:val="00535767"/>
    <w:rsid w:val="00550D13"/>
    <w:rsid w:val="00562301"/>
    <w:rsid w:val="005826BD"/>
    <w:rsid w:val="00587875"/>
    <w:rsid w:val="00593836"/>
    <w:rsid w:val="00593DE5"/>
    <w:rsid w:val="00597F65"/>
    <w:rsid w:val="005B1CBE"/>
    <w:rsid w:val="005B7512"/>
    <w:rsid w:val="005D0432"/>
    <w:rsid w:val="005E2A16"/>
    <w:rsid w:val="005F1C6F"/>
    <w:rsid w:val="00603C7B"/>
    <w:rsid w:val="00617BE8"/>
    <w:rsid w:val="006226D3"/>
    <w:rsid w:val="006324AF"/>
    <w:rsid w:val="006462C4"/>
    <w:rsid w:val="006467D5"/>
    <w:rsid w:val="00652A36"/>
    <w:rsid w:val="00660750"/>
    <w:rsid w:val="00665A0B"/>
    <w:rsid w:val="006670BE"/>
    <w:rsid w:val="00671961"/>
    <w:rsid w:val="006840CB"/>
    <w:rsid w:val="006919D3"/>
    <w:rsid w:val="00693530"/>
    <w:rsid w:val="006A1683"/>
    <w:rsid w:val="006C322D"/>
    <w:rsid w:val="006D2210"/>
    <w:rsid w:val="006D42C1"/>
    <w:rsid w:val="007113F7"/>
    <w:rsid w:val="007362CB"/>
    <w:rsid w:val="00753C17"/>
    <w:rsid w:val="00755C00"/>
    <w:rsid w:val="00761103"/>
    <w:rsid w:val="00761264"/>
    <w:rsid w:val="0076262E"/>
    <w:rsid w:val="007851AF"/>
    <w:rsid w:val="00785B62"/>
    <w:rsid w:val="007945F7"/>
    <w:rsid w:val="00797743"/>
    <w:rsid w:val="007B1607"/>
    <w:rsid w:val="007B2EB7"/>
    <w:rsid w:val="007B3DF7"/>
    <w:rsid w:val="007C37A5"/>
    <w:rsid w:val="007C39AF"/>
    <w:rsid w:val="007C5DD6"/>
    <w:rsid w:val="007D70B9"/>
    <w:rsid w:val="007E6733"/>
    <w:rsid w:val="007F4C5E"/>
    <w:rsid w:val="007F4E10"/>
    <w:rsid w:val="00810DFE"/>
    <w:rsid w:val="008119FD"/>
    <w:rsid w:val="00814287"/>
    <w:rsid w:val="00814DE3"/>
    <w:rsid w:val="008157AC"/>
    <w:rsid w:val="0082156D"/>
    <w:rsid w:val="008217DA"/>
    <w:rsid w:val="00826C3F"/>
    <w:rsid w:val="00835453"/>
    <w:rsid w:val="00853DBC"/>
    <w:rsid w:val="00855522"/>
    <w:rsid w:val="00855F4D"/>
    <w:rsid w:val="00871063"/>
    <w:rsid w:val="008839CE"/>
    <w:rsid w:val="00895028"/>
    <w:rsid w:val="008A6194"/>
    <w:rsid w:val="008B182D"/>
    <w:rsid w:val="008B247E"/>
    <w:rsid w:val="008B502B"/>
    <w:rsid w:val="008B54B5"/>
    <w:rsid w:val="008B5E67"/>
    <w:rsid w:val="008B77D6"/>
    <w:rsid w:val="008C073E"/>
    <w:rsid w:val="008C5779"/>
    <w:rsid w:val="008C7C1A"/>
    <w:rsid w:val="008D2A93"/>
    <w:rsid w:val="008F215E"/>
    <w:rsid w:val="00900956"/>
    <w:rsid w:val="00901899"/>
    <w:rsid w:val="00905925"/>
    <w:rsid w:val="00920342"/>
    <w:rsid w:val="00922995"/>
    <w:rsid w:val="00932143"/>
    <w:rsid w:val="009440BA"/>
    <w:rsid w:val="0095576C"/>
    <w:rsid w:val="00960712"/>
    <w:rsid w:val="009653CC"/>
    <w:rsid w:val="00965815"/>
    <w:rsid w:val="0097077C"/>
    <w:rsid w:val="009849B8"/>
    <w:rsid w:val="0099586E"/>
    <w:rsid w:val="009B6BF8"/>
    <w:rsid w:val="009C25B9"/>
    <w:rsid w:val="009C7087"/>
    <w:rsid w:val="009C7B71"/>
    <w:rsid w:val="009D208D"/>
    <w:rsid w:val="009E0A8C"/>
    <w:rsid w:val="009F07F8"/>
    <w:rsid w:val="009F11AA"/>
    <w:rsid w:val="00A07258"/>
    <w:rsid w:val="00A07285"/>
    <w:rsid w:val="00A10A87"/>
    <w:rsid w:val="00A171FE"/>
    <w:rsid w:val="00A24FD0"/>
    <w:rsid w:val="00A32832"/>
    <w:rsid w:val="00A41A08"/>
    <w:rsid w:val="00A4268B"/>
    <w:rsid w:val="00A4280F"/>
    <w:rsid w:val="00A56006"/>
    <w:rsid w:val="00A56988"/>
    <w:rsid w:val="00A73A93"/>
    <w:rsid w:val="00A76197"/>
    <w:rsid w:val="00A9398B"/>
    <w:rsid w:val="00A96CB6"/>
    <w:rsid w:val="00AA372F"/>
    <w:rsid w:val="00AB6135"/>
    <w:rsid w:val="00AC68F0"/>
    <w:rsid w:val="00AD2F14"/>
    <w:rsid w:val="00AD3F00"/>
    <w:rsid w:val="00AE1B16"/>
    <w:rsid w:val="00AE416F"/>
    <w:rsid w:val="00AF1E07"/>
    <w:rsid w:val="00B02059"/>
    <w:rsid w:val="00B07EDE"/>
    <w:rsid w:val="00B12E3E"/>
    <w:rsid w:val="00B43E94"/>
    <w:rsid w:val="00B62C5F"/>
    <w:rsid w:val="00B63591"/>
    <w:rsid w:val="00B656EF"/>
    <w:rsid w:val="00B75B85"/>
    <w:rsid w:val="00B81A2A"/>
    <w:rsid w:val="00B90758"/>
    <w:rsid w:val="00B91419"/>
    <w:rsid w:val="00B94E06"/>
    <w:rsid w:val="00BA68D3"/>
    <w:rsid w:val="00BA72BB"/>
    <w:rsid w:val="00BA75B6"/>
    <w:rsid w:val="00BB03EA"/>
    <w:rsid w:val="00BB4A3C"/>
    <w:rsid w:val="00BB6EA4"/>
    <w:rsid w:val="00BC2887"/>
    <w:rsid w:val="00BC2B52"/>
    <w:rsid w:val="00BC3019"/>
    <w:rsid w:val="00BC3DBC"/>
    <w:rsid w:val="00BC4828"/>
    <w:rsid w:val="00BC77CF"/>
    <w:rsid w:val="00BE6AD1"/>
    <w:rsid w:val="00BF0CD5"/>
    <w:rsid w:val="00BF269A"/>
    <w:rsid w:val="00BF5B1E"/>
    <w:rsid w:val="00C04E69"/>
    <w:rsid w:val="00C05E4C"/>
    <w:rsid w:val="00C06323"/>
    <w:rsid w:val="00C11D04"/>
    <w:rsid w:val="00C13716"/>
    <w:rsid w:val="00C17BC5"/>
    <w:rsid w:val="00C21DD9"/>
    <w:rsid w:val="00C230EB"/>
    <w:rsid w:val="00C32A1B"/>
    <w:rsid w:val="00C345CA"/>
    <w:rsid w:val="00C44F9E"/>
    <w:rsid w:val="00C564CF"/>
    <w:rsid w:val="00C63769"/>
    <w:rsid w:val="00C7116F"/>
    <w:rsid w:val="00C836D4"/>
    <w:rsid w:val="00C9465C"/>
    <w:rsid w:val="00CC6B58"/>
    <w:rsid w:val="00CD4540"/>
    <w:rsid w:val="00CE0C82"/>
    <w:rsid w:val="00CF0C55"/>
    <w:rsid w:val="00CF3DCA"/>
    <w:rsid w:val="00CF45DE"/>
    <w:rsid w:val="00CF5C63"/>
    <w:rsid w:val="00D03457"/>
    <w:rsid w:val="00D1610C"/>
    <w:rsid w:val="00D35481"/>
    <w:rsid w:val="00D433BD"/>
    <w:rsid w:val="00D55652"/>
    <w:rsid w:val="00D72BB2"/>
    <w:rsid w:val="00D73DE9"/>
    <w:rsid w:val="00D740F5"/>
    <w:rsid w:val="00D85541"/>
    <w:rsid w:val="00D86685"/>
    <w:rsid w:val="00D93243"/>
    <w:rsid w:val="00DA1EF1"/>
    <w:rsid w:val="00DA4F9F"/>
    <w:rsid w:val="00DB1065"/>
    <w:rsid w:val="00DB16E1"/>
    <w:rsid w:val="00DB55DB"/>
    <w:rsid w:val="00DC10FE"/>
    <w:rsid w:val="00DE6277"/>
    <w:rsid w:val="00DF0816"/>
    <w:rsid w:val="00DF10D1"/>
    <w:rsid w:val="00DF137A"/>
    <w:rsid w:val="00DF3723"/>
    <w:rsid w:val="00E013AF"/>
    <w:rsid w:val="00E0203F"/>
    <w:rsid w:val="00E052EB"/>
    <w:rsid w:val="00E10E51"/>
    <w:rsid w:val="00E13448"/>
    <w:rsid w:val="00E170B3"/>
    <w:rsid w:val="00E27DBF"/>
    <w:rsid w:val="00E36B0A"/>
    <w:rsid w:val="00E37216"/>
    <w:rsid w:val="00E504E5"/>
    <w:rsid w:val="00E50642"/>
    <w:rsid w:val="00E874DE"/>
    <w:rsid w:val="00E90EE1"/>
    <w:rsid w:val="00E96C4F"/>
    <w:rsid w:val="00EB0CE0"/>
    <w:rsid w:val="00EB207D"/>
    <w:rsid w:val="00EB7BBB"/>
    <w:rsid w:val="00EC420E"/>
    <w:rsid w:val="00EC653E"/>
    <w:rsid w:val="00ED26ED"/>
    <w:rsid w:val="00ED3E01"/>
    <w:rsid w:val="00EE6E67"/>
    <w:rsid w:val="00EF10AD"/>
    <w:rsid w:val="00EF76E7"/>
    <w:rsid w:val="00F03851"/>
    <w:rsid w:val="00F040EA"/>
    <w:rsid w:val="00F1226D"/>
    <w:rsid w:val="00F17558"/>
    <w:rsid w:val="00F26977"/>
    <w:rsid w:val="00F33478"/>
    <w:rsid w:val="00F4077D"/>
    <w:rsid w:val="00F4249D"/>
    <w:rsid w:val="00F4347F"/>
    <w:rsid w:val="00F502F8"/>
    <w:rsid w:val="00F5067F"/>
    <w:rsid w:val="00F56251"/>
    <w:rsid w:val="00F61EBA"/>
    <w:rsid w:val="00F94048"/>
    <w:rsid w:val="00F979E0"/>
    <w:rsid w:val="00FA6E1B"/>
    <w:rsid w:val="00FB215D"/>
    <w:rsid w:val="00FB608A"/>
    <w:rsid w:val="00FC5362"/>
    <w:rsid w:val="00FD6FBA"/>
    <w:rsid w:val="00FD7E74"/>
    <w:rsid w:val="00FE3919"/>
    <w:rsid w:val="00FE569F"/>
    <w:rsid w:val="00FE6B7D"/>
    <w:rsid w:val="00FF0241"/>
    <w:rsid w:val="00FF0A7C"/>
    <w:rsid w:val="00FF2096"/>
    <w:rsid w:val="00FF619B"/>
    <w:rsid w:val="00FF7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E03EBC1"/>
  <w15:docId w15:val="{C5A3D6EA-6D36-46E0-9920-4B34E4AA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E06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34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A10A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7BC1-4468-41A7-8B38-22FA5DD3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858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SUJET EST A RENDRE DANS SON INTEGRALITÉ</vt:lpstr>
    </vt:vector>
  </TitlesOfParts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2020-01-13T22:09:00Z</cp:lastPrinted>
  <dcterms:created xsi:type="dcterms:W3CDTF">2020-01-15T13:22:00Z</dcterms:created>
  <dcterms:modified xsi:type="dcterms:W3CDTF">2021-02-02T15:05:00Z</dcterms:modified>
</cp:coreProperties>
</file>