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Pr="00E643E5" w:rsidRDefault="0045098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</w:p>
    <w:p w:rsidR="008217DA" w:rsidRPr="00C85D18" w:rsidRDefault="008217DA" w:rsidP="008217DA">
      <w:pPr>
        <w:ind w:left="1418"/>
        <w:jc w:val="center"/>
        <w:rPr>
          <w:rFonts w:ascii="Arial" w:hAnsi="Arial" w:cs="Arial"/>
          <w:sz w:val="24"/>
          <w:szCs w:val="24"/>
        </w:rPr>
      </w:pPr>
    </w:p>
    <w:p w:rsidR="008217DA" w:rsidRPr="00C85D18" w:rsidRDefault="008217DA" w:rsidP="008217DA">
      <w:pPr>
        <w:ind w:left="1418"/>
        <w:jc w:val="center"/>
        <w:rPr>
          <w:rFonts w:ascii="Arial" w:hAnsi="Arial" w:cs="Arial"/>
          <w:sz w:val="24"/>
          <w:szCs w:val="24"/>
        </w:rPr>
      </w:pPr>
    </w:p>
    <w:p w:rsidR="008217DA" w:rsidRPr="00C85D18" w:rsidRDefault="008217DA" w:rsidP="008217DA">
      <w:pPr>
        <w:ind w:left="1418"/>
        <w:jc w:val="center"/>
        <w:rPr>
          <w:rFonts w:ascii="Arial" w:hAnsi="Arial" w:cs="Arial"/>
          <w:sz w:val="24"/>
          <w:szCs w:val="24"/>
        </w:rPr>
      </w:pP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0348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656"/>
        <w:gridCol w:w="7274"/>
        <w:gridCol w:w="1418"/>
      </w:tblGrid>
      <w:tr w:rsidR="00A73A93" w:rsidRPr="005D564F" w:rsidTr="00A73A93">
        <w:trPr>
          <w:trHeight w:val="454"/>
        </w:trPr>
        <w:tc>
          <w:tcPr>
            <w:tcW w:w="165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D564F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7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5D564F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5D564F">
              <w:rPr>
                <w:rFonts w:ascii="Arial" w:hAnsi="Arial" w:cs="Arial"/>
                <w:b/>
                <w:bCs/>
                <w:sz w:val="24"/>
              </w:rPr>
              <w:t>BAR</w:t>
            </w:r>
            <w:r>
              <w:rPr>
                <w:rFonts w:ascii="Arial" w:hAnsi="Arial" w:cs="Arial"/>
                <w:b/>
                <w:bCs/>
                <w:sz w:val="24"/>
              </w:rPr>
              <w:t>È</w:t>
            </w:r>
            <w:r w:rsidRPr="005D564F">
              <w:rPr>
                <w:rFonts w:ascii="Arial" w:hAnsi="Arial" w:cs="Arial"/>
                <w:b/>
                <w:bCs/>
                <w:sz w:val="24"/>
              </w:rPr>
              <w:t>ME DE CORRECTION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5D564F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A73A93" w:rsidP="003941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</w:pPr>
            <w:r w:rsidRPr="00516AA2"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>ÉTUDE 1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A73A93" w:rsidP="00061049">
            <w:pPr>
              <w:spacing w:beforeLines="30" w:before="72" w:afterLines="30" w:after="72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156D1">
              <w:rPr>
                <w:rFonts w:ascii="Arial" w:hAnsi="Arial" w:cs="Arial"/>
                <w:b/>
                <w:caps/>
                <w:sz w:val="22"/>
                <w:szCs w:val="22"/>
              </w:rPr>
              <w:t>INVENTORIER LES MENUISERIES EXTÉRIEURES DU BÂTIMENT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>20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A73A93" w:rsidP="003941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16AA2"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>ÉTUDE 2</w:t>
            </w:r>
          </w:p>
        </w:tc>
        <w:tc>
          <w:tcPr>
            <w:tcW w:w="72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8839CE" w:rsidRDefault="005D3E5F" w:rsidP="00516A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fldChar w:fldCharType="begin"/>
            </w:r>
            <w:r>
              <w:instrText xml:space="preserve"> REF ETUDE2 \h  \* MERGEFORMAT </w:instrText>
            </w:r>
            <w:r>
              <w:fldChar w:fldCharType="separate"/>
            </w:r>
            <w:r w:rsidR="00324EBA">
              <w:rPr>
                <w:rFonts w:ascii="Arial" w:hAnsi="Arial" w:cs="Arial"/>
                <w:b/>
                <w:caps/>
                <w:sz w:val="22"/>
                <w:szCs w:val="22"/>
              </w:rPr>
              <w:t>Établir la fiche de dÉ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bit des </w:t>
            </w:r>
            <w:r w:rsidR="00324EBA">
              <w:rPr>
                <w:rFonts w:ascii="Arial" w:hAnsi="Arial" w:cs="Arial"/>
                <w:b/>
                <w:caps/>
                <w:sz w:val="22"/>
                <w:szCs w:val="22"/>
              </w:rPr>
              <w:t>chÂ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>ssis OB M</w:t>
            </w:r>
            <w:r>
              <w:fldChar w:fldCharType="end"/>
            </w:r>
            <w:r w:rsidR="00A73A93" w:rsidRPr="008839CE">
              <w:rPr>
                <w:rFonts w:ascii="Arial" w:hAnsi="Arial" w:cs="Arial"/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>15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A73A93" w:rsidP="003941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AA2">
              <w:rPr>
                <w:rFonts w:ascii="Arial" w:hAnsi="Arial" w:cs="Arial"/>
                <w:b/>
                <w:sz w:val="22"/>
                <w:szCs w:val="22"/>
              </w:rPr>
              <w:t>ÉTUDE 3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D85A4A" w:rsidP="00061049">
            <w:pPr>
              <w:spacing w:beforeLines="30" w:before="72" w:afterLines="30" w:after="72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fldChar w:fldCharType="begin"/>
            </w:r>
            <w:r>
              <w:instrText xml:space="preserve"> REF ETUDE3  \* MERGEFORMAT </w:instrText>
            </w:r>
            <w:r>
              <w:fldChar w:fldCharType="separate"/>
            </w:r>
            <w:r w:rsidR="00324EBA">
              <w:rPr>
                <w:rFonts w:ascii="Arial" w:hAnsi="Arial" w:cs="Arial"/>
                <w:b/>
                <w:caps/>
                <w:sz w:val="22"/>
                <w:szCs w:val="22"/>
              </w:rPr>
              <w:t>DÉ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>finir les ou</w:t>
            </w:r>
            <w:r w:rsidR="00324EBA">
              <w:rPr>
                <w:rFonts w:ascii="Arial" w:hAnsi="Arial" w:cs="Arial"/>
                <w:b/>
                <w:caps/>
                <w:sz w:val="22"/>
                <w:szCs w:val="22"/>
              </w:rPr>
              <w:t>tils pour la fabrication des chÂ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>ssis</w:t>
            </w:r>
            <w:r w:rsidR="00BC2B52" w:rsidRPr="00BC2B52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>OB</w:t>
            </w:r>
            <w:r w:rsidR="00BC2B52" w:rsidRPr="00BC2B52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r w:rsidR="00BC2B52" w:rsidRPr="00324EBA">
              <w:rPr>
                <w:rFonts w:ascii="Arial" w:hAnsi="Arial" w:cs="Arial"/>
                <w:b/>
                <w:caps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end"/>
            </w:r>
            <w:r w:rsidR="00A73A93" w:rsidRPr="002156D1">
              <w:rPr>
                <w:rFonts w:ascii="Arial" w:hAnsi="Arial" w:cs="Arial"/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>18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A73A93" w:rsidP="003941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AA2">
              <w:rPr>
                <w:rFonts w:ascii="Arial" w:hAnsi="Arial" w:cs="Arial"/>
                <w:b/>
                <w:sz w:val="22"/>
                <w:szCs w:val="22"/>
              </w:rPr>
              <w:t>ÉTUDE 4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D85A4A" w:rsidP="00516AA2">
            <w:pPr>
              <w:rPr>
                <w:rFonts w:ascii="Arial" w:hAnsi="Arial" w:cs="Arial"/>
                <w:b/>
                <w:bCs/>
                <w:iCs/>
                <w:caps/>
                <w:sz w:val="22"/>
                <w:szCs w:val="22"/>
              </w:rPr>
            </w:pPr>
            <w:r>
              <w:fldChar w:fldCharType="begin"/>
            </w:r>
            <w:r>
              <w:instrText xml:space="preserve"> REF ETUDE4  \* MERGEFORMAT </w:instrText>
            </w:r>
            <w:r>
              <w:fldChar w:fldCharType="separate"/>
            </w:r>
            <w:r w:rsidR="00324EBA">
              <w:rPr>
                <w:rFonts w:ascii="Arial" w:hAnsi="Arial" w:cs="Arial"/>
                <w:b/>
                <w:caps/>
                <w:sz w:val="22"/>
                <w:szCs w:val="22"/>
              </w:rPr>
              <w:t>VÉ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rifier le bon de </w:t>
            </w:r>
            <w:r w:rsidR="00324EBA">
              <w:rPr>
                <w:rFonts w:ascii="Arial" w:hAnsi="Arial" w:cs="Arial"/>
                <w:b/>
                <w:caps/>
                <w:sz w:val="22"/>
                <w:szCs w:val="22"/>
              </w:rPr>
              <w:t>livraison des chÂ</w:t>
            </w:r>
            <w:r w:rsidR="00BC2B52" w:rsidRPr="00BC2B52">
              <w:rPr>
                <w:rFonts w:ascii="Arial" w:hAnsi="Arial" w:cs="Arial"/>
                <w:b/>
                <w:caps/>
                <w:sz w:val="22"/>
                <w:szCs w:val="22"/>
              </w:rPr>
              <w:t>ssis M2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>15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A73A93" w:rsidP="003941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</w:pPr>
            <w:r w:rsidRPr="00516AA2">
              <w:rPr>
                <w:rFonts w:ascii="Arial" w:hAnsi="Arial" w:cs="Arial"/>
                <w:b/>
                <w:sz w:val="22"/>
                <w:szCs w:val="22"/>
              </w:rPr>
              <w:t>ÉTUDE 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920342" w:rsidP="00516AA2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156D1">
              <w:rPr>
                <w:rFonts w:ascii="Arial" w:hAnsi="Arial" w:cs="Arial"/>
                <w:b/>
                <w:caps/>
                <w:sz w:val="22"/>
                <w:szCs w:val="22"/>
              </w:rPr>
              <w:t>CHOISIR LES ÉLÉMENTS DE PRISE DE VOLUME DU VITRAGE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>12 pts</w:t>
            </w:r>
          </w:p>
        </w:tc>
      </w:tr>
      <w:tr w:rsidR="00A73A93" w:rsidRPr="005E30EE" w:rsidTr="00A73A93">
        <w:trPr>
          <w:trHeight w:val="907"/>
        </w:trPr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516AA2" w:rsidRDefault="00A73A93" w:rsidP="00A73A9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30EE">
              <w:rPr>
                <w:rFonts w:ascii="Arial" w:hAnsi="Arial" w:cs="Arial"/>
                <w:b/>
                <w:bCs/>
                <w:sz w:val="24"/>
                <w:u w:val="single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Default="00A73A93" w:rsidP="00A73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  <w:p w:rsidR="00A73A93" w:rsidRDefault="00A73A93" w:rsidP="00A73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  <w:r w:rsidRPr="005E30EE">
              <w:rPr>
                <w:rFonts w:ascii="Arial" w:hAnsi="Arial" w:cs="Arial"/>
                <w:sz w:val="24"/>
              </w:rPr>
              <w:t xml:space="preserve">--  / </w:t>
            </w:r>
            <w:r w:rsidR="00110584">
              <w:rPr>
                <w:rFonts w:ascii="Arial" w:hAnsi="Arial" w:cs="Arial"/>
                <w:sz w:val="24"/>
              </w:rPr>
              <w:t>80 pts</w:t>
            </w:r>
          </w:p>
          <w:p w:rsidR="00A73A93" w:rsidRPr="008058AD" w:rsidRDefault="00A73A93" w:rsidP="00061049">
            <w:pPr>
              <w:spacing w:beforeLines="30" w:before="72" w:afterLines="30" w:after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D85A4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noProof/>
          <w:sz w:val="32"/>
          <w:szCs w:val="32"/>
        </w:rPr>
        <w:pict>
          <v:rect id="Rectangle 2" o:spid="_x0000_s1026" style="position:absolute;margin-left:78.25pt;margin-top:4.55pt;width:385pt;height:9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" filled="f" strokeweight="2.25pt"/>
        </w:pic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:rsidR="00093B80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C</w:t>
      </w:r>
      <w:r w:rsidR="00093B80">
        <w:rPr>
          <w:rFonts w:ascii="Arial" w:hAnsi="Arial" w:cs="Arial"/>
          <w:b/>
          <w:bCs/>
          <w:iCs/>
          <w:sz w:val="32"/>
          <w:szCs w:val="32"/>
          <w:lang w:bidi="fr-FR"/>
        </w:rPr>
        <w:t>ERTIFICAT D’</w:t>
      </w:r>
      <w:r>
        <w:rPr>
          <w:rFonts w:ascii="Arial" w:hAnsi="Arial" w:cs="Arial"/>
          <w:b/>
          <w:bCs/>
          <w:iCs/>
          <w:sz w:val="32"/>
          <w:szCs w:val="32"/>
          <w:lang w:bidi="fr-FR"/>
        </w:rPr>
        <w:t>AP</w:t>
      </w:r>
      <w:r w:rsidR="00093B80">
        <w:rPr>
          <w:rFonts w:ascii="Arial" w:hAnsi="Arial" w:cs="Arial"/>
          <w:b/>
          <w:bCs/>
          <w:iCs/>
          <w:sz w:val="32"/>
          <w:szCs w:val="32"/>
          <w:lang w:bidi="fr-FR"/>
        </w:rPr>
        <w:t>TITUDE PROFESSIONNELLE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MENUISIER ALUMINIUM-VERRE</w: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Pr="00331F61" w:rsidRDefault="009653CC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Session 20</w:t>
      </w:r>
      <w:r w:rsidR="00657D75">
        <w:rPr>
          <w:rFonts w:ascii="Arial" w:hAnsi="Arial" w:cs="Arial"/>
          <w:b/>
          <w:bCs/>
          <w:iCs/>
          <w:sz w:val="32"/>
          <w:szCs w:val="32"/>
          <w:lang w:bidi="fr-FR"/>
        </w:rPr>
        <w:t>21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Cs/>
          <w:iCs/>
          <w:sz w:val="32"/>
          <w:szCs w:val="32"/>
          <w:lang w:bidi="fr-FR"/>
        </w:rPr>
        <w:t>Durée : 3 heures</w:t>
      </w:r>
      <w:r w:rsidRPr="00331F61">
        <w:rPr>
          <w:rFonts w:ascii="Arial" w:hAnsi="Arial" w:cs="Arial"/>
          <w:bCs/>
          <w:iCs/>
          <w:sz w:val="32"/>
          <w:szCs w:val="32"/>
          <w:lang w:bidi="fr-FR"/>
        </w:rPr>
        <w:tab/>
      </w:r>
      <w:r w:rsidRPr="00331F61">
        <w:rPr>
          <w:rFonts w:ascii="Arial" w:hAnsi="Arial" w:cs="Arial"/>
          <w:bCs/>
          <w:iCs/>
          <w:sz w:val="32"/>
          <w:szCs w:val="32"/>
          <w:lang w:bidi="fr-FR"/>
        </w:rPr>
        <w:tab/>
        <w:t>Coefficient : 4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EP1</w:t>
      </w:r>
    </w:p>
    <w:p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Analyse d’une situation professionnelle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F4077D">
        <w:rPr>
          <w:rFonts w:ascii="Arial" w:hAnsi="Arial" w:cs="Arial"/>
          <w:b/>
          <w:bCs/>
          <w:iCs/>
          <w:sz w:val="32"/>
          <w:szCs w:val="32"/>
          <w:lang w:bidi="fr-FR"/>
        </w:rPr>
        <w:t>SUJET RÉPONSE</w:t>
      </w:r>
      <w:r w:rsidR="00B63591">
        <w:rPr>
          <w:rFonts w:ascii="Arial" w:hAnsi="Arial" w:cs="Arial"/>
          <w:b/>
          <w:bCs/>
          <w:iCs/>
          <w:sz w:val="32"/>
          <w:szCs w:val="32"/>
          <w:lang w:bidi="fr-FR"/>
        </w:rPr>
        <w:t>S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331F61">
        <w:rPr>
          <w:rFonts w:ascii="Arial" w:hAnsi="Arial" w:cs="Arial"/>
          <w:bCs/>
          <w:iCs/>
          <w:sz w:val="24"/>
          <w:szCs w:val="24"/>
          <w:lang w:bidi="fr-FR"/>
        </w:rPr>
        <w:t xml:space="preserve">Ce dossier comporte </w:t>
      </w:r>
      <w:r w:rsidR="00774EE3">
        <w:rPr>
          <w:rFonts w:ascii="Arial" w:hAnsi="Arial" w:cs="Arial"/>
          <w:b/>
          <w:bCs/>
          <w:iCs/>
          <w:sz w:val="24"/>
          <w:szCs w:val="24"/>
          <w:lang w:bidi="fr-FR"/>
        </w:rPr>
        <w:t>5</w:t>
      </w:r>
      <w:r w:rsidRPr="003A0C7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110584">
        <w:rPr>
          <w:rFonts w:ascii="Arial" w:hAnsi="Arial" w:cs="Arial"/>
          <w:b/>
          <w:bCs/>
          <w:iCs/>
          <w:sz w:val="24"/>
          <w:szCs w:val="24"/>
          <w:lang w:bidi="fr-FR"/>
        </w:rPr>
        <w:t>SR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774EE3">
        <w:rPr>
          <w:rFonts w:ascii="Arial" w:hAnsi="Arial" w:cs="Arial"/>
          <w:b/>
          <w:bCs/>
          <w:iCs/>
          <w:sz w:val="24"/>
          <w:szCs w:val="24"/>
          <w:lang w:bidi="fr-FR"/>
        </w:rPr>
        <w:t>5</w:t>
      </w:r>
      <w:r w:rsidRPr="003A0C7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110584">
        <w:rPr>
          <w:rFonts w:ascii="Arial" w:hAnsi="Arial" w:cs="Arial"/>
          <w:b/>
          <w:bCs/>
          <w:iCs/>
          <w:sz w:val="24"/>
          <w:szCs w:val="24"/>
          <w:lang w:bidi="fr-FR"/>
        </w:rPr>
        <w:t>SR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  <w:r w:rsidR="00774EE3">
        <w:rPr>
          <w:rFonts w:ascii="Arial" w:hAnsi="Arial" w:cs="Arial"/>
          <w:b/>
          <w:bCs/>
          <w:iCs/>
          <w:sz w:val="24"/>
          <w:szCs w:val="24"/>
          <w:lang w:bidi="fr-FR"/>
        </w:rPr>
        <w:t>5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/</w:t>
      </w:r>
      <w:r w:rsidR="00774EE3">
        <w:rPr>
          <w:rFonts w:ascii="Arial" w:hAnsi="Arial" w:cs="Arial"/>
          <w:b/>
          <w:bCs/>
          <w:iCs/>
          <w:sz w:val="24"/>
          <w:szCs w:val="24"/>
          <w:lang w:bidi="fr-FR"/>
        </w:rPr>
        <w:t>5</w:t>
      </w:r>
    </w:p>
    <w:p w:rsidR="008217DA" w:rsidRPr="00D85A4A" w:rsidRDefault="00D85A4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Cs/>
          <w:iCs/>
          <w:sz w:val="24"/>
          <w:szCs w:val="24"/>
          <w:lang w:bidi="fr-FR"/>
        </w:rPr>
      </w:pPr>
      <w:r w:rsidRPr="00D85A4A">
        <w:rPr>
          <w:rFonts w:ascii="Arial" w:hAnsi="Arial" w:cs="Arial"/>
          <w:bCs/>
          <w:iCs/>
          <w:sz w:val="24"/>
          <w:szCs w:val="24"/>
          <w:lang w:bidi="fr-FR"/>
        </w:rPr>
        <w:t>Ce dossier est à rendre à la fin de l’épreuve.</w:t>
      </w:r>
      <w:r w:rsidR="008217DA" w:rsidRPr="00D85A4A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bookmarkStart w:id="0" w:name="_GoBack"/>
      <w:bookmarkEnd w:id="0"/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Pr="00110584" w:rsidRDefault="00110584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Assurez-vous que cet exemplaire est complet. S’il est incomplet, demandez un autre exemplaire au chef de salle. </w: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93B80" w:rsidRDefault="00DE3054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>L’usage de calculatrice avec mode examen actif est autorisé.</w:t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/>
        <w:t>L’usage de calculatrice sans mémoire, type collège, est autorisé.</w:t>
      </w:r>
    </w:p>
    <w:p w:rsidR="00093B80" w:rsidRDefault="00093B80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797743" w:rsidRDefault="00797743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97743" w:rsidRDefault="00797743" w:rsidP="00797743">
      <w:pPr>
        <w:rPr>
          <w:rFonts w:ascii="Arial" w:hAnsi="Arial" w:cs="Arial"/>
          <w:sz w:val="24"/>
          <w:szCs w:val="24"/>
        </w:rPr>
      </w:pPr>
    </w:p>
    <w:p w:rsidR="00797743" w:rsidRPr="00EC420E" w:rsidRDefault="00797743" w:rsidP="00EC420E">
      <w:pPr>
        <w:rPr>
          <w:rFonts w:ascii="Arial" w:hAnsi="Arial" w:cs="Arial"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7939"/>
        <w:gridCol w:w="1752"/>
      </w:tblGrid>
      <w:tr w:rsidR="002268CD" w:rsidRPr="00127748" w:rsidTr="00B07EDE">
        <w:trPr>
          <w:trHeight w:val="397"/>
        </w:trPr>
        <w:tc>
          <w:tcPr>
            <w:tcW w:w="1383" w:type="dxa"/>
            <w:vAlign w:val="center"/>
          </w:tcPr>
          <w:p w:rsidR="002268CD" w:rsidRPr="00127748" w:rsidRDefault="002268CD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ÉTUDE </w:t>
            </w:r>
            <w:r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39" w:type="dxa"/>
            <w:vAlign w:val="center"/>
          </w:tcPr>
          <w:p w:rsidR="002268CD" w:rsidRPr="00A10A87" w:rsidRDefault="003444A4" w:rsidP="00DA1EF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ETUDE1"/>
            <w:r>
              <w:rPr>
                <w:rFonts w:ascii="Arial" w:hAnsi="Arial" w:cs="Arial"/>
                <w:sz w:val="28"/>
                <w:szCs w:val="28"/>
              </w:rPr>
              <w:t>Inventorier les menuiseries</w:t>
            </w:r>
            <w:r w:rsidR="00E13448">
              <w:rPr>
                <w:rFonts w:ascii="Arial" w:hAnsi="Arial" w:cs="Arial"/>
                <w:sz w:val="28"/>
                <w:szCs w:val="28"/>
              </w:rPr>
              <w:t xml:space="preserve"> extérieures</w:t>
            </w:r>
            <w:r>
              <w:rPr>
                <w:rFonts w:ascii="Arial" w:hAnsi="Arial" w:cs="Arial"/>
                <w:sz w:val="28"/>
                <w:szCs w:val="28"/>
              </w:rPr>
              <w:t xml:space="preserve"> du bâtiment  </w:t>
            </w:r>
            <w:bookmarkEnd w:id="1"/>
          </w:p>
        </w:tc>
        <w:tc>
          <w:tcPr>
            <w:tcW w:w="1752" w:type="dxa"/>
            <w:vAlign w:val="center"/>
          </w:tcPr>
          <w:p w:rsidR="002268CD" w:rsidRPr="00127748" w:rsidRDefault="002268CD" w:rsidP="00EF10A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D2F14">
              <w:rPr>
                <w:rFonts w:ascii="Arial" w:hAnsi="Arial" w:cs="Arial"/>
                <w:b/>
                <w:sz w:val="24"/>
                <w:szCs w:val="24"/>
              </w:rPr>
              <w:t xml:space="preserve"> 20</w:t>
            </w:r>
            <w:r w:rsidR="00EF10AD">
              <w:rPr>
                <w:rFonts w:ascii="Arial" w:hAnsi="Arial" w:cs="Arial"/>
                <w:b/>
                <w:sz w:val="24"/>
                <w:szCs w:val="24"/>
              </w:rPr>
              <w:t xml:space="preserve"> pts</w:t>
            </w:r>
          </w:p>
        </w:tc>
      </w:tr>
    </w:tbl>
    <w:p w:rsidR="00B91419" w:rsidRPr="00EC420E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sz w:val="24"/>
          <w:szCs w:val="24"/>
          <w:lang w:bidi="fr-FR"/>
        </w:rPr>
      </w:pPr>
    </w:p>
    <w:p w:rsidR="00B91419" w:rsidRPr="00EC420E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sz w:val="24"/>
          <w:szCs w:val="24"/>
          <w:lang w:bidi="fr-FR"/>
        </w:rPr>
      </w:pPr>
    </w:p>
    <w:p w:rsidR="00FD7E74" w:rsidRPr="00066F1A" w:rsidRDefault="00FD7E74" w:rsidP="00ED3E01">
      <w:pPr>
        <w:rPr>
          <w:b/>
          <w:sz w:val="28"/>
          <w:szCs w:val="28"/>
        </w:rPr>
      </w:pPr>
    </w:p>
    <w:p w:rsidR="00693530" w:rsidRDefault="00693530" w:rsidP="00ED3E01">
      <w:pPr>
        <w:rPr>
          <w:sz w:val="24"/>
          <w:szCs w:val="24"/>
        </w:rPr>
      </w:pPr>
    </w:p>
    <w:p w:rsidR="00932143" w:rsidRPr="0095576C" w:rsidRDefault="00BC3019" w:rsidP="00BC3019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Afin de préparer la mise en fabrication, il est demandé d’effectuer l’inventaire des menuiseries en complétant le tableau ci-contre.</w:t>
      </w:r>
    </w:p>
    <w:p w:rsidR="00B91419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B91419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B91419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B91419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pPr w:leftFromText="141" w:rightFromText="141" w:vertAnchor="text" w:horzAnchor="margin" w:tblpXSpec="right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2650"/>
        <w:gridCol w:w="2021"/>
        <w:gridCol w:w="2868"/>
        <w:gridCol w:w="2394"/>
      </w:tblGrid>
      <w:tr w:rsidR="00932143" w:rsidTr="00E749B8">
        <w:trPr>
          <w:trHeight w:val="326"/>
        </w:trPr>
        <w:tc>
          <w:tcPr>
            <w:tcW w:w="1141" w:type="dxa"/>
            <w:shd w:val="clear" w:color="auto" w:fill="auto"/>
            <w:vAlign w:val="center"/>
          </w:tcPr>
          <w:p w:rsidR="00932143" w:rsidRPr="00B81A2A" w:rsidRDefault="00932143" w:rsidP="0093214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 xml:space="preserve">Repère </w:t>
            </w: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Quantité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Dimensions en mm</w:t>
            </w:r>
          </w:p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Largeur x Hauteur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932143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Localisation</w:t>
            </w:r>
          </w:p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(Façade)</w:t>
            </w:r>
          </w:p>
        </w:tc>
      </w:tr>
      <w:tr w:rsidR="00932143" w:rsidTr="00932143">
        <w:trPr>
          <w:trHeight w:val="883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2DF">
              <w:rPr>
                <w:rFonts w:ascii="Arial" w:hAnsi="Arial" w:cs="Arial"/>
                <w:sz w:val="28"/>
                <w:szCs w:val="28"/>
              </w:rPr>
              <w:t>M1</w:t>
            </w: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sz w:val="28"/>
                <w:szCs w:val="28"/>
              </w:rPr>
            </w:pPr>
            <w:r w:rsidRPr="002012DF">
              <w:rPr>
                <w:rFonts w:ascii="Arial" w:hAnsi="Arial" w:cs="Arial"/>
                <w:sz w:val="28"/>
                <w:szCs w:val="28"/>
              </w:rPr>
              <w:t>Châssis à soufflet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2DF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2DF">
              <w:rPr>
                <w:rFonts w:ascii="Arial" w:hAnsi="Arial" w:cs="Arial"/>
                <w:sz w:val="28"/>
                <w:szCs w:val="28"/>
              </w:rPr>
              <w:t>900 x 1500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2DF">
              <w:rPr>
                <w:rFonts w:ascii="Arial" w:hAnsi="Arial" w:cs="Arial"/>
                <w:sz w:val="28"/>
                <w:szCs w:val="28"/>
              </w:rPr>
              <w:t>Nord-Est</w:t>
            </w:r>
          </w:p>
        </w:tc>
      </w:tr>
      <w:tr w:rsidR="00932143" w:rsidTr="00932143">
        <w:trPr>
          <w:trHeight w:val="994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80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80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81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1136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1096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75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75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75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932143">
        <w:trPr>
          <w:trHeight w:val="975"/>
        </w:trPr>
        <w:tc>
          <w:tcPr>
            <w:tcW w:w="114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</w:tbl>
    <w:p w:rsidR="00ED3E01" w:rsidRDefault="002012DF" w:rsidP="00ED3E0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pPr w:leftFromText="141" w:rightFromText="141" w:vertAnchor="text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7797"/>
        <w:gridCol w:w="1894"/>
      </w:tblGrid>
      <w:tr w:rsidR="002268CD" w:rsidRPr="00A10A87" w:rsidTr="00B07EDE">
        <w:trPr>
          <w:trHeight w:val="424"/>
        </w:trPr>
        <w:tc>
          <w:tcPr>
            <w:tcW w:w="1383" w:type="dxa"/>
            <w:vAlign w:val="center"/>
          </w:tcPr>
          <w:p w:rsidR="002268CD" w:rsidRPr="00A10A87" w:rsidRDefault="00EF10AD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2268CD" w:rsidRPr="00A10A87">
              <w:rPr>
                <w:rFonts w:ascii="Arial" w:hAnsi="Arial" w:cs="Arial"/>
                <w:b/>
                <w:sz w:val="24"/>
                <w:szCs w:val="24"/>
              </w:rPr>
              <w:t xml:space="preserve">TUDE </w:t>
            </w:r>
            <w:r w:rsidR="00693530" w:rsidRPr="00A10A8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97" w:type="dxa"/>
            <w:vAlign w:val="center"/>
          </w:tcPr>
          <w:p w:rsidR="002268CD" w:rsidRPr="00A10A87" w:rsidRDefault="00EF10AD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ETUDE2"/>
            <w:r>
              <w:rPr>
                <w:rFonts w:ascii="Arial" w:hAnsi="Arial" w:cs="Arial"/>
                <w:sz w:val="28"/>
                <w:szCs w:val="28"/>
              </w:rPr>
              <w:t>É</w:t>
            </w:r>
            <w:r w:rsidR="003444A4" w:rsidRPr="00A10A87">
              <w:rPr>
                <w:rFonts w:ascii="Arial" w:hAnsi="Arial" w:cs="Arial"/>
                <w:sz w:val="28"/>
                <w:szCs w:val="28"/>
              </w:rPr>
              <w:t>tablir la fiche d</w:t>
            </w:r>
            <w:r w:rsidR="00083CEF">
              <w:rPr>
                <w:rFonts w:ascii="Arial" w:hAnsi="Arial" w:cs="Arial"/>
                <w:sz w:val="28"/>
                <w:szCs w:val="28"/>
              </w:rPr>
              <w:t>e débit des</w:t>
            </w:r>
            <w:r w:rsidR="003444A4" w:rsidRPr="00A10A87">
              <w:rPr>
                <w:rFonts w:ascii="Arial" w:hAnsi="Arial" w:cs="Arial"/>
                <w:sz w:val="28"/>
                <w:szCs w:val="28"/>
              </w:rPr>
              <w:t xml:space="preserve"> châssis</w:t>
            </w:r>
            <w:r w:rsidR="003444A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3CEF">
              <w:rPr>
                <w:rFonts w:ascii="Arial" w:hAnsi="Arial" w:cs="Arial"/>
                <w:sz w:val="28"/>
                <w:szCs w:val="28"/>
              </w:rPr>
              <w:t xml:space="preserve">OB </w:t>
            </w:r>
            <w:r w:rsidR="003444A4">
              <w:rPr>
                <w:rFonts w:ascii="Arial" w:hAnsi="Arial" w:cs="Arial"/>
                <w:sz w:val="28"/>
                <w:szCs w:val="28"/>
              </w:rPr>
              <w:t>M</w:t>
            </w:r>
            <w:bookmarkEnd w:id="2"/>
            <w:r w:rsidR="00785B6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894" w:type="dxa"/>
            <w:vAlign w:val="center"/>
          </w:tcPr>
          <w:p w:rsidR="002268CD" w:rsidRPr="00A10A87" w:rsidRDefault="002268CD" w:rsidP="002268C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A87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D2F14">
              <w:rPr>
                <w:rFonts w:ascii="Arial" w:hAnsi="Arial" w:cs="Arial"/>
                <w:b/>
                <w:sz w:val="24"/>
                <w:szCs w:val="24"/>
              </w:rPr>
              <w:t xml:space="preserve"> 15</w:t>
            </w:r>
            <w:r w:rsidR="00EF10AD">
              <w:rPr>
                <w:rFonts w:ascii="Arial" w:hAnsi="Arial" w:cs="Arial"/>
                <w:b/>
                <w:sz w:val="24"/>
                <w:szCs w:val="24"/>
              </w:rPr>
              <w:t xml:space="preserve"> pts</w:t>
            </w:r>
          </w:p>
        </w:tc>
      </w:tr>
    </w:tbl>
    <w:p w:rsidR="003F6513" w:rsidRPr="00A10A87" w:rsidRDefault="003F6513" w:rsidP="00083CEF">
      <w:pPr>
        <w:pStyle w:val="Paragraphedeliste"/>
        <w:spacing w:after="200" w:line="276" w:lineRule="auto"/>
        <w:ind w:left="0"/>
        <w:rPr>
          <w:rFonts w:ascii="Arial" w:hAnsi="Arial" w:cs="Arial"/>
          <w:sz w:val="28"/>
          <w:szCs w:val="28"/>
        </w:rPr>
      </w:pPr>
    </w:p>
    <w:p w:rsidR="00AE1B16" w:rsidRPr="00AE1B16" w:rsidRDefault="00AE1B16" w:rsidP="00AE1B16">
      <w:pPr>
        <w:pStyle w:val="Paragraphedeliste"/>
        <w:spacing w:after="200" w:line="276" w:lineRule="auto"/>
        <w:ind w:left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 w:rsidRPr="0095576C">
        <w:rPr>
          <w:rFonts w:ascii="Arial" w:hAnsi="Arial" w:cs="Arial"/>
          <w:sz w:val="24"/>
          <w:szCs w:val="24"/>
        </w:rPr>
        <w:t xml:space="preserve">Dans le cadre de la préparation </w:t>
      </w:r>
      <w:r>
        <w:rPr>
          <w:rFonts w:ascii="Arial" w:hAnsi="Arial" w:cs="Arial"/>
          <w:sz w:val="24"/>
          <w:szCs w:val="24"/>
        </w:rPr>
        <w:t xml:space="preserve">à la fabrication, </w:t>
      </w:r>
      <w:r>
        <w:rPr>
          <w:rFonts w:ascii="Arial" w:hAnsi="Arial" w:cs="Arial"/>
          <w:bCs/>
          <w:iCs/>
          <w:sz w:val="24"/>
          <w:szCs w:val="24"/>
          <w:lang w:bidi="fr-FR"/>
        </w:rPr>
        <w:t>il est demandé de :</w:t>
      </w:r>
    </w:p>
    <w:p w:rsidR="00AE1B16" w:rsidRDefault="00AA372F" w:rsidP="00AA372F">
      <w:pPr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Calculer </w:t>
      </w:r>
      <w:r w:rsidR="00AE1B16">
        <w:rPr>
          <w:rFonts w:ascii="Arial" w:hAnsi="Arial" w:cs="Arial"/>
          <w:bCs/>
          <w:iCs/>
          <w:sz w:val="24"/>
          <w:szCs w:val="24"/>
          <w:lang w:bidi="fr-FR"/>
        </w:rPr>
        <w:t>les cotes de fabrication ;</w:t>
      </w:r>
    </w:p>
    <w:p w:rsidR="00AE1B16" w:rsidRPr="00794E3E" w:rsidRDefault="00324EBA" w:rsidP="00AE1B16">
      <w:pPr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É</w:t>
      </w:r>
      <w:r w:rsidR="009653CC">
        <w:rPr>
          <w:rFonts w:ascii="Arial" w:hAnsi="Arial" w:cs="Arial"/>
          <w:bCs/>
          <w:iCs/>
          <w:sz w:val="24"/>
          <w:szCs w:val="24"/>
          <w:lang w:bidi="fr-FR"/>
        </w:rPr>
        <w:t xml:space="preserve">tablir </w:t>
      </w:r>
      <w:r w:rsidR="00AE1B16" w:rsidRPr="00794E3E">
        <w:rPr>
          <w:rFonts w:ascii="Arial" w:hAnsi="Arial" w:cs="Arial"/>
          <w:bCs/>
          <w:iCs/>
          <w:sz w:val="24"/>
          <w:szCs w:val="24"/>
          <w:lang w:bidi="fr-FR"/>
        </w:rPr>
        <w:t>la fic</w:t>
      </w:r>
      <w:r w:rsidR="00AE1B16">
        <w:rPr>
          <w:rFonts w:ascii="Arial" w:hAnsi="Arial" w:cs="Arial"/>
          <w:bCs/>
          <w:iCs/>
          <w:sz w:val="24"/>
          <w:szCs w:val="24"/>
          <w:lang w:bidi="fr-FR"/>
        </w:rPr>
        <w:t xml:space="preserve">he de débit des </w:t>
      </w:r>
      <w:r w:rsidR="00BB6EA4">
        <w:rPr>
          <w:rFonts w:ascii="Arial" w:hAnsi="Arial" w:cs="Arial"/>
          <w:bCs/>
          <w:iCs/>
          <w:sz w:val="24"/>
          <w:szCs w:val="24"/>
          <w:lang w:bidi="fr-FR"/>
        </w:rPr>
        <w:t xml:space="preserve">5 </w:t>
      </w:r>
      <w:r w:rsidR="00AE1B16">
        <w:rPr>
          <w:rFonts w:ascii="Arial" w:hAnsi="Arial" w:cs="Arial"/>
          <w:bCs/>
          <w:iCs/>
          <w:sz w:val="24"/>
          <w:szCs w:val="24"/>
          <w:lang w:bidi="fr-FR"/>
        </w:rPr>
        <w:t>châssis OB repérés M2</w:t>
      </w:r>
      <w:r w:rsidR="00AE1B16" w:rsidRPr="00794E3E">
        <w:rPr>
          <w:rFonts w:ascii="Arial" w:hAnsi="Arial" w:cs="Arial"/>
          <w:bCs/>
          <w:iCs/>
          <w:sz w:val="24"/>
          <w:szCs w:val="24"/>
          <w:lang w:bidi="fr-FR"/>
        </w:rPr>
        <w:t>.</w:t>
      </w: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DONNÉE COMPLÉMENTAIRE :</w:t>
      </w: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</w:p>
    <w:p w:rsidR="00061049" w:rsidRDefault="00061049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AA372F" w:rsidRDefault="00061049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320675</wp:posOffset>
            </wp:positionH>
            <wp:positionV relativeFrom="paragraph">
              <wp:posOffset>153670</wp:posOffset>
            </wp:positionV>
            <wp:extent cx="2043430" cy="3540125"/>
            <wp:effectExtent l="19050" t="0" r="0" b="0"/>
            <wp:wrapNone/>
            <wp:docPr id="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372F" w:rsidRDefault="00AA372F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CF0C55" w:rsidRPr="00AE1B16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A08F2" w:rsidRDefault="003A08F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Pr="00A10A8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3336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Pr="00D55652" w:rsidRDefault="00BB6EA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Largeur de fabrication :…</w:t>
      </w:r>
      <w:r w:rsidR="00D55652">
        <w:rPr>
          <w:rFonts w:ascii="Arial" w:hAnsi="Arial" w:cs="Arial"/>
          <w:b/>
          <w:bCs/>
          <w:iCs/>
          <w:sz w:val="24"/>
          <w:szCs w:val="24"/>
          <w:lang w:bidi="fr-FR"/>
        </w:rPr>
        <w:t>………………………</w:t>
      </w:r>
    </w:p>
    <w:p w:rsidR="003F6513" w:rsidRPr="00A10A87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71063" w:rsidRPr="00D55652" w:rsidRDefault="00BB6EA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Hauteur de fabrication : …</w:t>
      </w:r>
      <w:r w:rsidR="00D55652">
        <w:rPr>
          <w:rFonts w:ascii="Arial" w:hAnsi="Arial" w:cs="Arial"/>
          <w:b/>
          <w:bCs/>
          <w:iCs/>
          <w:sz w:val="24"/>
          <w:szCs w:val="24"/>
          <w:lang w:bidi="fr-FR"/>
        </w:rPr>
        <w:t>……………………….</w:t>
      </w:r>
    </w:p>
    <w:p w:rsidR="00871063" w:rsidRDefault="0087106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71063" w:rsidRDefault="0087106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Pr="00BB6EA4" w:rsidRDefault="00BB6EA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Quantité de menuiserie </w:t>
      </w:r>
      <w:r w:rsidR="0068334E">
        <w:rPr>
          <w:rFonts w:ascii="Arial" w:hAnsi="Arial" w:cs="Arial"/>
          <w:b/>
          <w:bCs/>
          <w:iCs/>
          <w:sz w:val="24"/>
          <w:szCs w:val="24"/>
          <w:lang w:bidi="fr-FR"/>
        </w:rPr>
        <w:t>: 5</w:t>
      </w:r>
    </w:p>
    <w:p w:rsidR="00AE1B16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Pr="00A10A87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pPr w:leftFromText="141" w:rightFromText="141" w:vertAnchor="text" w:horzAnchor="margin" w:tblpXSpec="right" w:tblpY="10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571"/>
        <w:gridCol w:w="181"/>
        <w:gridCol w:w="3221"/>
        <w:gridCol w:w="823"/>
        <w:gridCol w:w="915"/>
        <w:gridCol w:w="502"/>
        <w:gridCol w:w="1843"/>
      </w:tblGrid>
      <w:tr w:rsidR="005826BD" w:rsidRPr="00171A60" w:rsidTr="0068334E">
        <w:trPr>
          <w:trHeight w:val="476"/>
        </w:trPr>
        <w:tc>
          <w:tcPr>
            <w:tcW w:w="10995" w:type="dxa"/>
            <w:gridSpan w:val="8"/>
            <w:vAlign w:val="center"/>
          </w:tcPr>
          <w:p w:rsidR="005826BD" w:rsidRPr="00171A60" w:rsidRDefault="005826BD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256DDD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Affaire : Garden Arrosage</w:t>
            </w:r>
          </w:p>
        </w:tc>
      </w:tr>
      <w:tr w:rsidR="005826BD" w:rsidRPr="00171A60" w:rsidTr="0068334E">
        <w:trPr>
          <w:trHeight w:val="476"/>
        </w:trPr>
        <w:tc>
          <w:tcPr>
            <w:tcW w:w="3691" w:type="dxa"/>
            <w:gridSpan w:val="3"/>
            <w:shd w:val="clear" w:color="auto" w:fill="auto"/>
            <w:vAlign w:val="center"/>
          </w:tcPr>
          <w:p w:rsidR="005826BD" w:rsidRPr="00171A60" w:rsidRDefault="005826BD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Technal</w:t>
            </w:r>
          </w:p>
        </w:tc>
        <w:tc>
          <w:tcPr>
            <w:tcW w:w="4959" w:type="dxa"/>
            <w:gridSpan w:val="3"/>
            <w:vAlign w:val="center"/>
          </w:tcPr>
          <w:p w:rsidR="005826BD" w:rsidRPr="00171A60" w:rsidRDefault="005826BD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Solé</w:t>
            </w: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al FY 55</w:t>
            </w:r>
          </w:p>
        </w:tc>
        <w:tc>
          <w:tcPr>
            <w:tcW w:w="2345" w:type="dxa"/>
            <w:gridSpan w:val="2"/>
            <w:shd w:val="clear" w:color="auto" w:fill="auto"/>
            <w:vAlign w:val="center"/>
          </w:tcPr>
          <w:p w:rsidR="005826BD" w:rsidRPr="00171A60" w:rsidRDefault="005826BD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RAL 7016</w:t>
            </w:r>
          </w:p>
        </w:tc>
      </w:tr>
      <w:tr w:rsidR="005826BD" w:rsidRPr="00171A60" w:rsidTr="0068334E">
        <w:trPr>
          <w:trHeight w:val="476"/>
        </w:trPr>
        <w:tc>
          <w:tcPr>
            <w:tcW w:w="10995" w:type="dxa"/>
            <w:gridSpan w:val="8"/>
            <w:vAlign w:val="center"/>
          </w:tcPr>
          <w:p w:rsidR="005826BD" w:rsidRPr="00EF10AD" w:rsidRDefault="005826BD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EF10AD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FICHE DE DÉBIT DES PROFILÉS DU CHÂSSIS M2</w:t>
            </w:r>
          </w:p>
        </w:tc>
      </w:tr>
      <w:tr w:rsidR="007945F7" w:rsidRPr="00171A60" w:rsidTr="0068334E">
        <w:trPr>
          <w:trHeight w:val="554"/>
        </w:trPr>
        <w:tc>
          <w:tcPr>
            <w:tcW w:w="1939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Profil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Référence</w:t>
            </w:r>
          </w:p>
        </w:tc>
        <w:tc>
          <w:tcPr>
            <w:tcW w:w="3402" w:type="dxa"/>
            <w:gridSpan w:val="2"/>
            <w:vAlign w:val="center"/>
          </w:tcPr>
          <w:p w:rsidR="007945F7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Désignation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Qté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C</w:t>
            </w: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oupe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Débit</w:t>
            </w:r>
          </w:p>
        </w:tc>
      </w:tr>
      <w:tr w:rsidR="00061049" w:rsidRPr="00171A60" w:rsidTr="00BA0EEE">
        <w:trPr>
          <w:trHeight w:val="562"/>
        </w:trPr>
        <w:tc>
          <w:tcPr>
            <w:tcW w:w="1939" w:type="dxa"/>
            <w:vMerge w:val="restart"/>
            <w:shd w:val="clear" w:color="auto" w:fill="auto"/>
          </w:tcPr>
          <w:p w:rsidR="00061049" w:rsidRPr="00171A60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57785</wp:posOffset>
                  </wp:positionV>
                  <wp:extent cx="610236" cy="610236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44" cy="610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1049" w:rsidRPr="00C15DD4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C15DD4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215023</w:t>
            </w:r>
          </w:p>
        </w:tc>
        <w:tc>
          <w:tcPr>
            <w:tcW w:w="3402" w:type="dxa"/>
            <w:gridSpan w:val="2"/>
            <w:vAlign w:val="center"/>
          </w:tcPr>
          <w:p w:rsidR="00061049" w:rsidRPr="00CF5F4A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CF5F4A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Dormant rainure 15mm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061049" w:rsidRPr="00CF5F4A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CF5F4A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61049" w:rsidRPr="00CF5F4A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CF5F4A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45°/45°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1049" w:rsidRPr="00CF5F4A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CF5F4A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900</w:t>
            </w:r>
          </w:p>
        </w:tc>
      </w:tr>
      <w:tr w:rsidR="00061049" w:rsidRPr="00171A60" w:rsidTr="0068334E">
        <w:trPr>
          <w:trHeight w:val="629"/>
        </w:trPr>
        <w:tc>
          <w:tcPr>
            <w:tcW w:w="1939" w:type="dxa"/>
            <w:vMerge/>
            <w:shd w:val="clear" w:color="auto" w:fill="auto"/>
          </w:tcPr>
          <w:p w:rsidR="00061049" w:rsidRPr="00171A60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  <w:gridSpan w:val="2"/>
          </w:tcPr>
          <w:p w:rsidR="00061049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61049" w:rsidRDefault="00061049" w:rsidP="00061049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061049" w:rsidRPr="00171A60" w:rsidTr="0068334E">
        <w:trPr>
          <w:trHeight w:val="550"/>
        </w:trPr>
        <w:tc>
          <w:tcPr>
            <w:tcW w:w="1939" w:type="dxa"/>
            <w:vMerge w:val="restart"/>
            <w:shd w:val="clear" w:color="auto" w:fill="auto"/>
          </w:tcPr>
          <w:p w:rsidR="00061049" w:rsidRPr="00171A60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60960</wp:posOffset>
                  </wp:positionV>
                  <wp:extent cx="615950" cy="597284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597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  <w:gridSpan w:val="2"/>
          </w:tcPr>
          <w:p w:rsidR="00061049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61049" w:rsidRDefault="00061049" w:rsidP="00061049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highlight w:val="yellow"/>
                <w:lang w:bidi="fr-FR"/>
              </w:rPr>
            </w:pPr>
          </w:p>
        </w:tc>
      </w:tr>
      <w:tr w:rsidR="00061049" w:rsidRPr="00171A60" w:rsidTr="0068334E">
        <w:trPr>
          <w:trHeight w:val="572"/>
        </w:trPr>
        <w:tc>
          <w:tcPr>
            <w:tcW w:w="1939" w:type="dxa"/>
            <w:vMerge/>
            <w:shd w:val="clear" w:color="auto" w:fill="auto"/>
          </w:tcPr>
          <w:p w:rsidR="00061049" w:rsidRPr="00171A60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  <w:gridSpan w:val="2"/>
          </w:tcPr>
          <w:p w:rsidR="00061049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61049" w:rsidRDefault="00061049" w:rsidP="00061049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highlight w:val="yellow"/>
                <w:lang w:bidi="fr-FR"/>
              </w:rPr>
            </w:pPr>
          </w:p>
        </w:tc>
      </w:tr>
      <w:tr w:rsidR="00061049" w:rsidRPr="00171A60" w:rsidTr="0068334E">
        <w:trPr>
          <w:trHeight w:val="552"/>
        </w:trPr>
        <w:tc>
          <w:tcPr>
            <w:tcW w:w="1939" w:type="dxa"/>
            <w:vMerge w:val="restart"/>
            <w:shd w:val="clear" w:color="auto" w:fill="auto"/>
            <w:vAlign w:val="center"/>
          </w:tcPr>
          <w:p w:rsidR="00061049" w:rsidRPr="00171A60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616586" cy="382906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752" cy="385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  <w:gridSpan w:val="2"/>
          </w:tcPr>
          <w:p w:rsidR="00061049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highlight w:val="yellow"/>
                <w:lang w:bidi="fr-FR"/>
              </w:rPr>
            </w:pPr>
          </w:p>
        </w:tc>
      </w:tr>
      <w:tr w:rsidR="00061049" w:rsidRPr="00171A60" w:rsidTr="0068334E">
        <w:trPr>
          <w:trHeight w:val="546"/>
        </w:trPr>
        <w:tc>
          <w:tcPr>
            <w:tcW w:w="1939" w:type="dxa"/>
            <w:vMerge/>
            <w:shd w:val="clear" w:color="auto" w:fill="auto"/>
          </w:tcPr>
          <w:p w:rsidR="00061049" w:rsidRPr="00171A60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  <w:gridSpan w:val="2"/>
          </w:tcPr>
          <w:p w:rsidR="00061049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1049" w:rsidRPr="0013398C" w:rsidRDefault="00061049" w:rsidP="00061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highlight w:val="yellow"/>
                <w:lang w:bidi="fr-FR"/>
              </w:rPr>
            </w:pPr>
          </w:p>
        </w:tc>
      </w:tr>
    </w:tbl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1255"/>
        <w:gridCol w:w="2977"/>
        <w:gridCol w:w="3118"/>
      </w:tblGrid>
      <w:tr w:rsidR="008B502B" w:rsidRPr="00171A60" w:rsidTr="00C9465C">
        <w:trPr>
          <w:trHeight w:val="535"/>
        </w:trPr>
        <w:tc>
          <w:tcPr>
            <w:tcW w:w="10881" w:type="dxa"/>
            <w:gridSpan w:val="4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VITRAGE</w:t>
            </w:r>
          </w:p>
        </w:tc>
      </w:tr>
      <w:tr w:rsidR="008B502B" w:rsidRPr="00171A60" w:rsidTr="00C9465C">
        <w:trPr>
          <w:trHeight w:val="557"/>
        </w:trPr>
        <w:tc>
          <w:tcPr>
            <w:tcW w:w="3531" w:type="dxa"/>
            <w:shd w:val="clear" w:color="auto" w:fill="auto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Composition</w:t>
            </w:r>
          </w:p>
        </w:tc>
        <w:tc>
          <w:tcPr>
            <w:tcW w:w="1255" w:type="dxa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Qté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Largeur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Hauteur</w:t>
            </w:r>
          </w:p>
        </w:tc>
      </w:tr>
      <w:tr w:rsidR="008B502B" w:rsidRPr="00171A60" w:rsidTr="00E749B8">
        <w:trPr>
          <w:trHeight w:val="958"/>
        </w:trPr>
        <w:tc>
          <w:tcPr>
            <w:tcW w:w="3531" w:type="dxa"/>
            <w:shd w:val="clear" w:color="auto" w:fill="auto"/>
            <w:vAlign w:val="center"/>
          </w:tcPr>
          <w:p w:rsidR="008B502B" w:rsidRPr="0013398C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255" w:type="dxa"/>
            <w:vAlign w:val="center"/>
          </w:tcPr>
          <w:p w:rsidR="008B502B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B502B" w:rsidRPr="0013398C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8B502B" w:rsidRPr="0013398C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</w:tbl>
    <w:p w:rsidR="00AE1B16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7797"/>
        <w:gridCol w:w="1894"/>
      </w:tblGrid>
      <w:tr w:rsidR="002268CD" w:rsidRPr="00A10A87" w:rsidTr="009F11AA">
        <w:trPr>
          <w:trHeight w:val="397"/>
        </w:trPr>
        <w:tc>
          <w:tcPr>
            <w:tcW w:w="1383" w:type="dxa"/>
            <w:vAlign w:val="center"/>
          </w:tcPr>
          <w:p w:rsidR="002268CD" w:rsidRPr="00A10A87" w:rsidRDefault="00AE1B16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  <w:lastRenderedPageBreak/>
              <w:br w:type="page"/>
            </w:r>
            <w:r w:rsidR="00EF10AD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2268CD" w:rsidRPr="00A10A87">
              <w:rPr>
                <w:rFonts w:ascii="Arial" w:hAnsi="Arial" w:cs="Arial"/>
                <w:b/>
                <w:sz w:val="24"/>
                <w:szCs w:val="24"/>
              </w:rPr>
              <w:t xml:space="preserve">TUDE </w:t>
            </w:r>
            <w:r w:rsidR="00153B92" w:rsidRPr="00A10A8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97" w:type="dxa"/>
            <w:vAlign w:val="center"/>
          </w:tcPr>
          <w:p w:rsidR="002268CD" w:rsidRPr="00A10A87" w:rsidRDefault="003444A4" w:rsidP="00DA1EF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ETUDE3"/>
            <w:r>
              <w:rPr>
                <w:rFonts w:ascii="Arial" w:hAnsi="Arial" w:cs="Arial"/>
                <w:sz w:val="28"/>
                <w:szCs w:val="28"/>
              </w:rPr>
              <w:t>Définir</w:t>
            </w:r>
            <w:r w:rsidR="00047018" w:rsidRPr="00A10A8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10A87">
              <w:rPr>
                <w:rFonts w:ascii="Arial" w:hAnsi="Arial" w:cs="Arial"/>
                <w:sz w:val="28"/>
                <w:szCs w:val="28"/>
              </w:rPr>
              <w:t>l</w:t>
            </w:r>
            <w:r w:rsidR="008B502B">
              <w:rPr>
                <w:rFonts w:ascii="Arial" w:hAnsi="Arial" w:cs="Arial"/>
                <w:sz w:val="28"/>
                <w:szCs w:val="28"/>
              </w:rPr>
              <w:t>es outils pour la fabrication des</w:t>
            </w:r>
            <w:r w:rsidRPr="00A10A87">
              <w:rPr>
                <w:rFonts w:ascii="Arial" w:hAnsi="Arial" w:cs="Arial"/>
                <w:sz w:val="28"/>
                <w:szCs w:val="28"/>
              </w:rPr>
              <w:t xml:space="preserve"> châssis</w:t>
            </w:r>
            <w:r w:rsidR="00E50642">
              <w:rPr>
                <w:rFonts w:ascii="Arial" w:hAnsi="Arial" w:cs="Arial"/>
                <w:sz w:val="28"/>
                <w:szCs w:val="28"/>
              </w:rPr>
              <w:t xml:space="preserve"> OB</w:t>
            </w:r>
            <w:r>
              <w:rPr>
                <w:rFonts w:ascii="Arial" w:hAnsi="Arial" w:cs="Arial"/>
                <w:sz w:val="28"/>
                <w:szCs w:val="28"/>
              </w:rPr>
              <w:t xml:space="preserve"> M</w:t>
            </w:r>
            <w:bookmarkEnd w:id="3"/>
            <w:r w:rsidR="00785B6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894" w:type="dxa"/>
            <w:vAlign w:val="center"/>
          </w:tcPr>
          <w:p w:rsidR="002268CD" w:rsidRPr="00A10A87" w:rsidRDefault="002268CD" w:rsidP="002268C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A87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E013AF">
              <w:rPr>
                <w:rFonts w:ascii="Arial" w:hAnsi="Arial" w:cs="Arial"/>
                <w:b/>
                <w:sz w:val="24"/>
                <w:szCs w:val="24"/>
              </w:rPr>
              <w:t xml:space="preserve"> 18</w:t>
            </w:r>
            <w:r w:rsidR="00EF10AD">
              <w:rPr>
                <w:rFonts w:ascii="Arial" w:hAnsi="Arial" w:cs="Arial"/>
                <w:b/>
                <w:sz w:val="24"/>
                <w:szCs w:val="24"/>
              </w:rPr>
              <w:t xml:space="preserve"> pts</w:t>
            </w:r>
          </w:p>
        </w:tc>
      </w:tr>
    </w:tbl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153B92" w:rsidRPr="00B81A2A" w:rsidRDefault="003F6513" w:rsidP="00E749B8">
      <w:pPr>
        <w:pStyle w:val="Paragraphedeliste"/>
        <w:spacing w:after="200" w:line="360" w:lineRule="auto"/>
        <w:ind w:left="360"/>
        <w:rPr>
          <w:rFonts w:ascii="Arial" w:hAnsi="Arial" w:cs="Arial"/>
          <w:sz w:val="24"/>
          <w:szCs w:val="24"/>
        </w:rPr>
      </w:pPr>
      <w:r w:rsidRPr="00B81A2A">
        <w:rPr>
          <w:rFonts w:ascii="Arial" w:hAnsi="Arial" w:cs="Arial"/>
          <w:sz w:val="24"/>
          <w:szCs w:val="24"/>
        </w:rPr>
        <w:t>En vue de la fabrication des menuiseries</w:t>
      </w:r>
      <w:r w:rsidR="009F11AA">
        <w:rPr>
          <w:rFonts w:ascii="Arial" w:hAnsi="Arial" w:cs="Arial"/>
          <w:sz w:val="24"/>
          <w:szCs w:val="24"/>
        </w:rPr>
        <w:t>,</w:t>
      </w:r>
      <w:r w:rsidRPr="00B81A2A">
        <w:rPr>
          <w:rFonts w:ascii="Arial" w:hAnsi="Arial" w:cs="Arial"/>
          <w:sz w:val="24"/>
          <w:szCs w:val="24"/>
        </w:rPr>
        <w:t xml:space="preserve"> il est demandé de r</w:t>
      </w:r>
      <w:r w:rsidR="00153B92" w:rsidRPr="00B81A2A">
        <w:rPr>
          <w:rFonts w:ascii="Arial" w:hAnsi="Arial" w:cs="Arial"/>
          <w:sz w:val="24"/>
          <w:szCs w:val="24"/>
        </w:rPr>
        <w:t>enseigner le tableau ci-contre en donnant :</w:t>
      </w:r>
    </w:p>
    <w:p w:rsidR="00153B92" w:rsidRPr="00B81A2A" w:rsidRDefault="00B02059" w:rsidP="00E749B8">
      <w:pPr>
        <w:pStyle w:val="Paragraphedeliste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la référence de chaque profilé ;</w:t>
      </w:r>
    </w:p>
    <w:p w:rsidR="00153B92" w:rsidRPr="00B81A2A" w:rsidRDefault="00C32A1B" w:rsidP="00E749B8">
      <w:pPr>
        <w:pStyle w:val="Paragraphedeliste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la référence de l’outil pour chaque usinage (dormant et ouvrant).</w:t>
      </w:r>
    </w:p>
    <w:p w:rsidR="00CF0C55" w:rsidRPr="00C32A1B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127D0C" w:rsidRDefault="00127D0C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DONNÉE</w:t>
      </w:r>
      <w:r w:rsidR="00C32A1B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COMPLÉMENTAIRE</w:t>
      </w:r>
      <w:r w:rsidR="00C32A1B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127D0C" w:rsidRDefault="00127D0C" w:rsidP="00E749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Les drainag</w:t>
      </w:r>
      <w:r w:rsidR="00C32A1B">
        <w:rPr>
          <w:rFonts w:ascii="Arial" w:hAnsi="Arial" w:cs="Arial"/>
          <w:bCs/>
          <w:iCs/>
          <w:sz w:val="24"/>
          <w:szCs w:val="24"/>
          <w:lang w:bidi="fr-FR"/>
        </w:rPr>
        <w:t>es s</w:t>
      </w:r>
      <w:r>
        <w:rPr>
          <w:rFonts w:ascii="Arial" w:hAnsi="Arial" w:cs="Arial"/>
          <w:bCs/>
          <w:iCs/>
          <w:sz w:val="24"/>
          <w:szCs w:val="24"/>
          <w:lang w:bidi="fr-FR"/>
        </w:rPr>
        <w:t>ont apparents.</w:t>
      </w:r>
    </w:p>
    <w:p w:rsidR="002F4E09" w:rsidRDefault="00163D8D" w:rsidP="00E749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Équerres à goupiller standard.</w:t>
      </w:r>
    </w:p>
    <w:p w:rsidR="00E749B8" w:rsidRDefault="00E749B8" w:rsidP="00E749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749"/>
        <w:gridCol w:w="3488"/>
        <w:gridCol w:w="3544"/>
      </w:tblGrid>
      <w:tr w:rsidR="00E749B8" w:rsidRPr="00394108" w:rsidTr="00E749B8">
        <w:tc>
          <w:tcPr>
            <w:tcW w:w="1242" w:type="dxa"/>
            <w:shd w:val="clear" w:color="auto" w:fill="auto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Type d’usinage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Référence profilé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Référence outillage</w:t>
            </w:r>
          </w:p>
        </w:tc>
      </w:tr>
      <w:tr w:rsidR="00E749B8" w:rsidRPr="00394108" w:rsidTr="00E749B8">
        <w:trPr>
          <w:trHeight w:val="1134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Dormant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Drainage</w:t>
            </w: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E749B8" w:rsidRPr="00394108" w:rsidTr="00E749B8">
        <w:trPr>
          <w:trHeight w:val="1134"/>
        </w:trPr>
        <w:tc>
          <w:tcPr>
            <w:tcW w:w="1242" w:type="dxa"/>
            <w:vMerge/>
            <w:shd w:val="clear" w:color="auto" w:fill="auto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Perçage pour assemblage équerre</w:t>
            </w: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E749B8" w:rsidRPr="00394108" w:rsidTr="00E749B8">
        <w:trPr>
          <w:trHeight w:val="1134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Ouvrant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Drainage et équilibrage</w:t>
            </w:r>
          </w:p>
        </w:tc>
        <w:tc>
          <w:tcPr>
            <w:tcW w:w="3488" w:type="dxa"/>
            <w:vMerge w:val="restart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E749B8" w:rsidRPr="00394108" w:rsidTr="00E749B8">
        <w:trPr>
          <w:trHeight w:val="1134"/>
        </w:trPr>
        <w:tc>
          <w:tcPr>
            <w:tcW w:w="1242" w:type="dxa"/>
            <w:vMerge/>
            <w:shd w:val="clear" w:color="auto" w:fill="auto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Usinage bo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î</w:t>
            </w:r>
            <w:r w:rsidRPr="00394108"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tier crémone encastré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e</w:t>
            </w: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E749B8" w:rsidRPr="00394108" w:rsidTr="00E749B8">
        <w:trPr>
          <w:trHeight w:val="1134"/>
        </w:trPr>
        <w:tc>
          <w:tcPr>
            <w:tcW w:w="1242" w:type="dxa"/>
            <w:vMerge/>
            <w:shd w:val="clear" w:color="auto" w:fill="auto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</w:pPr>
            <w:r w:rsidRPr="00394108">
              <w:rPr>
                <w:rFonts w:ascii="Arial" w:hAnsi="Arial" w:cs="Arial"/>
                <w:bCs/>
                <w:iCs/>
                <w:sz w:val="24"/>
                <w:szCs w:val="24"/>
                <w:lang w:bidi="fr-FR"/>
              </w:rPr>
              <w:t>Perçage pour assemblage équerre</w:t>
            </w:r>
          </w:p>
        </w:tc>
        <w:tc>
          <w:tcPr>
            <w:tcW w:w="3488" w:type="dxa"/>
            <w:vMerge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749B8" w:rsidRPr="00394108" w:rsidRDefault="00E749B8" w:rsidP="00E749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</w:tbl>
    <w:p w:rsidR="00E749B8" w:rsidRDefault="00E749B8" w:rsidP="00E749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2268CD" w:rsidRDefault="002268CD" w:rsidP="00266CF0">
      <w:pPr>
        <w:rPr>
          <w:rFonts w:ascii="Arial" w:hAnsi="Arial" w:cs="Arial"/>
          <w:sz w:val="24"/>
          <w:szCs w:val="24"/>
        </w:rPr>
      </w:pPr>
    </w:p>
    <w:p w:rsidR="00E749B8" w:rsidRDefault="00E749B8" w:rsidP="00266CF0">
      <w:pPr>
        <w:rPr>
          <w:rFonts w:ascii="Arial" w:hAnsi="Arial" w:cs="Arial"/>
          <w:sz w:val="24"/>
          <w:szCs w:val="24"/>
        </w:rPr>
      </w:pP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513"/>
        <w:gridCol w:w="1418"/>
      </w:tblGrid>
      <w:tr w:rsidR="002268CD" w:rsidRPr="008016D3" w:rsidTr="00B07EDE">
        <w:trPr>
          <w:trHeight w:val="145"/>
        </w:trPr>
        <w:tc>
          <w:tcPr>
            <w:tcW w:w="2376" w:type="dxa"/>
            <w:vAlign w:val="center"/>
          </w:tcPr>
          <w:p w:rsidR="002268CD" w:rsidRPr="008016D3" w:rsidRDefault="002268CD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ÉTUDE </w:t>
            </w:r>
            <w:r w:rsidR="00DA1EF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2268CD" w:rsidRPr="00871063" w:rsidRDefault="0095576C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4" w:name="ETUDE4"/>
            <w:r w:rsidRPr="00871063">
              <w:rPr>
                <w:rFonts w:ascii="Arial" w:hAnsi="Arial" w:cs="Arial"/>
                <w:sz w:val="28"/>
                <w:szCs w:val="28"/>
              </w:rPr>
              <w:t xml:space="preserve">Vérifier </w:t>
            </w:r>
            <w:r w:rsidR="009C7B71">
              <w:rPr>
                <w:rFonts w:ascii="Arial" w:hAnsi="Arial" w:cs="Arial"/>
                <w:sz w:val="28"/>
                <w:szCs w:val="28"/>
              </w:rPr>
              <w:t xml:space="preserve">le bon de livraison </w:t>
            </w:r>
            <w:r w:rsidR="00C21DD9">
              <w:rPr>
                <w:rFonts w:ascii="Arial" w:hAnsi="Arial" w:cs="Arial"/>
                <w:sz w:val="28"/>
                <w:szCs w:val="28"/>
              </w:rPr>
              <w:t>des châssis M2</w:t>
            </w:r>
            <w:bookmarkEnd w:id="4"/>
          </w:p>
        </w:tc>
        <w:tc>
          <w:tcPr>
            <w:tcW w:w="1418" w:type="dxa"/>
            <w:vAlign w:val="center"/>
          </w:tcPr>
          <w:p w:rsidR="002268CD" w:rsidRPr="008016D3" w:rsidRDefault="002268CD" w:rsidP="00D73DE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73DE9">
              <w:rPr>
                <w:rFonts w:ascii="Arial" w:hAnsi="Arial" w:cs="Arial"/>
                <w:b/>
                <w:sz w:val="24"/>
                <w:szCs w:val="24"/>
              </w:rPr>
              <w:t xml:space="preserve"> 15</w:t>
            </w:r>
            <w:r w:rsidR="009F11AA">
              <w:rPr>
                <w:rFonts w:ascii="Arial" w:hAnsi="Arial" w:cs="Arial"/>
                <w:b/>
                <w:sz w:val="24"/>
                <w:szCs w:val="24"/>
              </w:rPr>
              <w:t xml:space="preserve"> pts</w:t>
            </w:r>
          </w:p>
        </w:tc>
      </w:tr>
    </w:tbl>
    <w:p w:rsidR="00D85541" w:rsidRPr="00E749B8" w:rsidRDefault="00D85541" w:rsidP="00266CF0">
      <w:pPr>
        <w:rPr>
          <w:rFonts w:ascii="Arial" w:hAnsi="Arial" w:cs="Arial"/>
          <w:sz w:val="12"/>
          <w:szCs w:val="12"/>
        </w:rPr>
      </w:pPr>
    </w:p>
    <w:p w:rsidR="008B77D6" w:rsidRPr="0095576C" w:rsidRDefault="009C7B71" w:rsidP="00E749B8">
      <w:pPr>
        <w:pStyle w:val="Paragraphedeliste"/>
        <w:spacing w:line="36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commande des profilés et accessoires pour les </w:t>
      </w:r>
      <w:r w:rsidR="00C9465C">
        <w:rPr>
          <w:rFonts w:ascii="Arial" w:hAnsi="Arial" w:cs="Arial"/>
          <w:sz w:val="24"/>
          <w:szCs w:val="24"/>
        </w:rPr>
        <w:t xml:space="preserve">châssis OB repérés M2 a été livrée. Le responsable </w:t>
      </w:r>
      <w:r>
        <w:rPr>
          <w:rFonts w:ascii="Arial" w:hAnsi="Arial" w:cs="Arial"/>
          <w:sz w:val="24"/>
          <w:szCs w:val="24"/>
        </w:rPr>
        <w:t xml:space="preserve">d’atelier </w:t>
      </w:r>
      <w:r w:rsidR="00C9465C">
        <w:rPr>
          <w:rFonts w:ascii="Arial" w:hAnsi="Arial" w:cs="Arial"/>
          <w:sz w:val="24"/>
          <w:szCs w:val="24"/>
        </w:rPr>
        <w:t>vous demande de c</w:t>
      </w:r>
      <w:r>
        <w:rPr>
          <w:rFonts w:ascii="Arial" w:hAnsi="Arial" w:cs="Arial"/>
          <w:sz w:val="24"/>
          <w:szCs w:val="24"/>
        </w:rPr>
        <w:t>ontrôle</w:t>
      </w:r>
      <w:r w:rsidR="00C9465C">
        <w:rPr>
          <w:rFonts w:ascii="Arial" w:hAnsi="Arial" w:cs="Arial"/>
          <w:sz w:val="24"/>
          <w:szCs w:val="24"/>
        </w:rPr>
        <w:t>r la livraison</w:t>
      </w:r>
      <w:r>
        <w:rPr>
          <w:rFonts w:ascii="Arial" w:hAnsi="Arial" w:cs="Arial"/>
          <w:sz w:val="24"/>
          <w:szCs w:val="24"/>
        </w:rPr>
        <w:t xml:space="preserve"> par rapport</w:t>
      </w:r>
      <w:r w:rsidR="00665A0B">
        <w:rPr>
          <w:rFonts w:ascii="Arial" w:hAnsi="Arial" w:cs="Arial"/>
          <w:sz w:val="24"/>
          <w:szCs w:val="24"/>
        </w:rPr>
        <w:t xml:space="preserve"> au bon de commande.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10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106"/>
        <w:gridCol w:w="134"/>
        <w:gridCol w:w="655"/>
        <w:gridCol w:w="134"/>
        <w:gridCol w:w="998"/>
        <w:gridCol w:w="134"/>
        <w:gridCol w:w="4354"/>
        <w:gridCol w:w="49"/>
        <w:gridCol w:w="162"/>
        <w:gridCol w:w="1046"/>
        <w:gridCol w:w="10"/>
        <w:gridCol w:w="160"/>
      </w:tblGrid>
      <w:tr w:rsidR="00DF10D1" w:rsidRPr="00AF44E5" w:rsidTr="00E749B8">
        <w:trPr>
          <w:trHeight w:val="285"/>
          <w:jc w:val="center"/>
        </w:trPr>
        <w:tc>
          <w:tcPr>
            <w:tcW w:w="2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3D0EAE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2207895</wp:posOffset>
                  </wp:positionH>
                  <wp:positionV relativeFrom="paragraph">
                    <wp:posOffset>50165</wp:posOffset>
                  </wp:positionV>
                  <wp:extent cx="781050" cy="781050"/>
                  <wp:effectExtent l="0" t="0" r="0" b="0"/>
                  <wp:wrapNone/>
                  <wp:docPr id="36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trHeight w:val="285"/>
          <w:jc w:val="center"/>
        </w:trPr>
        <w:tc>
          <w:tcPr>
            <w:tcW w:w="2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trHeight w:val="285"/>
          <w:jc w:val="center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trHeight w:val="285"/>
          <w:jc w:val="center"/>
        </w:trPr>
        <w:tc>
          <w:tcPr>
            <w:tcW w:w="2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06BC6" w:rsidRDefault="00206BC6" w:rsidP="0039410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06BC6">
              <w:rPr>
                <w:rFonts w:ascii="Calibri" w:hAnsi="Calibri"/>
                <w:color w:val="000000"/>
                <w:sz w:val="24"/>
                <w:szCs w:val="24"/>
              </w:rPr>
              <w:t>Bon de livraison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trHeight w:val="285"/>
          <w:jc w:val="center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06BC6" w:rsidRDefault="00206BC6" w:rsidP="00394108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206BC6">
              <w:rPr>
                <w:rFonts w:ascii="Calibri" w:hAnsi="Calibri"/>
                <w:color w:val="000000"/>
                <w:sz w:val="24"/>
                <w:szCs w:val="24"/>
              </w:rPr>
              <w:t>20379963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06BC6" w:rsidRDefault="00206BC6" w:rsidP="0039410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trHeight w:val="300"/>
          <w:jc w:val="center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BA1B91" w:rsidRDefault="00206BC6" w:rsidP="0039410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BA1B9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BON DE LIVRAISON AFFAIRE GARDEN ARROSAGE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trHeight w:val="300"/>
          <w:jc w:val="center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Profils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10D1" w:rsidRPr="00AF44E5" w:rsidTr="00E749B8">
        <w:trPr>
          <w:gridAfter w:val="2"/>
          <w:wAfter w:w="170" w:type="dxa"/>
          <w:trHeight w:val="285"/>
          <w:jc w:val="center"/>
        </w:trPr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0D1" w:rsidRPr="0029190E" w:rsidRDefault="00DF10D1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Poste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0D1" w:rsidRPr="0029190E" w:rsidRDefault="00DF10D1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Numéro cde client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0D1" w:rsidRPr="0029190E" w:rsidRDefault="00DF10D1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Article</w:t>
            </w:r>
          </w:p>
        </w:tc>
        <w:tc>
          <w:tcPr>
            <w:tcW w:w="4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0D1" w:rsidRPr="0029190E" w:rsidRDefault="00DF10D1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0D1" w:rsidRDefault="00DF10D1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Qté </w:t>
            </w:r>
          </w:p>
          <w:p w:rsidR="00DF10D1" w:rsidRPr="0029190E" w:rsidRDefault="00DF10D1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livrée </w:t>
            </w:r>
          </w:p>
        </w:tc>
      </w:tr>
      <w:tr w:rsidR="00DF10D1" w:rsidRPr="00AF44E5" w:rsidTr="00E749B8">
        <w:trPr>
          <w:gridAfter w:val="2"/>
          <w:wAfter w:w="170" w:type="dxa"/>
          <w:trHeight w:val="227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131299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Tige de commande quincaillerie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2</w:t>
            </w:r>
          </w:p>
        </w:tc>
      </w:tr>
      <w:tr w:rsidR="00DF10D1" w:rsidRPr="00AF44E5" w:rsidTr="00E749B8">
        <w:trPr>
          <w:gridAfter w:val="2"/>
          <w:wAfter w:w="170" w:type="dxa"/>
          <w:trHeight w:val="227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215023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Dormant rainure 15 mm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2</w:t>
            </w:r>
          </w:p>
        </w:tc>
      </w:tr>
      <w:tr w:rsidR="00DF10D1" w:rsidRPr="00AF44E5" w:rsidTr="00E749B8">
        <w:trPr>
          <w:gridAfter w:val="2"/>
          <w:wAfter w:w="170" w:type="dxa"/>
          <w:trHeight w:val="227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215180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Ouvrant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4</w:t>
            </w:r>
          </w:p>
        </w:tc>
      </w:tr>
      <w:tr w:rsidR="00DF10D1" w:rsidRPr="00AF44E5" w:rsidTr="00E749B8">
        <w:trPr>
          <w:gridAfter w:val="2"/>
          <w:wAfter w:w="170" w:type="dxa"/>
          <w:trHeight w:val="227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59100</w:t>
            </w:r>
            <w:r w:rsidR="003A08F2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Parclose droite H22mm- l 9mm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D1" w:rsidRPr="00206BC6" w:rsidRDefault="00DF10D1" w:rsidP="00394108">
            <w:pPr>
              <w:jc w:val="center"/>
              <w:rPr>
                <w:rFonts w:ascii="Calibri" w:hAnsi="Calibri"/>
                <w:color w:val="000000"/>
              </w:rPr>
            </w:pPr>
            <w:r w:rsidRPr="00206BC6">
              <w:rPr>
                <w:rFonts w:ascii="Calibri" w:hAnsi="Calibri"/>
                <w:color w:val="000000"/>
              </w:rPr>
              <w:t>4</w:t>
            </w:r>
          </w:p>
        </w:tc>
      </w:tr>
      <w:tr w:rsidR="00DF10D1" w:rsidRPr="00AF44E5" w:rsidTr="00E749B8">
        <w:trPr>
          <w:trHeight w:val="285"/>
          <w:jc w:val="center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Quincaillerie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06BC6" w:rsidRPr="00AF44E5" w:rsidRDefault="00206BC6" w:rsidP="0039410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06BC6" w:rsidRPr="00AF44E5" w:rsidTr="00E749B8">
        <w:trPr>
          <w:gridAfter w:val="1"/>
          <w:wAfter w:w="160" w:type="dxa"/>
          <w:trHeight w:val="300"/>
          <w:jc w:val="center"/>
        </w:trPr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9190E" w:rsidRDefault="00206BC6" w:rsidP="0039410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Poste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9190E" w:rsidRDefault="00206BC6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Numéro cde client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9190E" w:rsidRDefault="00206BC6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Article</w:t>
            </w:r>
          </w:p>
        </w:tc>
        <w:tc>
          <w:tcPr>
            <w:tcW w:w="4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BC6" w:rsidRPr="0029190E" w:rsidRDefault="00206BC6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9190E">
              <w:rPr>
                <w:rFonts w:ascii="Calibri" w:hAnsi="Calibri"/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6BC6" w:rsidRPr="0029190E" w:rsidRDefault="00206BC6" w:rsidP="0039410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Qté livrée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3160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Déflecteur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440020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Pièce d'angle moulé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740012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Support de cale vitrage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750004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</w:t>
            </w: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querre d'assemblage 10x5,2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7502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</w:t>
            </w: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querre 15x13,7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750204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</w:t>
            </w: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querre d'assemblage 15x27,1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940011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Paumelle pour BO/OB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940017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Ferrure oscillo-battant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940019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Grand compas oscillo-battant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940021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Verrouillage supplémentaire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06BC6" w:rsidRPr="00AF44E5" w:rsidTr="00E749B8">
        <w:trPr>
          <w:gridAfter w:val="1"/>
          <w:wAfter w:w="160" w:type="dxa"/>
          <w:trHeight w:val="28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940046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11058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Bo</w:t>
            </w:r>
            <w:r w:rsidR="00110584">
              <w:rPr>
                <w:rFonts w:ascii="Calibri" w:hAnsi="Calibri"/>
                <w:color w:val="000000"/>
                <w:sz w:val="22"/>
                <w:szCs w:val="22"/>
              </w:rPr>
              <w:t>ît</w:t>
            </w: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ier crémone encastré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06BC6" w:rsidRPr="00AF44E5" w:rsidTr="00E749B8">
        <w:trPr>
          <w:gridAfter w:val="1"/>
          <w:wAfter w:w="160" w:type="dxa"/>
          <w:trHeight w:val="65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15236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940001</w:t>
            </w:r>
          </w:p>
        </w:tc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BC6" w:rsidRPr="00AF44E5" w:rsidRDefault="00206BC6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>Crémone carré</w:t>
            </w:r>
            <w:r w:rsidR="00110584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 w:rsidRPr="00AF44E5">
              <w:rPr>
                <w:rFonts w:ascii="Calibri" w:hAnsi="Calibri"/>
                <w:color w:val="000000"/>
                <w:sz w:val="22"/>
                <w:szCs w:val="22"/>
              </w:rPr>
              <w:t xml:space="preserve"> de frappe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BC6" w:rsidRPr="00AF44E5" w:rsidRDefault="00922995" w:rsidP="003941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</w:tbl>
    <w:p w:rsidR="00206BC6" w:rsidRDefault="00835453" w:rsidP="00835453">
      <w:pPr>
        <w:pStyle w:val="Paragraphedeliste"/>
        <w:spacing w:after="20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206BC6">
        <w:rPr>
          <w:rFonts w:ascii="Arial" w:hAnsi="Arial" w:cs="Arial"/>
          <w:b/>
          <w:sz w:val="22"/>
          <w:szCs w:val="22"/>
        </w:rPr>
        <w:t>REMARQUES :</w:t>
      </w:r>
    </w:p>
    <w:p w:rsidR="00001D37" w:rsidRDefault="00127C2B" w:rsidP="00135790">
      <w:pPr>
        <w:pStyle w:val="Paragraphedeliste"/>
        <w:tabs>
          <w:tab w:val="right" w:pos="10206"/>
        </w:tabs>
        <w:spacing w:after="200" w:line="480" w:lineRule="auto"/>
        <w:ind w:left="0" w:right="652"/>
        <w:rPr>
          <w:rFonts w:ascii="Arial" w:hAnsi="Arial" w:cs="Arial"/>
          <w:sz w:val="24"/>
          <w:szCs w:val="24"/>
        </w:rPr>
      </w:pPr>
      <w:r w:rsidRPr="001357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513"/>
        <w:gridCol w:w="1418"/>
      </w:tblGrid>
      <w:tr w:rsidR="006C322D" w:rsidRPr="008016D3" w:rsidTr="00171A60">
        <w:trPr>
          <w:trHeight w:val="145"/>
        </w:trPr>
        <w:tc>
          <w:tcPr>
            <w:tcW w:w="2376" w:type="dxa"/>
            <w:vAlign w:val="center"/>
          </w:tcPr>
          <w:p w:rsidR="006C322D" w:rsidRPr="008016D3" w:rsidRDefault="00FB608A" w:rsidP="00171A6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6C322D">
              <w:rPr>
                <w:rFonts w:ascii="Arial" w:hAnsi="Arial" w:cs="Arial"/>
                <w:b/>
                <w:sz w:val="24"/>
                <w:szCs w:val="24"/>
              </w:rPr>
              <w:t xml:space="preserve">ÉTUDE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  <w:vAlign w:val="center"/>
          </w:tcPr>
          <w:p w:rsidR="006C322D" w:rsidRPr="0017590D" w:rsidRDefault="00920342" w:rsidP="00171A6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Choisir les éléments de prise de volume du vitrage</w:t>
            </w:r>
          </w:p>
        </w:tc>
        <w:tc>
          <w:tcPr>
            <w:tcW w:w="1418" w:type="dxa"/>
            <w:vAlign w:val="center"/>
          </w:tcPr>
          <w:p w:rsidR="006C322D" w:rsidRPr="008016D3" w:rsidRDefault="006C322D" w:rsidP="0011111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D73DE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11119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="000E65E3">
              <w:rPr>
                <w:rFonts w:ascii="Arial" w:hAnsi="Arial" w:cs="Arial"/>
                <w:b/>
                <w:sz w:val="24"/>
                <w:szCs w:val="24"/>
              </w:rPr>
              <w:t xml:space="preserve"> pts</w:t>
            </w:r>
          </w:p>
        </w:tc>
      </w:tr>
    </w:tbl>
    <w:p w:rsidR="006C322D" w:rsidRDefault="006C322D" w:rsidP="006C322D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6C322D" w:rsidRPr="006C322D" w:rsidRDefault="006C322D" w:rsidP="006C322D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6C322D" w:rsidRDefault="00335C6D" w:rsidP="00814DE3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Suite à la demande du client</w:t>
      </w:r>
      <w:r w:rsidR="00C137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la composition du</w:t>
      </w:r>
      <w:r w:rsidR="006C322D" w:rsidRPr="00A4268B">
        <w:rPr>
          <w:rFonts w:ascii="Arial" w:hAnsi="Arial" w:cs="Arial"/>
          <w:sz w:val="24"/>
          <w:szCs w:val="24"/>
        </w:rPr>
        <w:t xml:space="preserve"> vo</w:t>
      </w:r>
      <w:r w:rsidR="00C21DD9">
        <w:rPr>
          <w:rFonts w:ascii="Arial" w:hAnsi="Arial" w:cs="Arial"/>
          <w:sz w:val="24"/>
          <w:szCs w:val="24"/>
        </w:rPr>
        <w:t>lume verrier de la menuiserie M2</w:t>
      </w:r>
      <w:r w:rsidR="006C322D" w:rsidRPr="00A426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 modifiée.</w:t>
      </w:r>
    </w:p>
    <w:p w:rsidR="00A4268B" w:rsidRPr="00A4268B" w:rsidRDefault="00A4268B" w:rsidP="00814DE3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</w:p>
    <w:p w:rsidR="006C322D" w:rsidRPr="00E749B8" w:rsidRDefault="006C322D" w:rsidP="004B74A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200" w:line="276" w:lineRule="auto"/>
        <w:ind w:left="0"/>
        <w:rPr>
          <w:rFonts w:ascii="Arial" w:hAnsi="Arial" w:cs="Arial"/>
          <w:sz w:val="28"/>
          <w:szCs w:val="28"/>
        </w:rPr>
      </w:pPr>
      <w:r w:rsidRPr="00E749B8">
        <w:rPr>
          <w:rFonts w:ascii="Arial" w:hAnsi="Arial" w:cs="Arial"/>
          <w:sz w:val="28"/>
          <w:szCs w:val="28"/>
        </w:rPr>
        <w:t>La composit</w:t>
      </w:r>
      <w:r w:rsidR="00335C6D" w:rsidRPr="00E749B8">
        <w:rPr>
          <w:rFonts w:ascii="Arial" w:hAnsi="Arial" w:cs="Arial"/>
          <w:sz w:val="28"/>
          <w:szCs w:val="28"/>
        </w:rPr>
        <w:t>ion du nouveau vitrage est : 44.</w:t>
      </w:r>
      <w:r w:rsidR="00F4347F" w:rsidRPr="00E749B8">
        <w:rPr>
          <w:rFonts w:ascii="Arial" w:hAnsi="Arial" w:cs="Arial"/>
          <w:sz w:val="28"/>
          <w:szCs w:val="28"/>
        </w:rPr>
        <w:t>2 / 16</w:t>
      </w:r>
      <w:r w:rsidRPr="00E749B8">
        <w:rPr>
          <w:rFonts w:ascii="Arial" w:hAnsi="Arial" w:cs="Arial"/>
          <w:sz w:val="28"/>
          <w:szCs w:val="28"/>
        </w:rPr>
        <w:t xml:space="preserve"> / 4</w:t>
      </w:r>
      <w:r w:rsidR="00BA72BB" w:rsidRPr="00E749B8">
        <w:rPr>
          <w:rFonts w:ascii="Arial" w:hAnsi="Arial" w:cs="Arial"/>
          <w:sz w:val="28"/>
          <w:szCs w:val="28"/>
        </w:rPr>
        <w:t>.</w:t>
      </w:r>
    </w:p>
    <w:p w:rsidR="00A4268B" w:rsidRDefault="00A4268B" w:rsidP="00814DE3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:rsidR="006C322D" w:rsidRPr="00E749B8" w:rsidRDefault="006C322D" w:rsidP="00814DE3">
      <w:pPr>
        <w:pStyle w:val="Paragraphedeliste"/>
        <w:spacing w:after="200" w:line="276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E749B8">
        <w:rPr>
          <w:rFonts w:ascii="Arial" w:hAnsi="Arial" w:cs="Arial"/>
          <w:b/>
          <w:bCs/>
          <w:sz w:val="24"/>
          <w:szCs w:val="24"/>
        </w:rPr>
        <w:t xml:space="preserve">Il est demandé </w:t>
      </w:r>
      <w:r w:rsidR="00C13716" w:rsidRPr="00E749B8">
        <w:rPr>
          <w:rFonts w:ascii="Arial" w:hAnsi="Arial" w:cs="Arial"/>
          <w:b/>
          <w:bCs/>
          <w:sz w:val="24"/>
          <w:szCs w:val="24"/>
        </w:rPr>
        <w:t>d’indiquer</w:t>
      </w:r>
      <w:r w:rsidR="00A4268B" w:rsidRPr="00E749B8">
        <w:rPr>
          <w:rFonts w:ascii="Arial" w:hAnsi="Arial" w:cs="Arial"/>
          <w:b/>
          <w:bCs/>
          <w:sz w:val="24"/>
          <w:szCs w:val="24"/>
        </w:rPr>
        <w:t xml:space="preserve"> </w:t>
      </w:r>
      <w:r w:rsidR="00C13716" w:rsidRPr="00E749B8">
        <w:rPr>
          <w:rFonts w:ascii="Arial" w:hAnsi="Arial" w:cs="Arial"/>
          <w:b/>
          <w:bCs/>
          <w:sz w:val="24"/>
          <w:szCs w:val="24"/>
        </w:rPr>
        <w:t>la nouvelle</w:t>
      </w:r>
      <w:r w:rsidR="00A4268B" w:rsidRPr="00E749B8">
        <w:rPr>
          <w:rFonts w:ascii="Arial" w:hAnsi="Arial" w:cs="Arial"/>
          <w:b/>
          <w:bCs/>
          <w:sz w:val="24"/>
          <w:szCs w:val="24"/>
        </w:rPr>
        <w:t xml:space="preserve"> </w:t>
      </w:r>
      <w:r w:rsidR="00335C6D" w:rsidRPr="00E749B8">
        <w:rPr>
          <w:rFonts w:ascii="Arial" w:hAnsi="Arial" w:cs="Arial"/>
          <w:b/>
          <w:bCs/>
          <w:sz w:val="24"/>
          <w:szCs w:val="24"/>
        </w:rPr>
        <w:t xml:space="preserve">référence de la </w:t>
      </w:r>
      <w:r w:rsidR="00A4268B" w:rsidRPr="00E749B8">
        <w:rPr>
          <w:rFonts w:ascii="Arial" w:hAnsi="Arial" w:cs="Arial"/>
          <w:b/>
          <w:bCs/>
          <w:sz w:val="24"/>
          <w:szCs w:val="24"/>
        </w:rPr>
        <w:t>parclose et</w:t>
      </w:r>
      <w:r w:rsidR="00335C6D" w:rsidRPr="00E749B8">
        <w:rPr>
          <w:rFonts w:ascii="Arial" w:hAnsi="Arial" w:cs="Arial"/>
          <w:b/>
          <w:bCs/>
          <w:sz w:val="24"/>
          <w:szCs w:val="24"/>
        </w:rPr>
        <w:t xml:space="preserve"> celle du</w:t>
      </w:r>
      <w:r w:rsidR="00A4268B" w:rsidRPr="00E749B8">
        <w:rPr>
          <w:rFonts w:ascii="Arial" w:hAnsi="Arial" w:cs="Arial"/>
          <w:b/>
          <w:bCs/>
          <w:sz w:val="24"/>
          <w:szCs w:val="24"/>
        </w:rPr>
        <w:t xml:space="preserve"> joint</w:t>
      </w:r>
      <w:r w:rsidR="00C13716" w:rsidRPr="00E749B8">
        <w:rPr>
          <w:rFonts w:ascii="Arial" w:hAnsi="Arial" w:cs="Arial"/>
          <w:b/>
          <w:bCs/>
          <w:sz w:val="24"/>
          <w:szCs w:val="24"/>
        </w:rPr>
        <w:t xml:space="preserve"> par rapport </w:t>
      </w:r>
      <w:r w:rsidR="00A4268B" w:rsidRPr="00E749B8">
        <w:rPr>
          <w:rFonts w:ascii="Arial" w:hAnsi="Arial" w:cs="Arial"/>
          <w:b/>
          <w:bCs/>
          <w:sz w:val="24"/>
          <w:szCs w:val="24"/>
        </w:rPr>
        <w:t xml:space="preserve">au </w:t>
      </w:r>
      <w:r w:rsidR="00F4347F" w:rsidRPr="00E749B8">
        <w:rPr>
          <w:rFonts w:ascii="Arial" w:hAnsi="Arial" w:cs="Arial"/>
          <w:b/>
          <w:bCs/>
          <w:sz w:val="24"/>
          <w:szCs w:val="24"/>
        </w:rPr>
        <w:t>nouveau vitrage.</w:t>
      </w:r>
    </w:p>
    <w:p w:rsidR="000B286F" w:rsidRDefault="000B286F" w:rsidP="00C13716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Pr="00E749B8" w:rsidRDefault="00F4347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  <w:r w:rsidRPr="00E749B8">
        <w:rPr>
          <w:rFonts w:ascii="Arial" w:hAnsi="Arial" w:cs="Arial"/>
          <w:sz w:val="28"/>
          <w:szCs w:val="28"/>
        </w:rPr>
        <w:t xml:space="preserve">Composition de l’ancien vitrage : 4/16/4 </w:t>
      </w:r>
    </w:p>
    <w:p w:rsidR="000B286F" w:rsidRPr="00E749B8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0B286F" w:rsidRPr="00E749B8" w:rsidRDefault="00F4347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  <w:r w:rsidRPr="00E749B8">
        <w:rPr>
          <w:rFonts w:ascii="Arial" w:hAnsi="Arial" w:cs="Arial"/>
          <w:sz w:val="28"/>
          <w:szCs w:val="28"/>
        </w:rPr>
        <w:t>Composition du nouveau vitrage : 44.2/16/4</w:t>
      </w:r>
    </w:p>
    <w:p w:rsidR="000B286F" w:rsidRPr="00E749B8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0B286F" w:rsidRPr="00E749B8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0B286F" w:rsidRPr="00E749B8" w:rsidRDefault="007F4C5E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  <w:r w:rsidRPr="00E749B8">
        <w:rPr>
          <w:rFonts w:ascii="Arial" w:hAnsi="Arial" w:cs="Arial"/>
          <w:sz w:val="28"/>
          <w:szCs w:val="28"/>
        </w:rPr>
        <w:t>Nouvelle épaisseur</w:t>
      </w:r>
      <w:r w:rsidR="000B286F" w:rsidRPr="00E749B8">
        <w:rPr>
          <w:rFonts w:ascii="Arial" w:hAnsi="Arial" w:cs="Arial"/>
          <w:sz w:val="28"/>
          <w:szCs w:val="28"/>
        </w:rPr>
        <w:t xml:space="preserve"> vitrage : </w:t>
      </w:r>
      <w:r w:rsidR="00135790" w:rsidRPr="00E749B8">
        <w:rPr>
          <w:rFonts w:ascii="Arial" w:hAnsi="Arial" w:cs="Arial"/>
          <w:b/>
          <w:sz w:val="28"/>
          <w:szCs w:val="28"/>
        </w:rPr>
        <w:t>……………………………………………</w:t>
      </w:r>
    </w:p>
    <w:p w:rsidR="000B286F" w:rsidRPr="00E749B8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0B286F" w:rsidRPr="00E749B8" w:rsidRDefault="007F4C5E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  <w:r w:rsidRPr="00E749B8">
        <w:rPr>
          <w:rFonts w:ascii="Arial" w:hAnsi="Arial" w:cs="Arial"/>
          <w:sz w:val="28"/>
          <w:szCs w:val="28"/>
        </w:rPr>
        <w:t>Nouvelle référence</w:t>
      </w:r>
      <w:r w:rsidR="000B286F" w:rsidRPr="00E749B8">
        <w:rPr>
          <w:rFonts w:ascii="Arial" w:hAnsi="Arial" w:cs="Arial"/>
          <w:sz w:val="28"/>
          <w:szCs w:val="28"/>
        </w:rPr>
        <w:t xml:space="preserve"> parclose : </w:t>
      </w:r>
      <w:r w:rsidR="00135790" w:rsidRPr="00E749B8">
        <w:rPr>
          <w:rFonts w:ascii="Arial" w:hAnsi="Arial" w:cs="Arial"/>
          <w:b/>
          <w:sz w:val="28"/>
          <w:szCs w:val="28"/>
        </w:rPr>
        <w:t>………………………………………….</w:t>
      </w:r>
    </w:p>
    <w:p w:rsidR="000B286F" w:rsidRPr="00E749B8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0B286F" w:rsidRPr="00E749B8" w:rsidRDefault="007F4C5E" w:rsidP="00D85541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  <w:r w:rsidRPr="00E749B8">
        <w:rPr>
          <w:rFonts w:ascii="Arial" w:hAnsi="Arial" w:cs="Arial"/>
          <w:sz w:val="28"/>
          <w:szCs w:val="28"/>
        </w:rPr>
        <w:t>Nouvelle référence</w:t>
      </w:r>
      <w:r w:rsidR="00135790" w:rsidRPr="00E749B8">
        <w:rPr>
          <w:rFonts w:ascii="Arial" w:hAnsi="Arial" w:cs="Arial"/>
          <w:sz w:val="28"/>
          <w:szCs w:val="28"/>
        </w:rPr>
        <w:t xml:space="preserve"> joint : </w:t>
      </w:r>
      <w:r w:rsidR="00135790" w:rsidRPr="00E749B8">
        <w:rPr>
          <w:rFonts w:ascii="Arial" w:hAnsi="Arial" w:cs="Arial"/>
          <w:b/>
          <w:sz w:val="28"/>
          <w:szCs w:val="28"/>
        </w:rPr>
        <w:t>……………………………………………….</w:t>
      </w:r>
    </w:p>
    <w:sectPr w:rsidR="000B286F" w:rsidRPr="00E749B8" w:rsidSect="00CF0C5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23814" w:h="16840" w:orient="landscape" w:code="8"/>
      <w:pgMar w:top="680" w:right="680" w:bottom="680" w:left="680" w:header="709" w:footer="510" w:gutter="0"/>
      <w:cols w:num="2" w:space="73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59" w:rsidRDefault="00974459">
      <w:r>
        <w:separator/>
      </w:r>
    </w:p>
  </w:endnote>
  <w:endnote w:type="continuationSeparator" w:id="0">
    <w:p w:rsidR="00974459" w:rsidRDefault="0097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E5F" w:rsidRDefault="005D3E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19"/>
      <w:gridCol w:w="4820"/>
      <w:gridCol w:w="2976"/>
      <w:gridCol w:w="3261"/>
      <w:gridCol w:w="2268"/>
      <w:gridCol w:w="1701"/>
      <w:gridCol w:w="1763"/>
      <w:gridCol w:w="1662"/>
    </w:tblGrid>
    <w:tr w:rsidR="00D749F9" w:rsidRPr="00CF45DE" w:rsidTr="00D749F9">
      <w:trPr>
        <w:trHeight w:val="441"/>
        <w:jc w:val="center"/>
      </w:trPr>
      <w:tc>
        <w:tcPr>
          <w:tcW w:w="4219" w:type="dxa"/>
          <w:shd w:val="clear" w:color="auto" w:fill="auto"/>
          <w:vAlign w:val="center"/>
        </w:tcPr>
        <w:p w:rsidR="00D749F9" w:rsidRPr="00CF45DE" w:rsidRDefault="00D749F9" w:rsidP="003F5630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CAP MENUIS</w:t>
          </w:r>
          <w:r>
            <w:rPr>
              <w:rFonts w:ascii="Arial" w:hAnsi="Arial" w:cs="Arial"/>
              <w:b/>
            </w:rPr>
            <w:t>I</w:t>
          </w:r>
          <w:r w:rsidRPr="00CF45DE">
            <w:rPr>
              <w:rFonts w:ascii="Arial" w:hAnsi="Arial" w:cs="Arial"/>
              <w:b/>
            </w:rPr>
            <w:t>ER ALUMINIUM-VERRE</w:t>
          </w:r>
        </w:p>
      </w:tc>
      <w:tc>
        <w:tcPr>
          <w:tcW w:w="4820" w:type="dxa"/>
          <w:shd w:val="clear" w:color="auto" w:fill="auto"/>
          <w:vAlign w:val="center"/>
        </w:tcPr>
        <w:p w:rsidR="00D749F9" w:rsidRPr="00CF45DE" w:rsidRDefault="00D749F9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EP1 : ANALYSE D’UNE SITUATION PROFESSIONNELLE</w:t>
          </w:r>
        </w:p>
      </w:tc>
      <w:tc>
        <w:tcPr>
          <w:tcW w:w="2976" w:type="dxa"/>
          <w:shd w:val="clear" w:color="auto" w:fill="auto"/>
          <w:vAlign w:val="center"/>
        </w:tcPr>
        <w:p w:rsidR="00D749F9" w:rsidRPr="00CF45DE" w:rsidRDefault="00D749F9" w:rsidP="00CF45DE">
          <w:pPr>
            <w:jc w:val="center"/>
            <w:rPr>
              <w:rFonts w:ascii="Arial" w:hAnsi="Arial" w:cs="Arial"/>
              <w:b/>
            </w:rPr>
          </w:pPr>
          <w:r w:rsidRPr="00D749F9">
            <w:rPr>
              <w:rFonts w:ascii="Arial" w:hAnsi="Arial" w:cs="Arial"/>
              <w:b/>
            </w:rPr>
            <w:t>2106-CAP MAV EP1 1</w:t>
          </w:r>
        </w:p>
      </w:tc>
      <w:tc>
        <w:tcPr>
          <w:tcW w:w="3261" w:type="dxa"/>
          <w:shd w:val="clear" w:color="auto" w:fill="auto"/>
          <w:vAlign w:val="center"/>
        </w:tcPr>
        <w:p w:rsidR="00D749F9" w:rsidRPr="00CF45DE" w:rsidRDefault="00D749F9" w:rsidP="000E65E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 RÉPONSES</w:t>
          </w:r>
        </w:p>
      </w:tc>
      <w:tc>
        <w:tcPr>
          <w:tcW w:w="2268" w:type="dxa"/>
          <w:shd w:val="clear" w:color="auto" w:fill="auto"/>
          <w:vAlign w:val="center"/>
        </w:tcPr>
        <w:p w:rsidR="00D749F9" w:rsidRPr="00CF45DE" w:rsidRDefault="00D749F9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701" w:type="dxa"/>
          <w:shd w:val="clear" w:color="auto" w:fill="auto"/>
          <w:vAlign w:val="center"/>
        </w:tcPr>
        <w:p w:rsidR="00D749F9" w:rsidRPr="00CF45DE" w:rsidRDefault="00D749F9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Coefficient. : 4</w:t>
          </w:r>
        </w:p>
      </w:tc>
      <w:tc>
        <w:tcPr>
          <w:tcW w:w="1763" w:type="dxa"/>
          <w:shd w:val="clear" w:color="auto" w:fill="auto"/>
          <w:vAlign w:val="center"/>
        </w:tcPr>
        <w:p w:rsidR="00D749F9" w:rsidRPr="00CF45DE" w:rsidRDefault="00D749F9" w:rsidP="002268CD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20</w:t>
          </w:r>
        </w:p>
      </w:tc>
      <w:tc>
        <w:tcPr>
          <w:tcW w:w="1662" w:type="dxa"/>
          <w:shd w:val="clear" w:color="auto" w:fill="auto"/>
          <w:vAlign w:val="center"/>
        </w:tcPr>
        <w:p w:rsidR="00D749F9" w:rsidRPr="00CF45DE" w:rsidRDefault="00D749F9" w:rsidP="00093B80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SR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85A4A">
            <w:rPr>
              <w:rStyle w:val="Numrodepage"/>
              <w:rFonts w:ascii="Arial" w:hAnsi="Arial" w:cs="Arial"/>
              <w:b/>
              <w:noProof/>
            </w:rPr>
            <w:t>2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85A4A">
            <w:rPr>
              <w:rStyle w:val="Numrodepage"/>
              <w:rFonts w:ascii="Arial" w:hAnsi="Arial" w:cs="Arial"/>
              <w:b/>
              <w:noProof/>
            </w:rPr>
            <w:t>5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6324AF" w:rsidRPr="00CF0C55" w:rsidRDefault="006324AF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936"/>
      <w:gridCol w:w="4819"/>
      <w:gridCol w:w="2693"/>
      <w:gridCol w:w="3969"/>
      <w:gridCol w:w="2069"/>
      <w:gridCol w:w="1862"/>
      <w:gridCol w:w="1660"/>
      <w:gridCol w:w="1662"/>
    </w:tblGrid>
    <w:tr w:rsidR="005D3E5F" w:rsidRPr="00CF45DE" w:rsidTr="005D3E5F">
      <w:trPr>
        <w:trHeight w:val="441"/>
        <w:jc w:val="center"/>
      </w:trPr>
      <w:tc>
        <w:tcPr>
          <w:tcW w:w="3936" w:type="dxa"/>
          <w:shd w:val="clear" w:color="auto" w:fill="auto"/>
          <w:vAlign w:val="center"/>
        </w:tcPr>
        <w:p w:rsidR="005D3E5F" w:rsidRPr="00CF45DE" w:rsidRDefault="005D3E5F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CAP MENUISIER ALUMINIUM- VERRE</w:t>
          </w:r>
        </w:p>
      </w:tc>
      <w:tc>
        <w:tcPr>
          <w:tcW w:w="4819" w:type="dxa"/>
          <w:shd w:val="clear" w:color="auto" w:fill="auto"/>
          <w:vAlign w:val="center"/>
        </w:tcPr>
        <w:p w:rsidR="005D3E5F" w:rsidRPr="00CF45DE" w:rsidRDefault="005D3E5F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EP1 : ANALYSE D’UNE SITUATION PROFESSIONNELLE</w:t>
          </w:r>
        </w:p>
      </w:tc>
      <w:tc>
        <w:tcPr>
          <w:tcW w:w="2693" w:type="dxa"/>
          <w:shd w:val="clear" w:color="auto" w:fill="auto"/>
          <w:vAlign w:val="center"/>
        </w:tcPr>
        <w:p w:rsidR="005D3E5F" w:rsidRPr="00CF45DE" w:rsidRDefault="005D3E5F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2106-CAP MAV EP1 1</w:t>
          </w:r>
        </w:p>
      </w:tc>
      <w:tc>
        <w:tcPr>
          <w:tcW w:w="3969" w:type="dxa"/>
          <w:shd w:val="clear" w:color="auto" w:fill="auto"/>
          <w:vAlign w:val="center"/>
        </w:tcPr>
        <w:p w:rsidR="005D3E5F" w:rsidRPr="00CF45DE" w:rsidRDefault="005D3E5F" w:rsidP="000E65E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 RÉPONSES</w:t>
          </w:r>
        </w:p>
      </w:tc>
      <w:tc>
        <w:tcPr>
          <w:tcW w:w="2069" w:type="dxa"/>
          <w:shd w:val="clear" w:color="auto" w:fill="auto"/>
          <w:vAlign w:val="center"/>
        </w:tcPr>
        <w:p w:rsidR="005D3E5F" w:rsidRPr="00CF45DE" w:rsidRDefault="005D3E5F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:rsidR="005D3E5F" w:rsidRPr="00CF45DE" w:rsidRDefault="005D3E5F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Coefficient. : 4</w:t>
          </w:r>
        </w:p>
      </w:tc>
      <w:tc>
        <w:tcPr>
          <w:tcW w:w="1660" w:type="dxa"/>
          <w:shd w:val="clear" w:color="auto" w:fill="auto"/>
          <w:vAlign w:val="center"/>
        </w:tcPr>
        <w:p w:rsidR="005D3E5F" w:rsidRPr="00CF45DE" w:rsidRDefault="005D3E5F" w:rsidP="002268CD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62" w:type="dxa"/>
          <w:shd w:val="clear" w:color="auto" w:fill="auto"/>
          <w:vAlign w:val="center"/>
        </w:tcPr>
        <w:p w:rsidR="005D3E5F" w:rsidRPr="00CF45DE" w:rsidRDefault="005D3E5F" w:rsidP="00093B80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SR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85A4A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85A4A">
            <w:rPr>
              <w:rStyle w:val="Numrodepage"/>
              <w:rFonts w:ascii="Arial" w:hAnsi="Arial" w:cs="Arial"/>
              <w:b/>
              <w:noProof/>
            </w:rPr>
            <w:t>5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6324AF" w:rsidRPr="004A32D5" w:rsidRDefault="006324AF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59" w:rsidRDefault="00974459">
      <w:r>
        <w:separator/>
      </w:r>
    </w:p>
  </w:footnote>
  <w:footnote w:type="continuationSeparator" w:id="0">
    <w:p w:rsidR="00974459" w:rsidRDefault="00974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E5F" w:rsidRDefault="005D3E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6324AF" w:rsidTr="00CF45DE">
      <w:trPr>
        <w:trHeight w:val="2688"/>
        <w:jc w:val="center"/>
      </w:trPr>
      <w:tc>
        <w:tcPr>
          <w:tcW w:w="11057" w:type="dxa"/>
          <w:shd w:val="clear" w:color="auto" w:fill="auto"/>
          <w:vAlign w:val="center"/>
        </w:tcPr>
        <w:p w:rsidR="006324AF" w:rsidRDefault="006324AF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  <w:tc>
        <w:tcPr>
          <w:tcW w:w="454" w:type="dxa"/>
          <w:tcBorders>
            <w:top w:val="nil"/>
            <w:bottom w:val="nil"/>
          </w:tcBorders>
          <w:shd w:val="clear" w:color="auto" w:fill="auto"/>
          <w:vAlign w:val="center"/>
        </w:tcPr>
        <w:p w:rsidR="006324AF" w:rsidRDefault="006324AF">
          <w:pPr>
            <w:pStyle w:val="En-tte"/>
          </w:pPr>
        </w:p>
      </w:tc>
      <w:tc>
        <w:tcPr>
          <w:tcW w:w="11057" w:type="dxa"/>
          <w:shd w:val="clear" w:color="auto" w:fill="auto"/>
          <w:vAlign w:val="center"/>
        </w:tcPr>
        <w:p w:rsidR="006324AF" w:rsidRDefault="006324AF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:rsidR="006324AF" w:rsidRDefault="006324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6324AF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04"/>
            <w:gridCol w:w="4316"/>
            <w:gridCol w:w="148"/>
            <w:gridCol w:w="334"/>
            <w:gridCol w:w="149"/>
            <w:gridCol w:w="5090"/>
          </w:tblGrid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D85A4A" w:rsidP="00900956">
                <w:pPr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4100" type="#_x0000_t202" style="position:absolute;margin-left:-8.4pt;margin-top:9pt;width:28.8pt;height:86.4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wFgwIAABM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" o:allowincell="f" stroked="f">
                      <v:textbox style="layout-flow:vertical;mso-layout-flow-alt:bottom-to-top">
                        <w:txbxContent>
                          <w:p w:rsidR="006324AF" w:rsidRDefault="006324AF" w:rsidP="00B94E06">
                            <w:pPr>
                              <w:pStyle w:val="Titre4"/>
                            </w:pPr>
                            <w:r>
                              <w:t>DANS CE CADRE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6324AF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:rsidR="006324AF" w:rsidRDefault="006324AF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:rsidR="006324AF" w:rsidRDefault="006324AF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:rsidR="006324AF" w:rsidRDefault="00D85A4A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w:pict>
                    <v:rect id="Rectangle 14" o:spid="_x0000_s4099" style="position:absolute;left:0;text-align:left;margin-left:96pt;margin-top:2.85pt;width:141.75pt;height:25.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">
                      <w10:wrap anchorx="page" anchory="page"/>
                    </v:rect>
                  </w:pict>
                </w:r>
              </w:p>
              <w:p w:rsidR="006324AF" w:rsidRDefault="006324AF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:rsidR="006324AF" w:rsidRDefault="006324AF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6324AF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6324AF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:rsidR="006324AF" w:rsidRDefault="006324AF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6324AF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:rsidR="006324AF" w:rsidRDefault="00D85A4A" w:rsidP="00900956">
                <w:pPr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w:pict>
                    <v:shape id="Text Box 15" o:spid="_x0000_s4098" type="#_x0000_t202" style="position:absolute;margin-left:-8.4pt;margin-top:5.75pt;width:28.8pt;height:86.4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+ghgIAABo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" o:allowincell="f" stroked="f">
                      <v:textbox style="layout-flow:vertical;mso-layout-flow-alt:bottom-to-top">
                        <w:txbxContent>
                          <w:p w:rsidR="006324AF" w:rsidRDefault="006324AF" w:rsidP="00B94E06">
                            <w:pPr>
                              <w:pStyle w:val="Titre4"/>
                            </w:pPr>
                            <w:r>
                              <w:t>Ne rien Écrire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:rsidR="006324AF" w:rsidRDefault="00D85A4A" w:rsidP="00900956">
                <w:pPr>
                  <w:spacing w:before="120"/>
                  <w:jc w:val="center"/>
                </w:pPr>
                <w:r>
                  <w:rPr>
                    <w:noProof/>
                    <w:sz w:val="24"/>
                  </w:rPr>
                  <w:pict>
                    <v:shape id="Text Box 16" o:spid="_x0000_s4097" type="#_x0000_t202" style="position:absolute;left:0;text-align:left;margin-left:4pt;margin-top:21.85pt;width:179.55pt;height:51.3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">
                      <v:textbox>
                        <w:txbxContent>
                          <w:p w:rsidR="006324AF" w:rsidRDefault="006324AF" w:rsidP="00B94E0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Note :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w:r>
                <w:r w:rsidR="006324AF">
                  <w:rPr>
                    <w:sz w:val="24"/>
                  </w:rPr>
                  <w:t>Appréciation du correcteur</w:t>
                </w:r>
              </w:p>
            </w:tc>
          </w:tr>
        </w:tbl>
        <w:p w:rsidR="006324AF" w:rsidRDefault="006324AF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6324AF" w:rsidRDefault="006324AF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6324AF" w:rsidRPr="00CF45DE" w:rsidRDefault="006324AF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6324AF" w:rsidTr="00CF45DE">
      <w:trPr>
        <w:trHeight w:val="2880"/>
      </w:trPr>
      <w:tc>
        <w:tcPr>
          <w:tcW w:w="11057" w:type="dxa"/>
          <w:vMerge/>
          <w:shd w:val="clear" w:color="auto" w:fill="auto"/>
        </w:tcPr>
        <w:p w:rsidR="006324AF" w:rsidRPr="00CF45DE" w:rsidRDefault="006324AF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:rsidR="006324AF" w:rsidRDefault="006324AF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:rsidR="006324AF" w:rsidRDefault="006324AF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:rsidR="006324AF" w:rsidRDefault="006324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0F90"/>
    <w:multiLevelType w:val="hybridMultilevel"/>
    <w:tmpl w:val="80325F9E"/>
    <w:lvl w:ilvl="0" w:tplc="87148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42E55"/>
    <w:multiLevelType w:val="hybridMultilevel"/>
    <w:tmpl w:val="695C6940"/>
    <w:lvl w:ilvl="0" w:tplc="87148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4039"/>
    <w:multiLevelType w:val="hybridMultilevel"/>
    <w:tmpl w:val="8A509EAC"/>
    <w:lvl w:ilvl="0" w:tplc="FFCCE4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E42D1"/>
    <w:multiLevelType w:val="hybridMultilevel"/>
    <w:tmpl w:val="35A212E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10FCE"/>
    <w:multiLevelType w:val="hybridMultilevel"/>
    <w:tmpl w:val="04EC0CCC"/>
    <w:lvl w:ilvl="0" w:tplc="87148D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246A66"/>
    <w:multiLevelType w:val="hybridMultilevel"/>
    <w:tmpl w:val="2B4C6774"/>
    <w:lvl w:ilvl="0" w:tplc="87148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102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E06"/>
    <w:rsid w:val="000017D0"/>
    <w:rsid w:val="00001D37"/>
    <w:rsid w:val="000065DC"/>
    <w:rsid w:val="00015766"/>
    <w:rsid w:val="00032804"/>
    <w:rsid w:val="00045059"/>
    <w:rsid w:val="000460F2"/>
    <w:rsid w:val="00047018"/>
    <w:rsid w:val="000504AE"/>
    <w:rsid w:val="000534E9"/>
    <w:rsid w:val="00061049"/>
    <w:rsid w:val="00083CEF"/>
    <w:rsid w:val="00087B6A"/>
    <w:rsid w:val="00093B80"/>
    <w:rsid w:val="000A6B0A"/>
    <w:rsid w:val="000B286F"/>
    <w:rsid w:val="000D07E5"/>
    <w:rsid w:val="000E615E"/>
    <w:rsid w:val="000E65E3"/>
    <w:rsid w:val="001016FA"/>
    <w:rsid w:val="00102FD0"/>
    <w:rsid w:val="001049D4"/>
    <w:rsid w:val="00104C0A"/>
    <w:rsid w:val="00110584"/>
    <w:rsid w:val="00111119"/>
    <w:rsid w:val="00114D77"/>
    <w:rsid w:val="00124619"/>
    <w:rsid w:val="00127C2B"/>
    <w:rsid w:val="00127D0C"/>
    <w:rsid w:val="0013344A"/>
    <w:rsid w:val="0013398C"/>
    <w:rsid w:val="00134EBE"/>
    <w:rsid w:val="00135790"/>
    <w:rsid w:val="00153B92"/>
    <w:rsid w:val="00153D13"/>
    <w:rsid w:val="00163D8D"/>
    <w:rsid w:val="00171A60"/>
    <w:rsid w:val="001727A1"/>
    <w:rsid w:val="00172FDC"/>
    <w:rsid w:val="00173DAF"/>
    <w:rsid w:val="0017590D"/>
    <w:rsid w:val="001764CE"/>
    <w:rsid w:val="00176B42"/>
    <w:rsid w:val="001800E4"/>
    <w:rsid w:val="00197AB2"/>
    <w:rsid w:val="001A5B70"/>
    <w:rsid w:val="001A621A"/>
    <w:rsid w:val="001C0744"/>
    <w:rsid w:val="001E6612"/>
    <w:rsid w:val="002012DF"/>
    <w:rsid w:val="00206BC6"/>
    <w:rsid w:val="00213C67"/>
    <w:rsid w:val="002156D1"/>
    <w:rsid w:val="002214BF"/>
    <w:rsid w:val="002268CD"/>
    <w:rsid w:val="00237824"/>
    <w:rsid w:val="00242160"/>
    <w:rsid w:val="00245FED"/>
    <w:rsid w:val="002517BD"/>
    <w:rsid w:val="00256DDD"/>
    <w:rsid w:val="00260980"/>
    <w:rsid w:val="00266CF0"/>
    <w:rsid w:val="00284EFF"/>
    <w:rsid w:val="00295D18"/>
    <w:rsid w:val="002B12AF"/>
    <w:rsid w:val="002D00E0"/>
    <w:rsid w:val="002D4A59"/>
    <w:rsid w:val="002E42DA"/>
    <w:rsid w:val="002F4E09"/>
    <w:rsid w:val="00301A27"/>
    <w:rsid w:val="003063E4"/>
    <w:rsid w:val="00316AE0"/>
    <w:rsid w:val="00317975"/>
    <w:rsid w:val="00324EBA"/>
    <w:rsid w:val="00333637"/>
    <w:rsid w:val="00335C6D"/>
    <w:rsid w:val="003444A4"/>
    <w:rsid w:val="00355015"/>
    <w:rsid w:val="00394108"/>
    <w:rsid w:val="003A08F2"/>
    <w:rsid w:val="003C198D"/>
    <w:rsid w:val="003C3E0C"/>
    <w:rsid w:val="003D0EAE"/>
    <w:rsid w:val="003D0F64"/>
    <w:rsid w:val="003D2000"/>
    <w:rsid w:val="003D5592"/>
    <w:rsid w:val="003D7904"/>
    <w:rsid w:val="003E56B6"/>
    <w:rsid w:val="003F414D"/>
    <w:rsid w:val="003F5630"/>
    <w:rsid w:val="003F5B89"/>
    <w:rsid w:val="003F6513"/>
    <w:rsid w:val="00420227"/>
    <w:rsid w:val="00425B3E"/>
    <w:rsid w:val="00433755"/>
    <w:rsid w:val="00442320"/>
    <w:rsid w:val="0045098D"/>
    <w:rsid w:val="00452CE8"/>
    <w:rsid w:val="0046525C"/>
    <w:rsid w:val="00466C7A"/>
    <w:rsid w:val="004858F8"/>
    <w:rsid w:val="00494AA5"/>
    <w:rsid w:val="004A32D5"/>
    <w:rsid w:val="004B68D3"/>
    <w:rsid w:val="004B71A6"/>
    <w:rsid w:val="004B74A0"/>
    <w:rsid w:val="004E5043"/>
    <w:rsid w:val="004E7F69"/>
    <w:rsid w:val="00507616"/>
    <w:rsid w:val="005116DC"/>
    <w:rsid w:val="00516AA2"/>
    <w:rsid w:val="005201E7"/>
    <w:rsid w:val="00535767"/>
    <w:rsid w:val="00550D13"/>
    <w:rsid w:val="00562301"/>
    <w:rsid w:val="005826BD"/>
    <w:rsid w:val="00587875"/>
    <w:rsid w:val="00593836"/>
    <w:rsid w:val="00597F65"/>
    <w:rsid w:val="005A5771"/>
    <w:rsid w:val="005B7512"/>
    <w:rsid w:val="005D0432"/>
    <w:rsid w:val="005D3E5F"/>
    <w:rsid w:val="005E2A16"/>
    <w:rsid w:val="005F1C6F"/>
    <w:rsid w:val="00603C7B"/>
    <w:rsid w:val="00617BE8"/>
    <w:rsid w:val="006324AF"/>
    <w:rsid w:val="006462C4"/>
    <w:rsid w:val="006467D5"/>
    <w:rsid w:val="00652A36"/>
    <w:rsid w:val="00657D75"/>
    <w:rsid w:val="00660750"/>
    <w:rsid w:val="00665A0B"/>
    <w:rsid w:val="006670BE"/>
    <w:rsid w:val="00671961"/>
    <w:rsid w:val="0068334E"/>
    <w:rsid w:val="006919D3"/>
    <w:rsid w:val="00693530"/>
    <w:rsid w:val="006A1683"/>
    <w:rsid w:val="006C322D"/>
    <w:rsid w:val="006D2210"/>
    <w:rsid w:val="006D42C1"/>
    <w:rsid w:val="006E5529"/>
    <w:rsid w:val="007113F7"/>
    <w:rsid w:val="007362CB"/>
    <w:rsid w:val="00753C17"/>
    <w:rsid w:val="00755C00"/>
    <w:rsid w:val="00761103"/>
    <w:rsid w:val="0076262E"/>
    <w:rsid w:val="00774EE3"/>
    <w:rsid w:val="007851AF"/>
    <w:rsid w:val="00785B62"/>
    <w:rsid w:val="007945F7"/>
    <w:rsid w:val="00797743"/>
    <w:rsid w:val="007B1607"/>
    <w:rsid w:val="007B2EB7"/>
    <w:rsid w:val="007C39AF"/>
    <w:rsid w:val="007C5DD6"/>
    <w:rsid w:val="007D70B9"/>
    <w:rsid w:val="007E6733"/>
    <w:rsid w:val="007F4C5E"/>
    <w:rsid w:val="00810DFE"/>
    <w:rsid w:val="008119FD"/>
    <w:rsid w:val="00814287"/>
    <w:rsid w:val="00814DE3"/>
    <w:rsid w:val="008157AC"/>
    <w:rsid w:val="0082156D"/>
    <w:rsid w:val="008217DA"/>
    <w:rsid w:val="00835453"/>
    <w:rsid w:val="00853DBC"/>
    <w:rsid w:val="00855522"/>
    <w:rsid w:val="00855F4D"/>
    <w:rsid w:val="00856DA5"/>
    <w:rsid w:val="00871063"/>
    <w:rsid w:val="008839CE"/>
    <w:rsid w:val="00895028"/>
    <w:rsid w:val="008A6194"/>
    <w:rsid w:val="008B182D"/>
    <w:rsid w:val="008B247E"/>
    <w:rsid w:val="008B502B"/>
    <w:rsid w:val="008B54B5"/>
    <w:rsid w:val="008B5E67"/>
    <w:rsid w:val="008B77D6"/>
    <w:rsid w:val="008C073E"/>
    <w:rsid w:val="008C5779"/>
    <w:rsid w:val="008D2A93"/>
    <w:rsid w:val="00900956"/>
    <w:rsid w:val="00901899"/>
    <w:rsid w:val="00905925"/>
    <w:rsid w:val="00920342"/>
    <w:rsid w:val="00922995"/>
    <w:rsid w:val="00932143"/>
    <w:rsid w:val="009440BA"/>
    <w:rsid w:val="0095576C"/>
    <w:rsid w:val="00960712"/>
    <w:rsid w:val="009653CC"/>
    <w:rsid w:val="00965815"/>
    <w:rsid w:val="00965D61"/>
    <w:rsid w:val="0097077C"/>
    <w:rsid w:val="00974459"/>
    <w:rsid w:val="009849B8"/>
    <w:rsid w:val="0099586E"/>
    <w:rsid w:val="009B6BF8"/>
    <w:rsid w:val="009C25B9"/>
    <w:rsid w:val="009C7087"/>
    <w:rsid w:val="009C7B71"/>
    <w:rsid w:val="009D208D"/>
    <w:rsid w:val="009E0A8C"/>
    <w:rsid w:val="009F07F8"/>
    <w:rsid w:val="009F11AA"/>
    <w:rsid w:val="00A07258"/>
    <w:rsid w:val="00A10A87"/>
    <w:rsid w:val="00A171FE"/>
    <w:rsid w:val="00A24FD0"/>
    <w:rsid w:val="00A32832"/>
    <w:rsid w:val="00A41A08"/>
    <w:rsid w:val="00A4268B"/>
    <w:rsid w:val="00A56988"/>
    <w:rsid w:val="00A73A93"/>
    <w:rsid w:val="00A9398B"/>
    <w:rsid w:val="00A96CB6"/>
    <w:rsid w:val="00AA372F"/>
    <w:rsid w:val="00AB6135"/>
    <w:rsid w:val="00AC68F0"/>
    <w:rsid w:val="00AD2F14"/>
    <w:rsid w:val="00AD3F00"/>
    <w:rsid w:val="00AE1B16"/>
    <w:rsid w:val="00AF1E07"/>
    <w:rsid w:val="00B02059"/>
    <w:rsid w:val="00B07EDE"/>
    <w:rsid w:val="00B12E3E"/>
    <w:rsid w:val="00B25E6D"/>
    <w:rsid w:val="00B371B4"/>
    <w:rsid w:val="00B43E94"/>
    <w:rsid w:val="00B62C5F"/>
    <w:rsid w:val="00B63591"/>
    <w:rsid w:val="00B75B85"/>
    <w:rsid w:val="00B81A2A"/>
    <w:rsid w:val="00B90758"/>
    <w:rsid w:val="00B91419"/>
    <w:rsid w:val="00B94E06"/>
    <w:rsid w:val="00BA68D3"/>
    <w:rsid w:val="00BA72BB"/>
    <w:rsid w:val="00BA75B6"/>
    <w:rsid w:val="00BB03EA"/>
    <w:rsid w:val="00BB4A3C"/>
    <w:rsid w:val="00BB6EA4"/>
    <w:rsid w:val="00BC2887"/>
    <w:rsid w:val="00BC2B52"/>
    <w:rsid w:val="00BC3019"/>
    <w:rsid w:val="00BC3DBC"/>
    <w:rsid w:val="00BC4828"/>
    <w:rsid w:val="00BC77CF"/>
    <w:rsid w:val="00BE6AD1"/>
    <w:rsid w:val="00BF0CD5"/>
    <w:rsid w:val="00BF5B1E"/>
    <w:rsid w:val="00C04E69"/>
    <w:rsid w:val="00C05E4C"/>
    <w:rsid w:val="00C06323"/>
    <w:rsid w:val="00C13716"/>
    <w:rsid w:val="00C21DD9"/>
    <w:rsid w:val="00C230EB"/>
    <w:rsid w:val="00C32A1B"/>
    <w:rsid w:val="00C44F9E"/>
    <w:rsid w:val="00C564CF"/>
    <w:rsid w:val="00C7116F"/>
    <w:rsid w:val="00C836D4"/>
    <w:rsid w:val="00C9465C"/>
    <w:rsid w:val="00CD2252"/>
    <w:rsid w:val="00CD4540"/>
    <w:rsid w:val="00CE0C82"/>
    <w:rsid w:val="00CF0C55"/>
    <w:rsid w:val="00CF3DCA"/>
    <w:rsid w:val="00CF45DE"/>
    <w:rsid w:val="00D03457"/>
    <w:rsid w:val="00D1610C"/>
    <w:rsid w:val="00D35481"/>
    <w:rsid w:val="00D433BD"/>
    <w:rsid w:val="00D55652"/>
    <w:rsid w:val="00D66801"/>
    <w:rsid w:val="00D72BB2"/>
    <w:rsid w:val="00D73DE9"/>
    <w:rsid w:val="00D740F5"/>
    <w:rsid w:val="00D749F9"/>
    <w:rsid w:val="00D85541"/>
    <w:rsid w:val="00D85A4A"/>
    <w:rsid w:val="00D93243"/>
    <w:rsid w:val="00DA1EF1"/>
    <w:rsid w:val="00DA4F9F"/>
    <w:rsid w:val="00DB1065"/>
    <w:rsid w:val="00DB16E1"/>
    <w:rsid w:val="00DC10FE"/>
    <w:rsid w:val="00DE3054"/>
    <w:rsid w:val="00DE6277"/>
    <w:rsid w:val="00DF0816"/>
    <w:rsid w:val="00DF10D1"/>
    <w:rsid w:val="00E013AF"/>
    <w:rsid w:val="00E0203F"/>
    <w:rsid w:val="00E052EB"/>
    <w:rsid w:val="00E10E51"/>
    <w:rsid w:val="00E13448"/>
    <w:rsid w:val="00E170B3"/>
    <w:rsid w:val="00E36B0A"/>
    <w:rsid w:val="00E504E5"/>
    <w:rsid w:val="00E50642"/>
    <w:rsid w:val="00E52DD5"/>
    <w:rsid w:val="00E749B8"/>
    <w:rsid w:val="00E874DE"/>
    <w:rsid w:val="00E90EE1"/>
    <w:rsid w:val="00E96C4F"/>
    <w:rsid w:val="00EB0CE0"/>
    <w:rsid w:val="00EB207D"/>
    <w:rsid w:val="00EC420E"/>
    <w:rsid w:val="00EC653E"/>
    <w:rsid w:val="00ED26ED"/>
    <w:rsid w:val="00ED3E01"/>
    <w:rsid w:val="00EE6E67"/>
    <w:rsid w:val="00EF10AD"/>
    <w:rsid w:val="00F03851"/>
    <w:rsid w:val="00F040EA"/>
    <w:rsid w:val="00F1226D"/>
    <w:rsid w:val="00F17558"/>
    <w:rsid w:val="00F26977"/>
    <w:rsid w:val="00F33478"/>
    <w:rsid w:val="00F4077D"/>
    <w:rsid w:val="00F4249D"/>
    <w:rsid w:val="00F4347F"/>
    <w:rsid w:val="00F502F8"/>
    <w:rsid w:val="00F5067F"/>
    <w:rsid w:val="00F56624"/>
    <w:rsid w:val="00F61EBA"/>
    <w:rsid w:val="00F94048"/>
    <w:rsid w:val="00FA6E1B"/>
    <w:rsid w:val="00FB215D"/>
    <w:rsid w:val="00FB608A"/>
    <w:rsid w:val="00FC5362"/>
    <w:rsid w:val="00FD6FBA"/>
    <w:rsid w:val="00FD7E74"/>
    <w:rsid w:val="00FE3919"/>
    <w:rsid w:val="00FE569F"/>
    <w:rsid w:val="00FE6B7D"/>
    <w:rsid w:val="00FF0241"/>
    <w:rsid w:val="00FF0A7C"/>
    <w:rsid w:val="00FF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2">
      <o:colormenu v:ext="edit" strokecolor="none"/>
    </o:shapedefaults>
    <o:shapelayout v:ext="edit">
      <o:idmap v:ext="edit" data="1"/>
    </o:shapelayout>
  </w:shapeDefaults>
  <w:decimalSymbol w:val=","/>
  <w:listSeparator w:val=";"/>
  <w14:docId w14:val="1EDB7EB6"/>
  <w15:docId w15:val="{6CCB681E-46CF-4287-9738-166BD812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E06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34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A10A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4781-936C-4827-9149-B0DD1C41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728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SUJET EST A RENDRE DANS SON INTEGRALITÉ</vt:lpstr>
    </vt:vector>
  </TitlesOfParts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2018-01-18T08:27:00Z</cp:lastPrinted>
  <dcterms:created xsi:type="dcterms:W3CDTF">2021-01-02T16:27:00Z</dcterms:created>
  <dcterms:modified xsi:type="dcterms:W3CDTF">2021-01-18T15:02:00Z</dcterms:modified>
</cp:coreProperties>
</file>